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CAFB8" w14:textId="77777777" w:rsidR="000067D8" w:rsidRDefault="000067D8" w:rsidP="000067D8">
      <w:pPr>
        <w:pStyle w:val="TOC1"/>
        <w:rPr>
          <w:rFonts w:ascii="Arial" w:hAnsi="Arial" w:cs="Arial"/>
          <w:sz w:val="22"/>
        </w:rPr>
      </w:pPr>
    </w:p>
    <w:p w14:paraId="2D6E01DB" w14:textId="77777777" w:rsidR="000067D8" w:rsidRDefault="000067D8" w:rsidP="000067D8">
      <w:pPr>
        <w:rPr>
          <w:rFonts w:ascii="Arial" w:hAnsi="Arial" w:cs="Arial"/>
          <w:sz w:val="22"/>
        </w:rPr>
      </w:pPr>
    </w:p>
    <w:p w14:paraId="704A0A7E" w14:textId="77777777" w:rsidR="000067D8" w:rsidRDefault="000067D8" w:rsidP="000067D8">
      <w:pPr>
        <w:rPr>
          <w:rFonts w:ascii="Arial" w:hAnsi="Arial" w:cs="Arial"/>
          <w:sz w:val="22"/>
        </w:rPr>
      </w:pPr>
    </w:p>
    <w:p w14:paraId="63817F1B" w14:textId="77777777" w:rsidR="000067D8" w:rsidRDefault="000067D8" w:rsidP="000067D8">
      <w:pPr>
        <w:rPr>
          <w:rFonts w:ascii="Arial" w:hAnsi="Arial" w:cs="Arial"/>
          <w:sz w:val="22"/>
        </w:rPr>
      </w:pPr>
    </w:p>
    <w:p w14:paraId="79F6080C" w14:textId="77777777" w:rsidR="000067D8" w:rsidRDefault="000067D8" w:rsidP="000067D8">
      <w:pPr>
        <w:rPr>
          <w:rFonts w:ascii="Arial" w:hAnsi="Arial" w:cs="Arial"/>
          <w:sz w:val="22"/>
        </w:rPr>
      </w:pPr>
    </w:p>
    <w:p w14:paraId="6E9F9B02" w14:textId="77777777" w:rsidR="000067D8" w:rsidRDefault="000067D8" w:rsidP="000067D8">
      <w:pPr>
        <w:rPr>
          <w:rFonts w:ascii="Arial" w:hAnsi="Arial" w:cs="Arial"/>
          <w:sz w:val="22"/>
        </w:rPr>
      </w:pPr>
    </w:p>
    <w:p w14:paraId="7C0A963B" w14:textId="77777777" w:rsidR="000067D8" w:rsidRDefault="000067D8" w:rsidP="000067D8">
      <w:pPr>
        <w:rPr>
          <w:rFonts w:ascii="Arial" w:hAnsi="Arial" w:cs="Arial"/>
          <w:sz w:val="22"/>
        </w:rPr>
      </w:pPr>
    </w:p>
    <w:p w14:paraId="3D325509" w14:textId="77777777" w:rsidR="000067D8" w:rsidRDefault="000067D8" w:rsidP="000067D8">
      <w:pPr>
        <w:rPr>
          <w:rFonts w:ascii="Arial" w:hAnsi="Arial" w:cs="Arial"/>
          <w:sz w:val="22"/>
        </w:rPr>
      </w:pPr>
    </w:p>
    <w:p w14:paraId="4EF520FF" w14:textId="77777777" w:rsidR="000067D8" w:rsidRDefault="00947E2D" w:rsidP="00162F2D">
      <w:pPr>
        <w:rPr>
          <w:rFonts w:ascii="Arial" w:hAnsi="Arial" w:cs="Arial"/>
          <w:sz w:val="22"/>
        </w:rPr>
      </w:pPr>
      <w:r>
        <w:rPr>
          <w:rFonts w:ascii="Arial" w:hAnsi="Arial" w:cs="Arial"/>
          <w:noProof/>
          <w:sz w:val="22"/>
        </w:rPr>
        <w:drawing>
          <wp:inline distT="0" distB="0" distL="0" distR="0" wp14:anchorId="0DB45729" wp14:editId="5A8084C1">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14:paraId="2CFFB19A" w14:textId="77777777" w:rsidR="000067D8" w:rsidRDefault="000067D8" w:rsidP="000067D8">
      <w:pPr>
        <w:rPr>
          <w:rFonts w:ascii="Arial" w:hAnsi="Arial" w:cs="Arial"/>
          <w:sz w:val="22"/>
        </w:rPr>
      </w:pPr>
    </w:p>
    <w:p w14:paraId="684D280D" w14:textId="77777777" w:rsidR="000067D8" w:rsidRDefault="000067D8" w:rsidP="000067D8">
      <w:pPr>
        <w:rPr>
          <w:rFonts w:ascii="Arial" w:hAnsi="Arial" w:cs="Arial"/>
          <w:sz w:val="22"/>
        </w:rPr>
      </w:pPr>
    </w:p>
    <w:p w14:paraId="73066305" w14:textId="77777777" w:rsidR="000067D8" w:rsidRDefault="000067D8" w:rsidP="000067D8">
      <w:pPr>
        <w:rPr>
          <w:rFonts w:ascii="Arial" w:hAnsi="Arial" w:cs="Arial"/>
          <w:sz w:val="22"/>
        </w:rPr>
      </w:pPr>
    </w:p>
    <w:p w14:paraId="5711B106" w14:textId="77777777" w:rsidR="000067D8" w:rsidRDefault="000067D8" w:rsidP="000067D8">
      <w:pPr>
        <w:rPr>
          <w:rFonts w:ascii="Arial" w:hAnsi="Arial" w:cs="Arial"/>
          <w:sz w:val="22"/>
        </w:rPr>
      </w:pPr>
    </w:p>
    <w:p w14:paraId="5CC116E8" w14:textId="77777777"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14:anchorId="0F71B72F" wp14:editId="188D3C1A">
                <wp:simplePos x="0" y="0"/>
                <wp:positionH relativeFrom="column">
                  <wp:posOffset>-228600</wp:posOffset>
                </wp:positionH>
                <wp:positionV relativeFrom="paragraph">
                  <wp:posOffset>148590</wp:posOffset>
                </wp:positionV>
                <wp:extent cx="5648325" cy="1800225"/>
                <wp:effectExtent l="0" t="0" r="9525"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FEF04" w14:textId="2528766A" w:rsidR="00A104AB" w:rsidRPr="008C16ED" w:rsidRDefault="00605ABA" w:rsidP="00135C72">
                            <w:pPr>
                              <w:jc w:val="center"/>
                              <w:rPr>
                                <w:sz w:val="44"/>
                                <w:szCs w:val="44"/>
                                <w:lang w:val="en-GB"/>
                              </w:rPr>
                            </w:pPr>
                            <w:r w:rsidRPr="00605ABA">
                              <w:rPr>
                                <w:rFonts w:ascii="ChollaSansRegular" w:hAnsi="ChollaSansRegular"/>
                                <w:sz w:val="72"/>
                                <w:szCs w:val="72"/>
                                <w:lang w:val="en-GB"/>
                              </w:rPr>
                              <w:t>Linux_USB7002_ACE006_USB_Flexconnect</w:t>
                            </w:r>
                            <w:r w:rsidR="00E14CC9">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71B72F" id="_x0000_t202" coordsize="21600,21600" o:spt="202" path="m,l,21600r21600,l21600,xe">
                <v:stroke joinstyle="miter"/>
                <v:path gradientshapeok="t" o:connecttype="rect"/>
              </v:shapetype>
              <v:shape id="Text Box 2" o:spid="_x0000_s1026" type="#_x0000_t202" style="position:absolute;margin-left:-18pt;margin-top:11.7pt;width:444.75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" stroked="f">
                <v:textbox>
                  <w:txbxContent>
                    <w:p w14:paraId="1FEFEF04" w14:textId="2528766A" w:rsidR="00A104AB" w:rsidRPr="008C16ED" w:rsidRDefault="00605ABA" w:rsidP="00135C72">
                      <w:pPr>
                        <w:jc w:val="center"/>
                        <w:rPr>
                          <w:sz w:val="44"/>
                          <w:szCs w:val="44"/>
                          <w:lang w:val="en-GB"/>
                        </w:rPr>
                      </w:pPr>
                      <w:r w:rsidRPr="00605ABA">
                        <w:rPr>
                          <w:rFonts w:ascii="ChollaSansRegular" w:hAnsi="ChollaSansRegular"/>
                          <w:sz w:val="72"/>
                          <w:szCs w:val="72"/>
                          <w:lang w:val="en-GB"/>
                        </w:rPr>
                        <w:t>Linux_USB7002_ACE006_USB_Flexconnect</w:t>
                      </w:r>
                      <w:r w:rsidR="00E14CC9">
                        <w:rPr>
                          <w:rFonts w:ascii="ChollaSansRegular" w:hAnsi="ChollaSansRegular"/>
                          <w:sz w:val="72"/>
                          <w:szCs w:val="72"/>
                          <w:lang w:val="en-GB"/>
                        </w:rPr>
                        <w:t>_</w:t>
                      </w:r>
                      <w:r w:rsidR="00A104AB" w:rsidRPr="00135C72">
                        <w:rPr>
                          <w:rFonts w:ascii="ChollaSansRegular" w:hAnsi="ChollaSansRegular"/>
                          <w:sz w:val="72"/>
                          <w:szCs w:val="72"/>
                          <w:lang w:val="en-GB"/>
                        </w:rPr>
                        <w:t>Release Notes</w:t>
                      </w:r>
                    </w:p>
                  </w:txbxContent>
                </v:textbox>
              </v:shape>
            </w:pict>
          </mc:Fallback>
        </mc:AlternateContent>
      </w:r>
    </w:p>
    <w:p w14:paraId="7698B96A" w14:textId="77777777" w:rsidR="000067D8" w:rsidRDefault="000067D8" w:rsidP="000067D8">
      <w:pPr>
        <w:pStyle w:val="TOC1"/>
        <w:rPr>
          <w:rFonts w:ascii="Arial" w:hAnsi="Arial" w:cs="Arial"/>
          <w:sz w:val="22"/>
        </w:rPr>
      </w:pPr>
    </w:p>
    <w:p w14:paraId="5C0E105E" w14:textId="77777777" w:rsidR="000067D8" w:rsidRDefault="000067D8" w:rsidP="000067D8">
      <w:pPr>
        <w:pStyle w:val="TOC1"/>
        <w:rPr>
          <w:rFonts w:ascii="Arial" w:hAnsi="Arial" w:cs="Arial"/>
          <w:sz w:val="22"/>
        </w:rPr>
      </w:pPr>
    </w:p>
    <w:p w14:paraId="2296BF8A" w14:textId="77777777" w:rsidR="000067D8" w:rsidRDefault="000067D8" w:rsidP="000067D8">
      <w:pPr>
        <w:pStyle w:val="TOC1"/>
        <w:rPr>
          <w:rFonts w:ascii="Arial" w:hAnsi="Arial" w:cs="Arial"/>
          <w:sz w:val="22"/>
        </w:rPr>
      </w:pPr>
    </w:p>
    <w:p w14:paraId="0C3EDF5D" w14:textId="77777777" w:rsidR="000067D8" w:rsidRDefault="000067D8" w:rsidP="000067D8">
      <w:pPr>
        <w:pStyle w:val="TOC1"/>
        <w:rPr>
          <w:rFonts w:ascii="Arial" w:hAnsi="Arial" w:cs="Arial"/>
          <w:sz w:val="22"/>
        </w:rPr>
      </w:pPr>
    </w:p>
    <w:p w14:paraId="630B982C" w14:textId="77777777"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14:paraId="26DF3F11" w14:textId="77777777" w:rsidTr="00FA45AA">
        <w:tc>
          <w:tcPr>
            <w:tcW w:w="4878" w:type="dxa"/>
            <w:gridSpan w:val="3"/>
            <w:tcBorders>
              <w:top w:val="double" w:sz="6" w:space="0" w:color="auto"/>
              <w:left w:val="double" w:sz="6" w:space="0" w:color="auto"/>
              <w:bottom w:val="double" w:sz="6" w:space="0" w:color="auto"/>
              <w:right w:val="nil"/>
            </w:tcBorders>
            <w:hideMark/>
          </w:tcPr>
          <w:p w14:paraId="4ED9C253" w14:textId="77777777"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7D47637E" wp14:editId="36C0E5DD">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14:paraId="1300CB0A" w14:textId="77777777"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14:paraId="2079ECCA" w14:textId="77777777" w:rsidR="00C60F0B" w:rsidRDefault="00C60F0B" w:rsidP="00FA45AA">
            <w:pPr>
              <w:jc w:val="center"/>
              <w:rPr>
                <w:rFonts w:ascii="Arial" w:hAnsi="Arial"/>
              </w:rPr>
            </w:pPr>
          </w:p>
          <w:p w14:paraId="007DD708" w14:textId="77777777" w:rsidR="00C60F0B" w:rsidRDefault="00C60F0B" w:rsidP="00FA45AA">
            <w:pPr>
              <w:jc w:val="center"/>
              <w:rPr>
                <w:rFonts w:ascii="Arial" w:hAnsi="Arial"/>
              </w:rPr>
            </w:pPr>
            <w:r>
              <w:rPr>
                <w:rFonts w:ascii="Arial" w:hAnsi="Arial"/>
              </w:rPr>
              <w:t>Microchip Technology, Incorporated</w:t>
            </w:r>
          </w:p>
          <w:p w14:paraId="76AEF29E" w14:textId="77777777" w:rsidR="00C60F0B" w:rsidRDefault="00C60F0B" w:rsidP="00FA45AA">
            <w:pPr>
              <w:jc w:val="center"/>
              <w:rPr>
                <w:rFonts w:ascii="Arial" w:hAnsi="Arial"/>
              </w:rPr>
            </w:pPr>
            <w:r>
              <w:rPr>
                <w:rFonts w:ascii="Arial" w:hAnsi="Arial"/>
              </w:rPr>
              <w:t>2355 W. Chandler Boulevard</w:t>
            </w:r>
          </w:p>
          <w:p w14:paraId="309E97C1" w14:textId="77777777" w:rsidR="00C60F0B" w:rsidRDefault="00C60F0B" w:rsidP="00FA45AA">
            <w:pPr>
              <w:jc w:val="center"/>
              <w:rPr>
                <w:rFonts w:ascii="Arial" w:hAnsi="Arial"/>
              </w:rPr>
            </w:pPr>
            <w:r>
              <w:rPr>
                <w:rFonts w:ascii="Arial" w:hAnsi="Arial"/>
              </w:rPr>
              <w:t>Chandler, Arizona 85224</w:t>
            </w:r>
          </w:p>
          <w:p w14:paraId="4F308BF9" w14:textId="77777777" w:rsidR="00C60F0B" w:rsidRDefault="00C60F0B" w:rsidP="00FA45AA">
            <w:pPr>
              <w:jc w:val="center"/>
              <w:rPr>
                <w:rFonts w:ascii="Arial" w:hAnsi="Arial"/>
              </w:rPr>
            </w:pPr>
            <w:r>
              <w:rPr>
                <w:rFonts w:ascii="Arial" w:hAnsi="Arial"/>
              </w:rPr>
              <w:t>480/792-7416</w:t>
            </w:r>
          </w:p>
          <w:p w14:paraId="1476A687" w14:textId="77777777" w:rsidR="00C60F0B" w:rsidRDefault="00C60F0B" w:rsidP="00FA45AA">
            <w:pPr>
              <w:widowControl w:val="0"/>
              <w:rPr>
                <w:rFonts w:ascii="Arial" w:hAnsi="Arial"/>
              </w:rPr>
            </w:pPr>
          </w:p>
        </w:tc>
      </w:tr>
      <w:tr w:rsidR="00C60F0B" w14:paraId="4F738AF4" w14:textId="77777777" w:rsidTr="00FA45AA">
        <w:tc>
          <w:tcPr>
            <w:tcW w:w="810" w:type="dxa"/>
            <w:tcBorders>
              <w:top w:val="double" w:sz="6" w:space="0" w:color="auto"/>
              <w:left w:val="double" w:sz="6" w:space="0" w:color="auto"/>
              <w:bottom w:val="double" w:sz="6" w:space="0" w:color="auto"/>
              <w:right w:val="double" w:sz="6" w:space="0" w:color="auto"/>
            </w:tcBorders>
            <w:hideMark/>
          </w:tcPr>
          <w:p w14:paraId="5D834797" w14:textId="77777777"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14:paraId="105E5296" w14:textId="77777777"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14:paraId="0D92F918" w14:textId="77777777"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14:paraId="5A6AD4D3" w14:textId="77777777" w:rsidR="00C60F0B" w:rsidRDefault="00C60F0B" w:rsidP="00FA45AA">
            <w:pPr>
              <w:widowControl w:val="0"/>
              <w:jc w:val="center"/>
              <w:rPr>
                <w:rFonts w:ascii="Arial" w:hAnsi="Arial"/>
              </w:rPr>
            </w:pPr>
            <w:r>
              <w:rPr>
                <w:rFonts w:ascii="Arial" w:hAnsi="Arial"/>
              </w:rPr>
              <w:t>DESCRIPTION OF CHANGE</w:t>
            </w:r>
          </w:p>
        </w:tc>
      </w:tr>
      <w:tr w:rsidR="00995C4B" w14:paraId="6B720E77" w14:textId="77777777"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14:paraId="1EA6867D" w14:textId="77777777" w:rsidR="00995C4B" w:rsidRDefault="001C5B7C" w:rsidP="00FA45AA">
            <w:pPr>
              <w:jc w:val="center"/>
              <w:rPr>
                <w:rFonts w:ascii="Arial" w:hAnsi="Arial" w:cs="Arial"/>
                <w:sz w:val="22"/>
                <w:szCs w:val="22"/>
              </w:rPr>
            </w:pPr>
            <w:r>
              <w:rPr>
                <w:rFonts w:ascii="Arial" w:hAnsi="Arial" w:cs="Arial"/>
                <w:sz w:val="22"/>
                <w:szCs w:val="22"/>
              </w:rPr>
              <w:t>0.1</w:t>
            </w:r>
          </w:p>
        </w:tc>
        <w:tc>
          <w:tcPr>
            <w:tcW w:w="1728" w:type="dxa"/>
            <w:tcBorders>
              <w:top w:val="single" w:sz="6" w:space="0" w:color="auto"/>
              <w:left w:val="single" w:sz="6" w:space="0" w:color="auto"/>
              <w:bottom w:val="single" w:sz="6" w:space="0" w:color="auto"/>
              <w:right w:val="single" w:sz="6" w:space="0" w:color="auto"/>
            </w:tcBorders>
          </w:tcPr>
          <w:p w14:paraId="758226B3" w14:textId="642863F3" w:rsidR="00995C4B" w:rsidRDefault="004116BA" w:rsidP="00FA45AA">
            <w:pPr>
              <w:jc w:val="center"/>
              <w:rPr>
                <w:rFonts w:ascii="Arial" w:hAnsi="Arial" w:cs="Arial"/>
                <w:sz w:val="22"/>
                <w:szCs w:val="22"/>
              </w:rPr>
            </w:pPr>
            <w:r>
              <w:rPr>
                <w:rFonts w:ascii="Arial" w:hAnsi="Arial" w:cs="Arial"/>
                <w:sz w:val="22"/>
                <w:szCs w:val="22"/>
              </w:rPr>
              <w:t>02</w:t>
            </w:r>
            <w:r w:rsidR="00995C4B">
              <w:rPr>
                <w:rFonts w:ascii="Arial" w:hAnsi="Arial" w:cs="Arial"/>
                <w:sz w:val="22"/>
                <w:szCs w:val="22"/>
              </w:rPr>
              <w:t>/</w:t>
            </w:r>
            <w:r>
              <w:rPr>
                <w:rFonts w:ascii="Arial" w:hAnsi="Arial" w:cs="Arial"/>
                <w:sz w:val="22"/>
                <w:szCs w:val="22"/>
              </w:rPr>
              <w:t>2</w:t>
            </w:r>
            <w:r w:rsidR="00B11E3A">
              <w:rPr>
                <w:rFonts w:ascii="Arial" w:hAnsi="Arial" w:cs="Arial"/>
                <w:sz w:val="22"/>
                <w:szCs w:val="22"/>
              </w:rPr>
              <w:t>6</w:t>
            </w:r>
            <w:r w:rsidR="00995C4B">
              <w:rPr>
                <w:rFonts w:ascii="Arial" w:hAnsi="Arial" w:cs="Arial"/>
                <w:sz w:val="22"/>
                <w:szCs w:val="22"/>
              </w:rPr>
              <w:t>/201</w:t>
            </w:r>
            <w:r>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14:paraId="1D139133" w14:textId="3D6C3BB4" w:rsidR="00995C4B" w:rsidRDefault="00617117" w:rsidP="00FA45AA">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14:paraId="12B601DC" w14:textId="468FAC75" w:rsidR="00995C4B" w:rsidRDefault="005A65D1" w:rsidP="00FA45AA">
            <w:pPr>
              <w:pStyle w:val="Table1"/>
              <w:suppressLineNumbers/>
              <w:suppressAutoHyphens/>
              <w:spacing w:before="0"/>
              <w:rPr>
                <w:rFonts w:ascii="Arial" w:hAnsi="Arial"/>
                <w:sz w:val="22"/>
                <w:szCs w:val="22"/>
              </w:rPr>
            </w:pPr>
            <w:r>
              <w:rPr>
                <w:rFonts w:ascii="Arial" w:hAnsi="Arial"/>
                <w:sz w:val="22"/>
                <w:szCs w:val="22"/>
              </w:rPr>
              <w:t>Linux ACE006</w:t>
            </w:r>
            <w:r w:rsidR="00995C4B">
              <w:rPr>
                <w:rFonts w:ascii="Arial" w:hAnsi="Arial"/>
                <w:sz w:val="22"/>
                <w:szCs w:val="22"/>
              </w:rPr>
              <w:t xml:space="preserve"> V</w:t>
            </w:r>
            <w:r w:rsidR="001802F0">
              <w:rPr>
                <w:rFonts w:ascii="Arial" w:hAnsi="Arial"/>
                <w:sz w:val="22"/>
                <w:szCs w:val="22"/>
              </w:rPr>
              <w:t>1.0.1</w:t>
            </w:r>
            <w:r w:rsidR="00995C4B">
              <w:rPr>
                <w:rFonts w:ascii="Arial" w:hAnsi="Arial"/>
                <w:sz w:val="22"/>
                <w:szCs w:val="22"/>
              </w:rPr>
              <w:t xml:space="preserve"> release</w:t>
            </w:r>
          </w:p>
        </w:tc>
      </w:tr>
    </w:tbl>
    <w:p w14:paraId="11A1D841" w14:textId="77777777" w:rsidR="00C60F0B" w:rsidRDefault="00C60F0B" w:rsidP="00C60F0B">
      <w:pPr>
        <w:pStyle w:val="GeneralTitle"/>
        <w:jc w:val="left"/>
        <w:rPr>
          <w:rFonts w:ascii="Arial" w:hAnsi="Arial" w:cs="Arial"/>
          <w:sz w:val="22"/>
        </w:rPr>
      </w:pPr>
      <w:r>
        <w:rPr>
          <w:rFonts w:ascii="Arial" w:hAnsi="Arial" w:cs="Arial"/>
          <w:sz w:val="22"/>
        </w:rPr>
        <w:br w:type="page"/>
      </w:r>
    </w:p>
    <w:p w14:paraId="08F1F42F" w14:textId="77777777" w:rsidR="000067D8" w:rsidRDefault="000067D8" w:rsidP="000067D8">
      <w:pPr>
        <w:rPr>
          <w:rFonts w:ascii="Arial" w:hAnsi="Arial" w:cs="Arial"/>
          <w:sz w:val="22"/>
        </w:rPr>
      </w:pPr>
      <w:r>
        <w:rPr>
          <w:rFonts w:ascii="Arial" w:hAnsi="Arial" w:cs="Arial"/>
          <w:sz w:val="14"/>
        </w:rPr>
        <w:lastRenderedPageBreak/>
        <w:t xml:space="preserve"> </w:t>
      </w:r>
      <w:bookmarkStart w:id="0" w:name="_Toc133640120"/>
    </w:p>
    <w:p w14:paraId="453155E3" w14:textId="77777777" w:rsidR="000067D8" w:rsidRDefault="000067D8" w:rsidP="000067D8">
      <w:pPr>
        <w:pStyle w:val="GeneralTitle"/>
        <w:rPr>
          <w:rFonts w:ascii="Arial" w:hAnsi="Arial" w:cs="Arial"/>
          <w:sz w:val="22"/>
        </w:rPr>
      </w:pPr>
      <w:bookmarkStart w:id="1" w:name="_Toc133640122"/>
      <w:bookmarkEnd w:id="0"/>
      <w:r>
        <w:rPr>
          <w:rFonts w:ascii="Arial" w:hAnsi="Arial" w:cs="Arial"/>
          <w:sz w:val="22"/>
        </w:rPr>
        <w:t>Table of Contents</w:t>
      </w:r>
      <w:bookmarkEnd w:id="1"/>
    </w:p>
    <w:p w14:paraId="10B8C2C1" w14:textId="77777777" w:rsidR="000067D8" w:rsidRDefault="000067D8" w:rsidP="000067D8">
      <w:pPr>
        <w:rPr>
          <w:rFonts w:ascii="Arial" w:hAnsi="Arial" w:cs="Arial"/>
          <w:sz w:val="22"/>
        </w:rPr>
      </w:pPr>
    </w:p>
    <w:bookmarkStart w:id="2" w:name="_GoBack"/>
    <w:bookmarkEnd w:id="2"/>
    <w:p w14:paraId="28386205" w14:textId="3F5D4EE0" w:rsidR="00082D40" w:rsidRDefault="00F84A9F">
      <w:pPr>
        <w:pStyle w:val="TOC1"/>
        <w:tabs>
          <w:tab w:val="left" w:pos="480"/>
        </w:tabs>
        <w:rPr>
          <w:rFonts w:asciiTheme="minorHAnsi" w:eastAsiaTheme="minorEastAsia" w:hAnsiTheme="minorHAnsi" w:cstheme="minorBidi"/>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2688107" w:history="1">
        <w:r w:rsidR="00082D40" w:rsidRPr="00FD4612">
          <w:rPr>
            <w:rStyle w:val="Hyperlink"/>
            <w:noProof/>
          </w:rPr>
          <w:t>1</w:t>
        </w:r>
        <w:r w:rsidR="00082D40">
          <w:rPr>
            <w:rFonts w:asciiTheme="minorHAnsi" w:eastAsiaTheme="minorEastAsia" w:hAnsiTheme="minorHAnsi" w:cstheme="minorBidi"/>
            <w:noProof/>
            <w:sz w:val="22"/>
            <w:szCs w:val="22"/>
            <w:lang w:val="en-US" w:bidi="ta-IN"/>
          </w:rPr>
          <w:tab/>
        </w:r>
        <w:r w:rsidR="00082D40" w:rsidRPr="00FD4612">
          <w:rPr>
            <w:rStyle w:val="Hyperlink"/>
            <w:noProof/>
          </w:rPr>
          <w:t>Introduction</w:t>
        </w:r>
        <w:r w:rsidR="00082D40">
          <w:rPr>
            <w:noProof/>
            <w:webHidden/>
          </w:rPr>
          <w:tab/>
        </w:r>
        <w:r w:rsidR="00082D40">
          <w:rPr>
            <w:noProof/>
            <w:webHidden/>
          </w:rPr>
          <w:fldChar w:fldCharType="begin"/>
        </w:r>
        <w:r w:rsidR="00082D40">
          <w:rPr>
            <w:noProof/>
            <w:webHidden/>
          </w:rPr>
          <w:instrText xml:space="preserve"> PAGEREF _Toc2688107 \h </w:instrText>
        </w:r>
        <w:r w:rsidR="00082D40">
          <w:rPr>
            <w:noProof/>
            <w:webHidden/>
          </w:rPr>
        </w:r>
        <w:r w:rsidR="00082D40">
          <w:rPr>
            <w:noProof/>
            <w:webHidden/>
          </w:rPr>
          <w:fldChar w:fldCharType="separate"/>
        </w:r>
        <w:r w:rsidR="00082D40">
          <w:rPr>
            <w:noProof/>
            <w:webHidden/>
          </w:rPr>
          <w:t>4</w:t>
        </w:r>
        <w:r w:rsidR="00082D40">
          <w:rPr>
            <w:noProof/>
            <w:webHidden/>
          </w:rPr>
          <w:fldChar w:fldCharType="end"/>
        </w:r>
      </w:hyperlink>
    </w:p>
    <w:p w14:paraId="16153023" w14:textId="5C799C6B"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08" w:history="1">
        <w:r w:rsidRPr="00FD4612">
          <w:rPr>
            <w:rStyle w:val="Hyperlink"/>
            <w:noProof/>
          </w:rPr>
          <w:t>2</w:t>
        </w:r>
        <w:r>
          <w:rPr>
            <w:rFonts w:asciiTheme="minorHAnsi" w:eastAsiaTheme="minorEastAsia" w:hAnsiTheme="minorHAnsi" w:cstheme="minorBidi"/>
            <w:noProof/>
            <w:sz w:val="22"/>
            <w:szCs w:val="22"/>
            <w:lang w:val="en-US" w:bidi="ta-IN"/>
          </w:rPr>
          <w:tab/>
        </w:r>
        <w:r w:rsidRPr="00FD4612">
          <w:rPr>
            <w:rStyle w:val="Hyperlink"/>
            <w:noProof/>
          </w:rPr>
          <w:t>Legal Information</w:t>
        </w:r>
        <w:r>
          <w:rPr>
            <w:noProof/>
            <w:webHidden/>
          </w:rPr>
          <w:tab/>
        </w:r>
        <w:r>
          <w:rPr>
            <w:noProof/>
            <w:webHidden/>
          </w:rPr>
          <w:fldChar w:fldCharType="begin"/>
        </w:r>
        <w:r>
          <w:rPr>
            <w:noProof/>
            <w:webHidden/>
          </w:rPr>
          <w:instrText xml:space="preserve"> PAGEREF _Toc2688108 \h </w:instrText>
        </w:r>
        <w:r>
          <w:rPr>
            <w:noProof/>
            <w:webHidden/>
          </w:rPr>
        </w:r>
        <w:r>
          <w:rPr>
            <w:noProof/>
            <w:webHidden/>
          </w:rPr>
          <w:fldChar w:fldCharType="separate"/>
        </w:r>
        <w:r>
          <w:rPr>
            <w:noProof/>
            <w:webHidden/>
          </w:rPr>
          <w:t>4</w:t>
        </w:r>
        <w:r>
          <w:rPr>
            <w:noProof/>
            <w:webHidden/>
          </w:rPr>
          <w:fldChar w:fldCharType="end"/>
        </w:r>
      </w:hyperlink>
    </w:p>
    <w:p w14:paraId="45E46BC8" w14:textId="24DC7A85"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09" w:history="1">
        <w:r w:rsidRPr="00FD4612">
          <w:rPr>
            <w:rStyle w:val="Hyperlink"/>
            <w:noProof/>
          </w:rPr>
          <w:t>3</w:t>
        </w:r>
        <w:r>
          <w:rPr>
            <w:rFonts w:asciiTheme="minorHAnsi" w:eastAsiaTheme="minorEastAsia" w:hAnsiTheme="minorHAnsi" w:cstheme="minorBidi"/>
            <w:noProof/>
            <w:sz w:val="22"/>
            <w:szCs w:val="22"/>
            <w:lang w:val="en-US" w:bidi="ta-IN"/>
          </w:rPr>
          <w:tab/>
        </w:r>
        <w:r w:rsidRPr="00FD4612">
          <w:rPr>
            <w:rStyle w:val="Hyperlink"/>
            <w:noProof/>
          </w:rPr>
          <w:t>Software required</w:t>
        </w:r>
        <w:r>
          <w:rPr>
            <w:noProof/>
            <w:webHidden/>
          </w:rPr>
          <w:tab/>
        </w:r>
        <w:r>
          <w:rPr>
            <w:noProof/>
            <w:webHidden/>
          </w:rPr>
          <w:fldChar w:fldCharType="begin"/>
        </w:r>
        <w:r>
          <w:rPr>
            <w:noProof/>
            <w:webHidden/>
          </w:rPr>
          <w:instrText xml:space="preserve"> PAGEREF _Toc2688109 \h </w:instrText>
        </w:r>
        <w:r>
          <w:rPr>
            <w:noProof/>
            <w:webHidden/>
          </w:rPr>
        </w:r>
        <w:r>
          <w:rPr>
            <w:noProof/>
            <w:webHidden/>
          </w:rPr>
          <w:fldChar w:fldCharType="separate"/>
        </w:r>
        <w:r>
          <w:rPr>
            <w:noProof/>
            <w:webHidden/>
          </w:rPr>
          <w:t>5</w:t>
        </w:r>
        <w:r>
          <w:rPr>
            <w:noProof/>
            <w:webHidden/>
          </w:rPr>
          <w:fldChar w:fldCharType="end"/>
        </w:r>
      </w:hyperlink>
    </w:p>
    <w:p w14:paraId="6707B2EB" w14:textId="44B95DF2"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10" w:history="1">
        <w:r w:rsidRPr="00FD4612">
          <w:rPr>
            <w:rStyle w:val="Hyperlink"/>
            <w:noProof/>
          </w:rPr>
          <w:t>4</w:t>
        </w:r>
        <w:r>
          <w:rPr>
            <w:rFonts w:asciiTheme="minorHAnsi" w:eastAsiaTheme="minorEastAsia" w:hAnsiTheme="minorHAnsi" w:cstheme="minorBidi"/>
            <w:noProof/>
            <w:sz w:val="22"/>
            <w:szCs w:val="22"/>
            <w:lang w:val="en-US" w:bidi="ta-IN"/>
          </w:rPr>
          <w:tab/>
        </w:r>
        <w:r w:rsidRPr="00FD4612">
          <w:rPr>
            <w:rStyle w:val="Hyperlink"/>
            <w:noProof/>
          </w:rPr>
          <w:t>Supported SKU List</w:t>
        </w:r>
        <w:r>
          <w:rPr>
            <w:noProof/>
            <w:webHidden/>
          </w:rPr>
          <w:tab/>
        </w:r>
        <w:r>
          <w:rPr>
            <w:noProof/>
            <w:webHidden/>
          </w:rPr>
          <w:fldChar w:fldCharType="begin"/>
        </w:r>
        <w:r>
          <w:rPr>
            <w:noProof/>
            <w:webHidden/>
          </w:rPr>
          <w:instrText xml:space="preserve"> PAGEREF _Toc2688110 \h </w:instrText>
        </w:r>
        <w:r>
          <w:rPr>
            <w:noProof/>
            <w:webHidden/>
          </w:rPr>
        </w:r>
        <w:r>
          <w:rPr>
            <w:noProof/>
            <w:webHidden/>
          </w:rPr>
          <w:fldChar w:fldCharType="separate"/>
        </w:r>
        <w:r>
          <w:rPr>
            <w:noProof/>
            <w:webHidden/>
          </w:rPr>
          <w:t>5</w:t>
        </w:r>
        <w:r>
          <w:rPr>
            <w:noProof/>
            <w:webHidden/>
          </w:rPr>
          <w:fldChar w:fldCharType="end"/>
        </w:r>
      </w:hyperlink>
    </w:p>
    <w:p w14:paraId="2D67C45A" w14:textId="1A2CCBB5"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11" w:history="1">
        <w:r w:rsidRPr="00FD4612">
          <w:rPr>
            <w:rStyle w:val="Hyperlink"/>
            <w:noProof/>
          </w:rPr>
          <w:t>5</w:t>
        </w:r>
        <w:r>
          <w:rPr>
            <w:rFonts w:asciiTheme="minorHAnsi" w:eastAsiaTheme="minorEastAsia" w:hAnsiTheme="minorHAnsi" w:cstheme="minorBidi"/>
            <w:noProof/>
            <w:sz w:val="22"/>
            <w:szCs w:val="22"/>
            <w:lang w:val="en-US" w:bidi="ta-IN"/>
          </w:rPr>
          <w:tab/>
        </w:r>
        <w:r w:rsidRPr="00FD4612">
          <w:rPr>
            <w:rStyle w:val="Hyperlink"/>
            <w:noProof/>
          </w:rPr>
          <w:t>Package Content</w:t>
        </w:r>
        <w:r>
          <w:rPr>
            <w:noProof/>
            <w:webHidden/>
          </w:rPr>
          <w:tab/>
        </w:r>
        <w:r>
          <w:rPr>
            <w:noProof/>
            <w:webHidden/>
          </w:rPr>
          <w:fldChar w:fldCharType="begin"/>
        </w:r>
        <w:r>
          <w:rPr>
            <w:noProof/>
            <w:webHidden/>
          </w:rPr>
          <w:instrText xml:space="preserve"> PAGEREF _Toc2688111 \h </w:instrText>
        </w:r>
        <w:r>
          <w:rPr>
            <w:noProof/>
            <w:webHidden/>
          </w:rPr>
        </w:r>
        <w:r>
          <w:rPr>
            <w:noProof/>
            <w:webHidden/>
          </w:rPr>
          <w:fldChar w:fldCharType="separate"/>
        </w:r>
        <w:r>
          <w:rPr>
            <w:noProof/>
            <w:webHidden/>
          </w:rPr>
          <w:t>5</w:t>
        </w:r>
        <w:r>
          <w:rPr>
            <w:noProof/>
            <w:webHidden/>
          </w:rPr>
          <w:fldChar w:fldCharType="end"/>
        </w:r>
      </w:hyperlink>
    </w:p>
    <w:p w14:paraId="00E48884" w14:textId="1C06BB2C"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12" w:history="1">
        <w:r w:rsidRPr="00FD4612">
          <w:rPr>
            <w:rStyle w:val="Hyperlink"/>
            <w:noProof/>
          </w:rPr>
          <w:t>6</w:t>
        </w:r>
        <w:r>
          <w:rPr>
            <w:rFonts w:asciiTheme="minorHAnsi" w:eastAsiaTheme="minorEastAsia" w:hAnsiTheme="minorHAnsi" w:cstheme="minorBidi"/>
            <w:noProof/>
            <w:sz w:val="22"/>
            <w:szCs w:val="22"/>
            <w:lang w:val="en-US" w:bidi="ta-IN"/>
          </w:rPr>
          <w:tab/>
        </w:r>
        <w:r w:rsidRPr="00FD4612">
          <w:rPr>
            <w:rStyle w:val="Hyperlink"/>
            <w:noProof/>
          </w:rPr>
          <w:t>Release History</w:t>
        </w:r>
        <w:r>
          <w:rPr>
            <w:noProof/>
            <w:webHidden/>
          </w:rPr>
          <w:tab/>
        </w:r>
        <w:r>
          <w:rPr>
            <w:noProof/>
            <w:webHidden/>
          </w:rPr>
          <w:fldChar w:fldCharType="begin"/>
        </w:r>
        <w:r>
          <w:rPr>
            <w:noProof/>
            <w:webHidden/>
          </w:rPr>
          <w:instrText xml:space="preserve"> PAGEREF _Toc2688112 \h </w:instrText>
        </w:r>
        <w:r>
          <w:rPr>
            <w:noProof/>
            <w:webHidden/>
          </w:rPr>
        </w:r>
        <w:r>
          <w:rPr>
            <w:noProof/>
            <w:webHidden/>
          </w:rPr>
          <w:fldChar w:fldCharType="separate"/>
        </w:r>
        <w:r>
          <w:rPr>
            <w:noProof/>
            <w:webHidden/>
          </w:rPr>
          <w:t>6</w:t>
        </w:r>
        <w:r>
          <w:rPr>
            <w:noProof/>
            <w:webHidden/>
          </w:rPr>
          <w:fldChar w:fldCharType="end"/>
        </w:r>
      </w:hyperlink>
    </w:p>
    <w:p w14:paraId="5A55DEEF" w14:textId="67180168" w:rsidR="00082D40" w:rsidRDefault="00082D4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8113" w:history="1">
        <w:r w:rsidRPr="00FD4612">
          <w:rPr>
            <w:rStyle w:val="Hyperlink"/>
            <w:noProof/>
          </w:rPr>
          <w:t>6.1</w:t>
        </w:r>
        <w:r>
          <w:rPr>
            <w:rFonts w:asciiTheme="minorHAnsi" w:eastAsiaTheme="minorEastAsia" w:hAnsiTheme="minorHAnsi" w:cstheme="minorBidi"/>
            <w:noProof/>
            <w:sz w:val="22"/>
            <w:szCs w:val="22"/>
            <w:lang w:val="en-US" w:bidi="ta-IN"/>
          </w:rPr>
          <w:tab/>
        </w:r>
        <w:r w:rsidRPr="00FD4612">
          <w:rPr>
            <w:rStyle w:val="Hyperlink"/>
            <w:noProof/>
          </w:rPr>
          <w:t>Version 1.0.1</w:t>
        </w:r>
        <w:r>
          <w:rPr>
            <w:noProof/>
            <w:webHidden/>
          </w:rPr>
          <w:tab/>
        </w:r>
        <w:r>
          <w:rPr>
            <w:noProof/>
            <w:webHidden/>
          </w:rPr>
          <w:fldChar w:fldCharType="begin"/>
        </w:r>
        <w:r>
          <w:rPr>
            <w:noProof/>
            <w:webHidden/>
          </w:rPr>
          <w:instrText xml:space="preserve"> PAGEREF _Toc2688113 \h </w:instrText>
        </w:r>
        <w:r>
          <w:rPr>
            <w:noProof/>
            <w:webHidden/>
          </w:rPr>
        </w:r>
        <w:r>
          <w:rPr>
            <w:noProof/>
            <w:webHidden/>
          </w:rPr>
          <w:fldChar w:fldCharType="separate"/>
        </w:r>
        <w:r>
          <w:rPr>
            <w:noProof/>
            <w:webHidden/>
          </w:rPr>
          <w:t>6</w:t>
        </w:r>
        <w:r>
          <w:rPr>
            <w:noProof/>
            <w:webHidden/>
          </w:rPr>
          <w:fldChar w:fldCharType="end"/>
        </w:r>
      </w:hyperlink>
    </w:p>
    <w:p w14:paraId="2B564C65" w14:textId="7A19D91A" w:rsidR="00082D40" w:rsidRDefault="00082D4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114" w:history="1">
        <w:r w:rsidRPr="00FD4612">
          <w:rPr>
            <w:rStyle w:val="Hyperlink"/>
            <w:noProof/>
          </w:rPr>
          <w:t>6.1.1</w:t>
        </w:r>
        <w:r>
          <w:rPr>
            <w:rFonts w:asciiTheme="minorHAnsi" w:eastAsiaTheme="minorEastAsia" w:hAnsiTheme="minorHAnsi" w:cstheme="minorBidi"/>
            <w:noProof/>
            <w:sz w:val="22"/>
            <w:szCs w:val="22"/>
            <w:lang w:val="en-US" w:bidi="ta-IN"/>
          </w:rPr>
          <w:tab/>
        </w:r>
        <w:r w:rsidRPr="00FD4612">
          <w:rPr>
            <w:rStyle w:val="Hyperlink"/>
            <w:noProof/>
          </w:rPr>
          <w:t>Changes</w:t>
        </w:r>
        <w:r>
          <w:rPr>
            <w:noProof/>
            <w:webHidden/>
          </w:rPr>
          <w:tab/>
        </w:r>
        <w:r>
          <w:rPr>
            <w:noProof/>
            <w:webHidden/>
          </w:rPr>
          <w:fldChar w:fldCharType="begin"/>
        </w:r>
        <w:r>
          <w:rPr>
            <w:noProof/>
            <w:webHidden/>
          </w:rPr>
          <w:instrText xml:space="preserve"> PAGEREF _Toc2688114 \h </w:instrText>
        </w:r>
        <w:r>
          <w:rPr>
            <w:noProof/>
            <w:webHidden/>
          </w:rPr>
        </w:r>
        <w:r>
          <w:rPr>
            <w:noProof/>
            <w:webHidden/>
          </w:rPr>
          <w:fldChar w:fldCharType="separate"/>
        </w:r>
        <w:r>
          <w:rPr>
            <w:noProof/>
            <w:webHidden/>
          </w:rPr>
          <w:t>6</w:t>
        </w:r>
        <w:r>
          <w:rPr>
            <w:noProof/>
            <w:webHidden/>
          </w:rPr>
          <w:fldChar w:fldCharType="end"/>
        </w:r>
      </w:hyperlink>
    </w:p>
    <w:p w14:paraId="28BD8E44" w14:textId="6F2FC4E1" w:rsidR="00082D40" w:rsidRDefault="00082D4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115" w:history="1">
        <w:r w:rsidRPr="00FD4612">
          <w:rPr>
            <w:rStyle w:val="Hyperlink"/>
            <w:noProof/>
          </w:rPr>
          <w:t>6.1.2</w:t>
        </w:r>
        <w:r>
          <w:rPr>
            <w:rFonts w:asciiTheme="minorHAnsi" w:eastAsiaTheme="minorEastAsia" w:hAnsiTheme="minorHAnsi" w:cstheme="minorBidi"/>
            <w:noProof/>
            <w:sz w:val="22"/>
            <w:szCs w:val="22"/>
            <w:lang w:val="en-US" w:bidi="ta-IN"/>
          </w:rPr>
          <w:tab/>
        </w:r>
        <w:r w:rsidRPr="00FD4612">
          <w:rPr>
            <w:rStyle w:val="Hyperlink"/>
            <w:noProof/>
          </w:rPr>
          <w:t>Feature Addition</w:t>
        </w:r>
        <w:r>
          <w:rPr>
            <w:noProof/>
            <w:webHidden/>
          </w:rPr>
          <w:tab/>
        </w:r>
        <w:r>
          <w:rPr>
            <w:noProof/>
            <w:webHidden/>
          </w:rPr>
          <w:fldChar w:fldCharType="begin"/>
        </w:r>
        <w:r>
          <w:rPr>
            <w:noProof/>
            <w:webHidden/>
          </w:rPr>
          <w:instrText xml:space="preserve"> PAGEREF _Toc2688115 \h </w:instrText>
        </w:r>
        <w:r>
          <w:rPr>
            <w:noProof/>
            <w:webHidden/>
          </w:rPr>
        </w:r>
        <w:r>
          <w:rPr>
            <w:noProof/>
            <w:webHidden/>
          </w:rPr>
          <w:fldChar w:fldCharType="separate"/>
        </w:r>
        <w:r>
          <w:rPr>
            <w:noProof/>
            <w:webHidden/>
          </w:rPr>
          <w:t>6</w:t>
        </w:r>
        <w:r>
          <w:rPr>
            <w:noProof/>
            <w:webHidden/>
          </w:rPr>
          <w:fldChar w:fldCharType="end"/>
        </w:r>
      </w:hyperlink>
    </w:p>
    <w:p w14:paraId="0B079CCD" w14:textId="72CF459C" w:rsidR="00082D40" w:rsidRDefault="00082D4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116" w:history="1">
        <w:r w:rsidRPr="00FD4612">
          <w:rPr>
            <w:rStyle w:val="Hyperlink"/>
            <w:noProof/>
          </w:rPr>
          <w:t>6.1.3</w:t>
        </w:r>
        <w:r>
          <w:rPr>
            <w:rFonts w:asciiTheme="minorHAnsi" w:eastAsiaTheme="minorEastAsia" w:hAnsiTheme="minorHAnsi" w:cstheme="minorBidi"/>
            <w:noProof/>
            <w:sz w:val="22"/>
            <w:szCs w:val="22"/>
            <w:lang w:val="en-US" w:bidi="ta-IN"/>
          </w:rPr>
          <w:tab/>
        </w:r>
        <w:r w:rsidRPr="00FD4612">
          <w:rPr>
            <w:rStyle w:val="Hyperlink"/>
            <w:noProof/>
          </w:rPr>
          <w:t>Bug Fixes</w:t>
        </w:r>
        <w:r>
          <w:rPr>
            <w:noProof/>
            <w:webHidden/>
          </w:rPr>
          <w:tab/>
        </w:r>
        <w:r>
          <w:rPr>
            <w:noProof/>
            <w:webHidden/>
          </w:rPr>
          <w:fldChar w:fldCharType="begin"/>
        </w:r>
        <w:r>
          <w:rPr>
            <w:noProof/>
            <w:webHidden/>
          </w:rPr>
          <w:instrText xml:space="preserve"> PAGEREF _Toc2688116 \h </w:instrText>
        </w:r>
        <w:r>
          <w:rPr>
            <w:noProof/>
            <w:webHidden/>
          </w:rPr>
        </w:r>
        <w:r>
          <w:rPr>
            <w:noProof/>
            <w:webHidden/>
          </w:rPr>
          <w:fldChar w:fldCharType="separate"/>
        </w:r>
        <w:r>
          <w:rPr>
            <w:noProof/>
            <w:webHidden/>
          </w:rPr>
          <w:t>6</w:t>
        </w:r>
        <w:r>
          <w:rPr>
            <w:noProof/>
            <w:webHidden/>
          </w:rPr>
          <w:fldChar w:fldCharType="end"/>
        </w:r>
      </w:hyperlink>
    </w:p>
    <w:p w14:paraId="3E170CA2" w14:textId="7E51E2F5" w:rsidR="00082D40" w:rsidRDefault="00082D4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117" w:history="1">
        <w:r w:rsidRPr="00FD4612">
          <w:rPr>
            <w:rStyle w:val="Hyperlink"/>
            <w:noProof/>
          </w:rPr>
          <w:t>6.1.4</w:t>
        </w:r>
        <w:r>
          <w:rPr>
            <w:rFonts w:asciiTheme="minorHAnsi" w:eastAsiaTheme="minorEastAsia" w:hAnsiTheme="minorHAnsi" w:cstheme="minorBidi"/>
            <w:noProof/>
            <w:sz w:val="22"/>
            <w:szCs w:val="22"/>
            <w:lang w:val="en-US" w:bidi="ta-IN"/>
          </w:rPr>
          <w:tab/>
        </w:r>
        <w:r w:rsidRPr="00FD4612">
          <w:rPr>
            <w:rStyle w:val="Hyperlink"/>
            <w:noProof/>
          </w:rPr>
          <w:t>Known limitation</w:t>
        </w:r>
        <w:r>
          <w:rPr>
            <w:noProof/>
            <w:webHidden/>
          </w:rPr>
          <w:tab/>
        </w:r>
        <w:r>
          <w:rPr>
            <w:noProof/>
            <w:webHidden/>
          </w:rPr>
          <w:fldChar w:fldCharType="begin"/>
        </w:r>
        <w:r>
          <w:rPr>
            <w:noProof/>
            <w:webHidden/>
          </w:rPr>
          <w:instrText xml:space="preserve"> PAGEREF _Toc2688117 \h </w:instrText>
        </w:r>
        <w:r>
          <w:rPr>
            <w:noProof/>
            <w:webHidden/>
          </w:rPr>
        </w:r>
        <w:r>
          <w:rPr>
            <w:noProof/>
            <w:webHidden/>
          </w:rPr>
          <w:fldChar w:fldCharType="separate"/>
        </w:r>
        <w:r>
          <w:rPr>
            <w:noProof/>
            <w:webHidden/>
          </w:rPr>
          <w:t>6</w:t>
        </w:r>
        <w:r>
          <w:rPr>
            <w:noProof/>
            <w:webHidden/>
          </w:rPr>
          <w:fldChar w:fldCharType="end"/>
        </w:r>
      </w:hyperlink>
    </w:p>
    <w:p w14:paraId="154C8A7B" w14:textId="372CDB54"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18" w:history="1">
        <w:r w:rsidRPr="00FD4612">
          <w:rPr>
            <w:rStyle w:val="Hyperlink"/>
            <w:noProof/>
          </w:rPr>
          <w:t>7</w:t>
        </w:r>
        <w:r>
          <w:rPr>
            <w:rFonts w:asciiTheme="minorHAnsi" w:eastAsiaTheme="minorEastAsia" w:hAnsiTheme="minorHAnsi" w:cstheme="minorBidi"/>
            <w:noProof/>
            <w:sz w:val="22"/>
            <w:szCs w:val="22"/>
            <w:lang w:val="en-US" w:bidi="ta-IN"/>
          </w:rPr>
          <w:tab/>
        </w:r>
        <w:r w:rsidRPr="00FD4612">
          <w:rPr>
            <w:rStyle w:val="Hyperlink"/>
            <w:noProof/>
          </w:rPr>
          <w:t>Appendix 1</w:t>
        </w:r>
        <w:r>
          <w:rPr>
            <w:noProof/>
            <w:webHidden/>
          </w:rPr>
          <w:tab/>
        </w:r>
        <w:r>
          <w:rPr>
            <w:noProof/>
            <w:webHidden/>
          </w:rPr>
          <w:fldChar w:fldCharType="begin"/>
        </w:r>
        <w:r>
          <w:rPr>
            <w:noProof/>
            <w:webHidden/>
          </w:rPr>
          <w:instrText xml:space="preserve"> PAGEREF _Toc2688118 \h </w:instrText>
        </w:r>
        <w:r>
          <w:rPr>
            <w:noProof/>
            <w:webHidden/>
          </w:rPr>
        </w:r>
        <w:r>
          <w:rPr>
            <w:noProof/>
            <w:webHidden/>
          </w:rPr>
          <w:fldChar w:fldCharType="separate"/>
        </w:r>
        <w:r>
          <w:rPr>
            <w:noProof/>
            <w:webHidden/>
          </w:rPr>
          <w:t>7</w:t>
        </w:r>
        <w:r>
          <w:rPr>
            <w:noProof/>
            <w:webHidden/>
          </w:rPr>
          <w:fldChar w:fldCharType="end"/>
        </w:r>
      </w:hyperlink>
    </w:p>
    <w:p w14:paraId="34694C2D" w14:textId="5DEF3807" w:rsidR="00082D40" w:rsidRDefault="00082D4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8119" w:history="1">
        <w:r w:rsidRPr="00FD4612">
          <w:rPr>
            <w:rStyle w:val="Hyperlink"/>
            <w:noProof/>
          </w:rPr>
          <w:t>7.1</w:t>
        </w:r>
        <w:r>
          <w:rPr>
            <w:rFonts w:asciiTheme="minorHAnsi" w:eastAsiaTheme="minorEastAsia" w:hAnsiTheme="minorHAnsi" w:cstheme="minorBidi"/>
            <w:noProof/>
            <w:sz w:val="22"/>
            <w:szCs w:val="22"/>
            <w:lang w:val="en-US" w:bidi="ta-IN"/>
          </w:rPr>
          <w:tab/>
        </w:r>
        <w:r w:rsidRPr="00FD4612">
          <w:rPr>
            <w:rStyle w:val="Hyperlink"/>
            <w:noProof/>
          </w:rPr>
          <w:t>libusb Installation Instructions</w:t>
        </w:r>
        <w:r>
          <w:rPr>
            <w:noProof/>
            <w:webHidden/>
          </w:rPr>
          <w:tab/>
        </w:r>
        <w:r>
          <w:rPr>
            <w:noProof/>
            <w:webHidden/>
          </w:rPr>
          <w:fldChar w:fldCharType="begin"/>
        </w:r>
        <w:r>
          <w:rPr>
            <w:noProof/>
            <w:webHidden/>
          </w:rPr>
          <w:instrText xml:space="preserve"> PAGEREF _Toc2688119 \h </w:instrText>
        </w:r>
        <w:r>
          <w:rPr>
            <w:noProof/>
            <w:webHidden/>
          </w:rPr>
        </w:r>
        <w:r>
          <w:rPr>
            <w:noProof/>
            <w:webHidden/>
          </w:rPr>
          <w:fldChar w:fldCharType="separate"/>
        </w:r>
        <w:r>
          <w:rPr>
            <w:noProof/>
            <w:webHidden/>
          </w:rPr>
          <w:t>7</w:t>
        </w:r>
        <w:r>
          <w:rPr>
            <w:noProof/>
            <w:webHidden/>
          </w:rPr>
          <w:fldChar w:fldCharType="end"/>
        </w:r>
      </w:hyperlink>
    </w:p>
    <w:p w14:paraId="469C3CBA" w14:textId="5479E787" w:rsidR="00082D40" w:rsidRDefault="00082D4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120" w:history="1">
        <w:r w:rsidRPr="00FD4612">
          <w:rPr>
            <w:rStyle w:val="Hyperlink"/>
            <w:noProof/>
          </w:rPr>
          <w:t>7.1.1</w:t>
        </w:r>
        <w:r>
          <w:rPr>
            <w:rFonts w:asciiTheme="minorHAnsi" w:eastAsiaTheme="minorEastAsia" w:hAnsiTheme="minorHAnsi" w:cstheme="minorBidi"/>
            <w:noProof/>
            <w:sz w:val="22"/>
            <w:szCs w:val="22"/>
            <w:lang w:val="en-US" w:bidi="ta-IN"/>
          </w:rPr>
          <w:tab/>
        </w:r>
        <w:r w:rsidRPr="00FD4612">
          <w:rPr>
            <w:rStyle w:val="Hyperlink"/>
            <w:noProof/>
          </w:rPr>
          <w:t>Package Download</w:t>
        </w:r>
        <w:r>
          <w:rPr>
            <w:noProof/>
            <w:webHidden/>
          </w:rPr>
          <w:tab/>
        </w:r>
        <w:r>
          <w:rPr>
            <w:noProof/>
            <w:webHidden/>
          </w:rPr>
          <w:fldChar w:fldCharType="begin"/>
        </w:r>
        <w:r>
          <w:rPr>
            <w:noProof/>
            <w:webHidden/>
          </w:rPr>
          <w:instrText xml:space="preserve"> PAGEREF _Toc2688120 \h </w:instrText>
        </w:r>
        <w:r>
          <w:rPr>
            <w:noProof/>
            <w:webHidden/>
          </w:rPr>
        </w:r>
        <w:r>
          <w:rPr>
            <w:noProof/>
            <w:webHidden/>
          </w:rPr>
          <w:fldChar w:fldCharType="separate"/>
        </w:r>
        <w:r>
          <w:rPr>
            <w:noProof/>
            <w:webHidden/>
          </w:rPr>
          <w:t>7</w:t>
        </w:r>
        <w:r>
          <w:rPr>
            <w:noProof/>
            <w:webHidden/>
          </w:rPr>
          <w:fldChar w:fldCharType="end"/>
        </w:r>
      </w:hyperlink>
    </w:p>
    <w:p w14:paraId="72D2985D" w14:textId="60589EFD" w:rsidR="00082D40" w:rsidRDefault="00082D40">
      <w:pPr>
        <w:pStyle w:val="TOC3"/>
        <w:tabs>
          <w:tab w:val="left" w:pos="1320"/>
          <w:tab w:val="right" w:leader="dot" w:pos="8270"/>
        </w:tabs>
        <w:rPr>
          <w:rFonts w:asciiTheme="minorHAnsi" w:eastAsiaTheme="minorEastAsia" w:hAnsiTheme="minorHAnsi" w:cstheme="minorBidi"/>
          <w:noProof/>
          <w:sz w:val="22"/>
          <w:szCs w:val="22"/>
          <w:lang w:val="en-US" w:bidi="ta-IN"/>
        </w:rPr>
      </w:pPr>
      <w:hyperlink w:anchor="_Toc2688121" w:history="1">
        <w:r w:rsidRPr="00FD4612">
          <w:rPr>
            <w:rStyle w:val="Hyperlink"/>
            <w:noProof/>
          </w:rPr>
          <w:t>7.1.2</w:t>
        </w:r>
        <w:r>
          <w:rPr>
            <w:rFonts w:asciiTheme="minorHAnsi" w:eastAsiaTheme="minorEastAsia" w:hAnsiTheme="minorHAnsi" w:cstheme="minorBidi"/>
            <w:noProof/>
            <w:sz w:val="22"/>
            <w:szCs w:val="22"/>
            <w:lang w:val="en-US" w:bidi="ta-IN"/>
          </w:rPr>
          <w:tab/>
        </w:r>
        <w:r w:rsidRPr="00FD4612">
          <w:rPr>
            <w:rStyle w:val="Hyperlink"/>
            <w:noProof/>
          </w:rPr>
          <w:t>Installation of libusb</w:t>
        </w:r>
        <w:r>
          <w:rPr>
            <w:noProof/>
            <w:webHidden/>
          </w:rPr>
          <w:tab/>
        </w:r>
        <w:r>
          <w:rPr>
            <w:noProof/>
            <w:webHidden/>
          </w:rPr>
          <w:fldChar w:fldCharType="begin"/>
        </w:r>
        <w:r>
          <w:rPr>
            <w:noProof/>
            <w:webHidden/>
          </w:rPr>
          <w:instrText xml:space="preserve"> PAGEREF _Toc2688121 \h </w:instrText>
        </w:r>
        <w:r>
          <w:rPr>
            <w:noProof/>
            <w:webHidden/>
          </w:rPr>
        </w:r>
        <w:r>
          <w:rPr>
            <w:noProof/>
            <w:webHidden/>
          </w:rPr>
          <w:fldChar w:fldCharType="separate"/>
        </w:r>
        <w:r>
          <w:rPr>
            <w:noProof/>
            <w:webHidden/>
          </w:rPr>
          <w:t>7</w:t>
        </w:r>
        <w:r>
          <w:rPr>
            <w:noProof/>
            <w:webHidden/>
          </w:rPr>
          <w:fldChar w:fldCharType="end"/>
        </w:r>
      </w:hyperlink>
    </w:p>
    <w:p w14:paraId="142C1E1A" w14:textId="15A58C45" w:rsidR="00082D40" w:rsidRDefault="00082D40">
      <w:pPr>
        <w:pStyle w:val="TOC1"/>
        <w:tabs>
          <w:tab w:val="left" w:pos="480"/>
        </w:tabs>
        <w:rPr>
          <w:rFonts w:asciiTheme="minorHAnsi" w:eastAsiaTheme="minorEastAsia" w:hAnsiTheme="minorHAnsi" w:cstheme="minorBidi"/>
          <w:noProof/>
          <w:sz w:val="22"/>
          <w:szCs w:val="22"/>
          <w:lang w:val="en-US" w:bidi="ta-IN"/>
        </w:rPr>
      </w:pPr>
      <w:hyperlink w:anchor="_Toc2688122" w:history="1">
        <w:r w:rsidRPr="00FD4612">
          <w:rPr>
            <w:rStyle w:val="Hyperlink"/>
            <w:noProof/>
          </w:rPr>
          <w:t>8</w:t>
        </w:r>
        <w:r>
          <w:rPr>
            <w:rFonts w:asciiTheme="minorHAnsi" w:eastAsiaTheme="minorEastAsia" w:hAnsiTheme="minorHAnsi" w:cstheme="minorBidi"/>
            <w:noProof/>
            <w:sz w:val="22"/>
            <w:szCs w:val="22"/>
            <w:lang w:val="en-US" w:bidi="ta-IN"/>
          </w:rPr>
          <w:tab/>
        </w:r>
        <w:r w:rsidRPr="00FD4612">
          <w:rPr>
            <w:rStyle w:val="Hyperlink"/>
            <w:noProof/>
          </w:rPr>
          <w:t>Appendix 2</w:t>
        </w:r>
        <w:r>
          <w:rPr>
            <w:noProof/>
            <w:webHidden/>
          </w:rPr>
          <w:tab/>
        </w:r>
        <w:r>
          <w:rPr>
            <w:noProof/>
            <w:webHidden/>
          </w:rPr>
          <w:fldChar w:fldCharType="begin"/>
        </w:r>
        <w:r>
          <w:rPr>
            <w:noProof/>
            <w:webHidden/>
          </w:rPr>
          <w:instrText xml:space="preserve"> PAGEREF _Toc2688122 \h </w:instrText>
        </w:r>
        <w:r>
          <w:rPr>
            <w:noProof/>
            <w:webHidden/>
          </w:rPr>
        </w:r>
        <w:r>
          <w:rPr>
            <w:noProof/>
            <w:webHidden/>
          </w:rPr>
          <w:fldChar w:fldCharType="separate"/>
        </w:r>
        <w:r>
          <w:rPr>
            <w:noProof/>
            <w:webHidden/>
          </w:rPr>
          <w:t>11</w:t>
        </w:r>
        <w:r>
          <w:rPr>
            <w:noProof/>
            <w:webHidden/>
          </w:rPr>
          <w:fldChar w:fldCharType="end"/>
        </w:r>
      </w:hyperlink>
    </w:p>
    <w:p w14:paraId="7B8B77BA" w14:textId="2A7E73AC" w:rsidR="00082D40" w:rsidRDefault="00082D40">
      <w:pPr>
        <w:pStyle w:val="TOC2"/>
        <w:tabs>
          <w:tab w:val="left" w:pos="880"/>
          <w:tab w:val="right" w:leader="dot" w:pos="8270"/>
        </w:tabs>
        <w:rPr>
          <w:rFonts w:asciiTheme="minorHAnsi" w:eastAsiaTheme="minorEastAsia" w:hAnsiTheme="minorHAnsi" w:cstheme="minorBidi"/>
          <w:noProof/>
          <w:sz w:val="22"/>
          <w:szCs w:val="22"/>
          <w:lang w:val="en-US" w:bidi="ta-IN"/>
        </w:rPr>
      </w:pPr>
      <w:hyperlink w:anchor="_Toc2688123" w:history="1">
        <w:r w:rsidRPr="00FD4612">
          <w:rPr>
            <w:rStyle w:val="Hyperlink"/>
            <w:noProof/>
          </w:rPr>
          <w:t>8.1</w:t>
        </w:r>
        <w:r>
          <w:rPr>
            <w:rFonts w:asciiTheme="minorHAnsi" w:eastAsiaTheme="minorEastAsia" w:hAnsiTheme="minorHAnsi" w:cstheme="minorBidi"/>
            <w:noProof/>
            <w:sz w:val="22"/>
            <w:szCs w:val="22"/>
            <w:lang w:val="en-US" w:bidi="ta-IN"/>
          </w:rPr>
          <w:tab/>
        </w:r>
        <w:r w:rsidRPr="00FD4612">
          <w:rPr>
            <w:rStyle w:val="Hyperlink"/>
            <w:noProof/>
          </w:rPr>
          <w:t>FAQ (Frequently asked Questions)</w:t>
        </w:r>
        <w:r>
          <w:rPr>
            <w:noProof/>
            <w:webHidden/>
          </w:rPr>
          <w:tab/>
        </w:r>
        <w:r>
          <w:rPr>
            <w:noProof/>
            <w:webHidden/>
          </w:rPr>
          <w:fldChar w:fldCharType="begin"/>
        </w:r>
        <w:r>
          <w:rPr>
            <w:noProof/>
            <w:webHidden/>
          </w:rPr>
          <w:instrText xml:space="preserve"> PAGEREF _Toc2688123 \h </w:instrText>
        </w:r>
        <w:r>
          <w:rPr>
            <w:noProof/>
            <w:webHidden/>
          </w:rPr>
        </w:r>
        <w:r>
          <w:rPr>
            <w:noProof/>
            <w:webHidden/>
          </w:rPr>
          <w:fldChar w:fldCharType="separate"/>
        </w:r>
        <w:r>
          <w:rPr>
            <w:noProof/>
            <w:webHidden/>
          </w:rPr>
          <w:t>11</w:t>
        </w:r>
        <w:r>
          <w:rPr>
            <w:noProof/>
            <w:webHidden/>
          </w:rPr>
          <w:fldChar w:fldCharType="end"/>
        </w:r>
      </w:hyperlink>
    </w:p>
    <w:p w14:paraId="6465FD26" w14:textId="4DCF63E7" w:rsidR="000067D8" w:rsidRDefault="00F84A9F" w:rsidP="000067D8">
      <w:r>
        <w:fldChar w:fldCharType="end"/>
      </w:r>
    </w:p>
    <w:p w14:paraId="37AD86C8" w14:textId="77777777" w:rsidR="000067D8" w:rsidRDefault="000067D8" w:rsidP="002117F8">
      <w:pPr>
        <w:pStyle w:val="Heading1"/>
      </w:pPr>
      <w:r>
        <w:br w:type="page"/>
      </w:r>
      <w:bookmarkStart w:id="3" w:name="_Toc2688107"/>
      <w:r>
        <w:lastRenderedPageBreak/>
        <w:t>Introduction</w:t>
      </w:r>
      <w:bookmarkEnd w:id="3"/>
    </w:p>
    <w:p w14:paraId="17186752" w14:textId="74E01E45" w:rsidR="000E645F" w:rsidRDefault="0084144F" w:rsidP="000E645F">
      <w:r>
        <w:t xml:space="preserve">This document provides </w:t>
      </w:r>
      <w:r w:rsidR="00235E2F">
        <w:t xml:space="preserve">release </w:t>
      </w:r>
      <w:r>
        <w:t xml:space="preserve">information </w:t>
      </w:r>
      <w:r w:rsidR="00235E2F">
        <w:t>about</w:t>
      </w:r>
      <w:r w:rsidR="005504D9">
        <w:t xml:space="preserve"> </w:t>
      </w:r>
      <w:r w:rsidR="00135C72">
        <w:t>Lin</w:t>
      </w:r>
      <w:r w:rsidR="005504D9">
        <w:t>ux Application Code example</w:t>
      </w:r>
      <w:r w:rsidR="00854FBA">
        <w:t xml:space="preserve"> to </w:t>
      </w:r>
      <w:r w:rsidR="005A65D1">
        <w:t xml:space="preserve">perform Role Switch Type – </w:t>
      </w:r>
      <w:proofErr w:type="spellStart"/>
      <w:r w:rsidR="005A65D1">
        <w:t>flexconnect</w:t>
      </w:r>
      <w:proofErr w:type="spellEnd"/>
      <w:r w:rsidR="005A65D1">
        <w:t xml:space="preserve"> for USB</w:t>
      </w:r>
      <w:r w:rsidR="0007355F">
        <w:t>70</w:t>
      </w:r>
      <w:r w:rsidR="005A65D1">
        <w:t>xx family hubs</w:t>
      </w:r>
    </w:p>
    <w:p w14:paraId="1E408544" w14:textId="77777777" w:rsidR="007A658A" w:rsidRDefault="007A658A" w:rsidP="007A658A">
      <w:pPr>
        <w:pStyle w:val="Heading1"/>
      </w:pPr>
      <w:bookmarkStart w:id="4" w:name="_Toc280203303"/>
      <w:bookmarkStart w:id="5" w:name="_Toc280206233"/>
      <w:bookmarkStart w:id="6" w:name="_Toc2688108"/>
      <w:r>
        <w:t>Legal Information</w:t>
      </w:r>
      <w:bookmarkEnd w:id="6"/>
    </w:p>
    <w:p w14:paraId="2C453854" w14:textId="77777777"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14:paraId="1FF8A1A2" w14:textId="77777777" w:rsidR="00F27EF3" w:rsidRDefault="00F27EF3" w:rsidP="00F27EF3">
      <w:pPr>
        <w:jc w:val="both"/>
        <w:rPr>
          <w:rFonts w:ascii="Arial" w:hAnsi="Arial" w:cs="Arial"/>
          <w:sz w:val="20"/>
          <w:szCs w:val="18"/>
        </w:rPr>
      </w:pPr>
      <w:r>
        <w:rPr>
          <w:rFonts w:ascii="Arial" w:hAnsi="Arial" w:cs="Arial"/>
          <w:sz w:val="20"/>
          <w:szCs w:val="18"/>
        </w:rPr>
        <w:t>Copyright © [2019] Microchip Technology Inc. and its subsidiaries.</w:t>
      </w:r>
    </w:p>
    <w:p w14:paraId="205D8D6F" w14:textId="77777777" w:rsidR="00F27EF3" w:rsidRDefault="00F27EF3" w:rsidP="00F27EF3">
      <w:pPr>
        <w:jc w:val="both"/>
        <w:rPr>
          <w:rFonts w:ascii="Arial" w:hAnsi="Arial" w:cs="Arial"/>
          <w:sz w:val="20"/>
          <w:szCs w:val="18"/>
        </w:rPr>
      </w:pPr>
    </w:p>
    <w:p w14:paraId="40079D09" w14:textId="77777777" w:rsidR="00F27EF3" w:rsidRDefault="00F27EF3" w:rsidP="00F27EF3">
      <w:pPr>
        <w:jc w:val="both"/>
        <w:rPr>
          <w:rFonts w:ascii="Arial" w:hAnsi="Arial" w:cs="Arial"/>
          <w:sz w:val="20"/>
          <w:szCs w:val="18"/>
        </w:rPr>
      </w:pPr>
      <w:r>
        <w:rPr>
          <w:rFonts w:ascii="Arial" w:hAnsi="Arial" w:cs="Arial"/>
          <w:sz w:val="20"/>
          <w:szCs w:val="18"/>
        </w:rPr>
        <w:t xml:space="preserve">Subject to your compliance with these terms, you may use Microchip software and any derivatives exclusively with Microchip products. It is your responsibility to comply with third party license terms applicable to your use of </w:t>
      </w:r>
      <w:proofErr w:type="gramStart"/>
      <w:r>
        <w:rPr>
          <w:rFonts w:ascii="Arial" w:hAnsi="Arial" w:cs="Arial"/>
          <w:sz w:val="20"/>
          <w:szCs w:val="18"/>
        </w:rPr>
        <w:t>third party</w:t>
      </w:r>
      <w:proofErr w:type="gramEnd"/>
      <w:r>
        <w:rPr>
          <w:rFonts w:ascii="Arial" w:hAnsi="Arial" w:cs="Arial"/>
          <w:sz w:val="20"/>
          <w:szCs w:val="18"/>
        </w:rPr>
        <w:t xml:space="preserve"> software (including open source software) that may accompany Microchip software.</w:t>
      </w:r>
    </w:p>
    <w:p w14:paraId="7F204792" w14:textId="77777777" w:rsidR="00F27EF3" w:rsidRDefault="00F27EF3" w:rsidP="00F27EF3">
      <w:pPr>
        <w:jc w:val="both"/>
        <w:rPr>
          <w:rFonts w:ascii="Arial" w:hAnsi="Arial" w:cs="Arial"/>
          <w:sz w:val="20"/>
          <w:szCs w:val="18"/>
        </w:rPr>
      </w:pPr>
    </w:p>
    <w:p w14:paraId="14669C0F" w14:textId="77777777" w:rsidR="00F27EF3" w:rsidRDefault="00F27EF3" w:rsidP="00F27EF3">
      <w:pPr>
        <w:jc w:val="both"/>
        <w:rPr>
          <w:rFonts w:ascii="Arial" w:hAnsi="Arial" w:cs="Arial"/>
          <w:sz w:val="20"/>
          <w:szCs w:val="18"/>
        </w:rPr>
      </w:pPr>
      <w:r>
        <w:rPr>
          <w:rFonts w:ascii="Arial" w:hAnsi="Arial" w:cs="Arial"/>
          <w:sz w:val="20"/>
          <w:szCs w:val="18"/>
        </w:rPr>
        <w:t>THIS SOFTWARE IS SUPPLIED BY MICROCHIP "AS IS".  NO WARRANTIES, WHETHER EXPRESS, IMPLIED OR STATUTORY, APPLY TO THIS SOFTWARE, INCLUDING ANY IMPLIED WARRANTIES OF NON-INFRINGEMENT, MERCHANTABILITY, AND FITNESS FOR A PARTICULAR PURPOSE. IN NO EVENT WILL MICROCHIP BE LIABLE FOR ANY INDIRECT, SPECIAL, PUNITIVE, INCIDENTAL OR CONSEQUENTIAL LOSS, DAMAGE, COST OR EXPENSE OF ANY KIND WHATSOEVER RELATED TO THE SOFTWARE, HOWEVER CAUSED, EVEN IF MICROCHIP HAS BEEN ADVISED OF THE POSSIBILITY OR THE DAMAGES ARE FORESEEABLE.  TO THE FULLEST EXTENT ALLOWED BY LAW, MICROCHIP'S TOTAL LIABILITY ON ALL CLAIMS IN ANY WAY RELATED TO THIS SOFTWARE WILL NOT EXCEED THE AMOUNT OF FEES, IF ANY, THAT YOU</w:t>
      </w:r>
    </w:p>
    <w:p w14:paraId="3F7DB434" w14:textId="77777777" w:rsidR="00F27EF3" w:rsidRDefault="00F27EF3" w:rsidP="00F27EF3">
      <w:pPr>
        <w:jc w:val="both"/>
        <w:rPr>
          <w:rFonts w:ascii="Arial" w:hAnsi="Arial" w:cs="Arial"/>
          <w:sz w:val="20"/>
          <w:szCs w:val="18"/>
        </w:rPr>
      </w:pPr>
      <w:r>
        <w:rPr>
          <w:rFonts w:ascii="Arial" w:hAnsi="Arial" w:cs="Arial"/>
          <w:sz w:val="20"/>
          <w:szCs w:val="18"/>
        </w:rPr>
        <w:t>HAVE PAID DIRECTLY TO MICROCHIP FOR THIS SOFTWARE.</w:t>
      </w:r>
    </w:p>
    <w:p w14:paraId="5477170A" w14:textId="77777777" w:rsidR="00F27EF3" w:rsidRDefault="00F27EF3" w:rsidP="00F27EF3">
      <w:pPr>
        <w:autoSpaceDE w:val="0"/>
        <w:autoSpaceDN w:val="0"/>
        <w:adjustRightInd w:val="0"/>
        <w:rPr>
          <w:rFonts w:ascii="Arial" w:hAnsi="Arial" w:cs="Arial"/>
          <w:b/>
          <w:bCs/>
          <w:sz w:val="20"/>
          <w:szCs w:val="18"/>
        </w:rPr>
      </w:pPr>
      <w:r>
        <w:rPr>
          <w:rFonts w:ascii="Arial" w:hAnsi="Arial" w:cs="Arial"/>
          <w:b/>
          <w:bCs/>
          <w:sz w:val="20"/>
          <w:szCs w:val="18"/>
        </w:rPr>
        <w:t>Trademark Information</w:t>
      </w:r>
    </w:p>
    <w:p w14:paraId="77BBC6E7" w14:textId="77777777" w:rsidR="00F27EF3" w:rsidRDefault="00F27EF3" w:rsidP="00F27EF3">
      <w:pPr>
        <w:autoSpaceDE w:val="0"/>
        <w:autoSpaceDN w:val="0"/>
        <w:adjustRightInd w:val="0"/>
        <w:rPr>
          <w:rFonts w:ascii="Arial" w:hAnsi="Arial" w:cs="Arial"/>
          <w:sz w:val="20"/>
          <w:szCs w:val="18"/>
        </w:rPr>
      </w:pPr>
      <w:r>
        <w:rPr>
          <w:rFonts w:ascii="Arial" w:hAnsi="Arial" w:cs="Arial"/>
          <w:sz w:val="20"/>
          <w:szCs w:val="18"/>
        </w:rPr>
        <w:t>The Microchip name and logo, the Microchip logo, MPLAB, and PIC are registered trademarks of Microchip Technology</w:t>
      </w:r>
    </w:p>
    <w:p w14:paraId="79CA77D0" w14:textId="77777777" w:rsidR="00F27EF3" w:rsidRDefault="00F27EF3" w:rsidP="00F27EF3">
      <w:pPr>
        <w:autoSpaceDE w:val="0"/>
        <w:autoSpaceDN w:val="0"/>
        <w:adjustRightInd w:val="0"/>
        <w:rPr>
          <w:rFonts w:ascii="Arial" w:hAnsi="Arial" w:cs="Arial"/>
          <w:sz w:val="20"/>
          <w:szCs w:val="18"/>
        </w:rPr>
      </w:pPr>
      <w:r>
        <w:rPr>
          <w:rFonts w:ascii="Arial" w:hAnsi="Arial" w:cs="Arial"/>
          <w:sz w:val="20"/>
          <w:szCs w:val="18"/>
        </w:rPr>
        <w:t>Incorporated in the U.S.A. and other countries.</w:t>
      </w:r>
    </w:p>
    <w:p w14:paraId="676355FB" w14:textId="77777777" w:rsidR="00F27EF3" w:rsidRDefault="00F27EF3" w:rsidP="00F27EF3">
      <w:pPr>
        <w:autoSpaceDE w:val="0"/>
        <w:autoSpaceDN w:val="0"/>
        <w:adjustRightInd w:val="0"/>
        <w:rPr>
          <w:rFonts w:ascii="Arial" w:hAnsi="Arial" w:cs="Arial"/>
          <w:sz w:val="20"/>
          <w:szCs w:val="18"/>
        </w:rPr>
      </w:pPr>
      <w:r>
        <w:rPr>
          <w:rFonts w:ascii="Arial" w:hAnsi="Arial" w:cs="Arial"/>
          <w:sz w:val="20"/>
          <w:szCs w:val="18"/>
        </w:rPr>
        <w:t xml:space="preserve">PICDEM and </w:t>
      </w:r>
      <w:proofErr w:type="spellStart"/>
      <w:r>
        <w:rPr>
          <w:rFonts w:ascii="Arial" w:hAnsi="Arial" w:cs="Arial"/>
          <w:sz w:val="20"/>
          <w:szCs w:val="18"/>
        </w:rPr>
        <w:t>PICtail</w:t>
      </w:r>
      <w:proofErr w:type="spellEnd"/>
      <w:r>
        <w:rPr>
          <w:rFonts w:ascii="Arial" w:hAnsi="Arial" w:cs="Arial"/>
          <w:sz w:val="20"/>
          <w:szCs w:val="18"/>
        </w:rPr>
        <w:t xml:space="preserve"> are trademarks of Microchip Technology Incorporated in the U.S.A. and other countries.</w:t>
      </w:r>
    </w:p>
    <w:p w14:paraId="68E65BEB" w14:textId="77777777" w:rsidR="00F27EF3" w:rsidRDefault="00F27EF3" w:rsidP="00F27EF3">
      <w:pPr>
        <w:autoSpaceDE w:val="0"/>
        <w:autoSpaceDN w:val="0"/>
        <w:adjustRightInd w:val="0"/>
        <w:rPr>
          <w:rFonts w:ascii="Arial" w:hAnsi="Arial" w:cs="Arial"/>
          <w:sz w:val="20"/>
          <w:szCs w:val="18"/>
        </w:rPr>
      </w:pPr>
      <w:r>
        <w:rPr>
          <w:rFonts w:ascii="Arial" w:hAnsi="Arial" w:cs="Arial"/>
          <w:sz w:val="20"/>
          <w:szCs w:val="18"/>
        </w:rPr>
        <w:t>Microsoft, Windows, Windows Vista, and Authenticode are either registered trademarks or trademarks of Microsoft Corporation in the United States and/or other countries.</w:t>
      </w:r>
    </w:p>
    <w:p w14:paraId="68612920" w14:textId="77777777" w:rsidR="00F27EF3" w:rsidRDefault="00F27EF3" w:rsidP="00F27EF3">
      <w:pPr>
        <w:autoSpaceDE w:val="0"/>
        <w:autoSpaceDN w:val="0"/>
        <w:adjustRightInd w:val="0"/>
        <w:rPr>
          <w:rFonts w:ascii="Arial" w:hAnsi="Arial" w:cs="Arial"/>
          <w:sz w:val="20"/>
          <w:szCs w:val="18"/>
        </w:rPr>
      </w:pPr>
    </w:p>
    <w:p w14:paraId="727399E6" w14:textId="77777777" w:rsidR="00F27EF3" w:rsidRDefault="00F27EF3" w:rsidP="00F27EF3">
      <w:pPr>
        <w:autoSpaceDE w:val="0"/>
        <w:autoSpaceDN w:val="0"/>
        <w:adjustRightInd w:val="0"/>
      </w:pPr>
      <w:r>
        <w:rPr>
          <w:rFonts w:ascii="Arial" w:hAnsi="Arial" w:cs="Arial"/>
          <w:sz w:val="20"/>
          <w:szCs w:val="18"/>
        </w:rPr>
        <w:t>SD is a trademark of the SD Association in the U.S.A and other countries</w:t>
      </w:r>
    </w:p>
    <w:p w14:paraId="5E704A28" w14:textId="77777777" w:rsidR="006626EF" w:rsidRDefault="006626EF">
      <w:pPr>
        <w:rPr>
          <w:rFonts w:ascii="Arial" w:hAnsi="Arial" w:cs="Arial"/>
          <w:b/>
          <w:bCs/>
          <w:kern w:val="32"/>
          <w:sz w:val="32"/>
          <w:szCs w:val="32"/>
          <w:lang w:val="en-GB"/>
        </w:rPr>
      </w:pPr>
      <w:r>
        <w:br w:type="page"/>
      </w:r>
    </w:p>
    <w:p w14:paraId="14D9BFFE" w14:textId="77777777" w:rsidR="00E42BCC" w:rsidRDefault="00E42BCC">
      <w:pPr>
        <w:pStyle w:val="Heading1"/>
      </w:pPr>
      <w:bookmarkStart w:id="7" w:name="_Toc387328961"/>
      <w:bookmarkStart w:id="8" w:name="_Toc2688109"/>
      <w:r>
        <w:lastRenderedPageBreak/>
        <w:t>Software required</w:t>
      </w:r>
      <w:bookmarkEnd w:id="8"/>
    </w:p>
    <w:p w14:paraId="00A7367D" w14:textId="77777777" w:rsidR="00E42BCC" w:rsidRDefault="00E42BCC" w:rsidP="008C6680">
      <w:pPr>
        <w:pStyle w:val="ListParagraph"/>
        <w:numPr>
          <w:ilvl w:val="0"/>
          <w:numId w:val="4"/>
        </w:numPr>
      </w:pPr>
      <w:proofErr w:type="spellStart"/>
      <w:r>
        <w:t>l</w:t>
      </w:r>
      <w:r w:rsidRPr="00E42BCC">
        <w:t>ib</w:t>
      </w:r>
      <w:r>
        <w:t>usb</w:t>
      </w:r>
      <w:proofErr w:type="spellEnd"/>
    </w:p>
    <w:p w14:paraId="29E20A44" w14:textId="77777777" w:rsidR="00E42BCC" w:rsidRPr="00BF0CC8" w:rsidRDefault="00E42BCC" w:rsidP="00E42BCC">
      <w:pPr>
        <w:pStyle w:val="ListParagraph"/>
        <w:spacing w:after="200" w:line="276" w:lineRule="auto"/>
        <w:contextualSpacing/>
        <w:rPr>
          <w:sz w:val="28"/>
          <w:szCs w:val="28"/>
        </w:rPr>
      </w:pPr>
      <w:r w:rsidRPr="00BF0CC8">
        <w:rPr>
          <w:sz w:val="28"/>
          <w:szCs w:val="28"/>
        </w:rPr>
        <w:t xml:space="preserve">Download the latest </w:t>
      </w:r>
      <w:proofErr w:type="spellStart"/>
      <w:r w:rsidRPr="00BF0CC8">
        <w:rPr>
          <w:sz w:val="28"/>
          <w:szCs w:val="28"/>
        </w:rPr>
        <w:t>libusb</w:t>
      </w:r>
      <w:proofErr w:type="spellEnd"/>
      <w:r w:rsidRPr="00BF0CC8">
        <w:rPr>
          <w:sz w:val="28"/>
          <w:szCs w:val="28"/>
        </w:rPr>
        <w:t xml:space="preserve"> from </w:t>
      </w:r>
      <w:hyperlink r:id="rId11" w:history="1">
        <w:r w:rsidRPr="00BF0CC8">
          <w:rPr>
            <w:rStyle w:val="Hyperlink"/>
            <w:sz w:val="28"/>
            <w:szCs w:val="28"/>
          </w:rPr>
          <w:t>http://sourceforge.net/projects/libusb/files/latest/download?source=files</w:t>
        </w:r>
      </w:hyperlink>
    </w:p>
    <w:p w14:paraId="5FB096AA" w14:textId="77777777" w:rsidR="00E42BCC" w:rsidRPr="00E42BCC" w:rsidRDefault="00E42BCC" w:rsidP="00E42BCC">
      <w:pPr>
        <w:pStyle w:val="ListParagraph"/>
      </w:pPr>
    </w:p>
    <w:p w14:paraId="1490D370" w14:textId="77777777" w:rsidR="00A32653" w:rsidRDefault="00A32653" w:rsidP="00A32653">
      <w:pPr>
        <w:pStyle w:val="Heading1"/>
      </w:pPr>
      <w:bookmarkStart w:id="9" w:name="_Toc2688110"/>
      <w:r>
        <w:t>Supported SKU List</w:t>
      </w:r>
      <w:bookmarkEnd w:id="7"/>
      <w:bookmarkEnd w:id="9"/>
    </w:p>
    <w:p w14:paraId="130C190D" w14:textId="0E82C9D8" w:rsidR="00135C72" w:rsidRPr="00135C72" w:rsidRDefault="00135C72" w:rsidP="008C6680">
      <w:pPr>
        <w:pStyle w:val="ListParagraph"/>
        <w:numPr>
          <w:ilvl w:val="0"/>
          <w:numId w:val="2"/>
        </w:numPr>
      </w:pPr>
      <w:r>
        <w:t>USB</w:t>
      </w:r>
      <w:r w:rsidR="007732A5">
        <w:t>7002</w:t>
      </w:r>
    </w:p>
    <w:p w14:paraId="5229C563" w14:textId="77777777" w:rsidR="006E10D9" w:rsidRDefault="006E10D9" w:rsidP="006E10D9">
      <w:pPr>
        <w:pStyle w:val="Heading1"/>
      </w:pPr>
      <w:bookmarkStart w:id="10" w:name="_Toc397354664"/>
      <w:bookmarkStart w:id="11" w:name="_Toc2688111"/>
      <w:r>
        <w:t>Package Content</w:t>
      </w:r>
      <w:bookmarkEnd w:id="10"/>
      <w:bookmarkEnd w:id="11"/>
    </w:p>
    <w:p w14:paraId="2786539D" w14:textId="77777777" w:rsidR="006E10D9" w:rsidRDefault="006E10D9" w:rsidP="006E10D9">
      <w:pPr>
        <w:ind w:left="432"/>
        <w:rPr>
          <w:lang w:val="en-GB"/>
        </w:rPr>
      </w:pPr>
      <w:r>
        <w:rPr>
          <w:lang w:val="en-GB"/>
        </w:rPr>
        <w:t>The release package contains the</w:t>
      </w:r>
      <w:r w:rsidR="00A104AB">
        <w:rPr>
          <w:lang w:val="en-GB"/>
        </w:rPr>
        <w:t xml:space="preserve"> following files</w:t>
      </w:r>
    </w:p>
    <w:p w14:paraId="6742700B" w14:textId="77777777" w:rsidR="00BE1564" w:rsidRDefault="00D60F1B" w:rsidP="00D60F1B">
      <w:pPr>
        <w:pStyle w:val="ListParagraph"/>
        <w:numPr>
          <w:ilvl w:val="0"/>
          <w:numId w:val="3"/>
        </w:numPr>
      </w:pPr>
      <w:r w:rsidRPr="00D60F1B">
        <w:rPr>
          <w:b/>
        </w:rPr>
        <w:t>ACE006_USB_Flexconnect</w:t>
      </w:r>
      <w:r w:rsidR="00A104AB" w:rsidRPr="00BE1564">
        <w:rPr>
          <w:b/>
        </w:rPr>
        <w:t>.cpp</w:t>
      </w:r>
      <w:r w:rsidR="00A104AB">
        <w:t xml:space="preserve"> – Application Code Example file </w:t>
      </w:r>
      <w:r w:rsidR="00BE1564">
        <w:t xml:space="preserve">to </w:t>
      </w:r>
      <w:r>
        <w:t>perform flexconnect</w:t>
      </w:r>
    </w:p>
    <w:p w14:paraId="7AD1572B" w14:textId="77777777" w:rsidR="00A104AB" w:rsidRDefault="00A104AB" w:rsidP="00B44B8B">
      <w:pPr>
        <w:pStyle w:val="ListParagraph"/>
        <w:numPr>
          <w:ilvl w:val="0"/>
          <w:numId w:val="3"/>
        </w:numPr>
      </w:pPr>
      <w:r w:rsidRPr="00BE1564">
        <w:rPr>
          <w:b/>
        </w:rPr>
        <w:t>README</w:t>
      </w:r>
      <w:r>
        <w:t xml:space="preserve"> – Describes </w:t>
      </w:r>
      <w:r w:rsidR="00E42BCC">
        <w:t>the Usage and build procedure</w:t>
      </w:r>
    </w:p>
    <w:p w14:paraId="4C0A1284" w14:textId="77777777" w:rsidR="00686E17" w:rsidRDefault="00E42BCC" w:rsidP="008C6680">
      <w:pPr>
        <w:pStyle w:val="ListParagraph"/>
        <w:numPr>
          <w:ilvl w:val="0"/>
          <w:numId w:val="3"/>
        </w:numPr>
      </w:pPr>
      <w:proofErr w:type="spellStart"/>
      <w:r w:rsidRPr="00E42BCC">
        <w:rPr>
          <w:b/>
        </w:rPr>
        <w:t>MakeFile</w:t>
      </w:r>
      <w:proofErr w:type="spellEnd"/>
      <w:r>
        <w:t xml:space="preserve"> – For generating executable file</w:t>
      </w:r>
    </w:p>
    <w:p w14:paraId="39754292" w14:textId="77777777" w:rsidR="00686E17" w:rsidRDefault="00686E17" w:rsidP="00686E17">
      <w:pPr>
        <w:rPr>
          <w:lang w:val="en-GB"/>
        </w:rPr>
      </w:pPr>
      <w:r>
        <w:br w:type="page"/>
      </w:r>
    </w:p>
    <w:p w14:paraId="6287B51A" w14:textId="77777777" w:rsidR="00090C10" w:rsidRPr="005607D3" w:rsidRDefault="0033534B" w:rsidP="00296B05">
      <w:pPr>
        <w:pStyle w:val="Heading1"/>
      </w:pPr>
      <w:bookmarkStart w:id="12" w:name="_Toc2688112"/>
      <w:r>
        <w:lastRenderedPageBreak/>
        <w:t>Release History</w:t>
      </w:r>
      <w:bookmarkEnd w:id="4"/>
      <w:bookmarkEnd w:id="5"/>
      <w:bookmarkEnd w:id="12"/>
    </w:p>
    <w:p w14:paraId="0B3B8D07" w14:textId="7D165A3A" w:rsidR="00E42BCC" w:rsidRPr="00E42BCC" w:rsidRDefault="00E42BCC" w:rsidP="00E42BCC">
      <w:pPr>
        <w:pStyle w:val="Heading2"/>
      </w:pPr>
      <w:bookmarkStart w:id="13" w:name="_Toc2688113"/>
      <w:r>
        <w:t xml:space="preserve">Version </w:t>
      </w:r>
      <w:r w:rsidR="00276F31">
        <w:t>1</w:t>
      </w:r>
      <w:r>
        <w:t>.</w:t>
      </w:r>
      <w:r w:rsidR="00276F31">
        <w:t>0</w:t>
      </w:r>
      <w:r>
        <w:t>.</w:t>
      </w:r>
      <w:r w:rsidR="00AD279D">
        <w:t>1</w:t>
      </w:r>
      <w:bookmarkEnd w:id="13"/>
    </w:p>
    <w:p w14:paraId="069DEC36" w14:textId="77777777" w:rsidR="00E42BCC" w:rsidRDefault="00E42BCC" w:rsidP="00E42BCC">
      <w:pPr>
        <w:pStyle w:val="Heading3"/>
      </w:pPr>
      <w:bookmarkStart w:id="14" w:name="_Toc460592478"/>
      <w:bookmarkStart w:id="15" w:name="_Toc2688114"/>
      <w:r>
        <w:t>Changes</w:t>
      </w:r>
      <w:bookmarkEnd w:id="14"/>
      <w:bookmarkEnd w:id="15"/>
    </w:p>
    <w:p w14:paraId="737B7C9A" w14:textId="77777777" w:rsidR="00E42BCC" w:rsidRPr="00D46BC2" w:rsidRDefault="00E42BCC" w:rsidP="00E42BCC">
      <w:pPr>
        <w:ind w:left="720"/>
        <w:rPr>
          <w:lang w:val="en-GB"/>
        </w:rPr>
      </w:pPr>
      <w:r>
        <w:rPr>
          <w:lang w:val="en-GB"/>
        </w:rPr>
        <w:t>None</w:t>
      </w:r>
    </w:p>
    <w:p w14:paraId="6368077F" w14:textId="77777777" w:rsidR="00E42BCC" w:rsidRDefault="00E42BCC">
      <w:pPr>
        <w:pStyle w:val="Heading3"/>
      </w:pPr>
      <w:bookmarkStart w:id="16" w:name="_Toc2688115"/>
      <w:r>
        <w:t>Feature Addition</w:t>
      </w:r>
      <w:bookmarkEnd w:id="16"/>
    </w:p>
    <w:p w14:paraId="28F46E2D" w14:textId="77777777" w:rsidR="00E42BCC" w:rsidRPr="00E42BCC" w:rsidRDefault="00E42BCC" w:rsidP="008C6680">
      <w:pPr>
        <w:pStyle w:val="ListParagraph"/>
        <w:numPr>
          <w:ilvl w:val="0"/>
          <w:numId w:val="6"/>
        </w:numPr>
      </w:pPr>
      <w:r>
        <w:t xml:space="preserve">Application code example to </w:t>
      </w:r>
      <w:r w:rsidR="0058103D">
        <w:t>perform flexconnect</w:t>
      </w:r>
    </w:p>
    <w:p w14:paraId="4433826C" w14:textId="77777777" w:rsidR="00E42BCC" w:rsidRDefault="00E42BCC">
      <w:pPr>
        <w:pStyle w:val="Heading3"/>
      </w:pPr>
      <w:bookmarkStart w:id="17" w:name="_Toc2688116"/>
      <w:r>
        <w:t>Bug Fixes</w:t>
      </w:r>
      <w:bookmarkEnd w:id="17"/>
    </w:p>
    <w:p w14:paraId="071F4D6B" w14:textId="77777777" w:rsidR="00E42BCC" w:rsidRPr="00E42BCC" w:rsidRDefault="00E42BCC" w:rsidP="00E42BCC">
      <w:pPr>
        <w:ind w:left="720"/>
        <w:rPr>
          <w:lang w:val="en-GB"/>
        </w:rPr>
      </w:pPr>
      <w:r>
        <w:rPr>
          <w:lang w:val="en-GB"/>
        </w:rPr>
        <w:t>None</w:t>
      </w:r>
    </w:p>
    <w:p w14:paraId="56E9AFBA" w14:textId="77777777" w:rsidR="00E42BCC" w:rsidRDefault="00E42BCC">
      <w:pPr>
        <w:pStyle w:val="Heading3"/>
      </w:pPr>
      <w:bookmarkStart w:id="18" w:name="_Toc2688117"/>
      <w:r>
        <w:t>Known limitation</w:t>
      </w:r>
      <w:bookmarkEnd w:id="18"/>
    </w:p>
    <w:p w14:paraId="5E0752B4" w14:textId="77777777" w:rsidR="00E42BCC" w:rsidRDefault="00E42BCC" w:rsidP="008C6680">
      <w:pPr>
        <w:pStyle w:val="ListParagraph"/>
        <w:numPr>
          <w:ilvl w:val="0"/>
          <w:numId w:val="6"/>
        </w:numPr>
      </w:pPr>
      <w:r>
        <w:t>Only one device can be accessed at a time</w:t>
      </w:r>
    </w:p>
    <w:p w14:paraId="59FC9EF4" w14:textId="77777777" w:rsidR="00A04605" w:rsidRDefault="00A04605" w:rsidP="00A04605">
      <w:pPr>
        <w:pStyle w:val="ListParagraph"/>
        <w:numPr>
          <w:ilvl w:val="0"/>
          <w:numId w:val="6"/>
        </w:numPr>
      </w:pPr>
      <w:r>
        <w:t>No support is provided when multiple HFCs with same VID and PID are present</w:t>
      </w:r>
    </w:p>
    <w:p w14:paraId="4B6ACF21" w14:textId="77777777" w:rsidR="00B0167F" w:rsidRDefault="00B0167F">
      <w:pPr>
        <w:rPr>
          <w:rFonts w:ascii="Arial" w:hAnsi="Arial" w:cs="Arial"/>
          <w:b/>
          <w:bCs/>
          <w:kern w:val="32"/>
          <w:sz w:val="32"/>
          <w:szCs w:val="32"/>
          <w:lang w:val="en-GB"/>
        </w:rPr>
      </w:pPr>
      <w:r>
        <w:br w:type="page"/>
      </w:r>
    </w:p>
    <w:p w14:paraId="5B9912AF" w14:textId="77777777" w:rsidR="00E42BCC" w:rsidRDefault="0079723F">
      <w:pPr>
        <w:pStyle w:val="Heading1"/>
      </w:pPr>
      <w:bookmarkStart w:id="19" w:name="_Toc2688118"/>
      <w:r>
        <w:lastRenderedPageBreak/>
        <w:t>Appendix 1</w:t>
      </w:r>
      <w:bookmarkEnd w:id="19"/>
    </w:p>
    <w:p w14:paraId="1A6E9A6B" w14:textId="77777777" w:rsidR="0079723F" w:rsidRPr="0079723F" w:rsidRDefault="0079723F" w:rsidP="0079723F">
      <w:pPr>
        <w:rPr>
          <w:lang w:val="en-GB"/>
        </w:rPr>
      </w:pPr>
    </w:p>
    <w:p w14:paraId="2026C25B" w14:textId="77777777" w:rsidR="0079723F" w:rsidRDefault="0079723F" w:rsidP="0079723F">
      <w:pPr>
        <w:pStyle w:val="Heading2"/>
      </w:pPr>
      <w:bookmarkStart w:id="20" w:name="_Toc2688119"/>
      <w:proofErr w:type="spellStart"/>
      <w:r>
        <w:t>libusb</w:t>
      </w:r>
      <w:proofErr w:type="spellEnd"/>
      <w:r>
        <w:t xml:space="preserve"> Installation Instructions</w:t>
      </w:r>
      <w:bookmarkEnd w:id="20"/>
    </w:p>
    <w:p w14:paraId="09FADB7A" w14:textId="77777777" w:rsidR="00CD65DC" w:rsidRPr="00CD65DC" w:rsidRDefault="00CD65DC" w:rsidP="00CD65DC">
      <w:pPr>
        <w:pStyle w:val="Heading3"/>
      </w:pPr>
      <w:bookmarkStart w:id="21" w:name="_Toc438052964"/>
      <w:bookmarkStart w:id="22" w:name="_Toc2688120"/>
      <w:r w:rsidRPr="00BF0CC8">
        <w:t>Package Download</w:t>
      </w:r>
      <w:bookmarkEnd w:id="21"/>
      <w:bookmarkEnd w:id="22"/>
    </w:p>
    <w:p w14:paraId="77C2968F" w14:textId="77777777" w:rsidR="00CD65DC" w:rsidRDefault="00CD65DC" w:rsidP="008C6680">
      <w:pPr>
        <w:pStyle w:val="ListParagraph"/>
        <w:numPr>
          <w:ilvl w:val="0"/>
          <w:numId w:val="5"/>
        </w:numPr>
        <w:spacing w:after="200" w:line="276" w:lineRule="auto"/>
        <w:contextualSpacing/>
      </w:pPr>
      <w:r w:rsidRPr="00CD65DC">
        <w:t xml:space="preserve">Download the latest </w:t>
      </w:r>
      <w:proofErr w:type="spellStart"/>
      <w:r w:rsidRPr="00CD65DC">
        <w:t>libusb</w:t>
      </w:r>
      <w:proofErr w:type="spellEnd"/>
      <w:r w:rsidRPr="00CD65DC">
        <w:t xml:space="preserve"> from </w:t>
      </w:r>
    </w:p>
    <w:p w14:paraId="7F16D179" w14:textId="77777777" w:rsidR="00CD65DC" w:rsidRDefault="007374DC" w:rsidP="00CD65DC">
      <w:pPr>
        <w:pStyle w:val="ListParagraph"/>
        <w:spacing w:after="200" w:line="276" w:lineRule="auto"/>
        <w:contextualSpacing/>
      </w:pPr>
      <w:hyperlink r:id="rId12" w:history="1">
        <w:r w:rsidR="00CD65DC" w:rsidRPr="00226F21">
          <w:rPr>
            <w:rStyle w:val="Hyperlink"/>
          </w:rPr>
          <w:t>http://sourceforge.net/projects/libusb/files/latest/download?source=files</w:t>
        </w:r>
      </w:hyperlink>
    </w:p>
    <w:p w14:paraId="296F13F5" w14:textId="77777777" w:rsidR="00CD65DC" w:rsidRDefault="00CD65DC" w:rsidP="00CD65DC">
      <w:pPr>
        <w:pStyle w:val="Heading3"/>
      </w:pPr>
      <w:bookmarkStart w:id="23" w:name="_Toc2688121"/>
      <w:r>
        <w:t xml:space="preserve">Installation of </w:t>
      </w:r>
      <w:proofErr w:type="spellStart"/>
      <w:r>
        <w:t>libusb</w:t>
      </w:r>
      <w:bookmarkEnd w:id="23"/>
      <w:proofErr w:type="spellEnd"/>
    </w:p>
    <w:p w14:paraId="255D615E" w14:textId="77777777" w:rsidR="00CD65DC" w:rsidRPr="00CD65DC" w:rsidRDefault="00CD65DC" w:rsidP="00CD65DC">
      <w:pPr>
        <w:pStyle w:val="ListParagraph"/>
      </w:pPr>
      <w:r w:rsidRPr="00CD65DC">
        <w:t xml:space="preserve">To install the </w:t>
      </w:r>
      <w:proofErr w:type="spellStart"/>
      <w:r w:rsidRPr="00CD65DC">
        <w:t>Libusb</w:t>
      </w:r>
      <w:proofErr w:type="spellEnd"/>
      <w:r w:rsidRPr="00CD65DC">
        <w:t xml:space="preserve"> follow the below instructions </w:t>
      </w:r>
    </w:p>
    <w:p w14:paraId="0A6D11F1" w14:textId="77777777" w:rsidR="00CD65DC" w:rsidRPr="00CD65DC" w:rsidRDefault="00CD65DC" w:rsidP="00CD65DC">
      <w:pPr>
        <w:pStyle w:val="ListParagraph"/>
      </w:pPr>
    </w:p>
    <w:p w14:paraId="15560646" w14:textId="77777777" w:rsidR="00CD65DC" w:rsidRPr="00CD65DC" w:rsidRDefault="00CD65DC" w:rsidP="008C6680">
      <w:pPr>
        <w:pStyle w:val="ListParagraph"/>
        <w:numPr>
          <w:ilvl w:val="0"/>
          <w:numId w:val="7"/>
        </w:numPr>
        <w:spacing w:after="200" w:line="276" w:lineRule="auto"/>
        <w:contextualSpacing/>
      </w:pPr>
      <w:proofErr w:type="spellStart"/>
      <w:r w:rsidRPr="00CD65DC">
        <w:t>Untar</w:t>
      </w:r>
      <w:proofErr w:type="spellEnd"/>
      <w:r w:rsidRPr="00CD65DC">
        <w:t xml:space="preserve"> the file using </w:t>
      </w:r>
    </w:p>
    <w:p w14:paraId="203B55FE" w14:textId="77777777" w:rsidR="00CD65DC" w:rsidRPr="00CD65DC" w:rsidRDefault="00CD65DC" w:rsidP="00CD65DC">
      <w:pPr>
        <w:pStyle w:val="ListParagraph"/>
        <w:ind w:left="1080"/>
      </w:pPr>
      <w:r w:rsidRPr="00CD65DC">
        <w:t>tar -</w:t>
      </w:r>
      <w:proofErr w:type="spellStart"/>
      <w:r w:rsidRPr="00CD65DC">
        <w:t>xvf</w:t>
      </w:r>
      <w:proofErr w:type="spellEnd"/>
      <w:r w:rsidRPr="00CD65DC">
        <w:t xml:space="preserve"> libusb-1.0.20.tar.bz2</w:t>
      </w:r>
    </w:p>
    <w:p w14:paraId="1F5EAB58" w14:textId="77777777" w:rsidR="00CD65DC" w:rsidRPr="00CD65DC" w:rsidRDefault="00CD65DC" w:rsidP="00CD65DC">
      <w:pPr>
        <w:rPr>
          <w:lang w:val="en-GB"/>
        </w:rPr>
      </w:pPr>
    </w:p>
    <w:p w14:paraId="0DE0200B" w14:textId="77777777" w:rsidR="00CD65DC" w:rsidRPr="00CD65DC" w:rsidRDefault="00CD65DC" w:rsidP="008C6680">
      <w:pPr>
        <w:pStyle w:val="ListParagraph"/>
        <w:numPr>
          <w:ilvl w:val="0"/>
          <w:numId w:val="7"/>
        </w:numPr>
        <w:spacing w:after="200" w:line="276" w:lineRule="auto"/>
        <w:contextualSpacing/>
      </w:pPr>
      <w:r w:rsidRPr="00CD65DC">
        <w:t>Open terminal and navigate to appropriate directory</w:t>
      </w:r>
    </w:p>
    <w:p w14:paraId="6A3A0E00" w14:textId="77777777" w:rsidR="00CD65DC" w:rsidRPr="00CD65DC" w:rsidRDefault="00CD65DC" w:rsidP="00CD65DC">
      <w:pPr>
        <w:pStyle w:val="ListParagraph"/>
        <w:spacing w:after="200" w:line="276" w:lineRule="auto"/>
        <w:ind w:left="1080"/>
        <w:contextualSpacing/>
      </w:pPr>
      <w:r w:rsidRPr="00CD65DC">
        <w:rPr>
          <w:noProof/>
        </w:rPr>
        <w:drawing>
          <wp:inline distT="0" distB="0" distL="0" distR="0" wp14:anchorId="213F2A53" wp14:editId="0F47803B">
            <wp:extent cx="5257800" cy="347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50380531" w14:textId="77777777" w:rsidR="00CD65DC" w:rsidRPr="00CD65DC" w:rsidRDefault="00CD65DC" w:rsidP="008C6680">
      <w:pPr>
        <w:pStyle w:val="ListParagraph"/>
        <w:numPr>
          <w:ilvl w:val="0"/>
          <w:numId w:val="7"/>
        </w:numPr>
        <w:spacing w:after="200" w:line="276" w:lineRule="auto"/>
        <w:contextualSpacing/>
      </w:pPr>
      <w:r w:rsidRPr="00CD65DC">
        <w:t>Run configure command</w:t>
      </w:r>
    </w:p>
    <w:p w14:paraId="102C17EC"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450F1540" wp14:editId="6EAF0C78">
            <wp:extent cx="5257800" cy="3476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76625"/>
                    </a:xfrm>
                    <a:prstGeom prst="rect">
                      <a:avLst/>
                    </a:prstGeom>
                    <a:noFill/>
                    <a:ln>
                      <a:noFill/>
                    </a:ln>
                  </pic:spPr>
                </pic:pic>
              </a:graphicData>
            </a:graphic>
          </wp:inline>
        </w:drawing>
      </w:r>
    </w:p>
    <w:p w14:paraId="069E7A86" w14:textId="77777777" w:rsidR="00CD65DC" w:rsidRPr="00CD65DC" w:rsidRDefault="00CD65DC" w:rsidP="00CD65DC">
      <w:pPr>
        <w:pStyle w:val="ListParagraph"/>
        <w:ind w:left="1080"/>
      </w:pPr>
    </w:p>
    <w:p w14:paraId="08CF2C97" w14:textId="77777777" w:rsidR="00CD65DC" w:rsidRPr="00CD65DC" w:rsidRDefault="00CD65DC" w:rsidP="008C6680">
      <w:pPr>
        <w:pStyle w:val="ListParagraph"/>
        <w:numPr>
          <w:ilvl w:val="0"/>
          <w:numId w:val="7"/>
        </w:numPr>
        <w:spacing w:after="200" w:line="276" w:lineRule="auto"/>
        <w:contextualSpacing/>
      </w:pPr>
      <w:r w:rsidRPr="00CD65DC">
        <w:t xml:space="preserve"> Run make command to build </w:t>
      </w:r>
      <w:proofErr w:type="spellStart"/>
      <w:r w:rsidRPr="00CD65DC">
        <w:t>libusb</w:t>
      </w:r>
      <w:proofErr w:type="spellEnd"/>
      <w:r w:rsidRPr="00CD65DC">
        <w:t xml:space="preserve"> </w:t>
      </w:r>
    </w:p>
    <w:p w14:paraId="0EEE6264" w14:textId="77777777" w:rsidR="00CD65DC" w:rsidRPr="00CD65DC" w:rsidRDefault="00CD65DC" w:rsidP="00CD65DC">
      <w:pPr>
        <w:ind w:left="720"/>
        <w:rPr>
          <w:lang w:val="en-GB"/>
        </w:rPr>
      </w:pPr>
      <w:r w:rsidRPr="00CD65DC">
        <w:rPr>
          <w:noProof/>
          <w:lang w:val="en-GB"/>
        </w:rPr>
        <w:drawing>
          <wp:inline distT="0" distB="0" distL="0" distR="0" wp14:anchorId="4C7E37BA" wp14:editId="212CB636">
            <wp:extent cx="5257800" cy="3686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686175"/>
                    </a:xfrm>
                    <a:prstGeom prst="rect">
                      <a:avLst/>
                    </a:prstGeom>
                    <a:noFill/>
                    <a:ln>
                      <a:noFill/>
                    </a:ln>
                  </pic:spPr>
                </pic:pic>
              </a:graphicData>
            </a:graphic>
          </wp:inline>
        </w:drawing>
      </w:r>
    </w:p>
    <w:p w14:paraId="6A415F62" w14:textId="77777777" w:rsidR="00CD65DC" w:rsidRPr="00CD65DC" w:rsidRDefault="00CD65DC" w:rsidP="00CD65DC">
      <w:pPr>
        <w:pStyle w:val="ListParagraph"/>
        <w:ind w:left="1080"/>
      </w:pPr>
    </w:p>
    <w:p w14:paraId="68F51042" w14:textId="77777777" w:rsidR="00CD65DC" w:rsidRPr="00CD65DC" w:rsidRDefault="00CD65DC" w:rsidP="008C6680">
      <w:pPr>
        <w:pStyle w:val="ListParagraph"/>
        <w:numPr>
          <w:ilvl w:val="0"/>
          <w:numId w:val="7"/>
        </w:numPr>
        <w:spacing w:after="200" w:line="276" w:lineRule="auto"/>
        <w:contextualSpacing/>
      </w:pPr>
      <w:r w:rsidRPr="00CD65DC">
        <w:t xml:space="preserve">Install </w:t>
      </w:r>
      <w:proofErr w:type="spellStart"/>
      <w:r w:rsidRPr="00CD65DC">
        <w:t>LibUsb</w:t>
      </w:r>
      <w:proofErr w:type="spellEnd"/>
      <w:r w:rsidRPr="00CD65DC">
        <w:t xml:space="preserve"> using make install command</w:t>
      </w:r>
    </w:p>
    <w:p w14:paraId="1C7DB621" w14:textId="77777777" w:rsidR="00CD65DC" w:rsidRPr="00CD65DC" w:rsidRDefault="00CD65DC" w:rsidP="00CD65DC">
      <w:pPr>
        <w:pStyle w:val="ListParagraph"/>
        <w:spacing w:after="200" w:line="276" w:lineRule="auto"/>
        <w:ind w:left="1080"/>
        <w:contextualSpacing/>
      </w:pPr>
      <w:r w:rsidRPr="00CD65DC">
        <w:rPr>
          <w:noProof/>
        </w:rPr>
        <w:lastRenderedPageBreak/>
        <w:drawing>
          <wp:inline distT="0" distB="0" distL="0" distR="0" wp14:anchorId="4B56EEB6" wp14:editId="6110A5B1">
            <wp:extent cx="5257800" cy="3829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829050"/>
                    </a:xfrm>
                    <a:prstGeom prst="rect">
                      <a:avLst/>
                    </a:prstGeom>
                    <a:noFill/>
                    <a:ln>
                      <a:noFill/>
                    </a:ln>
                  </pic:spPr>
                </pic:pic>
              </a:graphicData>
            </a:graphic>
          </wp:inline>
        </w:drawing>
      </w:r>
    </w:p>
    <w:p w14:paraId="1DC0D706" w14:textId="77777777" w:rsidR="00CD65DC" w:rsidRPr="00CD65DC" w:rsidRDefault="00CD65DC" w:rsidP="00CD65DC">
      <w:pPr>
        <w:pStyle w:val="ListParagraph"/>
        <w:tabs>
          <w:tab w:val="left" w:pos="7050"/>
        </w:tabs>
        <w:ind w:left="1080"/>
      </w:pPr>
      <w:r w:rsidRPr="00CD65DC">
        <w:tab/>
        <w:t xml:space="preserve">       </w:t>
      </w:r>
    </w:p>
    <w:p w14:paraId="0A05BC27" w14:textId="77777777" w:rsidR="00CD65DC" w:rsidRPr="00CD65DC" w:rsidRDefault="00CD65DC" w:rsidP="008C6680">
      <w:pPr>
        <w:pStyle w:val="HTMLPreformatted"/>
        <w:numPr>
          <w:ilvl w:val="0"/>
          <w:numId w:val="7"/>
        </w:numPr>
        <w:pBdr>
          <w:left w:val="single" w:sz="6" w:space="11" w:color="E5E5E5"/>
        </w:pBdr>
        <w:shd w:val="clear" w:color="auto" w:fill="FFFFFF"/>
        <w:spacing w:line="270" w:lineRule="atLeast"/>
        <w:textAlignment w:val="baseline"/>
        <w:rPr>
          <w:rFonts w:ascii="Times New Roman" w:hAnsi="Times New Roman" w:cs="Times New Roman"/>
          <w:sz w:val="24"/>
          <w:szCs w:val="24"/>
          <w:lang w:val="en-GB"/>
        </w:rPr>
      </w:pPr>
      <w:r w:rsidRPr="00CD65DC">
        <w:rPr>
          <w:rFonts w:ascii="Times New Roman" w:hAnsi="Times New Roman" w:cs="Times New Roman"/>
          <w:sz w:val="24"/>
          <w:szCs w:val="24"/>
          <w:lang w:val="en-GB"/>
        </w:rPr>
        <w:t xml:space="preserve">Check </w:t>
      </w:r>
      <w:proofErr w:type="spellStart"/>
      <w:r w:rsidRPr="00CD65DC">
        <w:rPr>
          <w:rFonts w:ascii="Times New Roman" w:hAnsi="Times New Roman" w:cs="Times New Roman"/>
          <w:sz w:val="24"/>
          <w:szCs w:val="24"/>
          <w:lang w:val="en-GB"/>
        </w:rPr>
        <w:t>libusb.h</w:t>
      </w:r>
      <w:proofErr w:type="spellEnd"/>
      <w:r w:rsidRPr="00CD65DC">
        <w:rPr>
          <w:rFonts w:ascii="Times New Roman" w:hAnsi="Times New Roman" w:cs="Times New Roman"/>
          <w:sz w:val="24"/>
          <w:szCs w:val="24"/>
          <w:lang w:val="en-GB"/>
        </w:rPr>
        <w:t xml:space="preserve"> file is available in path /</w:t>
      </w:r>
      <w:proofErr w:type="spellStart"/>
      <w:r w:rsidRPr="00CD65DC">
        <w:rPr>
          <w:rFonts w:ascii="Times New Roman" w:hAnsi="Times New Roman" w:cs="Times New Roman"/>
          <w:sz w:val="24"/>
          <w:szCs w:val="24"/>
          <w:lang w:val="en-GB"/>
        </w:rPr>
        <w:t>usr</w:t>
      </w:r>
      <w:proofErr w:type="spellEnd"/>
      <w:r w:rsidRPr="00CD65DC">
        <w:rPr>
          <w:rFonts w:ascii="Times New Roman" w:hAnsi="Times New Roman" w:cs="Times New Roman"/>
          <w:sz w:val="24"/>
          <w:szCs w:val="24"/>
          <w:lang w:val="en-GB"/>
        </w:rPr>
        <w:t xml:space="preserve">/local/include/libusb-1.0. If file is </w:t>
      </w:r>
      <w:proofErr w:type="gramStart"/>
      <w:r w:rsidRPr="00CD65DC">
        <w:rPr>
          <w:rFonts w:ascii="Times New Roman" w:hAnsi="Times New Roman" w:cs="Times New Roman"/>
          <w:sz w:val="24"/>
          <w:szCs w:val="24"/>
          <w:lang w:val="en-GB"/>
        </w:rPr>
        <w:t>available</w:t>
      </w:r>
      <w:proofErr w:type="gramEnd"/>
      <w:r w:rsidRPr="00CD65DC">
        <w:rPr>
          <w:rFonts w:ascii="Times New Roman" w:hAnsi="Times New Roman" w:cs="Times New Roman"/>
          <w:sz w:val="24"/>
          <w:szCs w:val="24"/>
          <w:lang w:val="en-GB"/>
        </w:rPr>
        <w:t xml:space="preserve"> then </w:t>
      </w:r>
      <w:proofErr w:type="spellStart"/>
      <w:r w:rsidRPr="00CD65DC">
        <w:rPr>
          <w:rFonts w:ascii="Times New Roman" w:hAnsi="Times New Roman" w:cs="Times New Roman"/>
          <w:sz w:val="24"/>
          <w:szCs w:val="24"/>
          <w:lang w:val="en-GB"/>
        </w:rPr>
        <w:t>libusb</w:t>
      </w:r>
      <w:proofErr w:type="spellEnd"/>
      <w:r w:rsidRPr="00CD65DC">
        <w:rPr>
          <w:rFonts w:ascii="Times New Roman" w:hAnsi="Times New Roman" w:cs="Times New Roman"/>
          <w:sz w:val="24"/>
          <w:szCs w:val="24"/>
          <w:lang w:val="en-GB"/>
        </w:rPr>
        <w:t xml:space="preserve"> installation was success.</w:t>
      </w:r>
    </w:p>
    <w:p w14:paraId="190FD5C6" w14:textId="77777777" w:rsidR="00CD65DC" w:rsidRPr="00CD65DC" w:rsidRDefault="00CD65DC" w:rsidP="00CD65DC">
      <w:pPr>
        <w:pStyle w:val="HTMLPreformatted"/>
        <w:pBdr>
          <w:left w:val="single" w:sz="6" w:space="11" w:color="E5E5E5"/>
        </w:pBdr>
        <w:shd w:val="clear" w:color="auto" w:fill="FFFFFF"/>
        <w:spacing w:line="270" w:lineRule="atLeast"/>
        <w:ind w:left="1080"/>
        <w:textAlignment w:val="baseline"/>
        <w:rPr>
          <w:rFonts w:ascii="Times New Roman" w:hAnsi="Times New Roman" w:cs="Times New Roman"/>
          <w:sz w:val="28"/>
          <w:szCs w:val="28"/>
        </w:rPr>
      </w:pPr>
      <w:r w:rsidRPr="00BF0CC8">
        <w:rPr>
          <w:rFonts w:ascii="Times New Roman" w:hAnsi="Times New Roman" w:cs="Times New Roman"/>
          <w:noProof/>
          <w:sz w:val="28"/>
          <w:szCs w:val="28"/>
        </w:rPr>
        <w:lastRenderedPageBreak/>
        <w:drawing>
          <wp:inline distT="0" distB="0" distL="0" distR="0" wp14:anchorId="56B14E84" wp14:editId="6B1E0846">
            <wp:extent cx="5257800" cy="41052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57800" cy="4105275"/>
                    </a:xfrm>
                    <a:prstGeom prst="rect">
                      <a:avLst/>
                    </a:prstGeom>
                    <a:noFill/>
                    <a:ln>
                      <a:noFill/>
                    </a:ln>
                  </pic:spPr>
                </pic:pic>
              </a:graphicData>
            </a:graphic>
          </wp:inline>
        </w:drawing>
      </w:r>
    </w:p>
    <w:p w14:paraId="0F88C9DA" w14:textId="77777777" w:rsidR="00CD65DC" w:rsidRPr="00CD65DC" w:rsidRDefault="00CD65DC" w:rsidP="00CD65DC">
      <w:pPr>
        <w:rPr>
          <w:lang w:val="en-GB"/>
        </w:rPr>
      </w:pPr>
    </w:p>
    <w:p w14:paraId="2FF9617B" w14:textId="77777777" w:rsidR="00341888" w:rsidRDefault="00341888">
      <w:pPr>
        <w:rPr>
          <w:rFonts w:ascii="Arial" w:hAnsi="Arial" w:cs="Arial"/>
          <w:b/>
          <w:bCs/>
          <w:kern w:val="32"/>
          <w:sz w:val="32"/>
          <w:szCs w:val="32"/>
          <w:lang w:val="en-GB"/>
        </w:rPr>
      </w:pPr>
      <w:bookmarkStart w:id="24" w:name="_Toc2681423"/>
      <w:r>
        <w:br w:type="page"/>
      </w:r>
    </w:p>
    <w:p w14:paraId="2E3E5A31" w14:textId="5006CD28" w:rsidR="005D2A0A" w:rsidRDefault="005D2A0A" w:rsidP="005D2A0A">
      <w:pPr>
        <w:pStyle w:val="Heading1"/>
      </w:pPr>
      <w:bookmarkStart w:id="25" w:name="_Toc2688122"/>
      <w:r>
        <w:lastRenderedPageBreak/>
        <w:t>Appendix 2</w:t>
      </w:r>
      <w:bookmarkEnd w:id="24"/>
      <w:bookmarkEnd w:id="25"/>
    </w:p>
    <w:p w14:paraId="2916D46E" w14:textId="77777777" w:rsidR="005D2A0A" w:rsidRPr="006D490E" w:rsidRDefault="005D2A0A" w:rsidP="005D2A0A">
      <w:pPr>
        <w:pStyle w:val="Heading2"/>
        <w:rPr>
          <w:rFonts w:ascii="Times New Roman" w:hAnsi="Times New Roman" w:cs="Times New Roman"/>
        </w:rPr>
      </w:pPr>
      <w:bookmarkStart w:id="26" w:name="_Toc438227170"/>
      <w:bookmarkStart w:id="27" w:name="_Toc525215023"/>
      <w:bookmarkStart w:id="28" w:name="_Toc525221311"/>
      <w:bookmarkStart w:id="29" w:name="_Toc2681424"/>
      <w:bookmarkStart w:id="30" w:name="_Toc2688123"/>
      <w:r w:rsidRPr="008B67CD">
        <w:t>FAQ (Frequently asked Questions</w:t>
      </w:r>
      <w:bookmarkEnd w:id="26"/>
      <w:r>
        <w:rPr>
          <w:rFonts w:ascii="Times New Roman" w:hAnsi="Times New Roman" w:cs="Times New Roman"/>
        </w:rPr>
        <w:t>)</w:t>
      </w:r>
      <w:bookmarkEnd w:id="27"/>
      <w:bookmarkEnd w:id="28"/>
      <w:bookmarkEnd w:id="29"/>
      <w:bookmarkEnd w:id="30"/>
    </w:p>
    <w:p w14:paraId="6BE05680" w14:textId="77777777" w:rsidR="005D2A0A" w:rsidRPr="00BB43C7" w:rsidRDefault="005D2A0A" w:rsidP="005D2A0A">
      <w:pPr>
        <w:pStyle w:val="ListParagraph"/>
        <w:numPr>
          <w:ilvl w:val="0"/>
          <w:numId w:val="10"/>
        </w:numPr>
        <w:spacing w:after="200" w:line="276" w:lineRule="auto"/>
        <w:ind w:left="360"/>
        <w:contextualSpacing/>
        <w:jc w:val="both"/>
      </w:pPr>
      <w:r w:rsidRPr="005C65DC">
        <w:rPr>
          <w:b/>
        </w:rPr>
        <w:t>Error:</w:t>
      </w:r>
      <w:r>
        <w:tab/>
      </w:r>
      <w:r w:rsidRPr="00BB43C7">
        <w:t>‘</w:t>
      </w:r>
      <w:proofErr w:type="spellStart"/>
      <w:r w:rsidRPr="00BB43C7">
        <w:t>libusb_get_port_numbers</w:t>
      </w:r>
      <w:proofErr w:type="spellEnd"/>
      <w:r w:rsidRPr="00BB43C7">
        <w:t>’ was not declared in this scope</w:t>
      </w:r>
    </w:p>
    <w:p w14:paraId="186364D6" w14:textId="77777777" w:rsidR="005D2A0A" w:rsidRPr="005C65DC" w:rsidRDefault="005D2A0A" w:rsidP="005D2A0A">
      <w:pPr>
        <w:pStyle w:val="ListParagraph"/>
        <w:spacing w:after="200" w:line="276" w:lineRule="auto"/>
        <w:ind w:left="1440" w:hanging="1080"/>
        <w:contextualSpacing/>
        <w:jc w:val="both"/>
        <w:rPr>
          <w:b/>
        </w:rPr>
      </w:pPr>
      <w:r w:rsidRPr="005C65DC">
        <w:rPr>
          <w:b/>
        </w:rPr>
        <w:t>Answer:</w:t>
      </w:r>
      <w:r>
        <w:tab/>
      </w:r>
      <w:r w:rsidRPr="005C65DC">
        <w:t xml:space="preserve">If older version of </w:t>
      </w:r>
      <w:proofErr w:type="spellStart"/>
      <w:r>
        <w:t>l</w:t>
      </w:r>
      <w:r w:rsidRPr="005C65DC">
        <w:t>ibusb</w:t>
      </w:r>
      <w:proofErr w:type="spellEnd"/>
      <w:r w:rsidRPr="005C65DC">
        <w:t xml:space="preserve"> is installed then it will</w:t>
      </w:r>
      <w:r>
        <w:t xml:space="preserve"> </w:t>
      </w:r>
      <w:r w:rsidRPr="005C65DC">
        <w:t>throw ‘</w:t>
      </w:r>
      <w:proofErr w:type="spellStart"/>
      <w:r w:rsidRPr="005C65DC">
        <w:t>libusb_get_port_numbers</w:t>
      </w:r>
      <w:proofErr w:type="spellEnd"/>
      <w:r w:rsidRPr="005C65DC">
        <w:t xml:space="preserve">’ error. To resolve this error, install latest </w:t>
      </w:r>
      <w:proofErr w:type="spellStart"/>
      <w:r w:rsidRPr="005C65DC">
        <w:t>libusb</w:t>
      </w:r>
      <w:proofErr w:type="spellEnd"/>
      <w:r w:rsidRPr="005C65DC">
        <w:t>.</w:t>
      </w:r>
    </w:p>
    <w:p w14:paraId="382034CB" w14:textId="77777777" w:rsidR="005D2A0A" w:rsidRPr="00FB7200" w:rsidRDefault="005D2A0A" w:rsidP="005D2A0A">
      <w:pPr>
        <w:pStyle w:val="ListParagraph"/>
        <w:spacing w:after="200" w:line="276" w:lineRule="auto"/>
        <w:ind w:left="1080"/>
        <w:contextualSpacing/>
        <w:rPr>
          <w:b/>
          <w:sz w:val="28"/>
          <w:szCs w:val="28"/>
        </w:rPr>
      </w:pPr>
    </w:p>
    <w:p w14:paraId="46961B6C" w14:textId="77777777" w:rsidR="005D2A0A" w:rsidRPr="00F0703E" w:rsidRDefault="005D2A0A" w:rsidP="005D2A0A">
      <w:pPr>
        <w:pStyle w:val="ListParagraph"/>
        <w:numPr>
          <w:ilvl w:val="0"/>
          <w:numId w:val="10"/>
        </w:numPr>
        <w:spacing w:after="200" w:line="276" w:lineRule="auto"/>
        <w:ind w:left="360"/>
        <w:contextualSpacing/>
        <w:rPr>
          <w:b/>
          <w:sz w:val="28"/>
          <w:szCs w:val="28"/>
        </w:rPr>
      </w:pPr>
      <w:r w:rsidRPr="005C65DC">
        <w:rPr>
          <w:b/>
        </w:rPr>
        <w:t>Error:</w:t>
      </w:r>
      <w:r w:rsidRPr="005C65DC">
        <w:t xml:space="preserve"> </w:t>
      </w:r>
      <w:proofErr w:type="spellStart"/>
      <w:r w:rsidRPr="005C65DC">
        <w:t>udev</w:t>
      </w:r>
      <w:proofErr w:type="spellEnd"/>
      <w:r w:rsidRPr="005C65DC">
        <w:t xml:space="preserve"> support requested but </w:t>
      </w:r>
      <w:proofErr w:type="spellStart"/>
      <w:r w:rsidRPr="005C65DC">
        <w:t>libudev</w:t>
      </w:r>
      <w:proofErr w:type="spellEnd"/>
      <w:r w:rsidRPr="005C65DC">
        <w:t xml:space="preserve"> not installed</w:t>
      </w:r>
      <w:r>
        <w:rPr>
          <w:noProof/>
          <w:sz w:val="28"/>
          <w:szCs w:val="28"/>
        </w:rPr>
        <w:drawing>
          <wp:inline distT="0" distB="0" distL="0" distR="0" wp14:anchorId="10ED6376" wp14:editId="7E0D572B">
            <wp:extent cx="4154805" cy="24574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54805" cy="2457450"/>
                    </a:xfrm>
                    <a:prstGeom prst="rect">
                      <a:avLst/>
                    </a:prstGeom>
                    <a:noFill/>
                    <a:ln>
                      <a:noFill/>
                    </a:ln>
                  </pic:spPr>
                </pic:pic>
              </a:graphicData>
            </a:graphic>
          </wp:inline>
        </w:drawing>
      </w:r>
    </w:p>
    <w:p w14:paraId="07A6E99C" w14:textId="77777777" w:rsidR="005D2A0A" w:rsidRDefault="005D2A0A" w:rsidP="005D2A0A">
      <w:pPr>
        <w:pStyle w:val="ListParagraph"/>
        <w:spacing w:after="200" w:line="276" w:lineRule="auto"/>
        <w:ind w:left="360"/>
        <w:contextualSpacing/>
      </w:pPr>
      <w:r w:rsidRPr="00F0703E">
        <w:rPr>
          <w:b/>
        </w:rPr>
        <w:t>Answer:</w:t>
      </w:r>
      <w:r w:rsidRPr="00F0703E">
        <w:tab/>
        <w:t xml:space="preserve">Run the following command to install </w:t>
      </w:r>
      <w:proofErr w:type="spellStart"/>
      <w:r w:rsidRPr="00F0703E">
        <w:t>libudev</w:t>
      </w:r>
      <w:proofErr w:type="spellEnd"/>
    </w:p>
    <w:p w14:paraId="295CC450" w14:textId="77777777" w:rsidR="005D2A0A" w:rsidRDefault="005D2A0A" w:rsidP="005D2A0A">
      <w:pPr>
        <w:pStyle w:val="ListParagraph"/>
        <w:spacing w:after="200" w:line="276" w:lineRule="auto"/>
        <w:ind w:left="1080" w:firstLine="360"/>
        <w:contextualSpacing/>
        <w:rPr>
          <w:b/>
        </w:rPr>
      </w:pPr>
      <w:proofErr w:type="spellStart"/>
      <w:r w:rsidRPr="005C65DC">
        <w:rPr>
          <w:b/>
        </w:rPr>
        <w:t>sudo</w:t>
      </w:r>
      <w:proofErr w:type="spellEnd"/>
      <w:r w:rsidRPr="005C65DC">
        <w:rPr>
          <w:b/>
        </w:rPr>
        <w:t xml:space="preserve"> apt-get install </w:t>
      </w:r>
      <w:proofErr w:type="spellStart"/>
      <w:r w:rsidRPr="005C65DC">
        <w:rPr>
          <w:b/>
        </w:rPr>
        <w:t>libudev</w:t>
      </w:r>
      <w:proofErr w:type="spellEnd"/>
      <w:r w:rsidRPr="005C65DC">
        <w:rPr>
          <w:b/>
        </w:rPr>
        <w:t>-dev</w:t>
      </w:r>
    </w:p>
    <w:p w14:paraId="66E40534" w14:textId="77777777" w:rsidR="005D2A0A" w:rsidRDefault="005D2A0A" w:rsidP="005D2A0A">
      <w:pPr>
        <w:pStyle w:val="ListParagraph"/>
        <w:spacing w:after="200" w:line="276" w:lineRule="auto"/>
        <w:ind w:left="2520" w:firstLine="360"/>
        <w:contextualSpacing/>
      </w:pPr>
      <w:r w:rsidRPr="005C65DC">
        <w:t>(or)</w:t>
      </w:r>
    </w:p>
    <w:p w14:paraId="54A89B6B" w14:textId="77777777" w:rsidR="005D2A0A" w:rsidRPr="00F0703E" w:rsidRDefault="005D2A0A" w:rsidP="005D2A0A">
      <w:pPr>
        <w:spacing w:after="200" w:line="276" w:lineRule="auto"/>
        <w:ind w:left="1440"/>
        <w:contextualSpacing/>
        <w:rPr>
          <w:b/>
          <w:sz w:val="28"/>
          <w:szCs w:val="28"/>
        </w:rPr>
      </w:pPr>
      <w:r w:rsidRPr="005C65DC">
        <w:t xml:space="preserve">To skip the error use following command while installing </w:t>
      </w:r>
      <w:proofErr w:type="spellStart"/>
      <w:r w:rsidRPr="005C65DC">
        <w:t>libusb</w:t>
      </w:r>
      <w:proofErr w:type="spellEnd"/>
      <w:r w:rsidRPr="005C65DC">
        <w:t xml:space="preserve"> </w:t>
      </w:r>
      <w:proofErr w:type="gramStart"/>
      <w:r w:rsidRPr="005C65DC">
        <w:t>“</w:t>
      </w:r>
      <w:r w:rsidRPr="00F0703E">
        <w:rPr>
          <w:b/>
        </w:rPr>
        <w:t>./</w:t>
      </w:r>
      <w:proofErr w:type="gramEnd"/>
      <w:r w:rsidRPr="00F0703E">
        <w:rPr>
          <w:b/>
        </w:rPr>
        <w:t>configure --disable-</w:t>
      </w:r>
      <w:proofErr w:type="spellStart"/>
      <w:r w:rsidRPr="00F0703E">
        <w:rPr>
          <w:b/>
        </w:rPr>
        <w:t>udev</w:t>
      </w:r>
      <w:proofErr w:type="spellEnd"/>
      <w:r w:rsidRPr="005C65DC">
        <w:t>”</w:t>
      </w:r>
    </w:p>
    <w:p w14:paraId="635F378D" w14:textId="77777777" w:rsidR="005D2A0A" w:rsidRPr="00D4692E" w:rsidRDefault="005D2A0A" w:rsidP="005D2A0A">
      <w:pPr>
        <w:ind w:firstLine="720"/>
        <w:jc w:val="both"/>
        <w:rPr>
          <w:b/>
          <w:sz w:val="28"/>
          <w:szCs w:val="28"/>
          <w:lang w:val="en-GB"/>
        </w:rPr>
      </w:pPr>
      <w:r>
        <w:rPr>
          <w:b/>
          <w:noProof/>
          <w:sz w:val="28"/>
          <w:szCs w:val="28"/>
          <w:lang w:val="en-GB"/>
        </w:rPr>
        <w:drawing>
          <wp:inline distT="0" distB="0" distL="0" distR="0" wp14:anchorId="60D5FA64" wp14:editId="0BF3AC37">
            <wp:extent cx="4123055" cy="26079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23055" cy="2607945"/>
                    </a:xfrm>
                    <a:prstGeom prst="rect">
                      <a:avLst/>
                    </a:prstGeom>
                    <a:noFill/>
                    <a:ln>
                      <a:noFill/>
                    </a:ln>
                  </pic:spPr>
                </pic:pic>
              </a:graphicData>
            </a:graphic>
          </wp:inline>
        </w:drawing>
      </w:r>
    </w:p>
    <w:p w14:paraId="56E31AB3" w14:textId="77777777" w:rsidR="005D2A0A" w:rsidRPr="005C65DC" w:rsidRDefault="005D2A0A" w:rsidP="005D2A0A">
      <w:pPr>
        <w:pStyle w:val="HTMLPreformatted"/>
        <w:numPr>
          <w:ilvl w:val="0"/>
          <w:numId w:val="10"/>
        </w:numPr>
        <w:ind w:left="360"/>
        <w:rPr>
          <w:rFonts w:ascii="Times New Roman" w:hAnsi="Times New Roman" w:cs="Times New Roman"/>
          <w:sz w:val="24"/>
          <w:szCs w:val="24"/>
          <w:lang w:val="en-GB"/>
        </w:rPr>
      </w:pPr>
      <w:r w:rsidRPr="001E4428">
        <w:rPr>
          <w:rFonts w:ascii="Times New Roman" w:hAnsi="Times New Roman" w:cs="Times New Roman"/>
          <w:b/>
          <w:sz w:val="24"/>
          <w:szCs w:val="24"/>
          <w:lang w:val="en-GB"/>
        </w:rPr>
        <w:lastRenderedPageBreak/>
        <w:t>Error: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t>U</w:t>
      </w:r>
      <w:r w:rsidRPr="005C65DC">
        <w:rPr>
          <w:rFonts w:ascii="Times New Roman" w:hAnsi="Times New Roman" w:cs="Times New Roman"/>
          <w:sz w:val="24"/>
          <w:szCs w:val="24"/>
          <w:lang w:val="en-GB"/>
        </w:rPr>
        <w:t>ndefined reference to `</w:t>
      </w:r>
      <w:proofErr w:type="spellStart"/>
      <w:r w:rsidRPr="005C65DC">
        <w:rPr>
          <w:rFonts w:ascii="Times New Roman" w:hAnsi="Times New Roman" w:cs="Times New Roman"/>
          <w:sz w:val="24"/>
          <w:szCs w:val="24"/>
          <w:lang w:val="en-GB"/>
        </w:rPr>
        <w:t>clock_gettime</w:t>
      </w:r>
      <w:proofErr w:type="spellEnd"/>
      <w:r w:rsidRPr="005C65DC">
        <w:rPr>
          <w:rFonts w:ascii="Times New Roman" w:hAnsi="Times New Roman" w:cs="Times New Roman"/>
          <w:sz w:val="24"/>
          <w:szCs w:val="24"/>
          <w:lang w:val="en-GB"/>
        </w:rPr>
        <w:t>' error during make</w:t>
      </w:r>
    </w:p>
    <w:p w14:paraId="6184363E" w14:textId="77777777" w:rsidR="005D2A0A" w:rsidRPr="005C65DC" w:rsidRDefault="005D2A0A" w:rsidP="005D2A0A">
      <w:pPr>
        <w:pStyle w:val="HTMLPreformatted"/>
        <w:rPr>
          <w:rFonts w:ascii="Times New Roman" w:hAnsi="Times New Roman" w:cs="Times New Roman"/>
          <w:sz w:val="24"/>
          <w:szCs w:val="24"/>
          <w:lang w:val="en-GB"/>
        </w:rPr>
      </w:pPr>
      <w:r>
        <w:rPr>
          <w:rFonts w:ascii="Times New Roman" w:hAnsi="Times New Roman" w:cs="Times New Roman"/>
          <w:b/>
          <w:sz w:val="24"/>
          <w:szCs w:val="24"/>
          <w:lang w:val="en-GB"/>
        </w:rPr>
        <w:t xml:space="preserve">     </w:t>
      </w:r>
      <w:r w:rsidRPr="005C65DC">
        <w:rPr>
          <w:rFonts w:ascii="Times New Roman" w:hAnsi="Times New Roman" w:cs="Times New Roman"/>
          <w:b/>
          <w:sz w:val="24"/>
          <w:szCs w:val="24"/>
          <w:lang w:val="en-GB"/>
        </w:rPr>
        <w:t>Answer:</w:t>
      </w:r>
      <w:r w:rsidRPr="005C65DC">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Pr="005C65DC">
        <w:rPr>
          <w:rFonts w:ascii="Times New Roman" w:hAnsi="Times New Roman" w:cs="Times New Roman"/>
          <w:sz w:val="24"/>
          <w:szCs w:val="24"/>
          <w:lang w:val="en-GB"/>
        </w:rPr>
        <w:t xml:space="preserve">Add </w:t>
      </w:r>
      <w:r w:rsidRPr="005C65DC">
        <w:rPr>
          <w:rFonts w:ascii="Times New Roman" w:hAnsi="Times New Roman" w:cs="Times New Roman"/>
          <w:b/>
          <w:sz w:val="24"/>
          <w:szCs w:val="24"/>
          <w:lang w:val="en-GB"/>
        </w:rPr>
        <w:t>-</w:t>
      </w:r>
      <w:proofErr w:type="spellStart"/>
      <w:r w:rsidRPr="005C65DC">
        <w:rPr>
          <w:rFonts w:ascii="Times New Roman" w:hAnsi="Times New Roman" w:cs="Times New Roman"/>
          <w:b/>
          <w:sz w:val="24"/>
          <w:szCs w:val="24"/>
          <w:lang w:val="en-GB"/>
        </w:rPr>
        <w:t>lrt</w:t>
      </w:r>
      <w:proofErr w:type="spellEnd"/>
      <w:r w:rsidRPr="005C65DC">
        <w:rPr>
          <w:rFonts w:ascii="Times New Roman" w:hAnsi="Times New Roman" w:cs="Times New Roman"/>
          <w:b/>
          <w:sz w:val="24"/>
          <w:szCs w:val="24"/>
          <w:lang w:val="en-GB"/>
        </w:rPr>
        <w:t xml:space="preserve"> </w:t>
      </w:r>
      <w:r w:rsidRPr="005C65DC">
        <w:rPr>
          <w:rFonts w:ascii="Times New Roman" w:hAnsi="Times New Roman" w:cs="Times New Roman"/>
          <w:sz w:val="24"/>
          <w:szCs w:val="24"/>
          <w:lang w:val="en-GB"/>
        </w:rPr>
        <w:t>to g++ command in make file.</w:t>
      </w:r>
    </w:p>
    <w:p w14:paraId="2821D3F9" w14:textId="77777777" w:rsidR="005D2A0A" w:rsidRPr="005C65DC" w:rsidRDefault="005D2A0A" w:rsidP="005D2A0A">
      <w:pPr>
        <w:pStyle w:val="HTMLPreformatted"/>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5C65DC">
        <w:rPr>
          <w:rFonts w:ascii="Times New Roman" w:hAnsi="Times New Roman" w:cs="Times New Roman"/>
          <w:b/>
          <w:sz w:val="24"/>
          <w:szCs w:val="24"/>
          <w:lang w:val="en-GB"/>
        </w:rPr>
        <w:t>Example:</w:t>
      </w:r>
      <w:r w:rsidRPr="005C65DC">
        <w:rPr>
          <w:rFonts w:ascii="Times New Roman" w:hAnsi="Times New Roman" w:cs="Times New Roman"/>
          <w:sz w:val="24"/>
          <w:szCs w:val="24"/>
          <w:lang w:val="en-GB"/>
        </w:rPr>
        <w:t xml:space="preserve"> </w:t>
      </w:r>
    </w:p>
    <w:p w14:paraId="34CDBD11" w14:textId="77777777" w:rsidR="005D2A0A" w:rsidRPr="009D6A6F" w:rsidRDefault="005D2A0A" w:rsidP="005D2A0A">
      <w:pPr>
        <w:pStyle w:val="HTMLPreformatted"/>
        <w:ind w:left="916"/>
        <w:rPr>
          <w:lang w:val="en-GB"/>
        </w:rPr>
      </w:pPr>
      <w:r>
        <w:rPr>
          <w:lang w:val="en-GB"/>
        </w:rPr>
        <w:t xml:space="preserve">#Simple </w:t>
      </w:r>
      <w:proofErr w:type="spellStart"/>
      <w:r>
        <w:rPr>
          <w:lang w:val="en-GB"/>
        </w:rPr>
        <w:t>makefile</w:t>
      </w:r>
      <w:proofErr w:type="spellEnd"/>
      <w:r>
        <w:rPr>
          <w:lang w:val="en-GB"/>
        </w:rPr>
        <w:t xml:space="preserve"> for #</w:t>
      </w:r>
      <w:r w:rsidRPr="009D6A6F">
        <w:rPr>
          <w:lang w:val="en-GB"/>
        </w:rPr>
        <w:t>Linux_USB</w:t>
      </w:r>
      <w:r>
        <w:rPr>
          <w:lang w:val="en-GB"/>
        </w:rPr>
        <w:t>70</w:t>
      </w:r>
      <w:r w:rsidRPr="009D6A6F">
        <w:rPr>
          <w:lang w:val="en-GB"/>
        </w:rPr>
        <w:t>xx_</w:t>
      </w:r>
      <w:r>
        <w:rPr>
          <w:lang w:val="en-GB"/>
        </w:rPr>
        <w:t>ACE014_VSM</w:t>
      </w:r>
      <w:r w:rsidRPr="009D6A6F">
        <w:rPr>
          <w:lang w:val="en-GB"/>
        </w:rPr>
        <w:t>_Transfer</w:t>
      </w:r>
    </w:p>
    <w:p w14:paraId="53DB0533" w14:textId="77777777" w:rsidR="005D2A0A" w:rsidRPr="009D6A6F" w:rsidRDefault="005D2A0A" w:rsidP="005D2A0A">
      <w:pPr>
        <w:pStyle w:val="HTMLPreformatted"/>
        <w:ind w:left="916"/>
        <w:rPr>
          <w:lang w:val="en-GB"/>
        </w:rPr>
      </w:pPr>
    </w:p>
    <w:p w14:paraId="14634F12" w14:textId="77777777" w:rsidR="005D2A0A" w:rsidRPr="009D6A6F" w:rsidRDefault="005D2A0A" w:rsidP="005D2A0A">
      <w:pPr>
        <w:pStyle w:val="HTMLPreformatted"/>
        <w:ind w:left="916"/>
        <w:rPr>
          <w:lang w:val="en-GB"/>
        </w:rPr>
      </w:pPr>
      <w:r w:rsidRPr="009D6A6F">
        <w:rPr>
          <w:lang w:val="en-GB"/>
        </w:rPr>
        <w:t>CC=$(CXX)</w:t>
      </w:r>
    </w:p>
    <w:p w14:paraId="40DD1B56" w14:textId="77777777" w:rsidR="005D2A0A" w:rsidRPr="009D6A6F" w:rsidRDefault="005D2A0A" w:rsidP="005D2A0A">
      <w:pPr>
        <w:pStyle w:val="HTMLPreformatted"/>
        <w:ind w:left="916"/>
        <w:rPr>
          <w:lang w:val="en-GB"/>
        </w:rPr>
      </w:pPr>
      <w:r w:rsidRPr="009D6A6F">
        <w:rPr>
          <w:lang w:val="en-GB"/>
        </w:rPr>
        <w:t># LIB_USB_PATH = -I/</w:t>
      </w:r>
      <w:proofErr w:type="spellStart"/>
      <w:r w:rsidRPr="009D6A6F">
        <w:rPr>
          <w:lang w:val="en-GB"/>
        </w:rPr>
        <w:t>usr</w:t>
      </w:r>
      <w:proofErr w:type="spellEnd"/>
      <w:r w:rsidRPr="009D6A6F">
        <w:rPr>
          <w:lang w:val="en-GB"/>
        </w:rPr>
        <w:t>/include/libusb-1.0</w:t>
      </w:r>
    </w:p>
    <w:p w14:paraId="7D6E9C1D" w14:textId="77777777" w:rsidR="005D2A0A" w:rsidRPr="009D6A6F" w:rsidRDefault="005D2A0A" w:rsidP="005D2A0A">
      <w:pPr>
        <w:pStyle w:val="HTMLPreformatted"/>
        <w:ind w:left="916"/>
        <w:rPr>
          <w:lang w:val="en-GB"/>
        </w:rPr>
      </w:pPr>
      <w:r w:rsidRPr="009D6A6F">
        <w:rPr>
          <w:lang w:val="en-GB"/>
        </w:rPr>
        <w:t xml:space="preserve">LIB_USB_PATH=$(shell </w:t>
      </w:r>
      <w:proofErr w:type="spellStart"/>
      <w:r w:rsidRPr="009D6A6F">
        <w:rPr>
          <w:lang w:val="en-GB"/>
        </w:rPr>
        <w:t>pkg</w:t>
      </w:r>
      <w:proofErr w:type="spellEnd"/>
      <w:r w:rsidRPr="009D6A6F">
        <w:rPr>
          <w:lang w:val="en-GB"/>
        </w:rPr>
        <w:t>-config --</w:t>
      </w:r>
      <w:proofErr w:type="spellStart"/>
      <w:r w:rsidRPr="009D6A6F">
        <w:rPr>
          <w:lang w:val="en-GB"/>
        </w:rPr>
        <w:t>cflags</w:t>
      </w:r>
      <w:proofErr w:type="spellEnd"/>
      <w:r w:rsidRPr="009D6A6F">
        <w:rPr>
          <w:lang w:val="en-GB"/>
        </w:rPr>
        <w:t xml:space="preserve"> libusb-1.0)</w:t>
      </w:r>
    </w:p>
    <w:p w14:paraId="1767F7A1" w14:textId="77777777" w:rsidR="005D2A0A" w:rsidRPr="009D6A6F" w:rsidRDefault="005D2A0A" w:rsidP="005D2A0A">
      <w:pPr>
        <w:pStyle w:val="HTMLPreformatted"/>
        <w:ind w:left="916"/>
        <w:rPr>
          <w:lang w:val="en-GB"/>
        </w:rPr>
      </w:pPr>
    </w:p>
    <w:p w14:paraId="0A938EF8" w14:textId="77777777" w:rsidR="005D2A0A" w:rsidRPr="009D6A6F" w:rsidRDefault="005D2A0A" w:rsidP="005D2A0A">
      <w:pPr>
        <w:pStyle w:val="HTMLPreformatted"/>
        <w:ind w:left="916"/>
        <w:rPr>
          <w:lang w:val="en-GB"/>
        </w:rPr>
      </w:pPr>
      <w:r w:rsidRPr="009D6A6F">
        <w:rPr>
          <w:lang w:val="en-GB"/>
        </w:rPr>
        <w:t>OBJ=</w:t>
      </w:r>
      <w:r>
        <w:rPr>
          <w:lang w:val="en-GB"/>
        </w:rPr>
        <w:t>ACE014_VSM</w:t>
      </w:r>
      <w:r w:rsidRPr="009D6A6F">
        <w:rPr>
          <w:lang w:val="en-GB"/>
        </w:rPr>
        <w:t>_Transfer.o</w:t>
      </w:r>
    </w:p>
    <w:p w14:paraId="59E06B67" w14:textId="77777777" w:rsidR="005D2A0A" w:rsidRPr="009D6A6F" w:rsidRDefault="005D2A0A" w:rsidP="005D2A0A">
      <w:pPr>
        <w:pStyle w:val="HTMLPreformatted"/>
        <w:ind w:left="916"/>
        <w:rPr>
          <w:lang w:val="en-GB"/>
        </w:rPr>
      </w:pPr>
    </w:p>
    <w:p w14:paraId="118527D0" w14:textId="77777777" w:rsidR="005D2A0A" w:rsidRPr="009D6A6F" w:rsidRDefault="005D2A0A" w:rsidP="005D2A0A">
      <w:pPr>
        <w:pStyle w:val="HTMLPreformatted"/>
        <w:ind w:left="916"/>
        <w:rPr>
          <w:lang w:val="en-GB"/>
        </w:rPr>
      </w:pPr>
      <w:r>
        <w:rPr>
          <w:lang w:val="en-GB"/>
        </w:rPr>
        <w:t>ACE014_VSM</w:t>
      </w:r>
      <w:r w:rsidRPr="009D6A6F">
        <w:rPr>
          <w:lang w:val="en-GB"/>
        </w:rPr>
        <w:t>_Transfer: $(OBJ)</w:t>
      </w:r>
    </w:p>
    <w:p w14:paraId="3C54FE6D" w14:textId="77777777" w:rsidR="005D2A0A" w:rsidRPr="009D6A6F" w:rsidRDefault="005D2A0A" w:rsidP="005D2A0A">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$(OBJ) -lusb-1.0 -o </w:t>
      </w:r>
      <w:r>
        <w:rPr>
          <w:lang w:val="en-GB"/>
        </w:rPr>
        <w:t>ACE014_VSM</w:t>
      </w:r>
      <w:r w:rsidRPr="009D6A6F">
        <w:rPr>
          <w:lang w:val="en-GB"/>
        </w:rPr>
        <w:t>_Transfer</w:t>
      </w:r>
    </w:p>
    <w:p w14:paraId="23B1675A" w14:textId="77777777" w:rsidR="005D2A0A" w:rsidRPr="009D6A6F" w:rsidRDefault="005D2A0A" w:rsidP="005D2A0A">
      <w:pPr>
        <w:pStyle w:val="HTMLPreformatted"/>
        <w:ind w:left="916"/>
        <w:rPr>
          <w:lang w:val="en-GB"/>
        </w:rPr>
      </w:pPr>
    </w:p>
    <w:p w14:paraId="67D6B3AC" w14:textId="77777777" w:rsidR="005D2A0A" w:rsidRPr="009D6A6F" w:rsidRDefault="005D2A0A" w:rsidP="005D2A0A">
      <w:pPr>
        <w:pStyle w:val="HTMLPreformatted"/>
        <w:ind w:left="916"/>
        <w:rPr>
          <w:lang w:val="en-GB"/>
        </w:rPr>
      </w:pPr>
      <w:r>
        <w:rPr>
          <w:lang w:val="en-GB"/>
        </w:rPr>
        <w:t>ACE014_VSM</w:t>
      </w:r>
      <w:r w:rsidRPr="009D6A6F">
        <w:rPr>
          <w:lang w:val="en-GB"/>
        </w:rPr>
        <w:t xml:space="preserve">_Transfer.o: </w:t>
      </w:r>
      <w:r>
        <w:rPr>
          <w:lang w:val="en-GB"/>
        </w:rPr>
        <w:t>ACE014_VSM</w:t>
      </w:r>
      <w:r w:rsidRPr="009D6A6F">
        <w:rPr>
          <w:lang w:val="en-GB"/>
        </w:rPr>
        <w:t>_Transfer.cpp</w:t>
      </w:r>
    </w:p>
    <w:p w14:paraId="32B7AE5E" w14:textId="77777777" w:rsidR="005D2A0A" w:rsidRPr="009D6A6F" w:rsidRDefault="005D2A0A" w:rsidP="005D2A0A">
      <w:pPr>
        <w:pStyle w:val="HTMLPreformatted"/>
        <w:ind w:left="916"/>
        <w:rPr>
          <w:lang w:val="en-GB"/>
        </w:rPr>
      </w:pPr>
      <w:r w:rsidRPr="009D6A6F">
        <w:rPr>
          <w:lang w:val="en-GB"/>
        </w:rPr>
        <w:tab/>
        <w:t xml:space="preserve">$(CC) </w:t>
      </w:r>
      <w:r w:rsidRPr="00EE3B4F">
        <w:rPr>
          <w:b/>
          <w:lang w:val="en-GB"/>
        </w:rPr>
        <w:t>-</w:t>
      </w:r>
      <w:proofErr w:type="spellStart"/>
      <w:r w:rsidRPr="00EE3B4F">
        <w:rPr>
          <w:b/>
          <w:lang w:val="en-GB"/>
        </w:rPr>
        <w:t>lrt</w:t>
      </w:r>
      <w:proofErr w:type="spellEnd"/>
      <w:r>
        <w:rPr>
          <w:lang w:val="en-GB"/>
        </w:rPr>
        <w:t xml:space="preserve"> </w:t>
      </w:r>
      <w:r w:rsidRPr="009D6A6F">
        <w:rPr>
          <w:lang w:val="en-GB"/>
        </w:rPr>
        <w:t xml:space="preserve">-c </w:t>
      </w:r>
      <w:r>
        <w:rPr>
          <w:lang w:val="en-GB"/>
        </w:rPr>
        <w:t>ACE014_VSM</w:t>
      </w:r>
      <w:r w:rsidRPr="009D6A6F">
        <w:rPr>
          <w:lang w:val="en-GB"/>
        </w:rPr>
        <w:t>_Transfer.cpp $(LIB_USB_PATH)</w:t>
      </w:r>
    </w:p>
    <w:p w14:paraId="4BA920AB" w14:textId="77777777" w:rsidR="005D2A0A" w:rsidRPr="009D6A6F" w:rsidRDefault="005D2A0A" w:rsidP="005D2A0A">
      <w:pPr>
        <w:pStyle w:val="HTMLPreformatted"/>
        <w:ind w:left="916"/>
        <w:rPr>
          <w:lang w:val="en-GB"/>
        </w:rPr>
      </w:pPr>
    </w:p>
    <w:p w14:paraId="325715C4" w14:textId="77777777" w:rsidR="005D2A0A" w:rsidRPr="009D6A6F" w:rsidRDefault="005D2A0A" w:rsidP="005D2A0A">
      <w:pPr>
        <w:pStyle w:val="HTMLPreformatted"/>
        <w:ind w:left="916"/>
        <w:rPr>
          <w:lang w:val="en-GB"/>
        </w:rPr>
      </w:pPr>
      <w:proofErr w:type="gramStart"/>
      <w:r w:rsidRPr="009D6A6F">
        <w:rPr>
          <w:lang w:val="en-GB"/>
        </w:rPr>
        <w:t>clean :</w:t>
      </w:r>
      <w:proofErr w:type="gramEnd"/>
    </w:p>
    <w:p w14:paraId="51EACB48" w14:textId="77777777" w:rsidR="005D2A0A" w:rsidRPr="009D6A6F" w:rsidRDefault="005D2A0A" w:rsidP="005D2A0A">
      <w:pPr>
        <w:pStyle w:val="HTMLPreformatted"/>
        <w:ind w:left="916"/>
        <w:rPr>
          <w:lang w:val="en-GB"/>
        </w:rPr>
      </w:pPr>
      <w:r w:rsidRPr="009D6A6F">
        <w:rPr>
          <w:lang w:val="en-GB"/>
        </w:rPr>
        <w:tab/>
        <w:t xml:space="preserve">-rm </w:t>
      </w:r>
      <w:proofErr w:type="gramStart"/>
      <w:r w:rsidRPr="009D6A6F">
        <w:rPr>
          <w:lang w:val="en-GB"/>
        </w:rPr>
        <w:t>*.o</w:t>
      </w:r>
      <w:proofErr w:type="gramEnd"/>
      <w:r w:rsidRPr="009D6A6F">
        <w:rPr>
          <w:lang w:val="en-GB"/>
        </w:rPr>
        <w:t xml:space="preserve"> $(objects) </w:t>
      </w:r>
      <w:r>
        <w:rPr>
          <w:lang w:val="en-GB"/>
        </w:rPr>
        <w:t>ACE014_VSM</w:t>
      </w:r>
      <w:r w:rsidRPr="009D6A6F">
        <w:rPr>
          <w:lang w:val="en-GB"/>
        </w:rPr>
        <w:t>_Transfer</w:t>
      </w:r>
    </w:p>
    <w:p w14:paraId="37856325" w14:textId="77777777" w:rsidR="005D2A0A" w:rsidRPr="00AC4155" w:rsidRDefault="005D2A0A" w:rsidP="005D2A0A">
      <w:pPr>
        <w:pStyle w:val="ListParagraph"/>
        <w:spacing w:after="200" w:line="276" w:lineRule="auto"/>
        <w:ind w:left="360"/>
        <w:contextualSpacing/>
        <w:jc w:val="both"/>
        <w:rPr>
          <w:b/>
        </w:rPr>
      </w:pPr>
    </w:p>
    <w:p w14:paraId="1339620E" w14:textId="77777777" w:rsidR="005D2A0A" w:rsidRPr="00AC4155" w:rsidRDefault="005D2A0A" w:rsidP="005D2A0A">
      <w:pPr>
        <w:pStyle w:val="ListParagraph"/>
        <w:numPr>
          <w:ilvl w:val="0"/>
          <w:numId w:val="10"/>
        </w:numPr>
        <w:spacing w:after="200" w:line="276" w:lineRule="auto"/>
        <w:ind w:left="360"/>
        <w:contextualSpacing/>
        <w:jc w:val="both"/>
      </w:pPr>
      <w:r w:rsidRPr="00DD35AE">
        <w:rPr>
          <w:b/>
        </w:rPr>
        <w:t>Error:</w:t>
      </w:r>
      <w:r w:rsidRPr="00DD35AE">
        <w:rPr>
          <w:b/>
        </w:rPr>
        <w:tab/>
      </w:r>
      <w:r w:rsidRPr="00AC4155">
        <w:t xml:space="preserve">“error while loading shared libraries: </w:t>
      </w:r>
      <w:proofErr w:type="gramStart"/>
      <w:r w:rsidRPr="00AC4155">
        <w:t>libusb-1.0.so.0:cannot</w:t>
      </w:r>
      <w:proofErr w:type="gramEnd"/>
      <w:r w:rsidRPr="00AC4155">
        <w:t xml:space="preserve"> open shared </w:t>
      </w:r>
      <w:r>
        <w:t xml:space="preserve">       </w:t>
      </w:r>
      <w:r w:rsidRPr="00DD35AE">
        <w:t>object file: No such file or directory” error while running executables.</w:t>
      </w:r>
    </w:p>
    <w:p w14:paraId="1B735DDF" w14:textId="77777777" w:rsidR="005D2A0A" w:rsidRPr="00DD35AE" w:rsidRDefault="005D2A0A" w:rsidP="005D2A0A">
      <w:pPr>
        <w:pStyle w:val="ListParagraph"/>
        <w:spacing w:after="200" w:line="276" w:lineRule="auto"/>
        <w:ind w:left="1440" w:hanging="1080"/>
        <w:contextualSpacing/>
        <w:jc w:val="both"/>
        <w:rPr>
          <w:b/>
        </w:rPr>
      </w:pPr>
      <w:r>
        <w:rPr>
          <w:b/>
        </w:rPr>
        <w:t>Answer:</w:t>
      </w:r>
      <w:r>
        <w:rPr>
          <w:b/>
        </w:rPr>
        <w:tab/>
      </w:r>
      <w:r w:rsidRPr="00AC4155">
        <w:t>Run following command once and proceed running executables.</w:t>
      </w:r>
      <w:r w:rsidRPr="00AC4155">
        <w:rPr>
          <w:b/>
        </w:rPr>
        <w:t xml:space="preserve">  </w:t>
      </w:r>
      <w:proofErr w:type="spellStart"/>
      <w:r>
        <w:rPr>
          <w:b/>
        </w:rPr>
        <w:t>l</w:t>
      </w:r>
      <w:r w:rsidRPr="00AC4155">
        <w:rPr>
          <w:b/>
        </w:rPr>
        <w:t>dconfig</w:t>
      </w:r>
      <w:proofErr w:type="spellEnd"/>
      <w:r w:rsidRPr="00AC4155">
        <w:rPr>
          <w:b/>
        </w:rPr>
        <w:t xml:space="preserve"> -v</w:t>
      </w:r>
    </w:p>
    <w:p w14:paraId="33E502FD" w14:textId="77777777" w:rsidR="005D2A0A" w:rsidRPr="00E36E70" w:rsidRDefault="005D2A0A" w:rsidP="005D2A0A">
      <w:pPr>
        <w:pStyle w:val="HTMLPreformatted"/>
        <w:ind w:left="916"/>
        <w:rPr>
          <w:rFonts w:ascii="Times New Roman" w:hAnsi="Times New Roman" w:cs="Times New Roman"/>
          <w:color w:val="000000"/>
          <w:sz w:val="24"/>
          <w:szCs w:val="24"/>
        </w:rPr>
      </w:pPr>
      <w:hyperlink r:id="rId20" w:history="1">
        <w:r w:rsidRPr="00E36E70">
          <w:rPr>
            <w:rStyle w:val="Hyperlink"/>
            <w:rFonts w:ascii="Times New Roman" w:hAnsi="Times New Roman" w:cs="Times New Roman"/>
            <w:sz w:val="24"/>
            <w:szCs w:val="24"/>
          </w:rPr>
          <w:t>https://www.linuxquestions.org/questions/linux-  software-2/what-is-ldconfig-369493/</w:t>
        </w:r>
      </w:hyperlink>
    </w:p>
    <w:p w14:paraId="73B0689E" w14:textId="77777777" w:rsidR="005D2A0A" w:rsidRDefault="005D2A0A" w:rsidP="005D2A0A">
      <w:pPr>
        <w:rPr>
          <w:lang w:val="en-GB"/>
        </w:rPr>
      </w:pPr>
    </w:p>
    <w:p w14:paraId="51AA64E4" w14:textId="77777777" w:rsidR="005D2A0A" w:rsidRDefault="005D2A0A" w:rsidP="005D2A0A">
      <w:pPr>
        <w:rPr>
          <w:lang w:val="en-GB"/>
        </w:rPr>
      </w:pPr>
    </w:p>
    <w:sectPr w:rsidR="005D2A0A" w:rsidSect="008E7492">
      <w:headerReference w:type="even" r:id="rId21"/>
      <w:headerReference w:type="default" r:id="rId22"/>
      <w:footerReference w:type="even" r:id="rId23"/>
      <w:footerReference w:type="default" r:id="rId24"/>
      <w:headerReference w:type="first" r:id="rId25"/>
      <w:footerReference w:type="first" r:id="rId26"/>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2F0B1" w14:textId="77777777" w:rsidR="007374DC" w:rsidRDefault="007374DC" w:rsidP="006E2A82">
      <w:r>
        <w:separator/>
      </w:r>
    </w:p>
  </w:endnote>
  <w:endnote w:type="continuationSeparator" w:id="0">
    <w:p w14:paraId="65C157F7" w14:textId="77777777" w:rsidR="007374DC" w:rsidRDefault="007374DC" w:rsidP="006E2A82">
      <w:r>
        <w:continuationSeparator/>
      </w:r>
    </w:p>
  </w:endnote>
  <w:endnote w:type="continuationNotice" w:id="1">
    <w:p w14:paraId="7264A926" w14:textId="77777777" w:rsidR="007374DC" w:rsidRDefault="00737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CEBD7" w14:textId="77777777" w:rsidR="0083097C" w:rsidRDefault="008309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A104AB" w14:paraId="34B36C3B" w14:textId="77777777" w:rsidTr="00FC1F7A">
      <w:tc>
        <w:tcPr>
          <w:tcW w:w="5328" w:type="dxa"/>
        </w:tcPr>
        <w:p w14:paraId="206F7DC1" w14:textId="5FD41BD6" w:rsidR="00A104AB" w:rsidRDefault="00A104AB" w:rsidP="00FC1F7A">
          <w:pPr>
            <w:pStyle w:val="Footer"/>
          </w:pPr>
          <w:r>
            <w:sym w:font="Symbol" w:char="F0E3"/>
          </w:r>
          <w:r>
            <w:t xml:space="preserve"> 201</w:t>
          </w:r>
          <w:r w:rsidR="0083097C">
            <w:t>9</w:t>
          </w:r>
          <w:r>
            <w:t xml:space="preserve"> Microchip Technology Inc</w:t>
          </w:r>
        </w:p>
      </w:tc>
      <w:tc>
        <w:tcPr>
          <w:tcW w:w="3168" w:type="dxa"/>
        </w:tcPr>
        <w:p w14:paraId="70382369" w14:textId="77777777" w:rsidR="00A104AB" w:rsidRDefault="00A104AB" w:rsidP="00FC1F7A">
          <w:pPr>
            <w:pStyle w:val="Footer"/>
            <w:jc w:val="right"/>
          </w:pPr>
          <w:r>
            <w:t xml:space="preserve">Page </w:t>
          </w:r>
          <w:r>
            <w:fldChar w:fldCharType="begin"/>
          </w:r>
          <w:r>
            <w:instrText xml:space="preserve"> PAGE  \* Arabic  \* MERGEFORMAT </w:instrText>
          </w:r>
          <w:r>
            <w:fldChar w:fldCharType="separate"/>
          </w:r>
          <w:r w:rsidR="00AC7F30">
            <w:rPr>
              <w:noProof/>
            </w:rPr>
            <w:t>6</w:t>
          </w:r>
          <w:r>
            <w:fldChar w:fldCharType="end"/>
          </w:r>
        </w:p>
      </w:tc>
    </w:tr>
  </w:tbl>
  <w:p w14:paraId="624BDB4A" w14:textId="77777777" w:rsidR="00A104AB" w:rsidRDefault="00A104AB" w:rsidP="00FC1F7A">
    <w:pPr>
      <w:pStyle w:val="Footer"/>
    </w:pPr>
  </w:p>
  <w:p w14:paraId="13288725" w14:textId="77777777" w:rsidR="00A104AB" w:rsidRDefault="00A104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40CC1" w14:textId="77777777" w:rsidR="0083097C" w:rsidRDefault="00830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20C91" w14:textId="77777777" w:rsidR="007374DC" w:rsidRDefault="007374DC" w:rsidP="006E2A82">
      <w:r>
        <w:separator/>
      </w:r>
    </w:p>
  </w:footnote>
  <w:footnote w:type="continuationSeparator" w:id="0">
    <w:p w14:paraId="30F77F36" w14:textId="77777777" w:rsidR="007374DC" w:rsidRDefault="007374DC" w:rsidP="006E2A82">
      <w:r>
        <w:continuationSeparator/>
      </w:r>
    </w:p>
  </w:footnote>
  <w:footnote w:type="continuationNotice" w:id="1">
    <w:p w14:paraId="7587ECDC" w14:textId="77777777" w:rsidR="007374DC" w:rsidRDefault="007374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29F37" w14:textId="77777777" w:rsidR="0083097C" w:rsidRDefault="00830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8516E" w14:textId="5F185EBF" w:rsidR="00A104AB" w:rsidRDefault="00162F2D" w:rsidP="005A65D1">
    <w:pPr>
      <w:pStyle w:val="Header"/>
      <w:jc w:val="right"/>
    </w:pPr>
    <w:r>
      <w:t>Linux_USB7002_ACE006_USB_Flexconnect</w:t>
    </w:r>
    <w:r w:rsidR="00E14CC9">
      <w:t>_</w:t>
    </w:r>
    <w:r w:rsidR="00A104AB" w:rsidRPr="00135C72">
      <w:t>Release Notes</w:t>
    </w:r>
  </w:p>
  <w:p w14:paraId="0F88D3D0" w14:textId="77777777" w:rsidR="00A104AB" w:rsidRDefault="00A104AB">
    <w:pPr>
      <w:pStyle w:val="Header"/>
    </w:pPr>
    <w:r>
      <w:rPr>
        <w:noProof/>
      </w:rPr>
      <mc:AlternateContent>
        <mc:Choice Requires="wps">
          <w:drawing>
            <wp:anchor distT="4294967295" distB="4294967295" distL="114300" distR="114300" simplePos="0" relativeHeight="251659264" behindDoc="0" locked="0" layoutInCell="1" allowOverlap="1" wp14:anchorId="11BE464A" wp14:editId="4B9B4D43">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8E7C9" w14:textId="77777777" w:rsidR="0083097C" w:rsidRDefault="00830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C90"/>
    <w:multiLevelType w:val="hybridMultilevel"/>
    <w:tmpl w:val="FDFC491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5E849CC"/>
    <w:multiLevelType w:val="hybridMultilevel"/>
    <w:tmpl w:val="7B8AD9D4"/>
    <w:lvl w:ilvl="0" w:tplc="8E5032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5701D7D"/>
    <w:multiLevelType w:val="hybridMultilevel"/>
    <w:tmpl w:val="DEB46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332E6D"/>
    <w:multiLevelType w:val="hybridMultilevel"/>
    <w:tmpl w:val="D8142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5A5A29"/>
    <w:multiLevelType w:val="hybridMultilevel"/>
    <w:tmpl w:val="4552B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EC4F99"/>
    <w:multiLevelType w:val="hybridMultilevel"/>
    <w:tmpl w:val="6CA8E1F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2705" w:hanging="720"/>
      </w:pPr>
    </w:lvl>
    <w:lvl w:ilvl="3">
      <w:start w:val="1"/>
      <w:numFmt w:val="decimal"/>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9EB7471"/>
    <w:multiLevelType w:val="hybridMultilevel"/>
    <w:tmpl w:val="999A1DA8"/>
    <w:lvl w:ilvl="0" w:tplc="147E6764">
      <w:start w:val="1"/>
      <w:numFmt w:val="decimal"/>
      <w:lvlText w:val="%1."/>
      <w:lvlJc w:val="left"/>
      <w:pPr>
        <w:ind w:left="1080" w:hanging="360"/>
      </w:pPr>
    </w:lvl>
    <w:lvl w:ilvl="1" w:tplc="F6141A96">
      <w:start w:val="1"/>
      <w:numFmt w:val="lowerLetter"/>
      <w:lvlText w:val="%2."/>
      <w:lvlJc w:val="left"/>
      <w:pPr>
        <w:ind w:left="1800" w:hanging="360"/>
      </w:pPr>
      <w:rPr>
        <w:color w:val="00000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E2C2078"/>
    <w:multiLevelType w:val="hybridMultilevel"/>
    <w:tmpl w:val="8B26D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55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2D40"/>
    <w:rsid w:val="000837BE"/>
    <w:rsid w:val="00084AB1"/>
    <w:rsid w:val="00084FF2"/>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1F8C"/>
    <w:rsid w:val="000C2F76"/>
    <w:rsid w:val="000C30E3"/>
    <w:rsid w:val="000C3196"/>
    <w:rsid w:val="000C3406"/>
    <w:rsid w:val="000C3BB7"/>
    <w:rsid w:val="000C3BBE"/>
    <w:rsid w:val="000C3F83"/>
    <w:rsid w:val="000C4221"/>
    <w:rsid w:val="000C4999"/>
    <w:rsid w:val="000C5C38"/>
    <w:rsid w:val="000C5D1C"/>
    <w:rsid w:val="000C5D29"/>
    <w:rsid w:val="000C65A9"/>
    <w:rsid w:val="000C676D"/>
    <w:rsid w:val="000C6C1D"/>
    <w:rsid w:val="000D019D"/>
    <w:rsid w:val="000D1B2A"/>
    <w:rsid w:val="000D2600"/>
    <w:rsid w:val="000D2B48"/>
    <w:rsid w:val="000D456B"/>
    <w:rsid w:val="000D565A"/>
    <w:rsid w:val="000D5AB7"/>
    <w:rsid w:val="000D614F"/>
    <w:rsid w:val="000D63F4"/>
    <w:rsid w:val="000D6819"/>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6BCA"/>
    <w:rsid w:val="001074F6"/>
    <w:rsid w:val="00111208"/>
    <w:rsid w:val="001113AA"/>
    <w:rsid w:val="00111BCF"/>
    <w:rsid w:val="00112DE7"/>
    <w:rsid w:val="00113789"/>
    <w:rsid w:val="0011403B"/>
    <w:rsid w:val="001148F4"/>
    <w:rsid w:val="00115117"/>
    <w:rsid w:val="001156C0"/>
    <w:rsid w:val="00115748"/>
    <w:rsid w:val="00115B0F"/>
    <w:rsid w:val="00115BEC"/>
    <w:rsid w:val="00116667"/>
    <w:rsid w:val="00116F6A"/>
    <w:rsid w:val="001172C4"/>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5C72"/>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2F2D"/>
    <w:rsid w:val="001652A8"/>
    <w:rsid w:val="001657D3"/>
    <w:rsid w:val="00165BC6"/>
    <w:rsid w:val="00167577"/>
    <w:rsid w:val="00170993"/>
    <w:rsid w:val="00171474"/>
    <w:rsid w:val="00171F0E"/>
    <w:rsid w:val="0017210D"/>
    <w:rsid w:val="001728E5"/>
    <w:rsid w:val="00172FCF"/>
    <w:rsid w:val="00174280"/>
    <w:rsid w:val="00175719"/>
    <w:rsid w:val="0017584D"/>
    <w:rsid w:val="001767B0"/>
    <w:rsid w:val="001768A4"/>
    <w:rsid w:val="00176D57"/>
    <w:rsid w:val="001776B0"/>
    <w:rsid w:val="001802F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F0F"/>
    <w:rsid w:val="001C0387"/>
    <w:rsid w:val="001C144E"/>
    <w:rsid w:val="001C4D44"/>
    <w:rsid w:val="001C4E79"/>
    <w:rsid w:val="001C5B7C"/>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30A1"/>
    <w:rsid w:val="001F3733"/>
    <w:rsid w:val="001F4B79"/>
    <w:rsid w:val="001F59A3"/>
    <w:rsid w:val="001F62AC"/>
    <w:rsid w:val="001F66E5"/>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2A4F"/>
    <w:rsid w:val="002335C5"/>
    <w:rsid w:val="00233CF1"/>
    <w:rsid w:val="00233D08"/>
    <w:rsid w:val="00233EA0"/>
    <w:rsid w:val="002343E8"/>
    <w:rsid w:val="00234851"/>
    <w:rsid w:val="0023530D"/>
    <w:rsid w:val="0023584A"/>
    <w:rsid w:val="00235E2F"/>
    <w:rsid w:val="0023789F"/>
    <w:rsid w:val="00240EF4"/>
    <w:rsid w:val="00242248"/>
    <w:rsid w:val="00242484"/>
    <w:rsid w:val="00242645"/>
    <w:rsid w:val="00242BE2"/>
    <w:rsid w:val="002434D4"/>
    <w:rsid w:val="00243ACA"/>
    <w:rsid w:val="002442E2"/>
    <w:rsid w:val="00246F19"/>
    <w:rsid w:val="00247B86"/>
    <w:rsid w:val="00247BD4"/>
    <w:rsid w:val="00250034"/>
    <w:rsid w:val="00253AAD"/>
    <w:rsid w:val="00255016"/>
    <w:rsid w:val="00255393"/>
    <w:rsid w:val="00255F65"/>
    <w:rsid w:val="0025612C"/>
    <w:rsid w:val="0025665A"/>
    <w:rsid w:val="002566F9"/>
    <w:rsid w:val="002571E3"/>
    <w:rsid w:val="0025760C"/>
    <w:rsid w:val="00261373"/>
    <w:rsid w:val="00261FA8"/>
    <w:rsid w:val="00263CA6"/>
    <w:rsid w:val="00263E86"/>
    <w:rsid w:val="0026409D"/>
    <w:rsid w:val="002643E6"/>
    <w:rsid w:val="002646A1"/>
    <w:rsid w:val="00264718"/>
    <w:rsid w:val="002661D1"/>
    <w:rsid w:val="00266E14"/>
    <w:rsid w:val="0026704B"/>
    <w:rsid w:val="00267674"/>
    <w:rsid w:val="00270DFF"/>
    <w:rsid w:val="00271E2B"/>
    <w:rsid w:val="00273F22"/>
    <w:rsid w:val="00274690"/>
    <w:rsid w:val="00275BE6"/>
    <w:rsid w:val="00275F5C"/>
    <w:rsid w:val="00276021"/>
    <w:rsid w:val="00276B78"/>
    <w:rsid w:val="00276F31"/>
    <w:rsid w:val="002770AD"/>
    <w:rsid w:val="002773A1"/>
    <w:rsid w:val="002776AF"/>
    <w:rsid w:val="00280292"/>
    <w:rsid w:val="00281B2F"/>
    <w:rsid w:val="002830E7"/>
    <w:rsid w:val="00283597"/>
    <w:rsid w:val="00285045"/>
    <w:rsid w:val="00285540"/>
    <w:rsid w:val="00286625"/>
    <w:rsid w:val="00287166"/>
    <w:rsid w:val="00290C62"/>
    <w:rsid w:val="00290DAC"/>
    <w:rsid w:val="00292E1B"/>
    <w:rsid w:val="002932EC"/>
    <w:rsid w:val="002934D2"/>
    <w:rsid w:val="00293636"/>
    <w:rsid w:val="00293BB9"/>
    <w:rsid w:val="00293D49"/>
    <w:rsid w:val="00293E70"/>
    <w:rsid w:val="002940F6"/>
    <w:rsid w:val="00295CC6"/>
    <w:rsid w:val="00296711"/>
    <w:rsid w:val="00296B05"/>
    <w:rsid w:val="00296CC2"/>
    <w:rsid w:val="00297050"/>
    <w:rsid w:val="00297E02"/>
    <w:rsid w:val="00297F28"/>
    <w:rsid w:val="002A0798"/>
    <w:rsid w:val="002A238F"/>
    <w:rsid w:val="002A23A0"/>
    <w:rsid w:val="002A240D"/>
    <w:rsid w:val="002A2945"/>
    <w:rsid w:val="002A2F07"/>
    <w:rsid w:val="002A35CB"/>
    <w:rsid w:val="002A3A14"/>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879"/>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5BB9"/>
    <w:rsid w:val="00316382"/>
    <w:rsid w:val="00316B7A"/>
    <w:rsid w:val="00316BB6"/>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B76"/>
    <w:rsid w:val="00332FB5"/>
    <w:rsid w:val="00334278"/>
    <w:rsid w:val="00334565"/>
    <w:rsid w:val="00334A02"/>
    <w:rsid w:val="0033534B"/>
    <w:rsid w:val="0033619B"/>
    <w:rsid w:val="0033677A"/>
    <w:rsid w:val="00336DE9"/>
    <w:rsid w:val="00341888"/>
    <w:rsid w:val="0034240B"/>
    <w:rsid w:val="003425E6"/>
    <w:rsid w:val="00345177"/>
    <w:rsid w:val="00345FF8"/>
    <w:rsid w:val="0034662F"/>
    <w:rsid w:val="0034678B"/>
    <w:rsid w:val="00347339"/>
    <w:rsid w:val="00347368"/>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335B"/>
    <w:rsid w:val="0037478C"/>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1B34"/>
    <w:rsid w:val="003B22DA"/>
    <w:rsid w:val="003B3D0C"/>
    <w:rsid w:val="003B460C"/>
    <w:rsid w:val="003B46B5"/>
    <w:rsid w:val="003B59C6"/>
    <w:rsid w:val="003B5B09"/>
    <w:rsid w:val="003B6224"/>
    <w:rsid w:val="003B6B35"/>
    <w:rsid w:val="003B752D"/>
    <w:rsid w:val="003C0018"/>
    <w:rsid w:val="003C0665"/>
    <w:rsid w:val="003C20CD"/>
    <w:rsid w:val="003C23B1"/>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40D6"/>
    <w:rsid w:val="00404339"/>
    <w:rsid w:val="00405A98"/>
    <w:rsid w:val="004068A6"/>
    <w:rsid w:val="00406C5C"/>
    <w:rsid w:val="004072A3"/>
    <w:rsid w:val="00407BCB"/>
    <w:rsid w:val="00407E0C"/>
    <w:rsid w:val="00410039"/>
    <w:rsid w:val="0041037E"/>
    <w:rsid w:val="004103DF"/>
    <w:rsid w:val="00410D26"/>
    <w:rsid w:val="004116BA"/>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7079"/>
    <w:rsid w:val="004770A6"/>
    <w:rsid w:val="00477744"/>
    <w:rsid w:val="0048071F"/>
    <w:rsid w:val="00481A3A"/>
    <w:rsid w:val="00481D4F"/>
    <w:rsid w:val="00482084"/>
    <w:rsid w:val="004824FB"/>
    <w:rsid w:val="004830AE"/>
    <w:rsid w:val="004832BA"/>
    <w:rsid w:val="00483BC3"/>
    <w:rsid w:val="00484B73"/>
    <w:rsid w:val="004858A7"/>
    <w:rsid w:val="004860E1"/>
    <w:rsid w:val="004879DB"/>
    <w:rsid w:val="00487D8A"/>
    <w:rsid w:val="00487FCB"/>
    <w:rsid w:val="004912B1"/>
    <w:rsid w:val="00491913"/>
    <w:rsid w:val="004934BF"/>
    <w:rsid w:val="004936A2"/>
    <w:rsid w:val="004956E8"/>
    <w:rsid w:val="00496403"/>
    <w:rsid w:val="00497DA1"/>
    <w:rsid w:val="004A0968"/>
    <w:rsid w:val="004A1566"/>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277"/>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74E4"/>
    <w:rsid w:val="00537B8E"/>
    <w:rsid w:val="005402E7"/>
    <w:rsid w:val="005405FF"/>
    <w:rsid w:val="0054127C"/>
    <w:rsid w:val="005428AC"/>
    <w:rsid w:val="00542D28"/>
    <w:rsid w:val="00544BAC"/>
    <w:rsid w:val="00546074"/>
    <w:rsid w:val="0054780B"/>
    <w:rsid w:val="00550408"/>
    <w:rsid w:val="005504D9"/>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03D"/>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944"/>
    <w:rsid w:val="005A1970"/>
    <w:rsid w:val="005A1CAC"/>
    <w:rsid w:val="005A2A76"/>
    <w:rsid w:val="005A2C17"/>
    <w:rsid w:val="005A2EA0"/>
    <w:rsid w:val="005A36D0"/>
    <w:rsid w:val="005A3A41"/>
    <w:rsid w:val="005A3A91"/>
    <w:rsid w:val="005A475F"/>
    <w:rsid w:val="005A4773"/>
    <w:rsid w:val="005A57EF"/>
    <w:rsid w:val="005A61C6"/>
    <w:rsid w:val="005A650E"/>
    <w:rsid w:val="005A6586"/>
    <w:rsid w:val="005A65D1"/>
    <w:rsid w:val="005A796C"/>
    <w:rsid w:val="005B0439"/>
    <w:rsid w:val="005B05B9"/>
    <w:rsid w:val="005B0A9B"/>
    <w:rsid w:val="005B216B"/>
    <w:rsid w:val="005B23A5"/>
    <w:rsid w:val="005B38F6"/>
    <w:rsid w:val="005B394C"/>
    <w:rsid w:val="005B3BCF"/>
    <w:rsid w:val="005B428F"/>
    <w:rsid w:val="005B5A03"/>
    <w:rsid w:val="005B65D9"/>
    <w:rsid w:val="005B6BFF"/>
    <w:rsid w:val="005B72DC"/>
    <w:rsid w:val="005B75DD"/>
    <w:rsid w:val="005C02D1"/>
    <w:rsid w:val="005C1A56"/>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C8B"/>
    <w:rsid w:val="005D0EC3"/>
    <w:rsid w:val="005D1480"/>
    <w:rsid w:val="005D1489"/>
    <w:rsid w:val="005D209B"/>
    <w:rsid w:val="005D21D0"/>
    <w:rsid w:val="005D26E1"/>
    <w:rsid w:val="005D2A0A"/>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5ABA"/>
    <w:rsid w:val="006076A2"/>
    <w:rsid w:val="00607D98"/>
    <w:rsid w:val="006100C5"/>
    <w:rsid w:val="0061167F"/>
    <w:rsid w:val="00611C9A"/>
    <w:rsid w:val="00612F66"/>
    <w:rsid w:val="0061615A"/>
    <w:rsid w:val="00616F46"/>
    <w:rsid w:val="00617117"/>
    <w:rsid w:val="006178ED"/>
    <w:rsid w:val="00617BB6"/>
    <w:rsid w:val="006200DA"/>
    <w:rsid w:val="0062057B"/>
    <w:rsid w:val="00621E90"/>
    <w:rsid w:val="0062222C"/>
    <w:rsid w:val="00622357"/>
    <w:rsid w:val="00622373"/>
    <w:rsid w:val="0062275E"/>
    <w:rsid w:val="006229A9"/>
    <w:rsid w:val="00623115"/>
    <w:rsid w:val="00623240"/>
    <w:rsid w:val="00623455"/>
    <w:rsid w:val="00623496"/>
    <w:rsid w:val="00623C48"/>
    <w:rsid w:val="006244F5"/>
    <w:rsid w:val="00624B26"/>
    <w:rsid w:val="00625352"/>
    <w:rsid w:val="00625829"/>
    <w:rsid w:val="00625CC0"/>
    <w:rsid w:val="00625EF7"/>
    <w:rsid w:val="00627A08"/>
    <w:rsid w:val="00627CA4"/>
    <w:rsid w:val="00630E05"/>
    <w:rsid w:val="00631A00"/>
    <w:rsid w:val="00631B47"/>
    <w:rsid w:val="006325F0"/>
    <w:rsid w:val="00633798"/>
    <w:rsid w:val="00633B36"/>
    <w:rsid w:val="00633E98"/>
    <w:rsid w:val="00636C69"/>
    <w:rsid w:val="00640178"/>
    <w:rsid w:val="00641675"/>
    <w:rsid w:val="00641C65"/>
    <w:rsid w:val="00641C9D"/>
    <w:rsid w:val="006429FB"/>
    <w:rsid w:val="00643776"/>
    <w:rsid w:val="00643D8A"/>
    <w:rsid w:val="00643F84"/>
    <w:rsid w:val="00644A15"/>
    <w:rsid w:val="00645715"/>
    <w:rsid w:val="00645E4A"/>
    <w:rsid w:val="0064746A"/>
    <w:rsid w:val="0065230A"/>
    <w:rsid w:val="00654E46"/>
    <w:rsid w:val="0065525C"/>
    <w:rsid w:val="00656055"/>
    <w:rsid w:val="0065605A"/>
    <w:rsid w:val="00656F2F"/>
    <w:rsid w:val="006576CD"/>
    <w:rsid w:val="00657F10"/>
    <w:rsid w:val="006601D4"/>
    <w:rsid w:val="006606D5"/>
    <w:rsid w:val="006626EF"/>
    <w:rsid w:val="00663CAB"/>
    <w:rsid w:val="00664791"/>
    <w:rsid w:val="00664D60"/>
    <w:rsid w:val="00665D88"/>
    <w:rsid w:val="00665DC5"/>
    <w:rsid w:val="00666F94"/>
    <w:rsid w:val="00667DEA"/>
    <w:rsid w:val="006702B4"/>
    <w:rsid w:val="006704EB"/>
    <w:rsid w:val="006706B7"/>
    <w:rsid w:val="00670718"/>
    <w:rsid w:val="00670BCA"/>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6E17"/>
    <w:rsid w:val="006872B0"/>
    <w:rsid w:val="00687B84"/>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4A11"/>
    <w:rsid w:val="00705519"/>
    <w:rsid w:val="007066AE"/>
    <w:rsid w:val="00706E7D"/>
    <w:rsid w:val="007074D6"/>
    <w:rsid w:val="00707931"/>
    <w:rsid w:val="007120E8"/>
    <w:rsid w:val="00712292"/>
    <w:rsid w:val="00712CE3"/>
    <w:rsid w:val="00712FC0"/>
    <w:rsid w:val="00714D8C"/>
    <w:rsid w:val="00716836"/>
    <w:rsid w:val="0071776D"/>
    <w:rsid w:val="0071795E"/>
    <w:rsid w:val="0072214B"/>
    <w:rsid w:val="00722261"/>
    <w:rsid w:val="00723612"/>
    <w:rsid w:val="00723BB7"/>
    <w:rsid w:val="00723EAE"/>
    <w:rsid w:val="007260DA"/>
    <w:rsid w:val="007261E8"/>
    <w:rsid w:val="00726399"/>
    <w:rsid w:val="00727840"/>
    <w:rsid w:val="00730A8F"/>
    <w:rsid w:val="00731371"/>
    <w:rsid w:val="007338D8"/>
    <w:rsid w:val="00733B37"/>
    <w:rsid w:val="00733B99"/>
    <w:rsid w:val="00734011"/>
    <w:rsid w:val="0073443B"/>
    <w:rsid w:val="00734BEE"/>
    <w:rsid w:val="00735282"/>
    <w:rsid w:val="007353AE"/>
    <w:rsid w:val="007358C5"/>
    <w:rsid w:val="007368C7"/>
    <w:rsid w:val="00736DDE"/>
    <w:rsid w:val="007371D5"/>
    <w:rsid w:val="0073720F"/>
    <w:rsid w:val="007374DC"/>
    <w:rsid w:val="0073756F"/>
    <w:rsid w:val="00737575"/>
    <w:rsid w:val="007376F7"/>
    <w:rsid w:val="00740218"/>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2A5"/>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7B20"/>
    <w:rsid w:val="0079023E"/>
    <w:rsid w:val="00790662"/>
    <w:rsid w:val="0079123F"/>
    <w:rsid w:val="00791FEE"/>
    <w:rsid w:val="00792D4A"/>
    <w:rsid w:val="0079424D"/>
    <w:rsid w:val="007950B6"/>
    <w:rsid w:val="00796D77"/>
    <w:rsid w:val="0079723F"/>
    <w:rsid w:val="007A06D7"/>
    <w:rsid w:val="007A1303"/>
    <w:rsid w:val="007A2029"/>
    <w:rsid w:val="007A23C0"/>
    <w:rsid w:val="007A2DC7"/>
    <w:rsid w:val="007A32CC"/>
    <w:rsid w:val="007A336A"/>
    <w:rsid w:val="007A4A9B"/>
    <w:rsid w:val="007A4C48"/>
    <w:rsid w:val="007A4F31"/>
    <w:rsid w:val="007A5600"/>
    <w:rsid w:val="007A658A"/>
    <w:rsid w:val="007A6DB8"/>
    <w:rsid w:val="007A71C1"/>
    <w:rsid w:val="007A748F"/>
    <w:rsid w:val="007A7911"/>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E33"/>
    <w:rsid w:val="00816055"/>
    <w:rsid w:val="008164AB"/>
    <w:rsid w:val="008168F1"/>
    <w:rsid w:val="00816CF6"/>
    <w:rsid w:val="00816ED1"/>
    <w:rsid w:val="00817C20"/>
    <w:rsid w:val="00820AE2"/>
    <w:rsid w:val="00821ABE"/>
    <w:rsid w:val="0082231D"/>
    <w:rsid w:val="008227BA"/>
    <w:rsid w:val="00822A27"/>
    <w:rsid w:val="008245F5"/>
    <w:rsid w:val="008263C0"/>
    <w:rsid w:val="00826FD4"/>
    <w:rsid w:val="00830643"/>
    <w:rsid w:val="0083080B"/>
    <w:rsid w:val="0083097C"/>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6C08"/>
    <w:rsid w:val="00846E76"/>
    <w:rsid w:val="00846ECF"/>
    <w:rsid w:val="00850ADE"/>
    <w:rsid w:val="00851485"/>
    <w:rsid w:val="00851DFB"/>
    <w:rsid w:val="00852350"/>
    <w:rsid w:val="00853B09"/>
    <w:rsid w:val="0085402E"/>
    <w:rsid w:val="008541E2"/>
    <w:rsid w:val="008545E2"/>
    <w:rsid w:val="00854EDC"/>
    <w:rsid w:val="00854FBA"/>
    <w:rsid w:val="0085510D"/>
    <w:rsid w:val="008551C1"/>
    <w:rsid w:val="00855EC9"/>
    <w:rsid w:val="00856D66"/>
    <w:rsid w:val="00861272"/>
    <w:rsid w:val="00861ED3"/>
    <w:rsid w:val="00863CA6"/>
    <w:rsid w:val="00864441"/>
    <w:rsid w:val="0086510A"/>
    <w:rsid w:val="00865148"/>
    <w:rsid w:val="00865696"/>
    <w:rsid w:val="008656B4"/>
    <w:rsid w:val="00865A4F"/>
    <w:rsid w:val="00865AB0"/>
    <w:rsid w:val="0086606B"/>
    <w:rsid w:val="00866884"/>
    <w:rsid w:val="008673A7"/>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680"/>
    <w:rsid w:val="008C6F4C"/>
    <w:rsid w:val="008C7026"/>
    <w:rsid w:val="008D0514"/>
    <w:rsid w:val="008D1A2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1EFA"/>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5B10"/>
    <w:rsid w:val="009065A9"/>
    <w:rsid w:val="00906AE9"/>
    <w:rsid w:val="009071CA"/>
    <w:rsid w:val="00907464"/>
    <w:rsid w:val="00907D5D"/>
    <w:rsid w:val="00907F33"/>
    <w:rsid w:val="00910087"/>
    <w:rsid w:val="009102DA"/>
    <w:rsid w:val="009105BA"/>
    <w:rsid w:val="0091123A"/>
    <w:rsid w:val="00911EA5"/>
    <w:rsid w:val="00912AD4"/>
    <w:rsid w:val="00912EA2"/>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5108"/>
    <w:rsid w:val="00935135"/>
    <w:rsid w:val="00936768"/>
    <w:rsid w:val="00936CA9"/>
    <w:rsid w:val="009413D4"/>
    <w:rsid w:val="009419F3"/>
    <w:rsid w:val="009426D3"/>
    <w:rsid w:val="009433FC"/>
    <w:rsid w:val="00943C41"/>
    <w:rsid w:val="009442CD"/>
    <w:rsid w:val="00945221"/>
    <w:rsid w:val="009457FD"/>
    <w:rsid w:val="00945A08"/>
    <w:rsid w:val="00947884"/>
    <w:rsid w:val="00947E2D"/>
    <w:rsid w:val="009520B1"/>
    <w:rsid w:val="00953489"/>
    <w:rsid w:val="00954EF4"/>
    <w:rsid w:val="00954F30"/>
    <w:rsid w:val="00956C7C"/>
    <w:rsid w:val="00957AFF"/>
    <w:rsid w:val="00961C62"/>
    <w:rsid w:val="00961E35"/>
    <w:rsid w:val="00962362"/>
    <w:rsid w:val="00962ABF"/>
    <w:rsid w:val="00962CE7"/>
    <w:rsid w:val="0096443C"/>
    <w:rsid w:val="00964808"/>
    <w:rsid w:val="00964D63"/>
    <w:rsid w:val="00964EA1"/>
    <w:rsid w:val="0096514E"/>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630"/>
    <w:rsid w:val="00976698"/>
    <w:rsid w:val="00980091"/>
    <w:rsid w:val="00981972"/>
    <w:rsid w:val="0098260B"/>
    <w:rsid w:val="0098353E"/>
    <w:rsid w:val="0098411F"/>
    <w:rsid w:val="00984C4A"/>
    <w:rsid w:val="0098511C"/>
    <w:rsid w:val="00985261"/>
    <w:rsid w:val="009854D1"/>
    <w:rsid w:val="00986243"/>
    <w:rsid w:val="0098692D"/>
    <w:rsid w:val="00986ED2"/>
    <w:rsid w:val="00990A3C"/>
    <w:rsid w:val="00990AD6"/>
    <w:rsid w:val="00991CA1"/>
    <w:rsid w:val="009920C4"/>
    <w:rsid w:val="009934D4"/>
    <w:rsid w:val="00993A3E"/>
    <w:rsid w:val="00994155"/>
    <w:rsid w:val="00995A33"/>
    <w:rsid w:val="00995AD3"/>
    <w:rsid w:val="00995C4B"/>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6B06"/>
    <w:rsid w:val="009B7957"/>
    <w:rsid w:val="009C068A"/>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5F7B"/>
    <w:rsid w:val="009D688F"/>
    <w:rsid w:val="009E0051"/>
    <w:rsid w:val="009E19F6"/>
    <w:rsid w:val="009E1E1D"/>
    <w:rsid w:val="009E213F"/>
    <w:rsid w:val="009E29A3"/>
    <w:rsid w:val="009E2CE9"/>
    <w:rsid w:val="009E30F4"/>
    <w:rsid w:val="009E335E"/>
    <w:rsid w:val="009E3C25"/>
    <w:rsid w:val="009E46B8"/>
    <w:rsid w:val="009E4A52"/>
    <w:rsid w:val="009E6062"/>
    <w:rsid w:val="009F1294"/>
    <w:rsid w:val="009F1306"/>
    <w:rsid w:val="009F2B11"/>
    <w:rsid w:val="009F39C1"/>
    <w:rsid w:val="009F4567"/>
    <w:rsid w:val="009F4C58"/>
    <w:rsid w:val="009F61FA"/>
    <w:rsid w:val="009F67DC"/>
    <w:rsid w:val="009F74B9"/>
    <w:rsid w:val="009F7DA8"/>
    <w:rsid w:val="00A03FC9"/>
    <w:rsid w:val="00A04605"/>
    <w:rsid w:val="00A0472C"/>
    <w:rsid w:val="00A04A7F"/>
    <w:rsid w:val="00A05917"/>
    <w:rsid w:val="00A0624B"/>
    <w:rsid w:val="00A06CB5"/>
    <w:rsid w:val="00A07431"/>
    <w:rsid w:val="00A07BAD"/>
    <w:rsid w:val="00A10028"/>
    <w:rsid w:val="00A104AB"/>
    <w:rsid w:val="00A1064D"/>
    <w:rsid w:val="00A11C05"/>
    <w:rsid w:val="00A11CAC"/>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459B"/>
    <w:rsid w:val="00A4551F"/>
    <w:rsid w:val="00A45E81"/>
    <w:rsid w:val="00A46BD1"/>
    <w:rsid w:val="00A46E9B"/>
    <w:rsid w:val="00A46FC9"/>
    <w:rsid w:val="00A50080"/>
    <w:rsid w:val="00A50F84"/>
    <w:rsid w:val="00A51D46"/>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30D"/>
    <w:rsid w:val="00A718FB"/>
    <w:rsid w:val="00A73A90"/>
    <w:rsid w:val="00A746C5"/>
    <w:rsid w:val="00A7485F"/>
    <w:rsid w:val="00A80695"/>
    <w:rsid w:val="00A812CF"/>
    <w:rsid w:val="00A82A8D"/>
    <w:rsid w:val="00A83129"/>
    <w:rsid w:val="00A837E1"/>
    <w:rsid w:val="00A84251"/>
    <w:rsid w:val="00A86EDC"/>
    <w:rsid w:val="00A875FE"/>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B0372"/>
    <w:rsid w:val="00AB07FD"/>
    <w:rsid w:val="00AB0C50"/>
    <w:rsid w:val="00AB0E7B"/>
    <w:rsid w:val="00AB15D1"/>
    <w:rsid w:val="00AB2380"/>
    <w:rsid w:val="00AB3907"/>
    <w:rsid w:val="00AB462C"/>
    <w:rsid w:val="00AB4BB5"/>
    <w:rsid w:val="00AB5C80"/>
    <w:rsid w:val="00AB6112"/>
    <w:rsid w:val="00AB66F5"/>
    <w:rsid w:val="00AB6DCD"/>
    <w:rsid w:val="00AB6F25"/>
    <w:rsid w:val="00AB751C"/>
    <w:rsid w:val="00AB78D4"/>
    <w:rsid w:val="00AB799F"/>
    <w:rsid w:val="00AB7E60"/>
    <w:rsid w:val="00AC0035"/>
    <w:rsid w:val="00AC1B27"/>
    <w:rsid w:val="00AC2C27"/>
    <w:rsid w:val="00AC2F6F"/>
    <w:rsid w:val="00AC3B37"/>
    <w:rsid w:val="00AC434F"/>
    <w:rsid w:val="00AC4644"/>
    <w:rsid w:val="00AC503F"/>
    <w:rsid w:val="00AC5D52"/>
    <w:rsid w:val="00AC6565"/>
    <w:rsid w:val="00AC6797"/>
    <w:rsid w:val="00AC6A08"/>
    <w:rsid w:val="00AC6DDE"/>
    <w:rsid w:val="00AC7023"/>
    <w:rsid w:val="00AC762D"/>
    <w:rsid w:val="00AC792B"/>
    <w:rsid w:val="00AC7F30"/>
    <w:rsid w:val="00AD02D9"/>
    <w:rsid w:val="00AD10DF"/>
    <w:rsid w:val="00AD16E1"/>
    <w:rsid w:val="00AD17D6"/>
    <w:rsid w:val="00AD1D09"/>
    <w:rsid w:val="00AD2126"/>
    <w:rsid w:val="00AD2439"/>
    <w:rsid w:val="00AD279D"/>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67F"/>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1E3A"/>
    <w:rsid w:val="00B1204E"/>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50B6"/>
    <w:rsid w:val="00B75715"/>
    <w:rsid w:val="00B7606C"/>
    <w:rsid w:val="00B76AA0"/>
    <w:rsid w:val="00B77091"/>
    <w:rsid w:val="00B80ABE"/>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320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C69"/>
    <w:rsid w:val="00BD3D74"/>
    <w:rsid w:val="00BD401A"/>
    <w:rsid w:val="00BD53B6"/>
    <w:rsid w:val="00BD58D5"/>
    <w:rsid w:val="00BD5D50"/>
    <w:rsid w:val="00BD64D1"/>
    <w:rsid w:val="00BD6761"/>
    <w:rsid w:val="00BD6A88"/>
    <w:rsid w:val="00BD77DF"/>
    <w:rsid w:val="00BE0377"/>
    <w:rsid w:val="00BE1564"/>
    <w:rsid w:val="00BE1904"/>
    <w:rsid w:val="00BE2ABE"/>
    <w:rsid w:val="00BE3073"/>
    <w:rsid w:val="00BE49A7"/>
    <w:rsid w:val="00BE4F34"/>
    <w:rsid w:val="00BE54E9"/>
    <w:rsid w:val="00BE5AF7"/>
    <w:rsid w:val="00BE6427"/>
    <w:rsid w:val="00BE6981"/>
    <w:rsid w:val="00BE7311"/>
    <w:rsid w:val="00BE7417"/>
    <w:rsid w:val="00BE751C"/>
    <w:rsid w:val="00BF2262"/>
    <w:rsid w:val="00BF2FAC"/>
    <w:rsid w:val="00BF30FF"/>
    <w:rsid w:val="00BF4B4D"/>
    <w:rsid w:val="00BF63B3"/>
    <w:rsid w:val="00BF66C6"/>
    <w:rsid w:val="00BF69D4"/>
    <w:rsid w:val="00C00602"/>
    <w:rsid w:val="00C00793"/>
    <w:rsid w:val="00C013E4"/>
    <w:rsid w:val="00C01A01"/>
    <w:rsid w:val="00C01FBE"/>
    <w:rsid w:val="00C0240D"/>
    <w:rsid w:val="00C0243E"/>
    <w:rsid w:val="00C03D91"/>
    <w:rsid w:val="00C0489A"/>
    <w:rsid w:val="00C04D43"/>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D83"/>
    <w:rsid w:val="00C2086C"/>
    <w:rsid w:val="00C212DC"/>
    <w:rsid w:val="00C21905"/>
    <w:rsid w:val="00C21B7C"/>
    <w:rsid w:val="00C22D15"/>
    <w:rsid w:val="00C23103"/>
    <w:rsid w:val="00C24652"/>
    <w:rsid w:val="00C256A2"/>
    <w:rsid w:val="00C26443"/>
    <w:rsid w:val="00C26E58"/>
    <w:rsid w:val="00C26EDB"/>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2EB"/>
    <w:rsid w:val="00C60C94"/>
    <w:rsid w:val="00C60F0B"/>
    <w:rsid w:val="00C618FC"/>
    <w:rsid w:val="00C6296A"/>
    <w:rsid w:val="00C64B22"/>
    <w:rsid w:val="00C662C8"/>
    <w:rsid w:val="00C670F7"/>
    <w:rsid w:val="00C674F7"/>
    <w:rsid w:val="00C67E0F"/>
    <w:rsid w:val="00C7007F"/>
    <w:rsid w:val="00C70B7A"/>
    <w:rsid w:val="00C72883"/>
    <w:rsid w:val="00C72C42"/>
    <w:rsid w:val="00C7454A"/>
    <w:rsid w:val="00C74836"/>
    <w:rsid w:val="00C749DA"/>
    <w:rsid w:val="00C74B97"/>
    <w:rsid w:val="00C75875"/>
    <w:rsid w:val="00C75A1B"/>
    <w:rsid w:val="00C75CE6"/>
    <w:rsid w:val="00C76D88"/>
    <w:rsid w:val="00C77066"/>
    <w:rsid w:val="00C81346"/>
    <w:rsid w:val="00C8259A"/>
    <w:rsid w:val="00C82FD8"/>
    <w:rsid w:val="00C831FA"/>
    <w:rsid w:val="00C83297"/>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1429"/>
    <w:rsid w:val="00CB2241"/>
    <w:rsid w:val="00CB26DD"/>
    <w:rsid w:val="00CB2D9A"/>
    <w:rsid w:val="00CB3432"/>
    <w:rsid w:val="00CB3F1A"/>
    <w:rsid w:val="00CB4CC7"/>
    <w:rsid w:val="00CB4F5F"/>
    <w:rsid w:val="00CB593C"/>
    <w:rsid w:val="00CC033E"/>
    <w:rsid w:val="00CC0526"/>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D65DC"/>
    <w:rsid w:val="00CE073E"/>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6875"/>
    <w:rsid w:val="00D36E9A"/>
    <w:rsid w:val="00D373FF"/>
    <w:rsid w:val="00D37C9E"/>
    <w:rsid w:val="00D40A8B"/>
    <w:rsid w:val="00D42040"/>
    <w:rsid w:val="00D42DEE"/>
    <w:rsid w:val="00D43812"/>
    <w:rsid w:val="00D4415C"/>
    <w:rsid w:val="00D44946"/>
    <w:rsid w:val="00D450D2"/>
    <w:rsid w:val="00D4528B"/>
    <w:rsid w:val="00D46C3B"/>
    <w:rsid w:val="00D46E49"/>
    <w:rsid w:val="00D46F59"/>
    <w:rsid w:val="00D4712C"/>
    <w:rsid w:val="00D4724A"/>
    <w:rsid w:val="00D50C9A"/>
    <w:rsid w:val="00D510CA"/>
    <w:rsid w:val="00D51AF7"/>
    <w:rsid w:val="00D5229E"/>
    <w:rsid w:val="00D52C2B"/>
    <w:rsid w:val="00D536ED"/>
    <w:rsid w:val="00D5474E"/>
    <w:rsid w:val="00D54BA9"/>
    <w:rsid w:val="00D55B66"/>
    <w:rsid w:val="00D55DE9"/>
    <w:rsid w:val="00D56CFA"/>
    <w:rsid w:val="00D571C4"/>
    <w:rsid w:val="00D60F1B"/>
    <w:rsid w:val="00D610FC"/>
    <w:rsid w:val="00D6113F"/>
    <w:rsid w:val="00D614F8"/>
    <w:rsid w:val="00D617E7"/>
    <w:rsid w:val="00D622B6"/>
    <w:rsid w:val="00D6241A"/>
    <w:rsid w:val="00D6412D"/>
    <w:rsid w:val="00D64A31"/>
    <w:rsid w:val="00D653E5"/>
    <w:rsid w:val="00D664CE"/>
    <w:rsid w:val="00D67458"/>
    <w:rsid w:val="00D70063"/>
    <w:rsid w:val="00D71C85"/>
    <w:rsid w:val="00D7245D"/>
    <w:rsid w:val="00D7332F"/>
    <w:rsid w:val="00D735A6"/>
    <w:rsid w:val="00D736CC"/>
    <w:rsid w:val="00D73979"/>
    <w:rsid w:val="00D73EAE"/>
    <w:rsid w:val="00D73FBE"/>
    <w:rsid w:val="00D741EE"/>
    <w:rsid w:val="00D74D1F"/>
    <w:rsid w:val="00D764CB"/>
    <w:rsid w:val="00D767DD"/>
    <w:rsid w:val="00D7689B"/>
    <w:rsid w:val="00D77DE7"/>
    <w:rsid w:val="00D77EF6"/>
    <w:rsid w:val="00D80C9C"/>
    <w:rsid w:val="00D80DFB"/>
    <w:rsid w:val="00D8106C"/>
    <w:rsid w:val="00D81133"/>
    <w:rsid w:val="00D8158B"/>
    <w:rsid w:val="00D8183A"/>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3F72"/>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43DF"/>
    <w:rsid w:val="00DC5D3C"/>
    <w:rsid w:val="00DC5E56"/>
    <w:rsid w:val="00DC62C9"/>
    <w:rsid w:val="00DC65C4"/>
    <w:rsid w:val="00DC69DE"/>
    <w:rsid w:val="00DC6AC1"/>
    <w:rsid w:val="00DC703A"/>
    <w:rsid w:val="00DC75E9"/>
    <w:rsid w:val="00DC7B98"/>
    <w:rsid w:val="00DC7E26"/>
    <w:rsid w:val="00DD0476"/>
    <w:rsid w:val="00DD05A4"/>
    <w:rsid w:val="00DD0BD0"/>
    <w:rsid w:val="00DD1BCF"/>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C9"/>
    <w:rsid w:val="00E14CED"/>
    <w:rsid w:val="00E15F93"/>
    <w:rsid w:val="00E160E1"/>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2BCC"/>
    <w:rsid w:val="00E430C0"/>
    <w:rsid w:val="00E441C8"/>
    <w:rsid w:val="00E44B39"/>
    <w:rsid w:val="00E452DC"/>
    <w:rsid w:val="00E45366"/>
    <w:rsid w:val="00E4587E"/>
    <w:rsid w:val="00E45EDA"/>
    <w:rsid w:val="00E473E7"/>
    <w:rsid w:val="00E47A81"/>
    <w:rsid w:val="00E47ADB"/>
    <w:rsid w:val="00E506F7"/>
    <w:rsid w:val="00E50FCD"/>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6D"/>
    <w:rsid w:val="00E822A3"/>
    <w:rsid w:val="00E8268C"/>
    <w:rsid w:val="00E82B18"/>
    <w:rsid w:val="00E82C43"/>
    <w:rsid w:val="00E831E8"/>
    <w:rsid w:val="00E83430"/>
    <w:rsid w:val="00E8459C"/>
    <w:rsid w:val="00E8579B"/>
    <w:rsid w:val="00E865D9"/>
    <w:rsid w:val="00E86C98"/>
    <w:rsid w:val="00E87647"/>
    <w:rsid w:val="00E87A66"/>
    <w:rsid w:val="00E9097A"/>
    <w:rsid w:val="00E90A06"/>
    <w:rsid w:val="00E922C5"/>
    <w:rsid w:val="00E926DF"/>
    <w:rsid w:val="00E93153"/>
    <w:rsid w:val="00E93D47"/>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506F"/>
    <w:rsid w:val="00ED6E08"/>
    <w:rsid w:val="00ED77F9"/>
    <w:rsid w:val="00EE06F4"/>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2415"/>
    <w:rsid w:val="00F02EF1"/>
    <w:rsid w:val="00F03A62"/>
    <w:rsid w:val="00F03F98"/>
    <w:rsid w:val="00F04E66"/>
    <w:rsid w:val="00F0559F"/>
    <w:rsid w:val="00F05F39"/>
    <w:rsid w:val="00F1004D"/>
    <w:rsid w:val="00F108FC"/>
    <w:rsid w:val="00F10D8B"/>
    <w:rsid w:val="00F10D90"/>
    <w:rsid w:val="00F118BF"/>
    <w:rsid w:val="00F11BE1"/>
    <w:rsid w:val="00F126E6"/>
    <w:rsid w:val="00F13425"/>
    <w:rsid w:val="00F14EBF"/>
    <w:rsid w:val="00F15FC3"/>
    <w:rsid w:val="00F166F9"/>
    <w:rsid w:val="00F16D1B"/>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7AD"/>
    <w:rsid w:val="00F26893"/>
    <w:rsid w:val="00F26FD2"/>
    <w:rsid w:val="00F279FA"/>
    <w:rsid w:val="00F27A1B"/>
    <w:rsid w:val="00F27EF3"/>
    <w:rsid w:val="00F303AD"/>
    <w:rsid w:val="00F30798"/>
    <w:rsid w:val="00F3111A"/>
    <w:rsid w:val="00F32803"/>
    <w:rsid w:val="00F339BE"/>
    <w:rsid w:val="00F33E7E"/>
    <w:rsid w:val="00F35784"/>
    <w:rsid w:val="00F35961"/>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FA8"/>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6CE3"/>
    <w:rsid w:val="00FB7B5B"/>
    <w:rsid w:val="00FC0C7D"/>
    <w:rsid w:val="00FC1968"/>
    <w:rsid w:val="00FC1F7A"/>
    <w:rsid w:val="00FC2148"/>
    <w:rsid w:val="00FC2431"/>
    <w:rsid w:val="00FC2E25"/>
    <w:rsid w:val="00FC30F0"/>
    <w:rsid w:val="00FC32F0"/>
    <w:rsid w:val="00FC37E0"/>
    <w:rsid w:val="00FC4506"/>
    <w:rsid w:val="00FC55A6"/>
    <w:rsid w:val="00FC56A7"/>
    <w:rsid w:val="00FC60B4"/>
    <w:rsid w:val="00FC6483"/>
    <w:rsid w:val="00FC6498"/>
    <w:rsid w:val="00FC6B45"/>
    <w:rsid w:val="00FC6D1A"/>
    <w:rsid w:val="00FC6E02"/>
    <w:rsid w:val="00FC7662"/>
    <w:rsid w:val="00FD333F"/>
    <w:rsid w:val="00FD3756"/>
    <w:rsid w:val="00FD495B"/>
    <w:rsid w:val="00FD50BB"/>
    <w:rsid w:val="00FD535A"/>
    <w:rsid w:val="00FD55A6"/>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6D9D39"/>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ind w:left="72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E42BCC"/>
    <w:pPr>
      <w:keepNext/>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E42BCC"/>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ourceforge.net/projects/libusb/files/latest/download?source=files" TargetMode="External"/><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linuxquestions.org/questions/linux-%20%20software-2/what-is-ldconfig-3694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urceforge.net/projects/libusb/files/latest/download?source=files"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086EC-75A9-4792-B7B5-E1A06845029E}">
  <ds:schemaRefs>
    <ds:schemaRef ds:uri="http://schemas.openxmlformats.org/officeDocument/2006/bibliography"/>
  </ds:schemaRefs>
</ds:datastoreItem>
</file>

<file path=customXml/itemProps2.xml><?xml version="1.0" encoding="utf-8"?>
<ds:datastoreItem xmlns:ds="http://schemas.openxmlformats.org/officeDocument/2006/customXml" ds:itemID="{89C92DC3-AAF2-4A8A-A2B4-7EEFAC2A1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165</TotalTime>
  <Pages>12</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Karpagam Aruchamy - I15953</cp:lastModifiedBy>
  <cp:revision>129</cp:revision>
  <cp:lastPrinted>2014-06-17T10:05:00Z</cp:lastPrinted>
  <dcterms:created xsi:type="dcterms:W3CDTF">2018-01-22T06:31:00Z</dcterms:created>
  <dcterms:modified xsi:type="dcterms:W3CDTF">2019-03-05T08:51:00Z</dcterms:modified>
</cp:coreProperties>
</file>