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67D8" w:rsidRDefault="000067D8" w:rsidP="000067D8">
      <w:pPr>
        <w:pStyle w:val="TOC1"/>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947E2D" w:rsidP="00947E2D">
      <w:pPr>
        <w:jc w:val="center"/>
        <w:rPr>
          <w:rFonts w:ascii="Arial" w:hAnsi="Arial" w:cs="Arial"/>
          <w:sz w:val="22"/>
        </w:rPr>
      </w:pPr>
      <w:r>
        <w:rPr>
          <w:rFonts w:ascii="Arial" w:hAnsi="Arial" w:cs="Arial"/>
          <w:noProof/>
          <w:sz w:val="22"/>
        </w:rPr>
        <w:drawing>
          <wp:inline distT="0" distB="0" distL="0" distR="0">
            <wp:extent cx="2933700" cy="674964"/>
            <wp:effectExtent l="0" t="0" r="0" b="0"/>
            <wp:docPr id="6" name="Picture 6" descr="C:\Users\I21326\Desktop\709px-Logo-Microchip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21326\Desktop\709px-Logo-Microchip_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51319" cy="679018"/>
                    </a:xfrm>
                    <a:prstGeom prst="rect">
                      <a:avLst/>
                    </a:prstGeom>
                    <a:noFill/>
                    <a:ln>
                      <a:noFill/>
                    </a:ln>
                  </pic:spPr>
                </pic:pic>
              </a:graphicData>
            </a:graphic>
          </wp:inline>
        </w:drawing>
      </w: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0067D8" w:rsidP="000067D8">
      <w:pPr>
        <w:rPr>
          <w:rFonts w:ascii="Arial" w:hAnsi="Arial" w:cs="Arial"/>
          <w:sz w:val="22"/>
        </w:rPr>
      </w:pPr>
    </w:p>
    <w:p w:rsidR="000067D8" w:rsidRDefault="0011403B" w:rsidP="000067D8">
      <w:pPr>
        <w:rPr>
          <w:rFonts w:ascii="Arial" w:hAnsi="Arial" w:cs="Arial"/>
          <w:sz w:val="22"/>
        </w:rPr>
      </w:pPr>
      <w:r>
        <w:rPr>
          <w:rFonts w:ascii="Arial" w:hAnsi="Arial" w:cs="Arial"/>
          <w:noProof/>
          <w:sz w:val="22"/>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149860</wp:posOffset>
                </wp:positionV>
                <wp:extent cx="5648325" cy="1567815"/>
                <wp:effectExtent l="0" t="0" r="9525"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5678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36554" w:rsidRDefault="00F36554" w:rsidP="00AF24C7">
                            <w:pPr>
                              <w:pStyle w:val="Maintitle"/>
                              <w:jc w:val="center"/>
                              <w:rPr>
                                <w:sz w:val="72"/>
                                <w:szCs w:val="72"/>
                              </w:rPr>
                            </w:pPr>
                            <w:r>
                              <w:rPr>
                                <w:sz w:val="72"/>
                                <w:szCs w:val="72"/>
                              </w:rPr>
                              <w:t>MPLAB</w:t>
                            </w:r>
                            <w:r w:rsidRPr="0004355E">
                              <w:rPr>
                                <w:sz w:val="72"/>
                                <w:szCs w:val="72"/>
                                <w:vertAlign w:val="superscript"/>
                              </w:rPr>
                              <w:t>®</w:t>
                            </w:r>
                            <w:r>
                              <w:rPr>
                                <w:sz w:val="72"/>
                                <w:szCs w:val="72"/>
                              </w:rPr>
                              <w:t xml:space="preserve"> Connect Configurator Release Notes</w:t>
                            </w:r>
                          </w:p>
                          <w:p w:rsidR="00F36554" w:rsidRPr="008C16ED" w:rsidRDefault="00F36554" w:rsidP="008C16ED">
                            <w:pPr>
                              <w:rPr>
                                <w:sz w:val="44"/>
                                <w:szCs w:val="44"/>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8pt;margin-top:11.8pt;width:444.75pt;height:123.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" stroked="f">
                <v:textbox>
                  <w:txbxContent>
                    <w:p w:rsidR="00F36554" w:rsidRDefault="00F36554" w:rsidP="00AF24C7">
                      <w:pPr>
                        <w:pStyle w:val="Maintitle"/>
                        <w:jc w:val="center"/>
                        <w:rPr>
                          <w:sz w:val="72"/>
                          <w:szCs w:val="72"/>
                        </w:rPr>
                      </w:pPr>
                      <w:r>
                        <w:rPr>
                          <w:sz w:val="72"/>
                          <w:szCs w:val="72"/>
                        </w:rPr>
                        <w:t>MPLAB</w:t>
                      </w:r>
                      <w:r w:rsidRPr="0004355E">
                        <w:rPr>
                          <w:sz w:val="72"/>
                          <w:szCs w:val="72"/>
                          <w:vertAlign w:val="superscript"/>
                        </w:rPr>
                        <w:t>®</w:t>
                      </w:r>
                      <w:r>
                        <w:rPr>
                          <w:sz w:val="72"/>
                          <w:szCs w:val="72"/>
                        </w:rPr>
                        <w:t xml:space="preserve"> Connect Configurator Release Notes</w:t>
                      </w:r>
                    </w:p>
                    <w:p w:rsidR="00F36554" w:rsidRPr="008C16ED" w:rsidRDefault="00F36554" w:rsidP="008C16ED">
                      <w:pPr>
                        <w:rPr>
                          <w:sz w:val="44"/>
                          <w:szCs w:val="44"/>
                          <w:lang w:val="en-GB"/>
                        </w:rPr>
                      </w:pPr>
                    </w:p>
                  </w:txbxContent>
                </v:textbox>
              </v:shape>
            </w:pict>
          </mc:Fallback>
        </mc:AlternateContent>
      </w:r>
    </w:p>
    <w:p w:rsidR="000067D8" w:rsidRDefault="000067D8" w:rsidP="000067D8">
      <w:pPr>
        <w:pStyle w:val="TOC1"/>
        <w:rPr>
          <w:rFonts w:ascii="Arial" w:hAnsi="Arial" w:cs="Arial"/>
          <w:sz w:val="22"/>
        </w:rPr>
      </w:pPr>
    </w:p>
    <w:p w:rsidR="000067D8" w:rsidRDefault="000067D8" w:rsidP="000067D8">
      <w:pPr>
        <w:pStyle w:val="TOC1"/>
        <w:rPr>
          <w:rFonts w:ascii="Arial" w:hAnsi="Arial" w:cs="Arial"/>
          <w:sz w:val="22"/>
        </w:rPr>
      </w:pPr>
    </w:p>
    <w:p w:rsidR="000067D8" w:rsidRDefault="000067D8" w:rsidP="000067D8">
      <w:pPr>
        <w:pStyle w:val="TOC1"/>
        <w:rPr>
          <w:rFonts w:ascii="Arial" w:hAnsi="Arial" w:cs="Arial"/>
          <w:sz w:val="22"/>
        </w:rPr>
      </w:pPr>
    </w:p>
    <w:p w:rsidR="000067D8" w:rsidRDefault="000067D8" w:rsidP="000067D8">
      <w:pPr>
        <w:pStyle w:val="TOC1"/>
        <w:rPr>
          <w:rFonts w:ascii="Arial" w:hAnsi="Arial" w:cs="Arial"/>
          <w:sz w:val="22"/>
        </w:rPr>
      </w:pPr>
    </w:p>
    <w:p w:rsidR="00C60F0B" w:rsidRDefault="000067D8" w:rsidP="000067D8">
      <w:pPr>
        <w:rPr>
          <w:rFonts w:ascii="Arial" w:hAnsi="Arial" w:cs="Arial"/>
          <w:sz w:val="14"/>
        </w:rPr>
      </w:pPr>
      <w:r>
        <w:rPr>
          <w:rFonts w:ascii="Arial" w:hAnsi="Arial" w:cs="Arial"/>
          <w:sz w:val="22"/>
        </w:rPr>
        <w:br w:type="page"/>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810"/>
        <w:gridCol w:w="1728"/>
        <w:gridCol w:w="2340"/>
        <w:gridCol w:w="4950"/>
      </w:tblGrid>
      <w:tr w:rsidR="00C60F0B" w:rsidTr="00FA45AA">
        <w:tc>
          <w:tcPr>
            <w:tcW w:w="4878" w:type="dxa"/>
            <w:gridSpan w:val="3"/>
            <w:tcBorders>
              <w:top w:val="double" w:sz="6" w:space="0" w:color="auto"/>
              <w:left w:val="double" w:sz="6" w:space="0" w:color="auto"/>
              <w:bottom w:val="double" w:sz="6" w:space="0" w:color="auto"/>
              <w:right w:val="nil"/>
            </w:tcBorders>
            <w:hideMark/>
          </w:tcPr>
          <w:p w:rsidR="00C60F0B" w:rsidRDefault="00C60F0B" w:rsidP="00FA45AA">
            <w:pPr>
              <w:pStyle w:val="EndnoteText"/>
              <w:widowControl w:val="0"/>
              <w:tabs>
                <w:tab w:val="left" w:pos="3582"/>
                <w:tab w:val="left" w:pos="6822"/>
              </w:tabs>
              <w:spacing w:before="120"/>
              <w:rPr>
                <w:rFonts w:ascii="Arial" w:hAnsi="Arial"/>
              </w:rPr>
            </w:pPr>
            <w:r>
              <w:rPr>
                <w:rFonts w:ascii="Arial" w:hAnsi="Arial"/>
                <w:noProof/>
              </w:rPr>
              <w:lastRenderedPageBreak/>
              <w:drawing>
                <wp:inline distT="0" distB="0" distL="0" distR="0" wp14:anchorId="0CA2A742" wp14:editId="56F73E08">
                  <wp:extent cx="1238250" cy="762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0" cy="762000"/>
                          </a:xfrm>
                          <a:prstGeom prst="rect">
                            <a:avLst/>
                          </a:prstGeom>
                          <a:noFill/>
                          <a:ln>
                            <a:noFill/>
                          </a:ln>
                        </pic:spPr>
                      </pic:pic>
                    </a:graphicData>
                  </a:graphic>
                </wp:inline>
              </w:drawing>
            </w:r>
          </w:p>
          <w:p w:rsidR="00C60F0B" w:rsidRDefault="00C60F0B" w:rsidP="00FA45AA">
            <w:pPr>
              <w:widowControl w:val="0"/>
              <w:tabs>
                <w:tab w:val="left" w:pos="6822"/>
              </w:tabs>
              <w:rPr>
                <w:rFonts w:ascii="Arial" w:hAnsi="Arial"/>
              </w:rPr>
            </w:pPr>
            <w:r>
              <w:rPr>
                <w:rFonts w:ascii="Arial" w:hAnsi="Arial"/>
                <w:sz w:val="16"/>
              </w:rPr>
              <w:t>Microchip Technology, Inc.</w:t>
            </w:r>
          </w:p>
        </w:tc>
        <w:tc>
          <w:tcPr>
            <w:tcW w:w="4950" w:type="dxa"/>
            <w:tcBorders>
              <w:top w:val="double" w:sz="6" w:space="0" w:color="auto"/>
              <w:left w:val="nil"/>
              <w:bottom w:val="double" w:sz="6" w:space="0" w:color="auto"/>
              <w:right w:val="double" w:sz="6" w:space="0" w:color="auto"/>
            </w:tcBorders>
          </w:tcPr>
          <w:p w:rsidR="00C60F0B" w:rsidRDefault="00C60F0B" w:rsidP="00FA45AA">
            <w:pPr>
              <w:jc w:val="center"/>
              <w:rPr>
                <w:rFonts w:ascii="Arial" w:hAnsi="Arial"/>
              </w:rPr>
            </w:pPr>
          </w:p>
          <w:p w:rsidR="00C60F0B" w:rsidRDefault="00C60F0B" w:rsidP="00FA45AA">
            <w:pPr>
              <w:jc w:val="center"/>
              <w:rPr>
                <w:rFonts w:ascii="Arial" w:hAnsi="Arial"/>
              </w:rPr>
            </w:pPr>
            <w:r>
              <w:rPr>
                <w:rFonts w:ascii="Arial" w:hAnsi="Arial"/>
              </w:rPr>
              <w:t>Microchip Technology, Incorporated</w:t>
            </w:r>
          </w:p>
          <w:p w:rsidR="00C60F0B" w:rsidRDefault="00C60F0B" w:rsidP="00FA45AA">
            <w:pPr>
              <w:jc w:val="center"/>
              <w:rPr>
                <w:rFonts w:ascii="Arial" w:hAnsi="Arial"/>
              </w:rPr>
            </w:pPr>
            <w:r>
              <w:rPr>
                <w:rFonts w:ascii="Arial" w:hAnsi="Arial"/>
              </w:rPr>
              <w:t>2355 W. Chandler Boulevard</w:t>
            </w:r>
          </w:p>
          <w:p w:rsidR="00C60F0B" w:rsidRDefault="00C60F0B" w:rsidP="00FA45AA">
            <w:pPr>
              <w:jc w:val="center"/>
              <w:rPr>
                <w:rFonts w:ascii="Arial" w:hAnsi="Arial"/>
              </w:rPr>
            </w:pPr>
            <w:r>
              <w:rPr>
                <w:rFonts w:ascii="Arial" w:hAnsi="Arial"/>
              </w:rPr>
              <w:t>Chandler, Arizona 85224</w:t>
            </w:r>
          </w:p>
          <w:p w:rsidR="00C60F0B" w:rsidRDefault="00C60F0B" w:rsidP="00FA45AA">
            <w:pPr>
              <w:jc w:val="center"/>
              <w:rPr>
                <w:rFonts w:ascii="Arial" w:hAnsi="Arial"/>
              </w:rPr>
            </w:pPr>
            <w:r>
              <w:rPr>
                <w:rFonts w:ascii="Arial" w:hAnsi="Arial"/>
              </w:rPr>
              <w:t>480/792-7416</w:t>
            </w:r>
          </w:p>
          <w:p w:rsidR="00C60F0B" w:rsidRDefault="00C60F0B" w:rsidP="00FA45AA">
            <w:pPr>
              <w:widowControl w:val="0"/>
              <w:rPr>
                <w:rFonts w:ascii="Arial" w:hAnsi="Arial"/>
              </w:rPr>
            </w:pPr>
          </w:p>
        </w:tc>
      </w:tr>
      <w:tr w:rsidR="00C60F0B" w:rsidTr="00FA45AA">
        <w:tc>
          <w:tcPr>
            <w:tcW w:w="810" w:type="dxa"/>
            <w:tcBorders>
              <w:top w:val="double" w:sz="6" w:space="0" w:color="auto"/>
              <w:left w:val="double" w:sz="6" w:space="0" w:color="auto"/>
              <w:bottom w:val="double" w:sz="6" w:space="0" w:color="auto"/>
              <w:right w:val="double" w:sz="6" w:space="0" w:color="auto"/>
            </w:tcBorders>
            <w:hideMark/>
          </w:tcPr>
          <w:p w:rsidR="00C60F0B" w:rsidRDefault="00C60F0B" w:rsidP="00FA45AA">
            <w:pPr>
              <w:widowControl w:val="0"/>
              <w:jc w:val="center"/>
              <w:rPr>
                <w:rFonts w:ascii="Arial" w:hAnsi="Arial"/>
              </w:rPr>
            </w:pPr>
            <w:r>
              <w:rPr>
                <w:rFonts w:ascii="Arial" w:hAnsi="Arial"/>
              </w:rPr>
              <w:t>REV</w:t>
            </w:r>
          </w:p>
        </w:tc>
        <w:tc>
          <w:tcPr>
            <w:tcW w:w="1728" w:type="dxa"/>
            <w:tcBorders>
              <w:top w:val="double" w:sz="6" w:space="0" w:color="auto"/>
              <w:left w:val="double" w:sz="6" w:space="0" w:color="auto"/>
              <w:bottom w:val="double" w:sz="6" w:space="0" w:color="auto"/>
              <w:right w:val="double" w:sz="6" w:space="0" w:color="auto"/>
            </w:tcBorders>
            <w:hideMark/>
          </w:tcPr>
          <w:p w:rsidR="00C60F0B" w:rsidRDefault="00C60F0B" w:rsidP="00FA45AA">
            <w:pPr>
              <w:widowControl w:val="0"/>
              <w:jc w:val="center"/>
              <w:rPr>
                <w:rFonts w:ascii="Arial" w:hAnsi="Arial"/>
              </w:rPr>
            </w:pPr>
            <w:r>
              <w:rPr>
                <w:rFonts w:ascii="Arial" w:hAnsi="Arial"/>
              </w:rPr>
              <w:t>DATE</w:t>
            </w:r>
          </w:p>
        </w:tc>
        <w:tc>
          <w:tcPr>
            <w:tcW w:w="2340" w:type="dxa"/>
            <w:tcBorders>
              <w:top w:val="double" w:sz="6" w:space="0" w:color="auto"/>
              <w:left w:val="double" w:sz="6" w:space="0" w:color="auto"/>
              <w:bottom w:val="double" w:sz="6" w:space="0" w:color="auto"/>
              <w:right w:val="nil"/>
            </w:tcBorders>
            <w:hideMark/>
          </w:tcPr>
          <w:p w:rsidR="00C60F0B" w:rsidRDefault="00C60F0B" w:rsidP="00FA45AA">
            <w:pPr>
              <w:widowControl w:val="0"/>
              <w:jc w:val="center"/>
              <w:rPr>
                <w:rFonts w:ascii="Arial" w:hAnsi="Arial"/>
              </w:rPr>
            </w:pPr>
            <w:r>
              <w:rPr>
                <w:rFonts w:ascii="Arial" w:hAnsi="Arial"/>
              </w:rPr>
              <w:t>ORIGINATOR</w:t>
            </w:r>
          </w:p>
        </w:tc>
        <w:tc>
          <w:tcPr>
            <w:tcW w:w="4950" w:type="dxa"/>
            <w:tcBorders>
              <w:top w:val="double" w:sz="6" w:space="0" w:color="auto"/>
              <w:left w:val="double" w:sz="6" w:space="0" w:color="auto"/>
              <w:bottom w:val="double" w:sz="6" w:space="0" w:color="auto"/>
              <w:right w:val="double" w:sz="6" w:space="0" w:color="auto"/>
            </w:tcBorders>
            <w:hideMark/>
          </w:tcPr>
          <w:p w:rsidR="00C60F0B" w:rsidRDefault="00C60F0B" w:rsidP="00FA45AA">
            <w:pPr>
              <w:widowControl w:val="0"/>
              <w:jc w:val="center"/>
              <w:rPr>
                <w:rFonts w:ascii="Arial" w:hAnsi="Arial"/>
              </w:rPr>
            </w:pPr>
            <w:r>
              <w:rPr>
                <w:rFonts w:ascii="Arial" w:hAnsi="Arial"/>
              </w:rPr>
              <w:t>DESCRIPTION OF CHANGE</w:t>
            </w:r>
          </w:p>
        </w:tc>
      </w:tr>
      <w:tr w:rsidR="00C60F0B" w:rsidTr="00FA45AA">
        <w:trPr>
          <w:cantSplit/>
          <w:trHeight w:val="360"/>
        </w:trPr>
        <w:tc>
          <w:tcPr>
            <w:tcW w:w="810" w:type="dxa"/>
            <w:tcBorders>
              <w:top w:val="single" w:sz="6" w:space="0" w:color="auto"/>
              <w:left w:val="single" w:sz="6" w:space="0" w:color="auto"/>
              <w:bottom w:val="single" w:sz="6" w:space="0" w:color="auto"/>
              <w:right w:val="single" w:sz="6" w:space="0" w:color="auto"/>
            </w:tcBorders>
          </w:tcPr>
          <w:p w:rsidR="00C60F0B" w:rsidRDefault="00C60F0B" w:rsidP="00FA45AA">
            <w:pPr>
              <w:jc w:val="center"/>
              <w:rPr>
                <w:rFonts w:ascii="Arial" w:hAnsi="Arial" w:cs="Arial"/>
                <w:sz w:val="22"/>
                <w:szCs w:val="22"/>
              </w:rPr>
            </w:pPr>
            <w:r>
              <w:rPr>
                <w:rFonts w:ascii="Arial" w:hAnsi="Arial" w:cs="Arial"/>
                <w:sz w:val="22"/>
                <w:szCs w:val="22"/>
              </w:rPr>
              <w:t>0.2</w:t>
            </w:r>
          </w:p>
        </w:tc>
        <w:tc>
          <w:tcPr>
            <w:tcW w:w="1728" w:type="dxa"/>
            <w:tcBorders>
              <w:top w:val="single" w:sz="6" w:space="0" w:color="auto"/>
              <w:left w:val="single" w:sz="6" w:space="0" w:color="auto"/>
              <w:bottom w:val="single" w:sz="6" w:space="0" w:color="auto"/>
              <w:right w:val="single" w:sz="6" w:space="0" w:color="auto"/>
            </w:tcBorders>
          </w:tcPr>
          <w:p w:rsidR="00C60F0B" w:rsidRDefault="00C60F0B" w:rsidP="00FA45AA">
            <w:pPr>
              <w:jc w:val="center"/>
              <w:rPr>
                <w:rFonts w:ascii="Arial" w:hAnsi="Arial" w:cs="Arial"/>
                <w:sz w:val="22"/>
                <w:szCs w:val="22"/>
              </w:rPr>
            </w:pPr>
            <w:r>
              <w:rPr>
                <w:rFonts w:ascii="Arial" w:hAnsi="Arial" w:cs="Arial"/>
                <w:sz w:val="22"/>
                <w:szCs w:val="22"/>
              </w:rPr>
              <w:t>9/2/2014</w:t>
            </w:r>
          </w:p>
        </w:tc>
        <w:tc>
          <w:tcPr>
            <w:tcW w:w="2340" w:type="dxa"/>
            <w:tcBorders>
              <w:top w:val="single" w:sz="6" w:space="0" w:color="auto"/>
              <w:left w:val="single" w:sz="6" w:space="0" w:color="auto"/>
              <w:bottom w:val="single" w:sz="6" w:space="0" w:color="auto"/>
              <w:right w:val="single" w:sz="6" w:space="0" w:color="auto"/>
            </w:tcBorders>
          </w:tcPr>
          <w:p w:rsidR="00C60F0B" w:rsidRDefault="00C60F0B" w:rsidP="00FA45AA">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C60F0B" w:rsidRDefault="00C60F0B" w:rsidP="00FA45AA">
            <w:pPr>
              <w:pStyle w:val="Table1"/>
              <w:suppressLineNumbers/>
              <w:suppressAutoHyphens/>
              <w:spacing w:before="0"/>
              <w:rPr>
                <w:rFonts w:ascii="Arial" w:hAnsi="Arial"/>
                <w:sz w:val="22"/>
                <w:szCs w:val="22"/>
              </w:rPr>
            </w:pPr>
            <w:r>
              <w:rPr>
                <w:rFonts w:ascii="Arial" w:hAnsi="Arial"/>
                <w:sz w:val="22"/>
                <w:szCs w:val="22"/>
              </w:rPr>
              <w:t>Initial version</w:t>
            </w:r>
          </w:p>
        </w:tc>
      </w:tr>
      <w:tr w:rsidR="00C501B0" w:rsidTr="00FA45AA">
        <w:trPr>
          <w:cantSplit/>
          <w:trHeight w:val="363"/>
        </w:trPr>
        <w:tc>
          <w:tcPr>
            <w:tcW w:w="810" w:type="dxa"/>
            <w:tcBorders>
              <w:top w:val="single" w:sz="6" w:space="0" w:color="auto"/>
              <w:left w:val="single" w:sz="6" w:space="0" w:color="auto"/>
              <w:bottom w:val="single" w:sz="6" w:space="0" w:color="auto"/>
              <w:right w:val="single" w:sz="6" w:space="0" w:color="auto"/>
            </w:tcBorders>
          </w:tcPr>
          <w:p w:rsidR="00C501B0" w:rsidRDefault="00C501B0" w:rsidP="00FA45AA">
            <w:pPr>
              <w:jc w:val="center"/>
              <w:rPr>
                <w:rFonts w:ascii="Arial" w:hAnsi="Arial" w:cs="Arial"/>
                <w:sz w:val="22"/>
                <w:szCs w:val="22"/>
              </w:rPr>
            </w:pPr>
            <w:r>
              <w:rPr>
                <w:rFonts w:ascii="Arial" w:hAnsi="Arial" w:cs="Arial"/>
                <w:sz w:val="22"/>
                <w:szCs w:val="22"/>
              </w:rPr>
              <w:t>0.3</w:t>
            </w:r>
          </w:p>
        </w:tc>
        <w:tc>
          <w:tcPr>
            <w:tcW w:w="1728" w:type="dxa"/>
            <w:tcBorders>
              <w:top w:val="single" w:sz="6" w:space="0" w:color="auto"/>
              <w:left w:val="single" w:sz="6" w:space="0" w:color="auto"/>
              <w:bottom w:val="single" w:sz="6" w:space="0" w:color="auto"/>
              <w:right w:val="single" w:sz="6" w:space="0" w:color="auto"/>
            </w:tcBorders>
          </w:tcPr>
          <w:p w:rsidR="00C501B0" w:rsidRDefault="00C501B0" w:rsidP="00FA45AA">
            <w:pPr>
              <w:jc w:val="center"/>
              <w:rPr>
                <w:rFonts w:ascii="Arial" w:hAnsi="Arial" w:cs="Arial"/>
                <w:sz w:val="22"/>
                <w:szCs w:val="22"/>
              </w:rPr>
            </w:pPr>
            <w:r>
              <w:rPr>
                <w:rFonts w:ascii="Arial" w:hAnsi="Arial" w:cs="Arial"/>
                <w:sz w:val="22"/>
                <w:szCs w:val="22"/>
              </w:rPr>
              <w:t>9/26/2014</w:t>
            </w:r>
          </w:p>
        </w:tc>
        <w:tc>
          <w:tcPr>
            <w:tcW w:w="2340" w:type="dxa"/>
            <w:tcBorders>
              <w:top w:val="single" w:sz="6" w:space="0" w:color="auto"/>
              <w:left w:val="single" w:sz="6" w:space="0" w:color="auto"/>
              <w:bottom w:val="single" w:sz="6" w:space="0" w:color="auto"/>
              <w:right w:val="single" w:sz="6" w:space="0" w:color="auto"/>
            </w:tcBorders>
          </w:tcPr>
          <w:p w:rsidR="00C501B0" w:rsidRDefault="00C501B0" w:rsidP="00FA45AA">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C501B0" w:rsidRDefault="00C501B0" w:rsidP="00FA45AA">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DLL is newly added to this release</w:t>
            </w:r>
          </w:p>
        </w:tc>
      </w:tr>
      <w:tr w:rsidR="00C501B0"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C501B0" w:rsidRDefault="00947884" w:rsidP="00FA45AA">
            <w:pPr>
              <w:jc w:val="center"/>
              <w:rPr>
                <w:rFonts w:ascii="Arial" w:hAnsi="Arial" w:cs="Arial"/>
                <w:sz w:val="22"/>
                <w:szCs w:val="22"/>
              </w:rPr>
            </w:pPr>
            <w:r>
              <w:rPr>
                <w:rFonts w:ascii="Arial" w:hAnsi="Arial" w:cs="Arial"/>
                <w:sz w:val="22"/>
                <w:szCs w:val="22"/>
              </w:rPr>
              <w:t>0.4</w:t>
            </w:r>
          </w:p>
        </w:tc>
        <w:tc>
          <w:tcPr>
            <w:tcW w:w="1728" w:type="dxa"/>
            <w:tcBorders>
              <w:top w:val="single" w:sz="6" w:space="0" w:color="auto"/>
              <w:left w:val="single" w:sz="6" w:space="0" w:color="auto"/>
              <w:bottom w:val="single" w:sz="6" w:space="0" w:color="auto"/>
              <w:right w:val="single" w:sz="6" w:space="0" w:color="auto"/>
            </w:tcBorders>
          </w:tcPr>
          <w:p w:rsidR="00C501B0" w:rsidRDefault="00947884" w:rsidP="00FA45AA">
            <w:pPr>
              <w:jc w:val="center"/>
              <w:rPr>
                <w:rFonts w:ascii="Arial" w:hAnsi="Arial" w:cs="Arial"/>
                <w:sz w:val="22"/>
                <w:szCs w:val="22"/>
              </w:rPr>
            </w:pPr>
            <w:r>
              <w:rPr>
                <w:rFonts w:ascii="Arial" w:hAnsi="Arial" w:cs="Arial"/>
                <w:sz w:val="22"/>
                <w:szCs w:val="22"/>
              </w:rPr>
              <w:t>10/15/2014</w:t>
            </w:r>
          </w:p>
        </w:tc>
        <w:tc>
          <w:tcPr>
            <w:tcW w:w="2340" w:type="dxa"/>
            <w:tcBorders>
              <w:top w:val="single" w:sz="6" w:space="0" w:color="auto"/>
              <w:left w:val="single" w:sz="6" w:space="0" w:color="auto"/>
              <w:bottom w:val="single" w:sz="6" w:space="0" w:color="auto"/>
              <w:right w:val="single" w:sz="6" w:space="0" w:color="auto"/>
            </w:tcBorders>
          </w:tcPr>
          <w:p w:rsidR="00C501B0" w:rsidRDefault="00947884" w:rsidP="00FA45AA">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C501B0" w:rsidRDefault="00947884" w:rsidP="00FA45AA">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0.3</w:t>
            </w:r>
          </w:p>
        </w:tc>
      </w:tr>
      <w:tr w:rsidR="00301F84"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301F84" w:rsidRDefault="00301F84" w:rsidP="00301F84">
            <w:pPr>
              <w:jc w:val="center"/>
              <w:rPr>
                <w:rFonts w:ascii="Arial" w:hAnsi="Arial" w:cs="Arial"/>
                <w:sz w:val="22"/>
                <w:szCs w:val="22"/>
              </w:rPr>
            </w:pPr>
            <w:r>
              <w:rPr>
                <w:rFonts w:ascii="Arial" w:hAnsi="Arial" w:cs="Arial"/>
                <w:sz w:val="22"/>
                <w:szCs w:val="22"/>
              </w:rPr>
              <w:t>0.5</w:t>
            </w:r>
          </w:p>
        </w:tc>
        <w:tc>
          <w:tcPr>
            <w:tcW w:w="1728" w:type="dxa"/>
            <w:tcBorders>
              <w:top w:val="single" w:sz="6" w:space="0" w:color="auto"/>
              <w:left w:val="single" w:sz="6" w:space="0" w:color="auto"/>
              <w:bottom w:val="single" w:sz="6" w:space="0" w:color="auto"/>
              <w:right w:val="single" w:sz="6" w:space="0" w:color="auto"/>
            </w:tcBorders>
          </w:tcPr>
          <w:p w:rsidR="00301F84" w:rsidRDefault="00301F84" w:rsidP="00301F84">
            <w:pPr>
              <w:jc w:val="center"/>
              <w:rPr>
                <w:rFonts w:ascii="Arial" w:hAnsi="Arial" w:cs="Arial"/>
                <w:sz w:val="22"/>
                <w:szCs w:val="22"/>
              </w:rPr>
            </w:pPr>
            <w:r>
              <w:rPr>
                <w:rFonts w:ascii="Arial" w:hAnsi="Arial" w:cs="Arial"/>
                <w:sz w:val="22"/>
                <w:szCs w:val="22"/>
              </w:rPr>
              <w:t>11/17/2014</w:t>
            </w:r>
          </w:p>
        </w:tc>
        <w:tc>
          <w:tcPr>
            <w:tcW w:w="2340" w:type="dxa"/>
            <w:tcBorders>
              <w:top w:val="single" w:sz="6" w:space="0" w:color="auto"/>
              <w:left w:val="single" w:sz="6" w:space="0" w:color="auto"/>
              <w:bottom w:val="single" w:sz="6" w:space="0" w:color="auto"/>
              <w:right w:val="single" w:sz="6" w:space="0" w:color="auto"/>
            </w:tcBorders>
          </w:tcPr>
          <w:p w:rsidR="00301F84" w:rsidRDefault="00301F84" w:rsidP="00301F84">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301F84" w:rsidRDefault="00301F84" w:rsidP="00301F84">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0.4</w:t>
            </w:r>
          </w:p>
        </w:tc>
      </w:tr>
      <w:tr w:rsidR="00301F84"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301F84" w:rsidRDefault="00301F84" w:rsidP="00301F84">
            <w:pPr>
              <w:jc w:val="center"/>
              <w:rPr>
                <w:rFonts w:ascii="Arial" w:hAnsi="Arial" w:cs="Arial"/>
                <w:sz w:val="22"/>
                <w:szCs w:val="22"/>
              </w:rPr>
            </w:pPr>
            <w:r>
              <w:rPr>
                <w:rFonts w:ascii="Arial" w:hAnsi="Arial" w:cs="Arial"/>
                <w:sz w:val="22"/>
                <w:szCs w:val="22"/>
              </w:rPr>
              <w:t>0.6</w:t>
            </w:r>
          </w:p>
        </w:tc>
        <w:tc>
          <w:tcPr>
            <w:tcW w:w="1728" w:type="dxa"/>
            <w:tcBorders>
              <w:top w:val="single" w:sz="6" w:space="0" w:color="auto"/>
              <w:left w:val="single" w:sz="6" w:space="0" w:color="auto"/>
              <w:bottom w:val="single" w:sz="6" w:space="0" w:color="auto"/>
              <w:right w:val="single" w:sz="6" w:space="0" w:color="auto"/>
            </w:tcBorders>
          </w:tcPr>
          <w:p w:rsidR="00301F84" w:rsidRDefault="00301F84" w:rsidP="00301F84">
            <w:pPr>
              <w:jc w:val="center"/>
              <w:rPr>
                <w:rFonts w:ascii="Arial" w:hAnsi="Arial" w:cs="Arial"/>
                <w:sz w:val="22"/>
                <w:szCs w:val="22"/>
              </w:rPr>
            </w:pPr>
            <w:r>
              <w:rPr>
                <w:rFonts w:ascii="Arial" w:hAnsi="Arial" w:cs="Arial"/>
                <w:sz w:val="22"/>
                <w:szCs w:val="22"/>
              </w:rPr>
              <w:t>11/26/2014</w:t>
            </w:r>
          </w:p>
        </w:tc>
        <w:tc>
          <w:tcPr>
            <w:tcW w:w="2340" w:type="dxa"/>
            <w:tcBorders>
              <w:top w:val="single" w:sz="6" w:space="0" w:color="auto"/>
              <w:left w:val="single" w:sz="6" w:space="0" w:color="auto"/>
              <w:bottom w:val="single" w:sz="6" w:space="0" w:color="auto"/>
              <w:right w:val="single" w:sz="6" w:space="0" w:color="auto"/>
            </w:tcBorders>
          </w:tcPr>
          <w:p w:rsidR="00301F84" w:rsidRDefault="00301F84" w:rsidP="00301F84">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301F84" w:rsidRDefault="00301F84" w:rsidP="00301F84">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0.5</w:t>
            </w:r>
          </w:p>
        </w:tc>
      </w:tr>
      <w:tr w:rsidR="00C501B0"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C501B0" w:rsidRDefault="00301F84" w:rsidP="00FA45AA">
            <w:pPr>
              <w:jc w:val="center"/>
              <w:rPr>
                <w:rFonts w:ascii="Arial" w:hAnsi="Arial" w:cs="Arial"/>
                <w:sz w:val="22"/>
                <w:szCs w:val="22"/>
              </w:rPr>
            </w:pPr>
            <w:r>
              <w:rPr>
                <w:rFonts w:ascii="Arial" w:hAnsi="Arial" w:cs="Arial"/>
                <w:sz w:val="22"/>
                <w:szCs w:val="22"/>
              </w:rPr>
              <w:t>0.9</w:t>
            </w:r>
          </w:p>
        </w:tc>
        <w:tc>
          <w:tcPr>
            <w:tcW w:w="1728" w:type="dxa"/>
            <w:tcBorders>
              <w:top w:val="single" w:sz="6" w:space="0" w:color="auto"/>
              <w:left w:val="single" w:sz="6" w:space="0" w:color="auto"/>
              <w:bottom w:val="single" w:sz="6" w:space="0" w:color="auto"/>
              <w:right w:val="single" w:sz="6" w:space="0" w:color="auto"/>
            </w:tcBorders>
          </w:tcPr>
          <w:p w:rsidR="00C501B0" w:rsidRDefault="00FA45AA" w:rsidP="00FA45AA">
            <w:pPr>
              <w:jc w:val="center"/>
              <w:rPr>
                <w:rFonts w:ascii="Arial" w:hAnsi="Arial" w:cs="Arial"/>
                <w:sz w:val="22"/>
                <w:szCs w:val="22"/>
              </w:rPr>
            </w:pPr>
            <w:r>
              <w:rPr>
                <w:rFonts w:ascii="Arial" w:hAnsi="Arial" w:cs="Arial"/>
                <w:sz w:val="22"/>
                <w:szCs w:val="22"/>
              </w:rPr>
              <w:t>23/12/2014</w:t>
            </w:r>
          </w:p>
        </w:tc>
        <w:tc>
          <w:tcPr>
            <w:tcW w:w="2340" w:type="dxa"/>
            <w:tcBorders>
              <w:top w:val="single" w:sz="6" w:space="0" w:color="auto"/>
              <w:left w:val="single" w:sz="6" w:space="0" w:color="auto"/>
              <w:bottom w:val="single" w:sz="6" w:space="0" w:color="auto"/>
              <w:right w:val="single" w:sz="6" w:space="0" w:color="auto"/>
            </w:tcBorders>
          </w:tcPr>
          <w:p w:rsidR="00C501B0" w:rsidRDefault="00FA45AA" w:rsidP="00FA45AA">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C501B0" w:rsidRDefault="00301F84" w:rsidP="00FA45AA">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0.6</w:t>
            </w:r>
            <w:r w:rsidR="00FA45AA">
              <w:rPr>
                <w:rFonts w:ascii="Arial" w:hAnsi="Arial" w:cs="Arial"/>
                <w:color w:val="000000"/>
                <w:sz w:val="22"/>
                <w:szCs w:val="22"/>
              </w:rPr>
              <w:t xml:space="preserve"> to 0.9</w:t>
            </w:r>
          </w:p>
        </w:tc>
      </w:tr>
      <w:tr w:rsidR="00707931"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707931" w:rsidRDefault="00707931" w:rsidP="00FA45AA">
            <w:pPr>
              <w:jc w:val="center"/>
              <w:rPr>
                <w:rFonts w:ascii="Arial" w:hAnsi="Arial" w:cs="Arial"/>
                <w:sz w:val="22"/>
                <w:szCs w:val="22"/>
              </w:rPr>
            </w:pPr>
            <w:r>
              <w:rPr>
                <w:rFonts w:ascii="Arial" w:hAnsi="Arial" w:cs="Arial"/>
                <w:sz w:val="22"/>
                <w:szCs w:val="22"/>
              </w:rPr>
              <w:t>1.2</w:t>
            </w:r>
          </w:p>
        </w:tc>
        <w:tc>
          <w:tcPr>
            <w:tcW w:w="1728" w:type="dxa"/>
            <w:tcBorders>
              <w:top w:val="single" w:sz="6" w:space="0" w:color="auto"/>
              <w:left w:val="single" w:sz="6" w:space="0" w:color="auto"/>
              <w:bottom w:val="single" w:sz="6" w:space="0" w:color="auto"/>
              <w:right w:val="single" w:sz="6" w:space="0" w:color="auto"/>
            </w:tcBorders>
          </w:tcPr>
          <w:p w:rsidR="00707931" w:rsidRDefault="00707931" w:rsidP="00FA45AA">
            <w:pPr>
              <w:jc w:val="center"/>
              <w:rPr>
                <w:rFonts w:ascii="Arial" w:hAnsi="Arial" w:cs="Arial"/>
                <w:sz w:val="22"/>
                <w:szCs w:val="22"/>
              </w:rPr>
            </w:pPr>
            <w:r>
              <w:rPr>
                <w:rFonts w:ascii="Arial" w:hAnsi="Arial" w:cs="Arial"/>
                <w:sz w:val="22"/>
                <w:szCs w:val="22"/>
              </w:rPr>
              <w:t>04/20/2015</w:t>
            </w:r>
          </w:p>
        </w:tc>
        <w:tc>
          <w:tcPr>
            <w:tcW w:w="2340" w:type="dxa"/>
            <w:tcBorders>
              <w:top w:val="single" w:sz="6" w:space="0" w:color="auto"/>
              <w:left w:val="single" w:sz="6" w:space="0" w:color="auto"/>
              <w:bottom w:val="single" w:sz="6" w:space="0" w:color="auto"/>
              <w:right w:val="single" w:sz="6" w:space="0" w:color="auto"/>
            </w:tcBorders>
          </w:tcPr>
          <w:p w:rsidR="00707931" w:rsidRDefault="00707931" w:rsidP="00FA45AA">
            <w:pPr>
              <w:pStyle w:val="Doc1"/>
              <w:pageBreakBefore w:val="0"/>
              <w:suppressLineNumbers w:val="0"/>
              <w:suppressAutoHyphens w:val="0"/>
              <w:spacing w:before="0"/>
              <w:rPr>
                <w:rFonts w:cs="Arial"/>
                <w:sz w:val="22"/>
                <w:szCs w:val="22"/>
              </w:rPr>
            </w:pPr>
            <w:r>
              <w:rPr>
                <w:rFonts w:cs="Arial"/>
                <w:sz w:val="22"/>
                <w:szCs w:val="22"/>
              </w:rPr>
              <w:t>Riyas K</w:t>
            </w:r>
          </w:p>
        </w:tc>
        <w:tc>
          <w:tcPr>
            <w:tcW w:w="4950" w:type="dxa"/>
            <w:tcBorders>
              <w:top w:val="single" w:sz="6" w:space="0" w:color="auto"/>
              <w:left w:val="single" w:sz="6" w:space="0" w:color="auto"/>
              <w:bottom w:val="single" w:sz="6" w:space="0" w:color="auto"/>
              <w:right w:val="single" w:sz="6" w:space="0" w:color="auto"/>
            </w:tcBorders>
          </w:tcPr>
          <w:p w:rsidR="00707931" w:rsidRDefault="00707931" w:rsidP="00FA45AA">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1.0 to 1.2</w:t>
            </w:r>
          </w:p>
        </w:tc>
      </w:tr>
      <w:tr w:rsidR="00FC56A7"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FC56A7" w:rsidRDefault="00FC56A7" w:rsidP="00FC56A7">
            <w:pPr>
              <w:jc w:val="center"/>
              <w:rPr>
                <w:rFonts w:ascii="Arial" w:hAnsi="Arial" w:cs="Arial"/>
                <w:sz w:val="22"/>
                <w:szCs w:val="22"/>
              </w:rPr>
            </w:pPr>
            <w:r>
              <w:rPr>
                <w:rFonts w:ascii="Arial" w:hAnsi="Arial" w:cs="Arial"/>
                <w:sz w:val="22"/>
                <w:szCs w:val="22"/>
              </w:rPr>
              <w:t>1.3</w:t>
            </w:r>
          </w:p>
        </w:tc>
        <w:tc>
          <w:tcPr>
            <w:tcW w:w="1728" w:type="dxa"/>
            <w:tcBorders>
              <w:top w:val="single" w:sz="6" w:space="0" w:color="auto"/>
              <w:left w:val="single" w:sz="6" w:space="0" w:color="auto"/>
              <w:bottom w:val="single" w:sz="6" w:space="0" w:color="auto"/>
              <w:right w:val="single" w:sz="6" w:space="0" w:color="auto"/>
            </w:tcBorders>
          </w:tcPr>
          <w:p w:rsidR="00FC56A7" w:rsidRDefault="00FC56A7" w:rsidP="00FC56A7">
            <w:pPr>
              <w:jc w:val="center"/>
              <w:rPr>
                <w:rFonts w:ascii="Arial" w:hAnsi="Arial" w:cs="Arial"/>
                <w:sz w:val="22"/>
                <w:szCs w:val="22"/>
              </w:rPr>
            </w:pPr>
            <w:r>
              <w:rPr>
                <w:rFonts w:ascii="Arial" w:hAnsi="Arial" w:cs="Arial"/>
                <w:sz w:val="22"/>
                <w:szCs w:val="22"/>
              </w:rPr>
              <w:t>04/30/2015</w:t>
            </w:r>
          </w:p>
        </w:tc>
        <w:tc>
          <w:tcPr>
            <w:tcW w:w="2340" w:type="dxa"/>
            <w:tcBorders>
              <w:top w:val="single" w:sz="6" w:space="0" w:color="auto"/>
              <w:left w:val="single" w:sz="6" w:space="0" w:color="auto"/>
              <w:bottom w:val="single" w:sz="6" w:space="0" w:color="auto"/>
              <w:right w:val="single" w:sz="6" w:space="0" w:color="auto"/>
            </w:tcBorders>
          </w:tcPr>
          <w:p w:rsidR="00FC56A7" w:rsidRDefault="00FC56A7" w:rsidP="00FC56A7">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FC56A7" w:rsidRDefault="00E430C0" w:rsidP="00FC56A7">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1.2 to 1.3</w:t>
            </w:r>
          </w:p>
        </w:tc>
      </w:tr>
      <w:tr w:rsidR="0038126D"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38126D" w:rsidRDefault="0038126D" w:rsidP="00FC56A7">
            <w:pPr>
              <w:jc w:val="center"/>
              <w:rPr>
                <w:rFonts w:ascii="Arial" w:hAnsi="Arial" w:cs="Arial"/>
                <w:sz w:val="22"/>
                <w:szCs w:val="22"/>
              </w:rPr>
            </w:pPr>
            <w:r>
              <w:rPr>
                <w:rFonts w:ascii="Arial" w:hAnsi="Arial" w:cs="Arial"/>
                <w:sz w:val="22"/>
                <w:szCs w:val="22"/>
              </w:rPr>
              <w:t>1.4</w:t>
            </w:r>
          </w:p>
        </w:tc>
        <w:tc>
          <w:tcPr>
            <w:tcW w:w="1728" w:type="dxa"/>
            <w:tcBorders>
              <w:top w:val="single" w:sz="6" w:space="0" w:color="auto"/>
              <w:left w:val="single" w:sz="6" w:space="0" w:color="auto"/>
              <w:bottom w:val="single" w:sz="6" w:space="0" w:color="auto"/>
              <w:right w:val="single" w:sz="6" w:space="0" w:color="auto"/>
            </w:tcBorders>
          </w:tcPr>
          <w:p w:rsidR="0038126D" w:rsidRDefault="0038126D" w:rsidP="00FC56A7">
            <w:pPr>
              <w:jc w:val="center"/>
              <w:rPr>
                <w:rFonts w:ascii="Arial" w:hAnsi="Arial" w:cs="Arial"/>
                <w:sz w:val="22"/>
                <w:szCs w:val="22"/>
              </w:rPr>
            </w:pPr>
            <w:r>
              <w:rPr>
                <w:rFonts w:ascii="Arial" w:hAnsi="Arial" w:cs="Arial"/>
                <w:sz w:val="22"/>
                <w:szCs w:val="22"/>
              </w:rPr>
              <w:t>05/14/2015</w:t>
            </w:r>
          </w:p>
        </w:tc>
        <w:tc>
          <w:tcPr>
            <w:tcW w:w="2340" w:type="dxa"/>
            <w:tcBorders>
              <w:top w:val="single" w:sz="6" w:space="0" w:color="auto"/>
              <w:left w:val="single" w:sz="6" w:space="0" w:color="auto"/>
              <w:bottom w:val="single" w:sz="6" w:space="0" w:color="auto"/>
              <w:right w:val="single" w:sz="6" w:space="0" w:color="auto"/>
            </w:tcBorders>
          </w:tcPr>
          <w:p w:rsidR="0038126D" w:rsidRDefault="0038126D" w:rsidP="00FC56A7">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38126D" w:rsidRDefault="0038126D" w:rsidP="00FC56A7">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 xml:space="preserve">Changes from version 1.3 to 1.4 </w:t>
            </w:r>
          </w:p>
        </w:tc>
      </w:tr>
      <w:tr w:rsidR="004A1CF2"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4A1CF2" w:rsidRDefault="0025760C" w:rsidP="00FC56A7">
            <w:pPr>
              <w:jc w:val="center"/>
              <w:rPr>
                <w:rFonts w:ascii="Arial" w:hAnsi="Arial" w:cs="Arial"/>
                <w:sz w:val="22"/>
                <w:szCs w:val="22"/>
              </w:rPr>
            </w:pPr>
            <w:r>
              <w:rPr>
                <w:rFonts w:ascii="Arial" w:hAnsi="Arial" w:cs="Arial"/>
                <w:sz w:val="22"/>
                <w:szCs w:val="22"/>
              </w:rPr>
              <w:t>1.41</w:t>
            </w:r>
          </w:p>
        </w:tc>
        <w:tc>
          <w:tcPr>
            <w:tcW w:w="1728" w:type="dxa"/>
            <w:tcBorders>
              <w:top w:val="single" w:sz="6" w:space="0" w:color="auto"/>
              <w:left w:val="single" w:sz="6" w:space="0" w:color="auto"/>
              <w:bottom w:val="single" w:sz="6" w:space="0" w:color="auto"/>
              <w:right w:val="single" w:sz="6" w:space="0" w:color="auto"/>
            </w:tcBorders>
          </w:tcPr>
          <w:p w:rsidR="004A1CF2" w:rsidRDefault="004A1CF2" w:rsidP="00FC56A7">
            <w:pPr>
              <w:jc w:val="center"/>
              <w:rPr>
                <w:rFonts w:ascii="Arial" w:hAnsi="Arial" w:cs="Arial"/>
                <w:sz w:val="22"/>
                <w:szCs w:val="22"/>
              </w:rPr>
            </w:pPr>
            <w:r>
              <w:rPr>
                <w:rFonts w:ascii="Arial" w:hAnsi="Arial" w:cs="Arial"/>
                <w:sz w:val="22"/>
                <w:szCs w:val="22"/>
              </w:rPr>
              <w:t>06/16/2015</w:t>
            </w:r>
          </w:p>
        </w:tc>
        <w:tc>
          <w:tcPr>
            <w:tcW w:w="2340" w:type="dxa"/>
            <w:tcBorders>
              <w:top w:val="single" w:sz="6" w:space="0" w:color="auto"/>
              <w:left w:val="single" w:sz="6" w:space="0" w:color="auto"/>
              <w:bottom w:val="single" w:sz="6" w:space="0" w:color="auto"/>
              <w:right w:val="single" w:sz="6" w:space="0" w:color="auto"/>
            </w:tcBorders>
          </w:tcPr>
          <w:p w:rsidR="004A1CF2" w:rsidRDefault="004A1CF2" w:rsidP="00FC56A7">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4A1CF2" w:rsidRDefault="0025760C" w:rsidP="00FC56A7">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1.4 to 1.41</w:t>
            </w:r>
          </w:p>
        </w:tc>
      </w:tr>
      <w:tr w:rsidR="0081398C"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81398C" w:rsidRDefault="001D62F4" w:rsidP="00F108FC">
            <w:pPr>
              <w:jc w:val="center"/>
              <w:rPr>
                <w:rFonts w:ascii="Arial" w:hAnsi="Arial" w:cs="Arial"/>
                <w:sz w:val="22"/>
                <w:szCs w:val="22"/>
              </w:rPr>
            </w:pPr>
            <w:r>
              <w:rPr>
                <w:rFonts w:ascii="Arial" w:hAnsi="Arial" w:cs="Arial"/>
                <w:sz w:val="22"/>
                <w:szCs w:val="22"/>
              </w:rPr>
              <w:t>1.44</w:t>
            </w:r>
          </w:p>
        </w:tc>
        <w:tc>
          <w:tcPr>
            <w:tcW w:w="1728" w:type="dxa"/>
            <w:tcBorders>
              <w:top w:val="single" w:sz="6" w:space="0" w:color="auto"/>
              <w:left w:val="single" w:sz="6" w:space="0" w:color="auto"/>
              <w:bottom w:val="single" w:sz="6" w:space="0" w:color="auto"/>
              <w:right w:val="single" w:sz="6" w:space="0" w:color="auto"/>
            </w:tcBorders>
          </w:tcPr>
          <w:p w:rsidR="0081398C" w:rsidRDefault="00EC0A0B" w:rsidP="00F108FC">
            <w:pPr>
              <w:jc w:val="center"/>
              <w:rPr>
                <w:rFonts w:ascii="Arial" w:hAnsi="Arial" w:cs="Arial"/>
                <w:sz w:val="22"/>
                <w:szCs w:val="22"/>
              </w:rPr>
            </w:pPr>
            <w:r>
              <w:rPr>
                <w:rFonts w:ascii="Arial" w:hAnsi="Arial" w:cs="Arial"/>
                <w:sz w:val="22"/>
                <w:szCs w:val="22"/>
              </w:rPr>
              <w:t>08/06/2015</w:t>
            </w:r>
          </w:p>
        </w:tc>
        <w:tc>
          <w:tcPr>
            <w:tcW w:w="2340" w:type="dxa"/>
            <w:tcBorders>
              <w:top w:val="single" w:sz="6" w:space="0" w:color="auto"/>
              <w:left w:val="single" w:sz="6" w:space="0" w:color="auto"/>
              <w:bottom w:val="single" w:sz="6" w:space="0" w:color="auto"/>
              <w:right w:val="single" w:sz="6" w:space="0" w:color="auto"/>
            </w:tcBorders>
          </w:tcPr>
          <w:p w:rsidR="0081398C" w:rsidRDefault="00EC0A0B" w:rsidP="00F108FC">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81398C" w:rsidRDefault="003178B9" w:rsidP="00F108FC">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1.41 to 1.44</w:t>
            </w:r>
          </w:p>
        </w:tc>
      </w:tr>
      <w:tr w:rsidR="00B718CC"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B718CC" w:rsidRDefault="00B718CC" w:rsidP="00F108FC">
            <w:pPr>
              <w:jc w:val="center"/>
              <w:rPr>
                <w:rFonts w:ascii="Arial" w:hAnsi="Arial" w:cs="Arial"/>
                <w:sz w:val="22"/>
                <w:szCs w:val="22"/>
              </w:rPr>
            </w:pPr>
            <w:r>
              <w:rPr>
                <w:rFonts w:ascii="Arial" w:hAnsi="Arial" w:cs="Arial"/>
                <w:sz w:val="22"/>
                <w:szCs w:val="22"/>
              </w:rPr>
              <w:t>1.5</w:t>
            </w:r>
          </w:p>
        </w:tc>
        <w:tc>
          <w:tcPr>
            <w:tcW w:w="1728" w:type="dxa"/>
            <w:tcBorders>
              <w:top w:val="single" w:sz="6" w:space="0" w:color="auto"/>
              <w:left w:val="single" w:sz="6" w:space="0" w:color="auto"/>
              <w:bottom w:val="single" w:sz="6" w:space="0" w:color="auto"/>
              <w:right w:val="single" w:sz="6" w:space="0" w:color="auto"/>
            </w:tcBorders>
          </w:tcPr>
          <w:p w:rsidR="00B718CC" w:rsidRDefault="00B718CC" w:rsidP="00F108FC">
            <w:pPr>
              <w:jc w:val="center"/>
              <w:rPr>
                <w:rFonts w:ascii="Arial" w:hAnsi="Arial" w:cs="Arial"/>
                <w:sz w:val="22"/>
                <w:szCs w:val="22"/>
              </w:rPr>
            </w:pPr>
            <w:r>
              <w:rPr>
                <w:rFonts w:ascii="Arial" w:hAnsi="Arial" w:cs="Arial"/>
                <w:sz w:val="22"/>
                <w:szCs w:val="22"/>
              </w:rPr>
              <w:t>08/20/2015</w:t>
            </w:r>
          </w:p>
        </w:tc>
        <w:tc>
          <w:tcPr>
            <w:tcW w:w="2340" w:type="dxa"/>
            <w:tcBorders>
              <w:top w:val="single" w:sz="6" w:space="0" w:color="auto"/>
              <w:left w:val="single" w:sz="6" w:space="0" w:color="auto"/>
              <w:bottom w:val="single" w:sz="6" w:space="0" w:color="auto"/>
              <w:right w:val="single" w:sz="6" w:space="0" w:color="auto"/>
            </w:tcBorders>
          </w:tcPr>
          <w:p w:rsidR="00B718CC" w:rsidRDefault="00B718CC" w:rsidP="00A52BDC">
            <w:pPr>
              <w:pStyle w:val="Doc1"/>
              <w:pageBreakBefore w:val="0"/>
              <w:suppressLineNumbers w:val="0"/>
              <w:suppressAutoHyphens w:val="0"/>
              <w:spacing w:before="0"/>
              <w:rPr>
                <w:rFonts w:cs="Arial"/>
                <w:sz w:val="22"/>
                <w:szCs w:val="22"/>
              </w:rPr>
            </w:pPr>
            <w:r>
              <w:rPr>
                <w:rFonts w:cs="Arial"/>
                <w:sz w:val="22"/>
                <w:szCs w:val="22"/>
              </w:rPr>
              <w:t>Vishnu P</w:t>
            </w:r>
          </w:p>
        </w:tc>
        <w:tc>
          <w:tcPr>
            <w:tcW w:w="4950" w:type="dxa"/>
            <w:tcBorders>
              <w:top w:val="single" w:sz="6" w:space="0" w:color="auto"/>
              <w:left w:val="single" w:sz="6" w:space="0" w:color="auto"/>
              <w:bottom w:val="single" w:sz="6" w:space="0" w:color="auto"/>
              <w:right w:val="single" w:sz="6" w:space="0" w:color="auto"/>
            </w:tcBorders>
          </w:tcPr>
          <w:p w:rsidR="00B718CC" w:rsidRDefault="00D653E5" w:rsidP="00A52BDC">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1.44 to 1.5</w:t>
            </w:r>
          </w:p>
        </w:tc>
      </w:tr>
      <w:tr w:rsidR="0079123F"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79123F" w:rsidRDefault="0079123F" w:rsidP="00F108FC">
            <w:pPr>
              <w:jc w:val="center"/>
              <w:rPr>
                <w:rFonts w:ascii="Arial" w:hAnsi="Arial" w:cs="Arial"/>
                <w:sz w:val="22"/>
                <w:szCs w:val="22"/>
              </w:rPr>
            </w:pPr>
            <w:r>
              <w:rPr>
                <w:rFonts w:ascii="Arial" w:hAnsi="Arial" w:cs="Arial"/>
                <w:sz w:val="22"/>
                <w:szCs w:val="22"/>
              </w:rPr>
              <w:t>1.54</w:t>
            </w:r>
          </w:p>
        </w:tc>
        <w:tc>
          <w:tcPr>
            <w:tcW w:w="1728" w:type="dxa"/>
            <w:tcBorders>
              <w:top w:val="single" w:sz="6" w:space="0" w:color="auto"/>
              <w:left w:val="single" w:sz="6" w:space="0" w:color="auto"/>
              <w:bottom w:val="single" w:sz="6" w:space="0" w:color="auto"/>
              <w:right w:val="single" w:sz="6" w:space="0" w:color="auto"/>
            </w:tcBorders>
          </w:tcPr>
          <w:p w:rsidR="0079123F" w:rsidRDefault="0079123F" w:rsidP="00F108FC">
            <w:pPr>
              <w:jc w:val="center"/>
              <w:rPr>
                <w:rFonts w:ascii="Arial" w:hAnsi="Arial" w:cs="Arial"/>
                <w:sz w:val="22"/>
                <w:szCs w:val="22"/>
              </w:rPr>
            </w:pPr>
            <w:r>
              <w:rPr>
                <w:rFonts w:ascii="Arial" w:hAnsi="Arial" w:cs="Arial"/>
                <w:sz w:val="22"/>
                <w:szCs w:val="22"/>
              </w:rPr>
              <w:t>09/23/2015</w:t>
            </w:r>
          </w:p>
        </w:tc>
        <w:tc>
          <w:tcPr>
            <w:tcW w:w="2340" w:type="dxa"/>
            <w:tcBorders>
              <w:top w:val="single" w:sz="6" w:space="0" w:color="auto"/>
              <w:left w:val="single" w:sz="6" w:space="0" w:color="auto"/>
              <w:bottom w:val="single" w:sz="6" w:space="0" w:color="auto"/>
              <w:right w:val="single" w:sz="6" w:space="0" w:color="auto"/>
            </w:tcBorders>
          </w:tcPr>
          <w:p w:rsidR="0079123F" w:rsidRDefault="0079123F" w:rsidP="00A52BDC">
            <w:pPr>
              <w:pStyle w:val="Doc1"/>
              <w:pageBreakBefore w:val="0"/>
              <w:suppressLineNumbers w:val="0"/>
              <w:suppressAutoHyphens w:val="0"/>
              <w:spacing w:before="0"/>
              <w:rPr>
                <w:rFonts w:cs="Arial"/>
                <w:sz w:val="22"/>
                <w:szCs w:val="22"/>
              </w:rPr>
            </w:pPr>
            <w:r>
              <w:rPr>
                <w:rFonts w:cs="Arial"/>
                <w:sz w:val="22"/>
                <w:szCs w:val="22"/>
              </w:rPr>
              <w:t>PrasannaV</w:t>
            </w:r>
          </w:p>
        </w:tc>
        <w:tc>
          <w:tcPr>
            <w:tcW w:w="4950" w:type="dxa"/>
            <w:tcBorders>
              <w:top w:val="single" w:sz="6" w:space="0" w:color="auto"/>
              <w:left w:val="single" w:sz="6" w:space="0" w:color="auto"/>
              <w:bottom w:val="single" w:sz="6" w:space="0" w:color="auto"/>
              <w:right w:val="single" w:sz="6" w:space="0" w:color="auto"/>
            </w:tcBorders>
          </w:tcPr>
          <w:p w:rsidR="0079123F" w:rsidRDefault="0079123F" w:rsidP="00A52BDC">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1.5 to 1.54</w:t>
            </w:r>
          </w:p>
        </w:tc>
      </w:tr>
      <w:tr w:rsidR="007849CE"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7849CE" w:rsidRDefault="007849CE" w:rsidP="00F108FC">
            <w:pPr>
              <w:jc w:val="center"/>
              <w:rPr>
                <w:rFonts w:ascii="Arial" w:hAnsi="Arial" w:cs="Arial"/>
                <w:sz w:val="22"/>
                <w:szCs w:val="22"/>
              </w:rPr>
            </w:pPr>
            <w:r>
              <w:rPr>
                <w:rFonts w:ascii="Arial" w:hAnsi="Arial" w:cs="Arial"/>
                <w:sz w:val="22"/>
                <w:szCs w:val="22"/>
              </w:rPr>
              <w:t>1.55</w:t>
            </w:r>
          </w:p>
        </w:tc>
        <w:tc>
          <w:tcPr>
            <w:tcW w:w="1728" w:type="dxa"/>
            <w:tcBorders>
              <w:top w:val="single" w:sz="6" w:space="0" w:color="auto"/>
              <w:left w:val="single" w:sz="6" w:space="0" w:color="auto"/>
              <w:bottom w:val="single" w:sz="6" w:space="0" w:color="auto"/>
              <w:right w:val="single" w:sz="6" w:space="0" w:color="auto"/>
            </w:tcBorders>
          </w:tcPr>
          <w:p w:rsidR="007849CE" w:rsidRDefault="007849CE" w:rsidP="00F108FC">
            <w:pPr>
              <w:jc w:val="center"/>
              <w:rPr>
                <w:rFonts w:ascii="Arial" w:hAnsi="Arial" w:cs="Arial"/>
                <w:sz w:val="22"/>
                <w:szCs w:val="22"/>
              </w:rPr>
            </w:pPr>
            <w:r>
              <w:rPr>
                <w:rFonts w:ascii="Arial" w:hAnsi="Arial" w:cs="Arial"/>
                <w:sz w:val="22"/>
                <w:szCs w:val="22"/>
              </w:rPr>
              <w:t>10/01/2015</w:t>
            </w:r>
          </w:p>
        </w:tc>
        <w:tc>
          <w:tcPr>
            <w:tcW w:w="2340" w:type="dxa"/>
            <w:tcBorders>
              <w:top w:val="single" w:sz="6" w:space="0" w:color="auto"/>
              <w:left w:val="single" w:sz="6" w:space="0" w:color="auto"/>
              <w:bottom w:val="single" w:sz="6" w:space="0" w:color="auto"/>
              <w:right w:val="single" w:sz="6" w:space="0" w:color="auto"/>
            </w:tcBorders>
          </w:tcPr>
          <w:p w:rsidR="007849CE" w:rsidRDefault="007849CE" w:rsidP="00A52BDC">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rsidR="007849CE" w:rsidRDefault="007849CE" w:rsidP="00A52BDC">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1.54 to 1.55</w:t>
            </w:r>
          </w:p>
        </w:tc>
      </w:tr>
      <w:tr w:rsidR="00BF2262"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BF2262" w:rsidRDefault="00BF2262" w:rsidP="00F108FC">
            <w:pPr>
              <w:jc w:val="center"/>
              <w:rPr>
                <w:rFonts w:ascii="Arial" w:hAnsi="Arial" w:cs="Arial"/>
                <w:sz w:val="22"/>
                <w:szCs w:val="22"/>
              </w:rPr>
            </w:pPr>
            <w:r>
              <w:rPr>
                <w:rFonts w:ascii="Arial" w:hAnsi="Arial" w:cs="Arial"/>
                <w:sz w:val="22"/>
                <w:szCs w:val="22"/>
              </w:rPr>
              <w:t>1.6</w:t>
            </w:r>
          </w:p>
        </w:tc>
        <w:tc>
          <w:tcPr>
            <w:tcW w:w="1728" w:type="dxa"/>
            <w:tcBorders>
              <w:top w:val="single" w:sz="6" w:space="0" w:color="auto"/>
              <w:left w:val="single" w:sz="6" w:space="0" w:color="auto"/>
              <w:bottom w:val="single" w:sz="6" w:space="0" w:color="auto"/>
              <w:right w:val="single" w:sz="6" w:space="0" w:color="auto"/>
            </w:tcBorders>
          </w:tcPr>
          <w:p w:rsidR="00BF2262" w:rsidRDefault="00EA5FB6" w:rsidP="00F108FC">
            <w:pPr>
              <w:jc w:val="center"/>
              <w:rPr>
                <w:rFonts w:ascii="Arial" w:hAnsi="Arial" w:cs="Arial"/>
                <w:sz w:val="22"/>
                <w:szCs w:val="22"/>
              </w:rPr>
            </w:pPr>
            <w:r>
              <w:rPr>
                <w:rFonts w:ascii="Arial" w:hAnsi="Arial" w:cs="Arial"/>
                <w:sz w:val="22"/>
                <w:szCs w:val="22"/>
              </w:rPr>
              <w:t>4/8</w:t>
            </w:r>
            <w:r w:rsidR="00BF2262">
              <w:rPr>
                <w:rFonts w:ascii="Arial" w:hAnsi="Arial" w:cs="Arial"/>
                <w:sz w:val="22"/>
                <w:szCs w:val="22"/>
              </w:rPr>
              <w:t>/2016</w:t>
            </w:r>
          </w:p>
        </w:tc>
        <w:tc>
          <w:tcPr>
            <w:tcW w:w="2340" w:type="dxa"/>
            <w:tcBorders>
              <w:top w:val="single" w:sz="6" w:space="0" w:color="auto"/>
              <w:left w:val="single" w:sz="6" w:space="0" w:color="auto"/>
              <w:bottom w:val="single" w:sz="6" w:space="0" w:color="auto"/>
              <w:right w:val="single" w:sz="6" w:space="0" w:color="auto"/>
            </w:tcBorders>
          </w:tcPr>
          <w:p w:rsidR="00BF2262" w:rsidRDefault="00BE2ABE" w:rsidP="00A52BDC">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rsidR="00BF2262" w:rsidRDefault="00BF2262" w:rsidP="00A52BDC">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w:t>
            </w:r>
            <w:r w:rsidR="00325AC1">
              <w:rPr>
                <w:rFonts w:ascii="Arial" w:hAnsi="Arial" w:cs="Arial"/>
                <w:color w:val="000000"/>
                <w:sz w:val="22"/>
                <w:szCs w:val="22"/>
              </w:rPr>
              <w:t>es from version 1.5 to 1.6</w:t>
            </w:r>
          </w:p>
        </w:tc>
      </w:tr>
      <w:tr w:rsidR="00210EC9"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210EC9" w:rsidRDefault="00210EC9" w:rsidP="00F108FC">
            <w:pPr>
              <w:jc w:val="center"/>
              <w:rPr>
                <w:rFonts w:ascii="Arial" w:hAnsi="Arial" w:cs="Arial"/>
                <w:sz w:val="22"/>
                <w:szCs w:val="22"/>
              </w:rPr>
            </w:pPr>
            <w:r>
              <w:rPr>
                <w:rFonts w:ascii="Arial" w:hAnsi="Arial" w:cs="Arial"/>
                <w:sz w:val="22"/>
                <w:szCs w:val="22"/>
              </w:rPr>
              <w:t>1.7</w:t>
            </w:r>
          </w:p>
        </w:tc>
        <w:tc>
          <w:tcPr>
            <w:tcW w:w="1728" w:type="dxa"/>
            <w:tcBorders>
              <w:top w:val="single" w:sz="6" w:space="0" w:color="auto"/>
              <w:left w:val="single" w:sz="6" w:space="0" w:color="auto"/>
              <w:bottom w:val="single" w:sz="6" w:space="0" w:color="auto"/>
              <w:right w:val="single" w:sz="6" w:space="0" w:color="auto"/>
            </w:tcBorders>
          </w:tcPr>
          <w:p w:rsidR="00210EC9" w:rsidRDefault="008943EB" w:rsidP="00F108FC">
            <w:pPr>
              <w:jc w:val="center"/>
              <w:rPr>
                <w:rFonts w:ascii="Arial" w:hAnsi="Arial" w:cs="Arial"/>
                <w:sz w:val="22"/>
                <w:szCs w:val="22"/>
              </w:rPr>
            </w:pPr>
            <w:r>
              <w:rPr>
                <w:rFonts w:ascii="Arial" w:hAnsi="Arial" w:cs="Arial"/>
                <w:sz w:val="22"/>
                <w:szCs w:val="22"/>
              </w:rPr>
              <w:t>09/09</w:t>
            </w:r>
            <w:r w:rsidR="00210EC9">
              <w:rPr>
                <w:rFonts w:ascii="Arial" w:hAnsi="Arial" w:cs="Arial"/>
                <w:sz w:val="22"/>
                <w:szCs w:val="22"/>
              </w:rPr>
              <w:t>/2016</w:t>
            </w:r>
          </w:p>
        </w:tc>
        <w:tc>
          <w:tcPr>
            <w:tcW w:w="2340" w:type="dxa"/>
            <w:tcBorders>
              <w:top w:val="single" w:sz="6" w:space="0" w:color="auto"/>
              <w:left w:val="single" w:sz="6" w:space="0" w:color="auto"/>
              <w:bottom w:val="single" w:sz="6" w:space="0" w:color="auto"/>
              <w:right w:val="single" w:sz="6" w:space="0" w:color="auto"/>
            </w:tcBorders>
          </w:tcPr>
          <w:p w:rsidR="00210EC9" w:rsidRDefault="00210EC9" w:rsidP="00A52BDC">
            <w:pPr>
              <w:pStyle w:val="Doc1"/>
              <w:pageBreakBefore w:val="0"/>
              <w:suppressLineNumbers w:val="0"/>
              <w:suppressAutoHyphens w:val="0"/>
              <w:spacing w:before="0"/>
              <w:rPr>
                <w:rFonts w:cs="Arial"/>
                <w:sz w:val="22"/>
                <w:szCs w:val="22"/>
              </w:rPr>
            </w:pPr>
            <w:r>
              <w:rPr>
                <w:rFonts w:cs="Arial"/>
                <w:sz w:val="22"/>
                <w:szCs w:val="22"/>
              </w:rPr>
              <w:t>Rathika K</w:t>
            </w:r>
          </w:p>
        </w:tc>
        <w:tc>
          <w:tcPr>
            <w:tcW w:w="4950" w:type="dxa"/>
            <w:tcBorders>
              <w:top w:val="single" w:sz="6" w:space="0" w:color="auto"/>
              <w:left w:val="single" w:sz="6" w:space="0" w:color="auto"/>
              <w:bottom w:val="single" w:sz="6" w:space="0" w:color="auto"/>
              <w:right w:val="single" w:sz="6" w:space="0" w:color="auto"/>
            </w:tcBorders>
          </w:tcPr>
          <w:p w:rsidR="00210EC9" w:rsidRDefault="00210EC9" w:rsidP="00210EC9">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1.6 to 1.7</w:t>
            </w:r>
          </w:p>
        </w:tc>
      </w:tr>
      <w:tr w:rsidR="008943EB"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8943EB" w:rsidRDefault="002C7D8D" w:rsidP="00F108FC">
            <w:pPr>
              <w:jc w:val="center"/>
              <w:rPr>
                <w:rFonts w:ascii="Arial" w:hAnsi="Arial" w:cs="Arial"/>
                <w:sz w:val="22"/>
                <w:szCs w:val="22"/>
              </w:rPr>
            </w:pPr>
            <w:r>
              <w:rPr>
                <w:rFonts w:ascii="Arial" w:hAnsi="Arial" w:cs="Arial"/>
                <w:sz w:val="22"/>
                <w:szCs w:val="22"/>
              </w:rPr>
              <w:t>1.8</w:t>
            </w:r>
          </w:p>
        </w:tc>
        <w:tc>
          <w:tcPr>
            <w:tcW w:w="1728" w:type="dxa"/>
            <w:tcBorders>
              <w:top w:val="single" w:sz="6" w:space="0" w:color="auto"/>
              <w:left w:val="single" w:sz="6" w:space="0" w:color="auto"/>
              <w:bottom w:val="single" w:sz="6" w:space="0" w:color="auto"/>
              <w:right w:val="single" w:sz="6" w:space="0" w:color="auto"/>
            </w:tcBorders>
          </w:tcPr>
          <w:p w:rsidR="008943EB" w:rsidRDefault="00461941" w:rsidP="00D64A31">
            <w:pPr>
              <w:jc w:val="center"/>
              <w:rPr>
                <w:rFonts w:ascii="Arial" w:hAnsi="Arial" w:cs="Arial"/>
                <w:sz w:val="22"/>
                <w:szCs w:val="22"/>
              </w:rPr>
            </w:pPr>
            <w:r>
              <w:rPr>
                <w:rFonts w:ascii="Arial" w:hAnsi="Arial" w:cs="Arial"/>
                <w:sz w:val="22"/>
                <w:szCs w:val="22"/>
              </w:rPr>
              <w:t>09/30</w:t>
            </w:r>
            <w:r w:rsidR="002C7D8D">
              <w:rPr>
                <w:rFonts w:ascii="Arial" w:hAnsi="Arial" w:cs="Arial"/>
                <w:sz w:val="22"/>
                <w:szCs w:val="22"/>
              </w:rPr>
              <w:t>/2016</w:t>
            </w:r>
          </w:p>
        </w:tc>
        <w:tc>
          <w:tcPr>
            <w:tcW w:w="2340" w:type="dxa"/>
            <w:tcBorders>
              <w:top w:val="single" w:sz="6" w:space="0" w:color="auto"/>
              <w:left w:val="single" w:sz="6" w:space="0" w:color="auto"/>
              <w:bottom w:val="single" w:sz="6" w:space="0" w:color="auto"/>
              <w:right w:val="single" w:sz="6" w:space="0" w:color="auto"/>
            </w:tcBorders>
          </w:tcPr>
          <w:p w:rsidR="008943EB" w:rsidRDefault="002C7D8D" w:rsidP="00A52BDC">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rsidR="008943EB" w:rsidRDefault="002C7D8D" w:rsidP="00D64A31">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1.7 to 1.8</w:t>
            </w:r>
          </w:p>
        </w:tc>
      </w:tr>
      <w:tr w:rsidR="00F46F02"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F46F02" w:rsidRDefault="00F46F02" w:rsidP="00F108FC">
            <w:pPr>
              <w:jc w:val="center"/>
              <w:rPr>
                <w:rFonts w:ascii="Arial" w:hAnsi="Arial" w:cs="Arial"/>
                <w:sz w:val="22"/>
                <w:szCs w:val="22"/>
              </w:rPr>
            </w:pPr>
            <w:r>
              <w:rPr>
                <w:rFonts w:ascii="Arial" w:hAnsi="Arial" w:cs="Arial"/>
                <w:sz w:val="22"/>
                <w:szCs w:val="22"/>
              </w:rPr>
              <w:t>1.9</w:t>
            </w:r>
          </w:p>
        </w:tc>
        <w:tc>
          <w:tcPr>
            <w:tcW w:w="1728" w:type="dxa"/>
            <w:tcBorders>
              <w:top w:val="single" w:sz="6" w:space="0" w:color="auto"/>
              <w:left w:val="single" w:sz="6" w:space="0" w:color="auto"/>
              <w:bottom w:val="single" w:sz="6" w:space="0" w:color="auto"/>
              <w:right w:val="single" w:sz="6" w:space="0" w:color="auto"/>
            </w:tcBorders>
          </w:tcPr>
          <w:p w:rsidR="00F46F02" w:rsidRDefault="00F46F02" w:rsidP="00D64A31">
            <w:pPr>
              <w:jc w:val="center"/>
              <w:rPr>
                <w:rFonts w:ascii="Arial" w:hAnsi="Arial" w:cs="Arial"/>
                <w:sz w:val="22"/>
                <w:szCs w:val="22"/>
              </w:rPr>
            </w:pPr>
            <w:r>
              <w:rPr>
                <w:rFonts w:ascii="Arial" w:hAnsi="Arial" w:cs="Arial"/>
                <w:sz w:val="22"/>
                <w:szCs w:val="22"/>
              </w:rPr>
              <w:t>03/29/2017</w:t>
            </w:r>
          </w:p>
        </w:tc>
        <w:tc>
          <w:tcPr>
            <w:tcW w:w="2340" w:type="dxa"/>
            <w:tcBorders>
              <w:top w:val="single" w:sz="6" w:space="0" w:color="auto"/>
              <w:left w:val="single" w:sz="6" w:space="0" w:color="auto"/>
              <w:bottom w:val="single" w:sz="6" w:space="0" w:color="auto"/>
              <w:right w:val="single" w:sz="6" w:space="0" w:color="auto"/>
            </w:tcBorders>
          </w:tcPr>
          <w:p w:rsidR="00F46F02" w:rsidRDefault="00F46F02" w:rsidP="00A52BDC">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rsidR="00F46F02" w:rsidRDefault="00F46F02" w:rsidP="00D64A31">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1.8 to 1.9</w:t>
            </w:r>
          </w:p>
        </w:tc>
      </w:tr>
      <w:tr w:rsidR="00F239CB"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F239CB" w:rsidRDefault="00F239CB" w:rsidP="00F108FC">
            <w:pPr>
              <w:jc w:val="center"/>
              <w:rPr>
                <w:rFonts w:ascii="Arial" w:hAnsi="Arial" w:cs="Arial"/>
                <w:sz w:val="22"/>
                <w:szCs w:val="22"/>
              </w:rPr>
            </w:pPr>
            <w:r>
              <w:rPr>
                <w:rFonts w:ascii="Arial" w:hAnsi="Arial" w:cs="Arial"/>
                <w:sz w:val="22"/>
                <w:szCs w:val="22"/>
              </w:rPr>
              <w:t>2.0</w:t>
            </w:r>
          </w:p>
        </w:tc>
        <w:tc>
          <w:tcPr>
            <w:tcW w:w="1728" w:type="dxa"/>
            <w:tcBorders>
              <w:top w:val="single" w:sz="6" w:space="0" w:color="auto"/>
              <w:left w:val="single" w:sz="6" w:space="0" w:color="auto"/>
              <w:bottom w:val="single" w:sz="6" w:space="0" w:color="auto"/>
              <w:right w:val="single" w:sz="6" w:space="0" w:color="auto"/>
            </w:tcBorders>
          </w:tcPr>
          <w:p w:rsidR="00F239CB" w:rsidRDefault="001858D0" w:rsidP="00D64A31">
            <w:pPr>
              <w:jc w:val="center"/>
              <w:rPr>
                <w:rFonts w:ascii="Arial" w:hAnsi="Arial" w:cs="Arial"/>
                <w:sz w:val="22"/>
                <w:szCs w:val="22"/>
              </w:rPr>
            </w:pPr>
            <w:r>
              <w:rPr>
                <w:rFonts w:ascii="Arial" w:hAnsi="Arial" w:cs="Arial"/>
                <w:sz w:val="22"/>
                <w:szCs w:val="22"/>
              </w:rPr>
              <w:t>08/10</w:t>
            </w:r>
            <w:r w:rsidR="00F239CB">
              <w:rPr>
                <w:rFonts w:ascii="Arial" w:hAnsi="Arial" w:cs="Arial"/>
                <w:sz w:val="22"/>
                <w:szCs w:val="22"/>
              </w:rPr>
              <w:t>/2017</w:t>
            </w:r>
          </w:p>
        </w:tc>
        <w:tc>
          <w:tcPr>
            <w:tcW w:w="2340" w:type="dxa"/>
            <w:tcBorders>
              <w:top w:val="single" w:sz="6" w:space="0" w:color="auto"/>
              <w:left w:val="single" w:sz="6" w:space="0" w:color="auto"/>
              <w:bottom w:val="single" w:sz="6" w:space="0" w:color="auto"/>
              <w:right w:val="single" w:sz="6" w:space="0" w:color="auto"/>
            </w:tcBorders>
          </w:tcPr>
          <w:p w:rsidR="00F239CB" w:rsidRDefault="00F239CB" w:rsidP="00A52BDC">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rsidR="00F239CB" w:rsidRDefault="00F239CB" w:rsidP="00D64A31">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1.9 to 1.9.1</w:t>
            </w:r>
          </w:p>
        </w:tc>
      </w:tr>
      <w:tr w:rsidR="005A36D0"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5A36D0" w:rsidRDefault="005A36D0" w:rsidP="00F108FC">
            <w:pPr>
              <w:jc w:val="center"/>
              <w:rPr>
                <w:rFonts w:ascii="Arial" w:hAnsi="Arial" w:cs="Arial"/>
                <w:sz w:val="22"/>
                <w:szCs w:val="22"/>
              </w:rPr>
            </w:pPr>
            <w:r>
              <w:rPr>
                <w:rFonts w:ascii="Arial" w:hAnsi="Arial" w:cs="Arial"/>
                <w:sz w:val="22"/>
                <w:szCs w:val="22"/>
              </w:rPr>
              <w:t>2.1</w:t>
            </w:r>
          </w:p>
        </w:tc>
        <w:tc>
          <w:tcPr>
            <w:tcW w:w="1728" w:type="dxa"/>
            <w:tcBorders>
              <w:top w:val="single" w:sz="6" w:space="0" w:color="auto"/>
              <w:left w:val="single" w:sz="6" w:space="0" w:color="auto"/>
              <w:bottom w:val="single" w:sz="6" w:space="0" w:color="auto"/>
              <w:right w:val="single" w:sz="6" w:space="0" w:color="auto"/>
            </w:tcBorders>
          </w:tcPr>
          <w:p w:rsidR="005A36D0" w:rsidRDefault="005A36D0" w:rsidP="00D64A31">
            <w:pPr>
              <w:jc w:val="center"/>
              <w:rPr>
                <w:rFonts w:ascii="Arial" w:hAnsi="Arial" w:cs="Arial"/>
                <w:sz w:val="22"/>
                <w:szCs w:val="22"/>
              </w:rPr>
            </w:pPr>
            <w:r>
              <w:rPr>
                <w:rFonts w:ascii="Arial" w:hAnsi="Arial" w:cs="Arial"/>
                <w:sz w:val="22"/>
                <w:szCs w:val="22"/>
              </w:rPr>
              <w:t>01/19/2018</w:t>
            </w:r>
          </w:p>
        </w:tc>
        <w:tc>
          <w:tcPr>
            <w:tcW w:w="2340" w:type="dxa"/>
            <w:tcBorders>
              <w:top w:val="single" w:sz="6" w:space="0" w:color="auto"/>
              <w:left w:val="single" w:sz="6" w:space="0" w:color="auto"/>
              <w:bottom w:val="single" w:sz="6" w:space="0" w:color="auto"/>
              <w:right w:val="single" w:sz="6" w:space="0" w:color="auto"/>
            </w:tcBorders>
          </w:tcPr>
          <w:p w:rsidR="005A36D0" w:rsidRDefault="00332FB5" w:rsidP="00A52BDC">
            <w:pPr>
              <w:pStyle w:val="Doc1"/>
              <w:pageBreakBefore w:val="0"/>
              <w:suppressLineNumbers w:val="0"/>
              <w:suppressAutoHyphens w:val="0"/>
              <w:spacing w:before="0"/>
              <w:rPr>
                <w:rFonts w:cs="Arial"/>
                <w:sz w:val="22"/>
                <w:szCs w:val="22"/>
              </w:rPr>
            </w:pPr>
            <w:r>
              <w:rPr>
                <w:rFonts w:cs="Arial"/>
                <w:sz w:val="22"/>
                <w:szCs w:val="22"/>
              </w:rPr>
              <w:t>Karpagam A</w:t>
            </w:r>
          </w:p>
        </w:tc>
        <w:tc>
          <w:tcPr>
            <w:tcW w:w="4950" w:type="dxa"/>
            <w:tcBorders>
              <w:top w:val="single" w:sz="6" w:space="0" w:color="auto"/>
              <w:left w:val="single" w:sz="6" w:space="0" w:color="auto"/>
              <w:bottom w:val="single" w:sz="6" w:space="0" w:color="auto"/>
              <w:right w:val="single" w:sz="6" w:space="0" w:color="auto"/>
            </w:tcBorders>
          </w:tcPr>
          <w:p w:rsidR="005A36D0" w:rsidRDefault="00332FB5" w:rsidP="00D64A31">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1.9.1 to 1.9.2</w:t>
            </w:r>
          </w:p>
        </w:tc>
      </w:tr>
      <w:tr w:rsidR="00F23155"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F23155" w:rsidRDefault="00F23155" w:rsidP="00F108FC">
            <w:pPr>
              <w:jc w:val="center"/>
              <w:rPr>
                <w:rFonts w:ascii="Arial" w:hAnsi="Arial" w:cs="Arial"/>
                <w:sz w:val="22"/>
                <w:szCs w:val="22"/>
              </w:rPr>
            </w:pPr>
            <w:r>
              <w:rPr>
                <w:rFonts w:ascii="Arial" w:hAnsi="Arial" w:cs="Arial"/>
                <w:sz w:val="22"/>
                <w:szCs w:val="22"/>
              </w:rPr>
              <w:t>2.2</w:t>
            </w:r>
          </w:p>
        </w:tc>
        <w:tc>
          <w:tcPr>
            <w:tcW w:w="1728" w:type="dxa"/>
            <w:tcBorders>
              <w:top w:val="single" w:sz="6" w:space="0" w:color="auto"/>
              <w:left w:val="single" w:sz="6" w:space="0" w:color="auto"/>
              <w:bottom w:val="single" w:sz="6" w:space="0" w:color="auto"/>
              <w:right w:val="single" w:sz="6" w:space="0" w:color="auto"/>
            </w:tcBorders>
          </w:tcPr>
          <w:p w:rsidR="00F23155" w:rsidRDefault="009B0760" w:rsidP="00D64A31">
            <w:pPr>
              <w:jc w:val="center"/>
              <w:rPr>
                <w:rFonts w:ascii="Arial" w:hAnsi="Arial" w:cs="Arial"/>
                <w:sz w:val="22"/>
                <w:szCs w:val="22"/>
              </w:rPr>
            </w:pPr>
            <w:r>
              <w:rPr>
                <w:rFonts w:ascii="Arial" w:hAnsi="Arial" w:cs="Arial"/>
                <w:sz w:val="22"/>
                <w:szCs w:val="22"/>
              </w:rPr>
              <w:t>03/28/2018</w:t>
            </w:r>
          </w:p>
        </w:tc>
        <w:tc>
          <w:tcPr>
            <w:tcW w:w="2340" w:type="dxa"/>
            <w:tcBorders>
              <w:top w:val="single" w:sz="6" w:space="0" w:color="auto"/>
              <w:left w:val="single" w:sz="6" w:space="0" w:color="auto"/>
              <w:bottom w:val="single" w:sz="6" w:space="0" w:color="auto"/>
              <w:right w:val="single" w:sz="6" w:space="0" w:color="auto"/>
            </w:tcBorders>
          </w:tcPr>
          <w:p w:rsidR="009B0760" w:rsidRDefault="009B0760" w:rsidP="00A52BDC">
            <w:pPr>
              <w:pStyle w:val="Doc1"/>
              <w:pageBreakBefore w:val="0"/>
              <w:suppressLineNumbers w:val="0"/>
              <w:suppressAutoHyphens w:val="0"/>
              <w:spacing w:before="0"/>
              <w:rPr>
                <w:rFonts w:cs="Arial"/>
                <w:sz w:val="22"/>
                <w:szCs w:val="22"/>
              </w:rPr>
            </w:pPr>
            <w:r>
              <w:rPr>
                <w:rFonts w:cs="Arial"/>
                <w:sz w:val="22"/>
                <w:szCs w:val="22"/>
              </w:rPr>
              <w:t xml:space="preserve">Karpagam A/ </w:t>
            </w:r>
          </w:p>
          <w:p w:rsidR="00F23155" w:rsidRDefault="009B0760" w:rsidP="00A52BDC">
            <w:pPr>
              <w:pStyle w:val="Doc1"/>
              <w:pageBreakBefore w:val="0"/>
              <w:suppressLineNumbers w:val="0"/>
              <w:suppressAutoHyphens w:val="0"/>
              <w:spacing w:before="0"/>
              <w:rPr>
                <w:rFonts w:cs="Arial"/>
                <w:sz w:val="22"/>
                <w:szCs w:val="22"/>
              </w:rPr>
            </w:pPr>
            <w:r>
              <w:rPr>
                <w:rFonts w:cs="Arial"/>
                <w:sz w:val="22"/>
                <w:szCs w:val="22"/>
              </w:rPr>
              <w:t>Rathika K</w:t>
            </w:r>
          </w:p>
        </w:tc>
        <w:tc>
          <w:tcPr>
            <w:tcW w:w="4950" w:type="dxa"/>
            <w:tcBorders>
              <w:top w:val="single" w:sz="6" w:space="0" w:color="auto"/>
              <w:left w:val="single" w:sz="6" w:space="0" w:color="auto"/>
              <w:bottom w:val="single" w:sz="6" w:space="0" w:color="auto"/>
              <w:right w:val="single" w:sz="6" w:space="0" w:color="auto"/>
            </w:tcBorders>
          </w:tcPr>
          <w:p w:rsidR="00F23155" w:rsidRDefault="009B0760" w:rsidP="00D64A31">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1.9.2 to 1.9.3</w:t>
            </w:r>
          </w:p>
        </w:tc>
      </w:tr>
      <w:tr w:rsidR="00A9782C"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A9782C" w:rsidRDefault="00A9782C" w:rsidP="00F108FC">
            <w:pPr>
              <w:jc w:val="center"/>
              <w:rPr>
                <w:rFonts w:ascii="Arial" w:hAnsi="Arial" w:cs="Arial"/>
                <w:sz w:val="22"/>
                <w:szCs w:val="22"/>
              </w:rPr>
            </w:pPr>
            <w:r>
              <w:rPr>
                <w:rFonts w:ascii="Arial" w:hAnsi="Arial" w:cs="Arial"/>
                <w:sz w:val="22"/>
                <w:szCs w:val="22"/>
              </w:rPr>
              <w:t>2.3</w:t>
            </w:r>
          </w:p>
        </w:tc>
        <w:tc>
          <w:tcPr>
            <w:tcW w:w="1728" w:type="dxa"/>
            <w:tcBorders>
              <w:top w:val="single" w:sz="6" w:space="0" w:color="auto"/>
              <w:left w:val="single" w:sz="6" w:space="0" w:color="auto"/>
              <w:bottom w:val="single" w:sz="6" w:space="0" w:color="auto"/>
              <w:right w:val="single" w:sz="6" w:space="0" w:color="auto"/>
            </w:tcBorders>
          </w:tcPr>
          <w:p w:rsidR="00A9782C" w:rsidRDefault="00A9782C" w:rsidP="00D64A31">
            <w:pPr>
              <w:jc w:val="center"/>
              <w:rPr>
                <w:rFonts w:ascii="Arial" w:hAnsi="Arial" w:cs="Arial"/>
                <w:sz w:val="22"/>
                <w:szCs w:val="22"/>
              </w:rPr>
            </w:pPr>
            <w:r>
              <w:rPr>
                <w:rFonts w:ascii="Arial" w:hAnsi="Arial" w:cs="Arial"/>
                <w:sz w:val="22"/>
                <w:szCs w:val="22"/>
              </w:rPr>
              <w:t>05/14/2018</w:t>
            </w:r>
          </w:p>
        </w:tc>
        <w:tc>
          <w:tcPr>
            <w:tcW w:w="2340" w:type="dxa"/>
            <w:tcBorders>
              <w:top w:val="single" w:sz="6" w:space="0" w:color="auto"/>
              <w:left w:val="single" w:sz="6" w:space="0" w:color="auto"/>
              <w:bottom w:val="single" w:sz="6" w:space="0" w:color="auto"/>
              <w:right w:val="single" w:sz="6" w:space="0" w:color="auto"/>
            </w:tcBorders>
          </w:tcPr>
          <w:p w:rsidR="00A9782C" w:rsidRDefault="00A9782C" w:rsidP="00A52BDC">
            <w:pPr>
              <w:pStyle w:val="Doc1"/>
              <w:pageBreakBefore w:val="0"/>
              <w:suppressLineNumbers w:val="0"/>
              <w:suppressAutoHyphens w:val="0"/>
              <w:spacing w:before="0"/>
              <w:rPr>
                <w:rFonts w:cs="Arial"/>
                <w:sz w:val="22"/>
                <w:szCs w:val="22"/>
              </w:rPr>
            </w:pPr>
            <w:r>
              <w:rPr>
                <w:rFonts w:cs="Arial"/>
                <w:sz w:val="22"/>
                <w:szCs w:val="22"/>
              </w:rPr>
              <w:t>Karpagam A/</w:t>
            </w:r>
          </w:p>
          <w:p w:rsidR="00A9782C" w:rsidRDefault="00A9782C" w:rsidP="00A52BDC">
            <w:pPr>
              <w:pStyle w:val="Doc1"/>
              <w:pageBreakBefore w:val="0"/>
              <w:suppressLineNumbers w:val="0"/>
              <w:suppressAutoHyphens w:val="0"/>
              <w:spacing w:before="0"/>
              <w:rPr>
                <w:rFonts w:cs="Arial"/>
                <w:sz w:val="22"/>
                <w:szCs w:val="22"/>
              </w:rPr>
            </w:pPr>
            <w:r>
              <w:rPr>
                <w:rFonts w:cs="Arial"/>
                <w:sz w:val="22"/>
                <w:szCs w:val="22"/>
              </w:rPr>
              <w:t>Rathika K</w:t>
            </w:r>
          </w:p>
        </w:tc>
        <w:tc>
          <w:tcPr>
            <w:tcW w:w="4950" w:type="dxa"/>
            <w:tcBorders>
              <w:top w:val="single" w:sz="6" w:space="0" w:color="auto"/>
              <w:left w:val="single" w:sz="6" w:space="0" w:color="auto"/>
              <w:bottom w:val="single" w:sz="6" w:space="0" w:color="auto"/>
              <w:right w:val="single" w:sz="6" w:space="0" w:color="auto"/>
            </w:tcBorders>
          </w:tcPr>
          <w:p w:rsidR="00A9782C" w:rsidRDefault="00A9782C" w:rsidP="00D64A31">
            <w:pPr>
              <w:pStyle w:val="Table1"/>
              <w:suppressLineNumbers/>
              <w:suppressAutoHyphens/>
              <w:spacing w:before="0"/>
              <w:rPr>
                <w:rFonts w:ascii="Arial" w:hAnsi="Arial" w:cs="Arial"/>
                <w:color w:val="000000"/>
                <w:sz w:val="22"/>
                <w:szCs w:val="22"/>
              </w:rPr>
            </w:pPr>
            <w:r>
              <w:rPr>
                <w:rFonts w:ascii="Arial" w:hAnsi="Arial" w:cs="Arial"/>
                <w:color w:val="000000"/>
                <w:sz w:val="22"/>
                <w:szCs w:val="22"/>
              </w:rPr>
              <w:t>Changes from version 1.9.3 to 2.0</w:t>
            </w:r>
          </w:p>
        </w:tc>
      </w:tr>
      <w:tr w:rsidR="009F1306"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9F1306" w:rsidRDefault="009F1306" w:rsidP="009F1306">
            <w:pPr>
              <w:jc w:val="center"/>
              <w:rPr>
                <w:rFonts w:ascii="Arial" w:hAnsi="Arial" w:cs="Arial"/>
                <w:sz w:val="22"/>
                <w:szCs w:val="22"/>
              </w:rPr>
            </w:pPr>
            <w:r>
              <w:rPr>
                <w:rFonts w:ascii="Arial" w:hAnsi="Arial" w:cs="Arial"/>
                <w:sz w:val="22"/>
                <w:szCs w:val="22"/>
              </w:rPr>
              <w:t>2.4</w:t>
            </w:r>
          </w:p>
        </w:tc>
        <w:tc>
          <w:tcPr>
            <w:tcW w:w="1728" w:type="dxa"/>
            <w:tcBorders>
              <w:top w:val="single" w:sz="6" w:space="0" w:color="auto"/>
              <w:left w:val="single" w:sz="6" w:space="0" w:color="auto"/>
              <w:bottom w:val="single" w:sz="6" w:space="0" w:color="auto"/>
              <w:right w:val="single" w:sz="6" w:space="0" w:color="auto"/>
            </w:tcBorders>
          </w:tcPr>
          <w:p w:rsidR="009F1306" w:rsidRDefault="009F1306" w:rsidP="009F1306">
            <w:pPr>
              <w:jc w:val="center"/>
              <w:rPr>
                <w:rFonts w:ascii="Arial" w:hAnsi="Arial" w:cs="Arial"/>
                <w:sz w:val="22"/>
                <w:szCs w:val="22"/>
              </w:rPr>
            </w:pPr>
            <w:r>
              <w:rPr>
                <w:rFonts w:ascii="Arial" w:hAnsi="Arial" w:cs="Arial"/>
                <w:sz w:val="22"/>
                <w:szCs w:val="22"/>
              </w:rPr>
              <w:t>0</w:t>
            </w:r>
            <w:r w:rsidR="00402EB5">
              <w:rPr>
                <w:rFonts w:ascii="Arial" w:hAnsi="Arial" w:cs="Arial"/>
                <w:sz w:val="22"/>
                <w:szCs w:val="22"/>
              </w:rPr>
              <w:t>1</w:t>
            </w:r>
            <w:r>
              <w:rPr>
                <w:rFonts w:ascii="Arial" w:hAnsi="Arial" w:cs="Arial"/>
                <w:sz w:val="22"/>
                <w:szCs w:val="22"/>
              </w:rPr>
              <w:t>/</w:t>
            </w:r>
            <w:r w:rsidR="00402EB5">
              <w:rPr>
                <w:rFonts w:ascii="Arial" w:hAnsi="Arial" w:cs="Arial"/>
                <w:sz w:val="22"/>
                <w:szCs w:val="22"/>
              </w:rPr>
              <w:t>30</w:t>
            </w:r>
            <w:r>
              <w:rPr>
                <w:rFonts w:ascii="Arial" w:hAnsi="Arial" w:cs="Arial"/>
                <w:sz w:val="22"/>
                <w:szCs w:val="22"/>
              </w:rPr>
              <w:t>/201</w:t>
            </w:r>
            <w:r w:rsidR="00402EB5">
              <w:rPr>
                <w:rFonts w:ascii="Arial" w:hAnsi="Arial" w:cs="Arial"/>
                <w:sz w:val="22"/>
                <w:szCs w:val="22"/>
              </w:rPr>
              <w:t>9</w:t>
            </w:r>
          </w:p>
        </w:tc>
        <w:tc>
          <w:tcPr>
            <w:tcW w:w="2340" w:type="dxa"/>
            <w:tcBorders>
              <w:top w:val="single" w:sz="6" w:space="0" w:color="auto"/>
              <w:left w:val="single" w:sz="6" w:space="0" w:color="auto"/>
              <w:bottom w:val="single" w:sz="6" w:space="0" w:color="auto"/>
              <w:right w:val="single" w:sz="6" w:space="0" w:color="auto"/>
            </w:tcBorders>
          </w:tcPr>
          <w:p w:rsidR="009F1306" w:rsidRDefault="009F1306" w:rsidP="009F1306">
            <w:pPr>
              <w:pStyle w:val="Doc1"/>
              <w:pageBreakBefore w:val="0"/>
              <w:suppressLineNumbers w:val="0"/>
              <w:suppressAutoHyphens w:val="0"/>
              <w:spacing w:before="0"/>
              <w:rPr>
                <w:rFonts w:cs="Arial"/>
                <w:sz w:val="22"/>
                <w:szCs w:val="22"/>
              </w:rPr>
            </w:pPr>
            <w:r>
              <w:rPr>
                <w:rFonts w:cs="Arial"/>
                <w:sz w:val="22"/>
                <w:szCs w:val="22"/>
              </w:rPr>
              <w:t>Karpagam A/</w:t>
            </w:r>
          </w:p>
          <w:p w:rsidR="009F1306" w:rsidRDefault="009F1306" w:rsidP="009F1306">
            <w:pPr>
              <w:pStyle w:val="Doc1"/>
              <w:pageBreakBefore w:val="0"/>
              <w:suppressLineNumbers w:val="0"/>
              <w:suppressAutoHyphens w:val="0"/>
              <w:spacing w:before="0"/>
              <w:rPr>
                <w:rFonts w:cs="Arial"/>
                <w:sz w:val="22"/>
                <w:szCs w:val="22"/>
              </w:rPr>
            </w:pPr>
            <w:r>
              <w:rPr>
                <w:rFonts w:cs="Arial"/>
                <w:sz w:val="22"/>
                <w:szCs w:val="22"/>
              </w:rPr>
              <w:t>Rathika K</w:t>
            </w:r>
          </w:p>
        </w:tc>
        <w:tc>
          <w:tcPr>
            <w:tcW w:w="4950" w:type="dxa"/>
            <w:tcBorders>
              <w:top w:val="single" w:sz="6" w:space="0" w:color="auto"/>
              <w:left w:val="single" w:sz="6" w:space="0" w:color="auto"/>
              <w:bottom w:val="single" w:sz="6" w:space="0" w:color="auto"/>
              <w:right w:val="single" w:sz="6" w:space="0" w:color="auto"/>
            </w:tcBorders>
          </w:tcPr>
          <w:p w:rsidR="009F1306" w:rsidRDefault="009F1306" w:rsidP="005B1A0D">
            <w:pPr>
              <w:pStyle w:val="Table1"/>
              <w:suppressLineNumbers/>
              <w:tabs>
                <w:tab w:val="left" w:pos="3615"/>
              </w:tabs>
              <w:suppressAutoHyphens/>
              <w:spacing w:before="0"/>
              <w:rPr>
                <w:rFonts w:ascii="Arial" w:hAnsi="Arial" w:cs="Arial"/>
                <w:color w:val="000000"/>
                <w:sz w:val="22"/>
                <w:szCs w:val="22"/>
              </w:rPr>
            </w:pPr>
            <w:r>
              <w:rPr>
                <w:rFonts w:ascii="Arial" w:hAnsi="Arial" w:cs="Arial"/>
                <w:color w:val="000000"/>
                <w:sz w:val="22"/>
                <w:szCs w:val="22"/>
              </w:rPr>
              <w:t>Changes from version 2.0 to 2.</w:t>
            </w:r>
            <w:r w:rsidR="00402EB5">
              <w:rPr>
                <w:rFonts w:ascii="Arial" w:hAnsi="Arial" w:cs="Arial"/>
                <w:color w:val="000000"/>
                <w:sz w:val="22"/>
                <w:szCs w:val="22"/>
              </w:rPr>
              <w:t>3</w:t>
            </w:r>
            <w:r w:rsidR="005B1A0D">
              <w:rPr>
                <w:rFonts w:ascii="Arial" w:hAnsi="Arial" w:cs="Arial"/>
                <w:color w:val="000000"/>
                <w:sz w:val="22"/>
                <w:szCs w:val="22"/>
              </w:rPr>
              <w:tab/>
            </w:r>
          </w:p>
        </w:tc>
      </w:tr>
      <w:tr w:rsidR="00621231" w:rsidTr="00FA45AA">
        <w:trPr>
          <w:cantSplit/>
          <w:trHeight w:val="345"/>
        </w:trPr>
        <w:tc>
          <w:tcPr>
            <w:tcW w:w="810" w:type="dxa"/>
            <w:tcBorders>
              <w:top w:val="single" w:sz="6" w:space="0" w:color="auto"/>
              <w:left w:val="single" w:sz="6" w:space="0" w:color="auto"/>
              <w:bottom w:val="single" w:sz="6" w:space="0" w:color="auto"/>
              <w:right w:val="single" w:sz="6" w:space="0" w:color="auto"/>
            </w:tcBorders>
          </w:tcPr>
          <w:p w:rsidR="00621231" w:rsidRDefault="00621231" w:rsidP="009F1306">
            <w:pPr>
              <w:jc w:val="center"/>
              <w:rPr>
                <w:rFonts w:ascii="Arial" w:hAnsi="Arial" w:cs="Arial"/>
                <w:sz w:val="22"/>
                <w:szCs w:val="22"/>
              </w:rPr>
            </w:pPr>
            <w:r>
              <w:rPr>
                <w:rFonts w:ascii="Arial" w:hAnsi="Arial" w:cs="Arial"/>
                <w:sz w:val="22"/>
                <w:szCs w:val="22"/>
              </w:rPr>
              <w:t>2.5</w:t>
            </w:r>
          </w:p>
        </w:tc>
        <w:tc>
          <w:tcPr>
            <w:tcW w:w="1728" w:type="dxa"/>
            <w:tcBorders>
              <w:top w:val="single" w:sz="6" w:space="0" w:color="auto"/>
              <w:left w:val="single" w:sz="6" w:space="0" w:color="auto"/>
              <w:bottom w:val="single" w:sz="6" w:space="0" w:color="auto"/>
              <w:right w:val="single" w:sz="6" w:space="0" w:color="auto"/>
            </w:tcBorders>
          </w:tcPr>
          <w:p w:rsidR="00621231" w:rsidRDefault="00621231" w:rsidP="009F1306">
            <w:pPr>
              <w:jc w:val="center"/>
              <w:rPr>
                <w:rFonts w:ascii="Arial" w:hAnsi="Arial" w:cs="Arial"/>
                <w:sz w:val="22"/>
                <w:szCs w:val="22"/>
              </w:rPr>
            </w:pPr>
            <w:r>
              <w:rPr>
                <w:rFonts w:ascii="Arial" w:hAnsi="Arial" w:cs="Arial"/>
                <w:sz w:val="22"/>
                <w:szCs w:val="22"/>
              </w:rPr>
              <w:t>04/16/2019</w:t>
            </w:r>
          </w:p>
        </w:tc>
        <w:tc>
          <w:tcPr>
            <w:tcW w:w="2340" w:type="dxa"/>
            <w:tcBorders>
              <w:top w:val="single" w:sz="6" w:space="0" w:color="auto"/>
              <w:left w:val="single" w:sz="6" w:space="0" w:color="auto"/>
              <w:bottom w:val="single" w:sz="6" w:space="0" w:color="auto"/>
              <w:right w:val="single" w:sz="6" w:space="0" w:color="auto"/>
            </w:tcBorders>
          </w:tcPr>
          <w:p w:rsidR="00621231" w:rsidRDefault="00621231" w:rsidP="009F1306">
            <w:pPr>
              <w:pStyle w:val="Doc1"/>
              <w:pageBreakBefore w:val="0"/>
              <w:suppressLineNumbers w:val="0"/>
              <w:suppressAutoHyphens w:val="0"/>
              <w:spacing w:before="0"/>
              <w:rPr>
                <w:rFonts w:cs="Arial"/>
                <w:sz w:val="22"/>
                <w:szCs w:val="22"/>
              </w:rPr>
            </w:pPr>
            <w:r>
              <w:rPr>
                <w:rFonts w:cs="Arial"/>
                <w:sz w:val="22"/>
                <w:szCs w:val="22"/>
              </w:rPr>
              <w:t>Rathika K</w:t>
            </w:r>
          </w:p>
        </w:tc>
        <w:tc>
          <w:tcPr>
            <w:tcW w:w="4950" w:type="dxa"/>
            <w:tcBorders>
              <w:top w:val="single" w:sz="6" w:space="0" w:color="auto"/>
              <w:left w:val="single" w:sz="6" w:space="0" w:color="auto"/>
              <w:bottom w:val="single" w:sz="6" w:space="0" w:color="auto"/>
              <w:right w:val="single" w:sz="6" w:space="0" w:color="auto"/>
            </w:tcBorders>
          </w:tcPr>
          <w:p w:rsidR="00621231" w:rsidRDefault="00621231" w:rsidP="005B1A0D">
            <w:pPr>
              <w:pStyle w:val="Table1"/>
              <w:suppressLineNumbers/>
              <w:tabs>
                <w:tab w:val="left" w:pos="3615"/>
              </w:tabs>
              <w:suppressAutoHyphens/>
              <w:spacing w:before="0"/>
              <w:rPr>
                <w:rFonts w:ascii="Arial" w:hAnsi="Arial" w:cs="Arial"/>
                <w:color w:val="000000"/>
                <w:sz w:val="22"/>
                <w:szCs w:val="22"/>
              </w:rPr>
            </w:pPr>
            <w:r>
              <w:rPr>
                <w:rFonts w:ascii="Arial" w:hAnsi="Arial" w:cs="Arial"/>
                <w:color w:val="000000"/>
                <w:sz w:val="22"/>
                <w:szCs w:val="22"/>
              </w:rPr>
              <w:t>Changes from version 2.3</w:t>
            </w:r>
            <w:r w:rsidR="00BD0420">
              <w:rPr>
                <w:rFonts w:ascii="Arial" w:hAnsi="Arial" w:cs="Arial"/>
                <w:color w:val="000000"/>
                <w:sz w:val="22"/>
                <w:szCs w:val="22"/>
              </w:rPr>
              <w:t>.1</w:t>
            </w:r>
            <w:r>
              <w:rPr>
                <w:rFonts w:ascii="Arial" w:hAnsi="Arial" w:cs="Arial"/>
                <w:color w:val="000000"/>
                <w:sz w:val="22"/>
                <w:szCs w:val="22"/>
              </w:rPr>
              <w:t xml:space="preserve"> to 2.3.</w:t>
            </w:r>
            <w:r w:rsidR="00C67DA4">
              <w:rPr>
                <w:rFonts w:ascii="Arial" w:hAnsi="Arial" w:cs="Arial"/>
                <w:color w:val="000000"/>
                <w:sz w:val="22"/>
                <w:szCs w:val="22"/>
              </w:rPr>
              <w:t>4</w:t>
            </w:r>
            <w:bookmarkStart w:id="0" w:name="_GoBack"/>
            <w:bookmarkEnd w:id="0"/>
          </w:p>
        </w:tc>
      </w:tr>
    </w:tbl>
    <w:p w:rsidR="000067D8" w:rsidRDefault="000067D8" w:rsidP="000067D8">
      <w:pPr>
        <w:rPr>
          <w:rFonts w:ascii="Arial" w:hAnsi="Arial" w:cs="Arial"/>
          <w:sz w:val="22"/>
        </w:rPr>
      </w:pPr>
      <w:bookmarkStart w:id="1" w:name="_Toc133640120"/>
    </w:p>
    <w:p w:rsidR="00731718" w:rsidRDefault="00731718">
      <w:pPr>
        <w:rPr>
          <w:rFonts w:ascii="Arial" w:hAnsi="Arial" w:cs="Arial"/>
          <w:b/>
          <w:sz w:val="22"/>
          <w:szCs w:val="20"/>
          <w:lang w:val="en-GB"/>
        </w:rPr>
      </w:pPr>
      <w:bookmarkStart w:id="2" w:name="_Toc133640122"/>
      <w:bookmarkEnd w:id="1"/>
      <w:r>
        <w:rPr>
          <w:rFonts w:ascii="Arial" w:hAnsi="Arial" w:cs="Arial"/>
          <w:sz w:val="22"/>
        </w:rPr>
        <w:br w:type="page"/>
      </w:r>
    </w:p>
    <w:p w:rsidR="000067D8" w:rsidRDefault="000067D8" w:rsidP="000067D8">
      <w:pPr>
        <w:pStyle w:val="GeneralTitle"/>
        <w:rPr>
          <w:rFonts w:ascii="Arial" w:hAnsi="Arial" w:cs="Arial"/>
          <w:sz w:val="22"/>
        </w:rPr>
      </w:pPr>
      <w:r>
        <w:rPr>
          <w:rFonts w:ascii="Arial" w:hAnsi="Arial" w:cs="Arial"/>
          <w:sz w:val="22"/>
        </w:rPr>
        <w:lastRenderedPageBreak/>
        <w:t>Table of Contents</w:t>
      </w:r>
      <w:bookmarkEnd w:id="2"/>
    </w:p>
    <w:p w:rsidR="000067D8" w:rsidRDefault="000067D8" w:rsidP="000067D8">
      <w:pPr>
        <w:rPr>
          <w:rFonts w:ascii="Arial" w:hAnsi="Arial" w:cs="Arial"/>
          <w:sz w:val="22"/>
        </w:rPr>
      </w:pPr>
    </w:p>
    <w:p w:rsidR="00C67DA4" w:rsidRDefault="00F84A9F">
      <w:pPr>
        <w:pStyle w:val="TOC1"/>
        <w:tabs>
          <w:tab w:val="left" w:pos="480"/>
        </w:tabs>
        <w:rPr>
          <w:rFonts w:asciiTheme="minorHAnsi" w:eastAsiaTheme="minorEastAsia" w:hAnsiTheme="minorHAnsi" w:cs="Latha"/>
          <w:noProof/>
          <w:sz w:val="22"/>
          <w:szCs w:val="22"/>
          <w:lang w:val="en-US" w:bidi="ta-IN"/>
        </w:rPr>
      </w:pPr>
      <w:r>
        <w:rPr>
          <w:rFonts w:ascii="Arial" w:hAnsi="Arial" w:cs="Arial"/>
          <w:sz w:val="22"/>
        </w:rPr>
        <w:fldChar w:fldCharType="begin"/>
      </w:r>
      <w:r w:rsidR="000067D8">
        <w:rPr>
          <w:rFonts w:ascii="Arial" w:hAnsi="Arial" w:cs="Arial"/>
          <w:sz w:val="22"/>
        </w:rPr>
        <w:instrText xml:space="preserve"> TOC \o "1-4" \h \z </w:instrText>
      </w:r>
      <w:r>
        <w:rPr>
          <w:rFonts w:ascii="Arial" w:hAnsi="Arial" w:cs="Arial"/>
          <w:sz w:val="22"/>
        </w:rPr>
        <w:fldChar w:fldCharType="separate"/>
      </w:r>
      <w:hyperlink w:anchor="_Toc7445820" w:history="1">
        <w:r w:rsidR="00C67DA4" w:rsidRPr="008D3E10">
          <w:rPr>
            <w:rStyle w:val="Hyperlink"/>
            <w:noProof/>
          </w:rPr>
          <w:t>1</w:t>
        </w:r>
        <w:r w:rsidR="00C67DA4">
          <w:rPr>
            <w:rFonts w:asciiTheme="minorHAnsi" w:eastAsiaTheme="minorEastAsia" w:hAnsiTheme="minorHAnsi" w:cs="Latha"/>
            <w:noProof/>
            <w:sz w:val="22"/>
            <w:szCs w:val="22"/>
            <w:lang w:val="en-US" w:bidi="ta-IN"/>
          </w:rPr>
          <w:tab/>
        </w:r>
        <w:r w:rsidR="00C67DA4" w:rsidRPr="008D3E10">
          <w:rPr>
            <w:rStyle w:val="Hyperlink"/>
            <w:noProof/>
          </w:rPr>
          <w:t>Introduction</w:t>
        </w:r>
        <w:r w:rsidR="00C67DA4">
          <w:rPr>
            <w:noProof/>
            <w:webHidden/>
          </w:rPr>
          <w:tab/>
        </w:r>
        <w:r w:rsidR="00C67DA4">
          <w:rPr>
            <w:noProof/>
            <w:webHidden/>
          </w:rPr>
          <w:fldChar w:fldCharType="begin"/>
        </w:r>
        <w:r w:rsidR="00C67DA4">
          <w:rPr>
            <w:noProof/>
            <w:webHidden/>
          </w:rPr>
          <w:instrText xml:space="preserve"> PAGEREF _Toc7445820 \h </w:instrText>
        </w:r>
        <w:r w:rsidR="00C67DA4">
          <w:rPr>
            <w:noProof/>
            <w:webHidden/>
          </w:rPr>
        </w:r>
        <w:r w:rsidR="00C67DA4">
          <w:rPr>
            <w:noProof/>
            <w:webHidden/>
          </w:rPr>
          <w:fldChar w:fldCharType="separate"/>
        </w:r>
        <w:r w:rsidR="00C67DA4">
          <w:rPr>
            <w:noProof/>
            <w:webHidden/>
          </w:rPr>
          <w:t>10</w:t>
        </w:r>
        <w:r w:rsidR="00C67DA4">
          <w:rPr>
            <w:noProof/>
            <w:webHidden/>
          </w:rPr>
          <w:fldChar w:fldCharType="end"/>
        </w:r>
      </w:hyperlink>
    </w:p>
    <w:p w:rsidR="00C67DA4" w:rsidRDefault="00C67DA4">
      <w:pPr>
        <w:pStyle w:val="TOC1"/>
        <w:tabs>
          <w:tab w:val="left" w:pos="480"/>
        </w:tabs>
        <w:rPr>
          <w:rFonts w:asciiTheme="minorHAnsi" w:eastAsiaTheme="minorEastAsia" w:hAnsiTheme="minorHAnsi" w:cs="Latha"/>
          <w:noProof/>
          <w:sz w:val="22"/>
          <w:szCs w:val="22"/>
          <w:lang w:val="en-US" w:bidi="ta-IN"/>
        </w:rPr>
      </w:pPr>
      <w:hyperlink w:anchor="_Toc7445821" w:history="1">
        <w:r w:rsidRPr="008D3E10">
          <w:rPr>
            <w:rStyle w:val="Hyperlink"/>
            <w:noProof/>
          </w:rPr>
          <w:t>2</w:t>
        </w:r>
        <w:r>
          <w:rPr>
            <w:rFonts w:asciiTheme="minorHAnsi" w:eastAsiaTheme="minorEastAsia" w:hAnsiTheme="minorHAnsi" w:cs="Latha"/>
            <w:noProof/>
            <w:sz w:val="22"/>
            <w:szCs w:val="22"/>
            <w:lang w:val="en-US" w:bidi="ta-IN"/>
          </w:rPr>
          <w:tab/>
        </w:r>
        <w:r w:rsidRPr="008D3E10">
          <w:rPr>
            <w:rStyle w:val="Hyperlink"/>
            <w:noProof/>
          </w:rPr>
          <w:t>Legal Information</w:t>
        </w:r>
        <w:r>
          <w:rPr>
            <w:noProof/>
            <w:webHidden/>
          </w:rPr>
          <w:tab/>
        </w:r>
        <w:r>
          <w:rPr>
            <w:noProof/>
            <w:webHidden/>
          </w:rPr>
          <w:fldChar w:fldCharType="begin"/>
        </w:r>
        <w:r>
          <w:rPr>
            <w:noProof/>
            <w:webHidden/>
          </w:rPr>
          <w:instrText xml:space="preserve"> PAGEREF _Toc7445821 \h </w:instrText>
        </w:r>
        <w:r>
          <w:rPr>
            <w:noProof/>
            <w:webHidden/>
          </w:rPr>
        </w:r>
        <w:r>
          <w:rPr>
            <w:noProof/>
            <w:webHidden/>
          </w:rPr>
          <w:fldChar w:fldCharType="separate"/>
        </w:r>
        <w:r>
          <w:rPr>
            <w:noProof/>
            <w:webHidden/>
          </w:rPr>
          <w:t>10</w:t>
        </w:r>
        <w:r>
          <w:rPr>
            <w:noProof/>
            <w:webHidden/>
          </w:rPr>
          <w:fldChar w:fldCharType="end"/>
        </w:r>
      </w:hyperlink>
    </w:p>
    <w:p w:rsidR="00C67DA4" w:rsidRDefault="00C67DA4">
      <w:pPr>
        <w:pStyle w:val="TOC1"/>
        <w:tabs>
          <w:tab w:val="left" w:pos="480"/>
        </w:tabs>
        <w:rPr>
          <w:rFonts w:asciiTheme="minorHAnsi" w:eastAsiaTheme="minorEastAsia" w:hAnsiTheme="minorHAnsi" w:cs="Latha"/>
          <w:noProof/>
          <w:sz w:val="22"/>
          <w:szCs w:val="22"/>
          <w:lang w:val="en-US" w:bidi="ta-IN"/>
        </w:rPr>
      </w:pPr>
      <w:hyperlink w:anchor="_Toc7445822" w:history="1">
        <w:r w:rsidRPr="008D3E10">
          <w:rPr>
            <w:rStyle w:val="Hyperlink"/>
            <w:noProof/>
          </w:rPr>
          <w:t>3</w:t>
        </w:r>
        <w:r>
          <w:rPr>
            <w:rFonts w:asciiTheme="minorHAnsi" w:eastAsiaTheme="minorEastAsia" w:hAnsiTheme="minorHAnsi" w:cs="Latha"/>
            <w:noProof/>
            <w:sz w:val="22"/>
            <w:szCs w:val="22"/>
            <w:lang w:val="en-US" w:bidi="ta-IN"/>
          </w:rPr>
          <w:tab/>
        </w:r>
        <w:r w:rsidRPr="008D3E10">
          <w:rPr>
            <w:rStyle w:val="Hyperlink"/>
            <w:noProof/>
          </w:rPr>
          <w:t>OS supported</w:t>
        </w:r>
        <w:r>
          <w:rPr>
            <w:noProof/>
            <w:webHidden/>
          </w:rPr>
          <w:tab/>
        </w:r>
        <w:r>
          <w:rPr>
            <w:noProof/>
            <w:webHidden/>
          </w:rPr>
          <w:fldChar w:fldCharType="begin"/>
        </w:r>
        <w:r>
          <w:rPr>
            <w:noProof/>
            <w:webHidden/>
          </w:rPr>
          <w:instrText xml:space="preserve"> PAGEREF _Toc7445822 \h </w:instrText>
        </w:r>
        <w:r>
          <w:rPr>
            <w:noProof/>
            <w:webHidden/>
          </w:rPr>
        </w:r>
        <w:r>
          <w:rPr>
            <w:noProof/>
            <w:webHidden/>
          </w:rPr>
          <w:fldChar w:fldCharType="separate"/>
        </w:r>
        <w:r>
          <w:rPr>
            <w:noProof/>
            <w:webHidden/>
          </w:rPr>
          <w:t>11</w:t>
        </w:r>
        <w:r>
          <w:rPr>
            <w:noProof/>
            <w:webHidden/>
          </w:rPr>
          <w:fldChar w:fldCharType="end"/>
        </w:r>
      </w:hyperlink>
    </w:p>
    <w:p w:rsidR="00C67DA4" w:rsidRDefault="00C67DA4">
      <w:pPr>
        <w:pStyle w:val="TOC1"/>
        <w:tabs>
          <w:tab w:val="left" w:pos="480"/>
        </w:tabs>
        <w:rPr>
          <w:rFonts w:asciiTheme="minorHAnsi" w:eastAsiaTheme="minorEastAsia" w:hAnsiTheme="minorHAnsi" w:cs="Latha"/>
          <w:noProof/>
          <w:sz w:val="22"/>
          <w:szCs w:val="22"/>
          <w:lang w:val="en-US" w:bidi="ta-IN"/>
        </w:rPr>
      </w:pPr>
      <w:hyperlink w:anchor="_Toc7445823" w:history="1">
        <w:r w:rsidRPr="008D3E10">
          <w:rPr>
            <w:rStyle w:val="Hyperlink"/>
            <w:noProof/>
          </w:rPr>
          <w:t>4</w:t>
        </w:r>
        <w:r>
          <w:rPr>
            <w:rFonts w:asciiTheme="minorHAnsi" w:eastAsiaTheme="minorEastAsia" w:hAnsiTheme="minorHAnsi" w:cs="Latha"/>
            <w:noProof/>
            <w:sz w:val="22"/>
            <w:szCs w:val="22"/>
            <w:lang w:val="en-US" w:bidi="ta-IN"/>
          </w:rPr>
          <w:tab/>
        </w:r>
        <w:r w:rsidRPr="008D3E10">
          <w:rPr>
            <w:rStyle w:val="Hyperlink"/>
            <w:noProof/>
          </w:rPr>
          <w:t>Required Software</w:t>
        </w:r>
        <w:r>
          <w:rPr>
            <w:noProof/>
            <w:webHidden/>
          </w:rPr>
          <w:tab/>
        </w:r>
        <w:r>
          <w:rPr>
            <w:noProof/>
            <w:webHidden/>
          </w:rPr>
          <w:fldChar w:fldCharType="begin"/>
        </w:r>
        <w:r>
          <w:rPr>
            <w:noProof/>
            <w:webHidden/>
          </w:rPr>
          <w:instrText xml:space="preserve"> PAGEREF _Toc7445823 \h </w:instrText>
        </w:r>
        <w:r>
          <w:rPr>
            <w:noProof/>
            <w:webHidden/>
          </w:rPr>
        </w:r>
        <w:r>
          <w:rPr>
            <w:noProof/>
            <w:webHidden/>
          </w:rPr>
          <w:fldChar w:fldCharType="separate"/>
        </w:r>
        <w:r>
          <w:rPr>
            <w:noProof/>
            <w:webHidden/>
          </w:rPr>
          <w:t>11</w:t>
        </w:r>
        <w:r>
          <w:rPr>
            <w:noProof/>
            <w:webHidden/>
          </w:rPr>
          <w:fldChar w:fldCharType="end"/>
        </w:r>
      </w:hyperlink>
    </w:p>
    <w:p w:rsidR="00C67DA4" w:rsidRDefault="00C67DA4">
      <w:pPr>
        <w:pStyle w:val="TOC1"/>
        <w:tabs>
          <w:tab w:val="left" w:pos="480"/>
        </w:tabs>
        <w:rPr>
          <w:rFonts w:asciiTheme="minorHAnsi" w:eastAsiaTheme="minorEastAsia" w:hAnsiTheme="minorHAnsi" w:cs="Latha"/>
          <w:noProof/>
          <w:sz w:val="22"/>
          <w:szCs w:val="22"/>
          <w:lang w:val="en-US" w:bidi="ta-IN"/>
        </w:rPr>
      </w:pPr>
      <w:hyperlink w:anchor="_Toc7445824" w:history="1">
        <w:r w:rsidRPr="008D3E10">
          <w:rPr>
            <w:rStyle w:val="Hyperlink"/>
            <w:noProof/>
          </w:rPr>
          <w:t>5</w:t>
        </w:r>
        <w:r>
          <w:rPr>
            <w:rFonts w:asciiTheme="minorHAnsi" w:eastAsiaTheme="minorEastAsia" w:hAnsiTheme="minorHAnsi" w:cs="Latha"/>
            <w:noProof/>
            <w:sz w:val="22"/>
            <w:szCs w:val="22"/>
            <w:lang w:val="en-US" w:bidi="ta-IN"/>
          </w:rPr>
          <w:tab/>
        </w:r>
        <w:r w:rsidRPr="008D3E10">
          <w:rPr>
            <w:rStyle w:val="Hyperlink"/>
            <w:noProof/>
          </w:rPr>
          <w:t>USB Controllers supported</w:t>
        </w:r>
        <w:r>
          <w:rPr>
            <w:noProof/>
            <w:webHidden/>
          </w:rPr>
          <w:tab/>
        </w:r>
        <w:r>
          <w:rPr>
            <w:noProof/>
            <w:webHidden/>
          </w:rPr>
          <w:fldChar w:fldCharType="begin"/>
        </w:r>
        <w:r>
          <w:rPr>
            <w:noProof/>
            <w:webHidden/>
          </w:rPr>
          <w:instrText xml:space="preserve"> PAGEREF _Toc7445824 \h </w:instrText>
        </w:r>
        <w:r>
          <w:rPr>
            <w:noProof/>
            <w:webHidden/>
          </w:rPr>
        </w:r>
        <w:r>
          <w:rPr>
            <w:noProof/>
            <w:webHidden/>
          </w:rPr>
          <w:fldChar w:fldCharType="separate"/>
        </w:r>
        <w:r>
          <w:rPr>
            <w:noProof/>
            <w:webHidden/>
          </w:rPr>
          <w:t>11</w:t>
        </w:r>
        <w:r>
          <w:rPr>
            <w:noProof/>
            <w:webHidden/>
          </w:rPr>
          <w:fldChar w:fldCharType="end"/>
        </w:r>
      </w:hyperlink>
    </w:p>
    <w:p w:rsidR="00C67DA4" w:rsidRDefault="00C67DA4">
      <w:pPr>
        <w:pStyle w:val="TOC1"/>
        <w:tabs>
          <w:tab w:val="left" w:pos="480"/>
        </w:tabs>
        <w:rPr>
          <w:rFonts w:asciiTheme="minorHAnsi" w:eastAsiaTheme="minorEastAsia" w:hAnsiTheme="minorHAnsi" w:cs="Latha"/>
          <w:noProof/>
          <w:sz w:val="22"/>
          <w:szCs w:val="22"/>
          <w:lang w:val="en-US" w:bidi="ta-IN"/>
        </w:rPr>
      </w:pPr>
      <w:hyperlink w:anchor="_Toc7445825" w:history="1">
        <w:r w:rsidRPr="008D3E10">
          <w:rPr>
            <w:rStyle w:val="Hyperlink"/>
            <w:i/>
            <w:noProof/>
          </w:rPr>
          <w:t>6</w:t>
        </w:r>
        <w:r>
          <w:rPr>
            <w:rFonts w:asciiTheme="minorHAnsi" w:eastAsiaTheme="minorEastAsia" w:hAnsiTheme="minorHAnsi" w:cs="Latha"/>
            <w:noProof/>
            <w:sz w:val="22"/>
            <w:szCs w:val="22"/>
            <w:lang w:val="en-US" w:bidi="ta-IN"/>
          </w:rPr>
          <w:tab/>
        </w:r>
        <w:r w:rsidRPr="008D3E10">
          <w:rPr>
            <w:rStyle w:val="Hyperlink"/>
            <w:noProof/>
          </w:rPr>
          <w:t>Supported SKU List</w:t>
        </w:r>
        <w:r>
          <w:rPr>
            <w:noProof/>
            <w:webHidden/>
          </w:rPr>
          <w:tab/>
        </w:r>
        <w:r>
          <w:rPr>
            <w:noProof/>
            <w:webHidden/>
          </w:rPr>
          <w:fldChar w:fldCharType="begin"/>
        </w:r>
        <w:r>
          <w:rPr>
            <w:noProof/>
            <w:webHidden/>
          </w:rPr>
          <w:instrText xml:space="preserve"> PAGEREF _Toc7445825 \h </w:instrText>
        </w:r>
        <w:r>
          <w:rPr>
            <w:noProof/>
            <w:webHidden/>
          </w:rPr>
        </w:r>
        <w:r>
          <w:rPr>
            <w:noProof/>
            <w:webHidden/>
          </w:rPr>
          <w:fldChar w:fldCharType="separate"/>
        </w:r>
        <w:r>
          <w:rPr>
            <w:noProof/>
            <w:webHidden/>
          </w:rPr>
          <w:t>11</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5826" w:history="1">
        <w:r w:rsidRPr="008D3E10">
          <w:rPr>
            <w:rStyle w:val="Hyperlink"/>
            <w:noProof/>
          </w:rPr>
          <w:t>6.1</w:t>
        </w:r>
        <w:r>
          <w:rPr>
            <w:rFonts w:asciiTheme="minorHAnsi" w:eastAsiaTheme="minorEastAsia" w:hAnsiTheme="minorHAnsi" w:cs="Latha"/>
            <w:noProof/>
            <w:sz w:val="22"/>
            <w:szCs w:val="22"/>
            <w:lang w:val="en-US" w:bidi="ta-IN"/>
          </w:rPr>
          <w:tab/>
        </w:r>
        <w:r w:rsidRPr="008D3E10">
          <w:rPr>
            <w:rStyle w:val="Hyperlink"/>
            <w:noProof/>
          </w:rPr>
          <w:t>CLI/DLL</w:t>
        </w:r>
        <w:r>
          <w:rPr>
            <w:noProof/>
            <w:webHidden/>
          </w:rPr>
          <w:tab/>
        </w:r>
        <w:r>
          <w:rPr>
            <w:noProof/>
            <w:webHidden/>
          </w:rPr>
          <w:fldChar w:fldCharType="begin"/>
        </w:r>
        <w:r>
          <w:rPr>
            <w:noProof/>
            <w:webHidden/>
          </w:rPr>
          <w:instrText xml:space="preserve"> PAGEREF _Toc7445826 \h </w:instrText>
        </w:r>
        <w:r>
          <w:rPr>
            <w:noProof/>
            <w:webHidden/>
          </w:rPr>
        </w:r>
        <w:r>
          <w:rPr>
            <w:noProof/>
            <w:webHidden/>
          </w:rPr>
          <w:fldChar w:fldCharType="separate"/>
        </w:r>
        <w:r>
          <w:rPr>
            <w:noProof/>
            <w:webHidden/>
          </w:rPr>
          <w:t>11</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27" w:history="1">
        <w:r w:rsidRPr="008D3E10">
          <w:rPr>
            <w:rStyle w:val="Hyperlink"/>
            <w:noProof/>
          </w:rPr>
          <w:t>6.1.1</w:t>
        </w:r>
        <w:r>
          <w:rPr>
            <w:rFonts w:asciiTheme="minorHAnsi" w:eastAsiaTheme="minorEastAsia" w:hAnsiTheme="minorHAnsi" w:cs="Latha"/>
            <w:noProof/>
            <w:sz w:val="22"/>
            <w:szCs w:val="22"/>
            <w:lang w:val="en-US" w:bidi="ta-IN"/>
          </w:rPr>
          <w:tab/>
        </w:r>
        <w:r w:rsidRPr="008D3E10">
          <w:rPr>
            <w:rStyle w:val="Hyperlink"/>
            <w:noProof/>
          </w:rPr>
          <w:t>USB 2.0 Hub</w:t>
        </w:r>
        <w:r>
          <w:rPr>
            <w:noProof/>
            <w:webHidden/>
          </w:rPr>
          <w:tab/>
        </w:r>
        <w:r>
          <w:rPr>
            <w:noProof/>
            <w:webHidden/>
          </w:rPr>
          <w:fldChar w:fldCharType="begin"/>
        </w:r>
        <w:r>
          <w:rPr>
            <w:noProof/>
            <w:webHidden/>
          </w:rPr>
          <w:instrText xml:space="preserve"> PAGEREF _Toc7445827 \h </w:instrText>
        </w:r>
        <w:r>
          <w:rPr>
            <w:noProof/>
            <w:webHidden/>
          </w:rPr>
        </w:r>
        <w:r>
          <w:rPr>
            <w:noProof/>
            <w:webHidden/>
          </w:rPr>
          <w:fldChar w:fldCharType="separate"/>
        </w:r>
        <w:r>
          <w:rPr>
            <w:noProof/>
            <w:webHidden/>
          </w:rPr>
          <w:t>11</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28" w:history="1">
        <w:r w:rsidRPr="008D3E10">
          <w:rPr>
            <w:rStyle w:val="Hyperlink"/>
            <w:noProof/>
          </w:rPr>
          <w:t>6.1.2</w:t>
        </w:r>
        <w:r>
          <w:rPr>
            <w:rFonts w:asciiTheme="minorHAnsi" w:eastAsiaTheme="minorEastAsia" w:hAnsiTheme="minorHAnsi" w:cs="Latha"/>
            <w:noProof/>
            <w:sz w:val="22"/>
            <w:szCs w:val="22"/>
            <w:lang w:val="en-US" w:bidi="ta-IN"/>
          </w:rPr>
          <w:tab/>
        </w:r>
        <w:r w:rsidRPr="008D3E10">
          <w:rPr>
            <w:rStyle w:val="Hyperlink"/>
            <w:noProof/>
          </w:rPr>
          <w:t>USB 3.0 Hub</w:t>
        </w:r>
        <w:r>
          <w:rPr>
            <w:noProof/>
            <w:webHidden/>
          </w:rPr>
          <w:tab/>
        </w:r>
        <w:r>
          <w:rPr>
            <w:noProof/>
            <w:webHidden/>
          </w:rPr>
          <w:fldChar w:fldCharType="begin"/>
        </w:r>
        <w:r>
          <w:rPr>
            <w:noProof/>
            <w:webHidden/>
          </w:rPr>
          <w:instrText xml:space="preserve"> PAGEREF _Toc7445828 \h </w:instrText>
        </w:r>
        <w:r>
          <w:rPr>
            <w:noProof/>
            <w:webHidden/>
          </w:rPr>
        </w:r>
        <w:r>
          <w:rPr>
            <w:noProof/>
            <w:webHidden/>
          </w:rPr>
          <w:fldChar w:fldCharType="separate"/>
        </w:r>
        <w:r>
          <w:rPr>
            <w:noProof/>
            <w:webHidden/>
          </w:rPr>
          <w:t>12</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29" w:history="1">
        <w:r w:rsidRPr="008D3E10">
          <w:rPr>
            <w:rStyle w:val="Hyperlink"/>
            <w:noProof/>
          </w:rPr>
          <w:t>6.1.3</w:t>
        </w:r>
        <w:r>
          <w:rPr>
            <w:rFonts w:asciiTheme="minorHAnsi" w:eastAsiaTheme="minorEastAsia" w:hAnsiTheme="minorHAnsi" w:cs="Latha"/>
            <w:noProof/>
            <w:sz w:val="22"/>
            <w:szCs w:val="22"/>
            <w:lang w:val="en-US" w:bidi="ta-IN"/>
          </w:rPr>
          <w:tab/>
        </w:r>
        <w:r w:rsidRPr="008D3E10">
          <w:rPr>
            <w:rStyle w:val="Hyperlink"/>
            <w:noProof/>
          </w:rPr>
          <w:t>USB to Ethernet Controller</w:t>
        </w:r>
        <w:r>
          <w:rPr>
            <w:noProof/>
            <w:webHidden/>
          </w:rPr>
          <w:tab/>
        </w:r>
        <w:r>
          <w:rPr>
            <w:noProof/>
            <w:webHidden/>
          </w:rPr>
          <w:fldChar w:fldCharType="begin"/>
        </w:r>
        <w:r>
          <w:rPr>
            <w:noProof/>
            <w:webHidden/>
          </w:rPr>
          <w:instrText xml:space="preserve"> PAGEREF _Toc7445829 \h </w:instrText>
        </w:r>
        <w:r>
          <w:rPr>
            <w:noProof/>
            <w:webHidden/>
          </w:rPr>
        </w:r>
        <w:r>
          <w:rPr>
            <w:noProof/>
            <w:webHidden/>
          </w:rPr>
          <w:fldChar w:fldCharType="separate"/>
        </w:r>
        <w:r>
          <w:rPr>
            <w:noProof/>
            <w:webHidden/>
          </w:rPr>
          <w:t>12</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30" w:history="1">
        <w:r w:rsidRPr="008D3E10">
          <w:rPr>
            <w:rStyle w:val="Hyperlink"/>
            <w:noProof/>
          </w:rPr>
          <w:t>6.1.4</w:t>
        </w:r>
        <w:r>
          <w:rPr>
            <w:rFonts w:asciiTheme="minorHAnsi" w:eastAsiaTheme="minorEastAsia" w:hAnsiTheme="minorHAnsi" w:cs="Latha"/>
            <w:noProof/>
            <w:sz w:val="22"/>
            <w:szCs w:val="22"/>
            <w:lang w:val="en-US" w:bidi="ta-IN"/>
          </w:rPr>
          <w:tab/>
        </w:r>
        <w:r w:rsidRPr="008D3E10">
          <w:rPr>
            <w:rStyle w:val="Hyperlink"/>
            <w:noProof/>
          </w:rPr>
          <w:t>PCIe to Gigabit Ethernet Controller</w:t>
        </w:r>
        <w:r>
          <w:rPr>
            <w:noProof/>
            <w:webHidden/>
          </w:rPr>
          <w:tab/>
        </w:r>
        <w:r>
          <w:rPr>
            <w:noProof/>
            <w:webHidden/>
          </w:rPr>
          <w:fldChar w:fldCharType="begin"/>
        </w:r>
        <w:r>
          <w:rPr>
            <w:noProof/>
            <w:webHidden/>
          </w:rPr>
          <w:instrText xml:space="preserve"> PAGEREF _Toc7445830 \h </w:instrText>
        </w:r>
        <w:r>
          <w:rPr>
            <w:noProof/>
            <w:webHidden/>
          </w:rPr>
        </w:r>
        <w:r>
          <w:rPr>
            <w:noProof/>
            <w:webHidden/>
          </w:rPr>
          <w:fldChar w:fldCharType="separate"/>
        </w:r>
        <w:r>
          <w:rPr>
            <w:noProof/>
            <w:webHidden/>
          </w:rPr>
          <w:t>12</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5831" w:history="1">
        <w:r w:rsidRPr="008D3E10">
          <w:rPr>
            <w:rStyle w:val="Hyperlink"/>
            <w:noProof/>
          </w:rPr>
          <w:t>6.2</w:t>
        </w:r>
        <w:r>
          <w:rPr>
            <w:rFonts w:asciiTheme="minorHAnsi" w:eastAsiaTheme="minorEastAsia" w:hAnsiTheme="minorHAnsi" w:cs="Latha"/>
            <w:noProof/>
            <w:sz w:val="22"/>
            <w:szCs w:val="22"/>
            <w:lang w:val="en-US" w:bidi="ta-IN"/>
          </w:rPr>
          <w:tab/>
        </w:r>
        <w:r w:rsidRPr="008D3E10">
          <w:rPr>
            <w:rStyle w:val="Hyperlink"/>
            <w:noProof/>
          </w:rPr>
          <w:t>GUI</w:t>
        </w:r>
        <w:r>
          <w:rPr>
            <w:noProof/>
            <w:webHidden/>
          </w:rPr>
          <w:tab/>
        </w:r>
        <w:r>
          <w:rPr>
            <w:noProof/>
            <w:webHidden/>
          </w:rPr>
          <w:fldChar w:fldCharType="begin"/>
        </w:r>
        <w:r>
          <w:rPr>
            <w:noProof/>
            <w:webHidden/>
          </w:rPr>
          <w:instrText xml:space="preserve"> PAGEREF _Toc7445831 \h </w:instrText>
        </w:r>
        <w:r>
          <w:rPr>
            <w:noProof/>
            <w:webHidden/>
          </w:rPr>
        </w:r>
        <w:r>
          <w:rPr>
            <w:noProof/>
            <w:webHidden/>
          </w:rPr>
          <w:fldChar w:fldCharType="separate"/>
        </w:r>
        <w:r>
          <w:rPr>
            <w:noProof/>
            <w:webHidden/>
          </w:rPr>
          <w:t>13</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32" w:history="1">
        <w:r w:rsidRPr="008D3E10">
          <w:rPr>
            <w:rStyle w:val="Hyperlink"/>
            <w:noProof/>
          </w:rPr>
          <w:t>6.2.1</w:t>
        </w:r>
        <w:r>
          <w:rPr>
            <w:rFonts w:asciiTheme="minorHAnsi" w:eastAsiaTheme="minorEastAsia" w:hAnsiTheme="minorHAnsi" w:cs="Latha"/>
            <w:noProof/>
            <w:sz w:val="22"/>
            <w:szCs w:val="22"/>
            <w:lang w:val="en-US" w:bidi="ta-IN"/>
          </w:rPr>
          <w:tab/>
        </w:r>
        <w:r w:rsidRPr="008D3E10">
          <w:rPr>
            <w:rStyle w:val="Hyperlink"/>
            <w:noProof/>
          </w:rPr>
          <w:t>USB 2.0 Hub</w:t>
        </w:r>
        <w:r>
          <w:rPr>
            <w:noProof/>
            <w:webHidden/>
          </w:rPr>
          <w:tab/>
        </w:r>
        <w:r>
          <w:rPr>
            <w:noProof/>
            <w:webHidden/>
          </w:rPr>
          <w:fldChar w:fldCharType="begin"/>
        </w:r>
        <w:r>
          <w:rPr>
            <w:noProof/>
            <w:webHidden/>
          </w:rPr>
          <w:instrText xml:space="preserve"> PAGEREF _Toc7445832 \h </w:instrText>
        </w:r>
        <w:r>
          <w:rPr>
            <w:noProof/>
            <w:webHidden/>
          </w:rPr>
        </w:r>
        <w:r>
          <w:rPr>
            <w:noProof/>
            <w:webHidden/>
          </w:rPr>
          <w:fldChar w:fldCharType="separate"/>
        </w:r>
        <w:r>
          <w:rPr>
            <w:noProof/>
            <w:webHidden/>
          </w:rPr>
          <w:t>13</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33" w:history="1">
        <w:r w:rsidRPr="008D3E10">
          <w:rPr>
            <w:rStyle w:val="Hyperlink"/>
            <w:noProof/>
          </w:rPr>
          <w:t>6.2.2</w:t>
        </w:r>
        <w:r>
          <w:rPr>
            <w:rFonts w:asciiTheme="minorHAnsi" w:eastAsiaTheme="minorEastAsia" w:hAnsiTheme="minorHAnsi" w:cs="Latha"/>
            <w:noProof/>
            <w:sz w:val="22"/>
            <w:szCs w:val="22"/>
            <w:lang w:val="en-US" w:bidi="ta-IN"/>
          </w:rPr>
          <w:tab/>
        </w:r>
        <w:r w:rsidRPr="008D3E10">
          <w:rPr>
            <w:rStyle w:val="Hyperlink"/>
            <w:noProof/>
          </w:rPr>
          <w:t>USB 3.0 Hub</w:t>
        </w:r>
        <w:r>
          <w:rPr>
            <w:noProof/>
            <w:webHidden/>
          </w:rPr>
          <w:tab/>
        </w:r>
        <w:r>
          <w:rPr>
            <w:noProof/>
            <w:webHidden/>
          </w:rPr>
          <w:fldChar w:fldCharType="begin"/>
        </w:r>
        <w:r>
          <w:rPr>
            <w:noProof/>
            <w:webHidden/>
          </w:rPr>
          <w:instrText xml:space="preserve"> PAGEREF _Toc7445833 \h </w:instrText>
        </w:r>
        <w:r>
          <w:rPr>
            <w:noProof/>
            <w:webHidden/>
          </w:rPr>
        </w:r>
        <w:r>
          <w:rPr>
            <w:noProof/>
            <w:webHidden/>
          </w:rPr>
          <w:fldChar w:fldCharType="separate"/>
        </w:r>
        <w:r>
          <w:rPr>
            <w:noProof/>
            <w:webHidden/>
          </w:rPr>
          <w:t>13</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34" w:history="1">
        <w:r w:rsidRPr="008D3E10">
          <w:rPr>
            <w:rStyle w:val="Hyperlink"/>
            <w:noProof/>
          </w:rPr>
          <w:t>6.2.3</w:t>
        </w:r>
        <w:r>
          <w:rPr>
            <w:rFonts w:asciiTheme="minorHAnsi" w:eastAsiaTheme="minorEastAsia" w:hAnsiTheme="minorHAnsi" w:cs="Latha"/>
            <w:noProof/>
            <w:sz w:val="22"/>
            <w:szCs w:val="22"/>
            <w:lang w:val="en-US" w:bidi="ta-IN"/>
          </w:rPr>
          <w:tab/>
        </w:r>
        <w:r w:rsidRPr="008D3E10">
          <w:rPr>
            <w:rStyle w:val="Hyperlink"/>
            <w:noProof/>
          </w:rPr>
          <w:t>USB to Ethernet Controller</w:t>
        </w:r>
        <w:r>
          <w:rPr>
            <w:noProof/>
            <w:webHidden/>
          </w:rPr>
          <w:tab/>
        </w:r>
        <w:r>
          <w:rPr>
            <w:noProof/>
            <w:webHidden/>
          </w:rPr>
          <w:fldChar w:fldCharType="begin"/>
        </w:r>
        <w:r>
          <w:rPr>
            <w:noProof/>
            <w:webHidden/>
          </w:rPr>
          <w:instrText xml:space="preserve"> PAGEREF _Toc7445834 \h </w:instrText>
        </w:r>
        <w:r>
          <w:rPr>
            <w:noProof/>
            <w:webHidden/>
          </w:rPr>
        </w:r>
        <w:r>
          <w:rPr>
            <w:noProof/>
            <w:webHidden/>
          </w:rPr>
          <w:fldChar w:fldCharType="separate"/>
        </w:r>
        <w:r>
          <w:rPr>
            <w:noProof/>
            <w:webHidden/>
          </w:rPr>
          <w:t>14</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35" w:history="1">
        <w:r w:rsidRPr="008D3E10">
          <w:rPr>
            <w:rStyle w:val="Hyperlink"/>
            <w:noProof/>
          </w:rPr>
          <w:t>6.2.4</w:t>
        </w:r>
        <w:r>
          <w:rPr>
            <w:rFonts w:asciiTheme="minorHAnsi" w:eastAsiaTheme="minorEastAsia" w:hAnsiTheme="minorHAnsi" w:cs="Latha"/>
            <w:noProof/>
            <w:sz w:val="22"/>
            <w:szCs w:val="22"/>
            <w:lang w:val="en-US" w:bidi="ta-IN"/>
          </w:rPr>
          <w:tab/>
        </w:r>
        <w:r w:rsidRPr="008D3E10">
          <w:rPr>
            <w:rStyle w:val="Hyperlink"/>
            <w:noProof/>
          </w:rPr>
          <w:t>PCIe to Gigabit Ethernet Controller</w:t>
        </w:r>
        <w:r>
          <w:rPr>
            <w:noProof/>
            <w:webHidden/>
          </w:rPr>
          <w:tab/>
        </w:r>
        <w:r>
          <w:rPr>
            <w:noProof/>
            <w:webHidden/>
          </w:rPr>
          <w:fldChar w:fldCharType="begin"/>
        </w:r>
        <w:r>
          <w:rPr>
            <w:noProof/>
            <w:webHidden/>
          </w:rPr>
          <w:instrText xml:space="preserve"> PAGEREF _Toc7445835 \h </w:instrText>
        </w:r>
        <w:r>
          <w:rPr>
            <w:noProof/>
            <w:webHidden/>
          </w:rPr>
        </w:r>
        <w:r>
          <w:rPr>
            <w:noProof/>
            <w:webHidden/>
          </w:rPr>
          <w:fldChar w:fldCharType="separate"/>
        </w:r>
        <w:r>
          <w:rPr>
            <w:noProof/>
            <w:webHidden/>
          </w:rPr>
          <w:t>14</w:t>
        </w:r>
        <w:r>
          <w:rPr>
            <w:noProof/>
            <w:webHidden/>
          </w:rPr>
          <w:fldChar w:fldCharType="end"/>
        </w:r>
      </w:hyperlink>
    </w:p>
    <w:p w:rsidR="00C67DA4" w:rsidRDefault="00C67DA4">
      <w:pPr>
        <w:pStyle w:val="TOC1"/>
        <w:tabs>
          <w:tab w:val="left" w:pos="480"/>
        </w:tabs>
        <w:rPr>
          <w:rFonts w:asciiTheme="minorHAnsi" w:eastAsiaTheme="minorEastAsia" w:hAnsiTheme="minorHAnsi" w:cs="Latha"/>
          <w:noProof/>
          <w:sz w:val="22"/>
          <w:szCs w:val="22"/>
          <w:lang w:val="en-US" w:bidi="ta-IN"/>
        </w:rPr>
      </w:pPr>
      <w:hyperlink w:anchor="_Toc7445836" w:history="1">
        <w:r w:rsidRPr="008D3E10">
          <w:rPr>
            <w:rStyle w:val="Hyperlink"/>
            <w:noProof/>
          </w:rPr>
          <w:t>7</w:t>
        </w:r>
        <w:r>
          <w:rPr>
            <w:rFonts w:asciiTheme="minorHAnsi" w:eastAsiaTheme="minorEastAsia" w:hAnsiTheme="minorHAnsi" w:cs="Latha"/>
            <w:noProof/>
            <w:sz w:val="22"/>
            <w:szCs w:val="22"/>
            <w:lang w:val="en-US" w:bidi="ta-IN"/>
          </w:rPr>
          <w:tab/>
        </w:r>
        <w:r w:rsidRPr="008D3E10">
          <w:rPr>
            <w:rStyle w:val="Hyperlink"/>
            <w:noProof/>
          </w:rPr>
          <w:t>MPLAB Connect Components</w:t>
        </w:r>
        <w:r>
          <w:rPr>
            <w:noProof/>
            <w:webHidden/>
          </w:rPr>
          <w:tab/>
        </w:r>
        <w:r>
          <w:rPr>
            <w:noProof/>
            <w:webHidden/>
          </w:rPr>
          <w:fldChar w:fldCharType="begin"/>
        </w:r>
        <w:r>
          <w:rPr>
            <w:noProof/>
            <w:webHidden/>
          </w:rPr>
          <w:instrText xml:space="preserve"> PAGEREF _Toc7445836 \h </w:instrText>
        </w:r>
        <w:r>
          <w:rPr>
            <w:noProof/>
            <w:webHidden/>
          </w:rPr>
        </w:r>
        <w:r>
          <w:rPr>
            <w:noProof/>
            <w:webHidden/>
          </w:rPr>
          <w:fldChar w:fldCharType="separate"/>
        </w:r>
        <w:r>
          <w:rPr>
            <w:noProof/>
            <w:webHidden/>
          </w:rPr>
          <w:t>15</w:t>
        </w:r>
        <w:r>
          <w:rPr>
            <w:noProof/>
            <w:webHidden/>
          </w:rPr>
          <w:fldChar w:fldCharType="end"/>
        </w:r>
      </w:hyperlink>
    </w:p>
    <w:p w:rsidR="00C67DA4" w:rsidRDefault="00C67DA4">
      <w:pPr>
        <w:pStyle w:val="TOC1"/>
        <w:tabs>
          <w:tab w:val="left" w:pos="480"/>
        </w:tabs>
        <w:rPr>
          <w:rFonts w:asciiTheme="minorHAnsi" w:eastAsiaTheme="minorEastAsia" w:hAnsiTheme="minorHAnsi" w:cs="Latha"/>
          <w:noProof/>
          <w:sz w:val="22"/>
          <w:szCs w:val="22"/>
          <w:lang w:val="en-US" w:bidi="ta-IN"/>
        </w:rPr>
      </w:pPr>
      <w:hyperlink w:anchor="_Toc7445837" w:history="1">
        <w:r w:rsidRPr="008D3E10">
          <w:rPr>
            <w:rStyle w:val="Hyperlink"/>
            <w:noProof/>
          </w:rPr>
          <w:t>8</w:t>
        </w:r>
        <w:r>
          <w:rPr>
            <w:rFonts w:asciiTheme="minorHAnsi" w:eastAsiaTheme="minorEastAsia" w:hAnsiTheme="minorHAnsi" w:cs="Latha"/>
            <w:noProof/>
            <w:sz w:val="22"/>
            <w:szCs w:val="22"/>
            <w:lang w:val="en-US" w:bidi="ta-IN"/>
          </w:rPr>
          <w:tab/>
        </w:r>
        <w:r w:rsidRPr="008D3E10">
          <w:rPr>
            <w:rStyle w:val="Hyperlink"/>
            <w:noProof/>
          </w:rPr>
          <w:t>Package Content</w:t>
        </w:r>
        <w:r>
          <w:rPr>
            <w:noProof/>
            <w:webHidden/>
          </w:rPr>
          <w:tab/>
        </w:r>
        <w:r>
          <w:rPr>
            <w:noProof/>
            <w:webHidden/>
          </w:rPr>
          <w:fldChar w:fldCharType="begin"/>
        </w:r>
        <w:r>
          <w:rPr>
            <w:noProof/>
            <w:webHidden/>
          </w:rPr>
          <w:instrText xml:space="preserve"> PAGEREF _Toc7445837 \h </w:instrText>
        </w:r>
        <w:r>
          <w:rPr>
            <w:noProof/>
            <w:webHidden/>
          </w:rPr>
        </w:r>
        <w:r>
          <w:rPr>
            <w:noProof/>
            <w:webHidden/>
          </w:rPr>
          <w:fldChar w:fldCharType="separate"/>
        </w:r>
        <w:r>
          <w:rPr>
            <w:noProof/>
            <w:webHidden/>
          </w:rPr>
          <w:t>15</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5838" w:history="1">
        <w:r w:rsidRPr="008D3E10">
          <w:rPr>
            <w:rStyle w:val="Hyperlink"/>
            <w:noProof/>
          </w:rPr>
          <w:t>8.1</w:t>
        </w:r>
        <w:r>
          <w:rPr>
            <w:rFonts w:asciiTheme="minorHAnsi" w:eastAsiaTheme="minorEastAsia" w:hAnsiTheme="minorHAnsi" w:cs="Latha"/>
            <w:noProof/>
            <w:sz w:val="22"/>
            <w:szCs w:val="22"/>
            <w:lang w:val="en-US" w:bidi="ta-IN"/>
          </w:rPr>
          <w:tab/>
        </w:r>
        <w:r w:rsidRPr="008D3E10">
          <w:rPr>
            <w:rStyle w:val="Hyperlink"/>
            <w:noProof/>
          </w:rPr>
          <w:t>Drivers</w:t>
        </w:r>
        <w:r>
          <w:rPr>
            <w:noProof/>
            <w:webHidden/>
          </w:rPr>
          <w:tab/>
        </w:r>
        <w:r>
          <w:rPr>
            <w:noProof/>
            <w:webHidden/>
          </w:rPr>
          <w:fldChar w:fldCharType="begin"/>
        </w:r>
        <w:r>
          <w:rPr>
            <w:noProof/>
            <w:webHidden/>
          </w:rPr>
          <w:instrText xml:space="preserve"> PAGEREF _Toc7445838 \h </w:instrText>
        </w:r>
        <w:r>
          <w:rPr>
            <w:noProof/>
            <w:webHidden/>
          </w:rPr>
        </w:r>
        <w:r>
          <w:rPr>
            <w:noProof/>
            <w:webHidden/>
          </w:rPr>
          <w:fldChar w:fldCharType="separate"/>
        </w:r>
        <w:r>
          <w:rPr>
            <w:noProof/>
            <w:webHidden/>
          </w:rPr>
          <w:t>15</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5839" w:history="1">
        <w:r w:rsidRPr="008D3E10">
          <w:rPr>
            <w:rStyle w:val="Hyperlink"/>
            <w:noProof/>
          </w:rPr>
          <w:t>8.2</w:t>
        </w:r>
        <w:r>
          <w:rPr>
            <w:rFonts w:asciiTheme="minorHAnsi" w:eastAsiaTheme="minorEastAsia" w:hAnsiTheme="minorHAnsi" w:cs="Latha"/>
            <w:noProof/>
            <w:sz w:val="22"/>
            <w:szCs w:val="22"/>
            <w:lang w:val="en-US" w:bidi="ta-IN"/>
          </w:rPr>
          <w:tab/>
        </w:r>
        <w:r w:rsidRPr="008D3E10">
          <w:rPr>
            <w:rStyle w:val="Hyperlink"/>
            <w:noProof/>
          </w:rPr>
          <w:t>CLI</w:t>
        </w:r>
        <w:r>
          <w:rPr>
            <w:noProof/>
            <w:webHidden/>
          </w:rPr>
          <w:tab/>
        </w:r>
        <w:r>
          <w:rPr>
            <w:noProof/>
            <w:webHidden/>
          </w:rPr>
          <w:fldChar w:fldCharType="begin"/>
        </w:r>
        <w:r>
          <w:rPr>
            <w:noProof/>
            <w:webHidden/>
          </w:rPr>
          <w:instrText xml:space="preserve"> PAGEREF _Toc7445839 \h </w:instrText>
        </w:r>
        <w:r>
          <w:rPr>
            <w:noProof/>
            <w:webHidden/>
          </w:rPr>
        </w:r>
        <w:r>
          <w:rPr>
            <w:noProof/>
            <w:webHidden/>
          </w:rPr>
          <w:fldChar w:fldCharType="separate"/>
        </w:r>
        <w:r>
          <w:rPr>
            <w:noProof/>
            <w:webHidden/>
          </w:rPr>
          <w:t>15</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5840" w:history="1">
        <w:r w:rsidRPr="008D3E10">
          <w:rPr>
            <w:rStyle w:val="Hyperlink"/>
            <w:noProof/>
          </w:rPr>
          <w:t>8.3</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_Toc7445840 \h </w:instrText>
        </w:r>
        <w:r>
          <w:rPr>
            <w:noProof/>
            <w:webHidden/>
          </w:rPr>
        </w:r>
        <w:r>
          <w:rPr>
            <w:noProof/>
            <w:webHidden/>
          </w:rPr>
          <w:fldChar w:fldCharType="separate"/>
        </w:r>
        <w:r>
          <w:rPr>
            <w:noProof/>
            <w:webHidden/>
          </w:rPr>
          <w:t>15</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5841" w:history="1">
        <w:r w:rsidRPr="008D3E10">
          <w:rPr>
            <w:rStyle w:val="Hyperlink"/>
            <w:noProof/>
          </w:rPr>
          <w:t>8.4</w:t>
        </w:r>
        <w:r>
          <w:rPr>
            <w:rFonts w:asciiTheme="minorHAnsi" w:eastAsiaTheme="minorEastAsia" w:hAnsiTheme="minorHAnsi" w:cs="Latha"/>
            <w:noProof/>
            <w:sz w:val="22"/>
            <w:szCs w:val="22"/>
            <w:lang w:val="en-US" w:bidi="ta-IN"/>
          </w:rPr>
          <w:tab/>
        </w:r>
        <w:r w:rsidRPr="008D3E10">
          <w:rPr>
            <w:rStyle w:val="Hyperlink"/>
            <w:noProof/>
          </w:rPr>
          <w:t>GUI</w:t>
        </w:r>
        <w:r>
          <w:rPr>
            <w:noProof/>
            <w:webHidden/>
          </w:rPr>
          <w:tab/>
        </w:r>
        <w:r>
          <w:rPr>
            <w:noProof/>
            <w:webHidden/>
          </w:rPr>
          <w:fldChar w:fldCharType="begin"/>
        </w:r>
        <w:r>
          <w:rPr>
            <w:noProof/>
            <w:webHidden/>
          </w:rPr>
          <w:instrText xml:space="preserve"> PAGEREF _Toc7445841 \h </w:instrText>
        </w:r>
        <w:r>
          <w:rPr>
            <w:noProof/>
            <w:webHidden/>
          </w:rPr>
        </w:r>
        <w:r>
          <w:rPr>
            <w:noProof/>
            <w:webHidden/>
          </w:rPr>
          <w:fldChar w:fldCharType="separate"/>
        </w:r>
        <w:r>
          <w:rPr>
            <w:noProof/>
            <w:webHidden/>
          </w:rPr>
          <w:t>16</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5842" w:history="1">
        <w:r w:rsidRPr="008D3E10">
          <w:rPr>
            <w:rStyle w:val="Hyperlink"/>
            <w:noProof/>
          </w:rPr>
          <w:t>8.5</w:t>
        </w:r>
        <w:r>
          <w:rPr>
            <w:rFonts w:asciiTheme="minorHAnsi" w:eastAsiaTheme="minorEastAsia" w:hAnsiTheme="minorHAnsi" w:cs="Latha"/>
            <w:noProof/>
            <w:sz w:val="22"/>
            <w:szCs w:val="22"/>
            <w:lang w:val="en-US" w:bidi="ta-IN"/>
          </w:rPr>
          <w:tab/>
        </w:r>
        <w:r w:rsidRPr="008D3E10">
          <w:rPr>
            <w:rStyle w:val="Hyperlink"/>
            <w:noProof/>
          </w:rPr>
          <w:t>Sample CFG</w:t>
        </w:r>
        <w:r>
          <w:rPr>
            <w:noProof/>
            <w:webHidden/>
          </w:rPr>
          <w:tab/>
        </w:r>
        <w:r>
          <w:rPr>
            <w:noProof/>
            <w:webHidden/>
          </w:rPr>
          <w:fldChar w:fldCharType="begin"/>
        </w:r>
        <w:r>
          <w:rPr>
            <w:noProof/>
            <w:webHidden/>
          </w:rPr>
          <w:instrText xml:space="preserve"> PAGEREF _Toc7445842 \h </w:instrText>
        </w:r>
        <w:r>
          <w:rPr>
            <w:noProof/>
            <w:webHidden/>
          </w:rPr>
        </w:r>
        <w:r>
          <w:rPr>
            <w:noProof/>
            <w:webHidden/>
          </w:rPr>
          <w:fldChar w:fldCharType="separate"/>
        </w:r>
        <w:r>
          <w:rPr>
            <w:noProof/>
            <w:webHidden/>
          </w:rPr>
          <w:t>16</w:t>
        </w:r>
        <w:r>
          <w:rPr>
            <w:noProof/>
            <w:webHidden/>
          </w:rPr>
          <w:fldChar w:fldCharType="end"/>
        </w:r>
      </w:hyperlink>
    </w:p>
    <w:p w:rsidR="00C67DA4" w:rsidRDefault="00C67DA4">
      <w:pPr>
        <w:pStyle w:val="TOC1"/>
        <w:tabs>
          <w:tab w:val="left" w:pos="480"/>
        </w:tabs>
        <w:rPr>
          <w:rFonts w:asciiTheme="minorHAnsi" w:eastAsiaTheme="minorEastAsia" w:hAnsiTheme="minorHAnsi" w:cs="Latha"/>
          <w:noProof/>
          <w:sz w:val="22"/>
          <w:szCs w:val="22"/>
          <w:lang w:val="en-US" w:bidi="ta-IN"/>
        </w:rPr>
      </w:pPr>
      <w:hyperlink w:anchor="_Toc7445843" w:history="1">
        <w:r w:rsidRPr="008D3E10">
          <w:rPr>
            <w:rStyle w:val="Hyperlink"/>
            <w:noProof/>
          </w:rPr>
          <w:t>9</w:t>
        </w:r>
        <w:r>
          <w:rPr>
            <w:rFonts w:asciiTheme="minorHAnsi" w:eastAsiaTheme="minorEastAsia" w:hAnsiTheme="minorHAnsi" w:cs="Latha"/>
            <w:noProof/>
            <w:sz w:val="22"/>
            <w:szCs w:val="22"/>
            <w:lang w:val="en-US" w:bidi="ta-IN"/>
          </w:rPr>
          <w:tab/>
        </w:r>
        <w:r w:rsidRPr="008D3E10">
          <w:rPr>
            <w:rStyle w:val="Hyperlink"/>
            <w:noProof/>
          </w:rPr>
          <w:t>Release History</w:t>
        </w:r>
        <w:r>
          <w:rPr>
            <w:noProof/>
            <w:webHidden/>
          </w:rPr>
          <w:tab/>
        </w:r>
        <w:r>
          <w:rPr>
            <w:noProof/>
            <w:webHidden/>
          </w:rPr>
          <w:fldChar w:fldCharType="begin"/>
        </w:r>
        <w:r>
          <w:rPr>
            <w:noProof/>
            <w:webHidden/>
          </w:rPr>
          <w:instrText xml:space="preserve"> PAGEREF _Toc7445843 \h </w:instrText>
        </w:r>
        <w:r>
          <w:rPr>
            <w:noProof/>
            <w:webHidden/>
          </w:rPr>
        </w:r>
        <w:r>
          <w:rPr>
            <w:noProof/>
            <w:webHidden/>
          </w:rPr>
          <w:fldChar w:fldCharType="separate"/>
        </w:r>
        <w:r>
          <w:rPr>
            <w:noProof/>
            <w:webHidden/>
          </w:rPr>
          <w:t>17</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5844" w:history="1">
        <w:r w:rsidRPr="008D3E10">
          <w:rPr>
            <w:rStyle w:val="Hyperlink"/>
            <w:noProof/>
          </w:rPr>
          <w:t>9.1</w:t>
        </w:r>
        <w:r>
          <w:rPr>
            <w:rFonts w:asciiTheme="minorHAnsi" w:eastAsiaTheme="minorEastAsia" w:hAnsiTheme="minorHAnsi" w:cs="Latha"/>
            <w:noProof/>
            <w:sz w:val="22"/>
            <w:szCs w:val="22"/>
            <w:lang w:val="en-US" w:bidi="ta-IN"/>
          </w:rPr>
          <w:tab/>
        </w:r>
        <w:r w:rsidRPr="008D3E10">
          <w:rPr>
            <w:rStyle w:val="Hyperlink"/>
            <w:noProof/>
          </w:rPr>
          <w:t>Version 2.3.4</w:t>
        </w:r>
        <w:r>
          <w:rPr>
            <w:noProof/>
            <w:webHidden/>
          </w:rPr>
          <w:tab/>
        </w:r>
        <w:r>
          <w:rPr>
            <w:noProof/>
            <w:webHidden/>
          </w:rPr>
          <w:fldChar w:fldCharType="begin"/>
        </w:r>
        <w:r>
          <w:rPr>
            <w:noProof/>
            <w:webHidden/>
          </w:rPr>
          <w:instrText xml:space="preserve"> PAGEREF _Toc7445844 \h </w:instrText>
        </w:r>
        <w:r>
          <w:rPr>
            <w:noProof/>
            <w:webHidden/>
          </w:rPr>
        </w:r>
        <w:r>
          <w:rPr>
            <w:noProof/>
            <w:webHidden/>
          </w:rPr>
          <w:fldChar w:fldCharType="separate"/>
        </w:r>
        <w:r>
          <w:rPr>
            <w:noProof/>
            <w:webHidden/>
          </w:rPr>
          <w:t>17</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45" w:history="1">
        <w:r w:rsidRPr="008D3E10">
          <w:rPr>
            <w:rStyle w:val="Hyperlink"/>
            <w:noProof/>
          </w:rPr>
          <w:t>9.1.1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_Toc7445845 \h </w:instrText>
        </w:r>
        <w:r>
          <w:rPr>
            <w:noProof/>
            <w:webHidden/>
          </w:rPr>
        </w:r>
        <w:r>
          <w:rPr>
            <w:noProof/>
            <w:webHidden/>
          </w:rPr>
          <w:fldChar w:fldCharType="separate"/>
        </w:r>
        <w:r>
          <w:rPr>
            <w:noProof/>
            <w:webHidden/>
          </w:rPr>
          <w:t>17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46" w:history="1">
        <w:r w:rsidRPr="008D3E10">
          <w:rPr>
            <w:rStyle w:val="Hyperlink"/>
            <w:noProof/>
          </w:rPr>
          <w:t>9.1.1.1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_Toc7445846 \h </w:instrText>
        </w:r>
        <w:r>
          <w:rPr>
            <w:noProof/>
            <w:webHidden/>
          </w:rPr>
        </w:r>
        <w:r>
          <w:rPr>
            <w:noProof/>
            <w:webHidden/>
          </w:rPr>
          <w:fldChar w:fldCharType="separate"/>
        </w:r>
        <w:r>
          <w:rPr>
            <w:noProof/>
            <w:webHidden/>
          </w:rPr>
          <w:t>17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47" w:history="1">
        <w:r w:rsidRPr="008D3E10">
          <w:rPr>
            <w:rStyle w:val="Hyperlink"/>
            <w:noProof/>
          </w:rPr>
          <w:t>9.1.1.2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_Toc7445847 \h </w:instrText>
        </w:r>
        <w:r>
          <w:rPr>
            <w:noProof/>
            <w:webHidden/>
          </w:rPr>
        </w:r>
        <w:r>
          <w:rPr>
            <w:noProof/>
            <w:webHidden/>
          </w:rPr>
          <w:fldChar w:fldCharType="separate"/>
        </w:r>
        <w:r>
          <w:rPr>
            <w:noProof/>
            <w:webHidden/>
          </w:rPr>
          <w:t>17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48" w:history="1">
        <w:r w:rsidRPr="008D3E10">
          <w:rPr>
            <w:rStyle w:val="Hyperlink"/>
            <w:noProof/>
          </w:rPr>
          <w:t>9.1.1.3</w:t>
        </w:r>
        <w:r>
          <w:rPr>
            <w:rFonts w:asciiTheme="minorHAnsi" w:eastAsiaTheme="minorEastAsia" w:hAnsiTheme="minorHAnsi" w:cs="Latha"/>
            <w:noProof/>
            <w:sz w:val="22"/>
            <w:szCs w:val="22"/>
            <w:lang w:val="en-US" w:bidi="ta-IN"/>
          </w:rPr>
          <w:tab/>
        </w:r>
        <w:r w:rsidRPr="008D3E10">
          <w:rPr>
            <w:rStyle w:val="Hyperlink"/>
            <w:noProof/>
          </w:rPr>
          <w:t>Bug fixes</w:t>
        </w:r>
        <w:r>
          <w:rPr>
            <w:noProof/>
            <w:webHidden/>
          </w:rPr>
          <w:tab/>
        </w:r>
        <w:r>
          <w:rPr>
            <w:noProof/>
            <w:webHidden/>
          </w:rPr>
          <w:fldChar w:fldCharType="begin"/>
        </w:r>
        <w:r>
          <w:rPr>
            <w:noProof/>
            <w:webHidden/>
          </w:rPr>
          <w:instrText xml:space="preserve"> PAGEREF _Toc7445848 \h </w:instrText>
        </w:r>
        <w:r>
          <w:rPr>
            <w:noProof/>
            <w:webHidden/>
          </w:rPr>
        </w:r>
        <w:r>
          <w:rPr>
            <w:noProof/>
            <w:webHidden/>
          </w:rPr>
          <w:fldChar w:fldCharType="separate"/>
        </w:r>
        <w:r>
          <w:rPr>
            <w:noProof/>
            <w:webHidden/>
          </w:rPr>
          <w:t>17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49" w:history="1">
        <w:r w:rsidRPr="008D3E10">
          <w:rPr>
            <w:rStyle w:val="Hyperlink"/>
            <w:noProof/>
          </w:rPr>
          <w:t>9.1.1.4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_Toc7445849 \h </w:instrText>
        </w:r>
        <w:r>
          <w:rPr>
            <w:noProof/>
            <w:webHidden/>
          </w:rPr>
        </w:r>
        <w:r>
          <w:rPr>
            <w:noProof/>
            <w:webHidden/>
          </w:rPr>
          <w:fldChar w:fldCharType="separate"/>
        </w:r>
        <w:r>
          <w:rPr>
            <w:noProof/>
            <w:webHidden/>
          </w:rPr>
          <w:t>17</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50" w:history="1">
        <w:r w:rsidRPr="008D3E10">
          <w:rPr>
            <w:rStyle w:val="Hyperlink"/>
            <w:noProof/>
          </w:rPr>
          <w:t>9.1.2</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_Toc7445850 \h </w:instrText>
        </w:r>
        <w:r>
          <w:rPr>
            <w:noProof/>
            <w:webHidden/>
          </w:rPr>
        </w:r>
        <w:r>
          <w:rPr>
            <w:noProof/>
            <w:webHidden/>
          </w:rPr>
          <w:fldChar w:fldCharType="separate"/>
        </w:r>
        <w:r>
          <w:rPr>
            <w:noProof/>
            <w:webHidden/>
          </w:rPr>
          <w:t>17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51" w:history="1">
        <w:r w:rsidRPr="008D3E10">
          <w:rPr>
            <w:rStyle w:val="Hyperlink"/>
            <w:noProof/>
          </w:rPr>
          <w:t>9.1.2.1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_Toc7445851 \h </w:instrText>
        </w:r>
        <w:r>
          <w:rPr>
            <w:noProof/>
            <w:webHidden/>
          </w:rPr>
        </w:r>
        <w:r>
          <w:rPr>
            <w:noProof/>
            <w:webHidden/>
          </w:rPr>
          <w:fldChar w:fldCharType="separate"/>
        </w:r>
        <w:r>
          <w:rPr>
            <w:noProof/>
            <w:webHidden/>
          </w:rPr>
          <w:t>17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52" w:history="1">
        <w:r w:rsidRPr="008D3E10">
          <w:rPr>
            <w:rStyle w:val="Hyperlink"/>
            <w:noProof/>
          </w:rPr>
          <w:t>9.1.2.2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_Toc7445852 \h </w:instrText>
        </w:r>
        <w:r>
          <w:rPr>
            <w:noProof/>
            <w:webHidden/>
          </w:rPr>
        </w:r>
        <w:r>
          <w:rPr>
            <w:noProof/>
            <w:webHidden/>
          </w:rPr>
          <w:fldChar w:fldCharType="separate"/>
        </w:r>
        <w:r>
          <w:rPr>
            <w:noProof/>
            <w:webHidden/>
          </w:rPr>
          <w:t>17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53" w:history="1">
        <w:r w:rsidRPr="008D3E10">
          <w:rPr>
            <w:rStyle w:val="Hyperlink"/>
            <w:noProof/>
          </w:rPr>
          <w:t>9.1.2.3</w:t>
        </w:r>
        <w:r>
          <w:rPr>
            <w:rFonts w:asciiTheme="minorHAnsi" w:eastAsiaTheme="minorEastAsia" w:hAnsiTheme="minorHAnsi" w:cs="Latha"/>
            <w:noProof/>
            <w:sz w:val="22"/>
            <w:szCs w:val="22"/>
            <w:lang w:val="en-US" w:bidi="ta-IN"/>
          </w:rPr>
          <w:tab/>
        </w:r>
        <w:r w:rsidRPr="008D3E10">
          <w:rPr>
            <w:rStyle w:val="Hyperlink"/>
            <w:noProof/>
          </w:rPr>
          <w:t>Bug fixes</w:t>
        </w:r>
        <w:r>
          <w:rPr>
            <w:noProof/>
            <w:webHidden/>
          </w:rPr>
          <w:tab/>
        </w:r>
        <w:r>
          <w:rPr>
            <w:noProof/>
            <w:webHidden/>
          </w:rPr>
          <w:fldChar w:fldCharType="begin"/>
        </w:r>
        <w:r>
          <w:rPr>
            <w:noProof/>
            <w:webHidden/>
          </w:rPr>
          <w:instrText xml:space="preserve"> PAGEREF _Toc7445853 \h </w:instrText>
        </w:r>
        <w:r>
          <w:rPr>
            <w:noProof/>
            <w:webHidden/>
          </w:rPr>
        </w:r>
        <w:r>
          <w:rPr>
            <w:noProof/>
            <w:webHidden/>
          </w:rPr>
          <w:fldChar w:fldCharType="separate"/>
        </w:r>
        <w:r>
          <w:rPr>
            <w:noProof/>
            <w:webHidden/>
          </w:rPr>
          <w:t>17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54" w:history="1">
        <w:r w:rsidRPr="008D3E10">
          <w:rPr>
            <w:rStyle w:val="Hyperlink"/>
            <w:noProof/>
          </w:rPr>
          <w:t>9.1.2.4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_Toc7445854 \h </w:instrText>
        </w:r>
        <w:r>
          <w:rPr>
            <w:noProof/>
            <w:webHidden/>
          </w:rPr>
        </w:r>
        <w:r>
          <w:rPr>
            <w:noProof/>
            <w:webHidden/>
          </w:rPr>
          <w:fldChar w:fldCharType="separate"/>
        </w:r>
        <w:r>
          <w:rPr>
            <w:noProof/>
            <w:webHidden/>
          </w:rPr>
          <w:t>17</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55" w:history="1">
        <w:r w:rsidRPr="008D3E10">
          <w:rPr>
            <w:rStyle w:val="Hyperlink"/>
            <w:noProof/>
          </w:rPr>
          <w:t>9.1.3</w:t>
        </w:r>
        <w:r>
          <w:rPr>
            <w:rFonts w:asciiTheme="minorHAnsi" w:eastAsiaTheme="minorEastAsia" w:hAnsiTheme="minorHAnsi" w:cs="Latha"/>
            <w:noProof/>
            <w:sz w:val="22"/>
            <w:szCs w:val="22"/>
            <w:lang w:val="en-US" w:bidi="ta-IN"/>
          </w:rPr>
          <w:tab/>
        </w:r>
        <w:r w:rsidRPr="008D3E10">
          <w:rPr>
            <w:rStyle w:val="Hyperlink"/>
            <w:noProof/>
          </w:rPr>
          <w:t>Graphical User Interface (GUI)</w:t>
        </w:r>
        <w:r>
          <w:rPr>
            <w:noProof/>
            <w:webHidden/>
          </w:rPr>
          <w:tab/>
        </w:r>
        <w:r>
          <w:rPr>
            <w:noProof/>
            <w:webHidden/>
          </w:rPr>
          <w:fldChar w:fldCharType="begin"/>
        </w:r>
        <w:r>
          <w:rPr>
            <w:noProof/>
            <w:webHidden/>
          </w:rPr>
          <w:instrText xml:space="preserve"> PAGEREF _Toc7445855 \h </w:instrText>
        </w:r>
        <w:r>
          <w:rPr>
            <w:noProof/>
            <w:webHidden/>
          </w:rPr>
        </w:r>
        <w:r>
          <w:rPr>
            <w:noProof/>
            <w:webHidden/>
          </w:rPr>
          <w:fldChar w:fldCharType="separate"/>
        </w:r>
        <w:r>
          <w:rPr>
            <w:noProof/>
            <w:webHidden/>
          </w:rPr>
          <w:t>18</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56" w:history="1">
        <w:r w:rsidRPr="008D3E10">
          <w:rPr>
            <w:rStyle w:val="Hyperlink"/>
            <w:noProof/>
          </w:rPr>
          <w:t>9.1.3.1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_Toc7445856 \h </w:instrText>
        </w:r>
        <w:r>
          <w:rPr>
            <w:noProof/>
            <w:webHidden/>
          </w:rPr>
        </w:r>
        <w:r>
          <w:rPr>
            <w:noProof/>
            <w:webHidden/>
          </w:rPr>
          <w:fldChar w:fldCharType="separate"/>
        </w:r>
        <w:r>
          <w:rPr>
            <w:noProof/>
            <w:webHidden/>
          </w:rPr>
          <w:t>18</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57" w:history="1">
        <w:r w:rsidRPr="008D3E10">
          <w:rPr>
            <w:rStyle w:val="Hyperlink"/>
            <w:noProof/>
          </w:rPr>
          <w:t>9.1.3.2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_Toc7445857 \h </w:instrText>
        </w:r>
        <w:r>
          <w:rPr>
            <w:noProof/>
            <w:webHidden/>
          </w:rPr>
        </w:r>
        <w:r>
          <w:rPr>
            <w:noProof/>
            <w:webHidden/>
          </w:rPr>
          <w:fldChar w:fldCharType="separate"/>
        </w:r>
        <w:r>
          <w:rPr>
            <w:noProof/>
            <w:webHidden/>
          </w:rPr>
          <w:t>18</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58" w:history="1">
        <w:r w:rsidRPr="008D3E10">
          <w:rPr>
            <w:rStyle w:val="Hyperlink"/>
            <w:noProof/>
          </w:rPr>
          <w:t>9.1.3.3</w:t>
        </w:r>
        <w:r>
          <w:rPr>
            <w:rFonts w:asciiTheme="minorHAnsi" w:eastAsiaTheme="minorEastAsia" w:hAnsiTheme="minorHAnsi" w:cs="Latha"/>
            <w:noProof/>
            <w:sz w:val="22"/>
            <w:szCs w:val="22"/>
            <w:lang w:val="en-US" w:bidi="ta-IN"/>
          </w:rPr>
          <w:tab/>
        </w:r>
        <w:r w:rsidRPr="008D3E10">
          <w:rPr>
            <w:rStyle w:val="Hyperlink"/>
            <w:noProof/>
          </w:rPr>
          <w:t>Bug fixes</w:t>
        </w:r>
        <w:r>
          <w:rPr>
            <w:noProof/>
            <w:webHidden/>
          </w:rPr>
          <w:tab/>
        </w:r>
        <w:r>
          <w:rPr>
            <w:noProof/>
            <w:webHidden/>
          </w:rPr>
          <w:fldChar w:fldCharType="begin"/>
        </w:r>
        <w:r>
          <w:rPr>
            <w:noProof/>
            <w:webHidden/>
          </w:rPr>
          <w:instrText xml:space="preserve"> PAGEREF _Toc7445858 \h </w:instrText>
        </w:r>
        <w:r>
          <w:rPr>
            <w:noProof/>
            <w:webHidden/>
          </w:rPr>
        </w:r>
        <w:r>
          <w:rPr>
            <w:noProof/>
            <w:webHidden/>
          </w:rPr>
          <w:fldChar w:fldCharType="separate"/>
        </w:r>
        <w:r>
          <w:rPr>
            <w:noProof/>
            <w:webHidden/>
          </w:rPr>
          <w:t>18</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59" w:history="1">
        <w:r w:rsidRPr="008D3E10">
          <w:rPr>
            <w:rStyle w:val="Hyperlink"/>
            <w:noProof/>
          </w:rPr>
          <w:t>9.1.3.4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_Toc7445859 \h </w:instrText>
        </w:r>
        <w:r>
          <w:rPr>
            <w:noProof/>
            <w:webHidden/>
          </w:rPr>
        </w:r>
        <w:r>
          <w:rPr>
            <w:noProof/>
            <w:webHidden/>
          </w:rPr>
          <w:fldChar w:fldCharType="separate"/>
        </w:r>
        <w:r>
          <w:rPr>
            <w:noProof/>
            <w:webHidden/>
          </w:rPr>
          <w:t>18</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60" w:history="1">
        <w:r w:rsidRPr="008D3E10">
          <w:rPr>
            <w:rStyle w:val="Hyperlink"/>
            <w:noProof/>
          </w:rPr>
          <w:t>9.1.4</w:t>
        </w:r>
        <w:r>
          <w:rPr>
            <w:rFonts w:asciiTheme="minorHAnsi" w:eastAsiaTheme="minorEastAsia" w:hAnsiTheme="minorHAnsi" w:cs="Latha"/>
            <w:noProof/>
            <w:sz w:val="22"/>
            <w:szCs w:val="22"/>
            <w:lang w:val="en-US" w:bidi="ta-IN"/>
          </w:rPr>
          <w:tab/>
        </w:r>
        <w:r w:rsidRPr="008D3E10">
          <w:rPr>
            <w:rStyle w:val="Hyperlink"/>
            <w:noProof/>
          </w:rPr>
          <w:t>Known limitations for CLI, DLL, GUI</w:t>
        </w:r>
        <w:r>
          <w:rPr>
            <w:noProof/>
            <w:webHidden/>
          </w:rPr>
          <w:tab/>
        </w:r>
        <w:r>
          <w:rPr>
            <w:noProof/>
            <w:webHidden/>
          </w:rPr>
          <w:fldChar w:fldCharType="begin"/>
        </w:r>
        <w:r>
          <w:rPr>
            <w:noProof/>
            <w:webHidden/>
          </w:rPr>
          <w:instrText xml:space="preserve"> PAGEREF _Toc7445860 \h </w:instrText>
        </w:r>
        <w:r>
          <w:rPr>
            <w:noProof/>
            <w:webHidden/>
          </w:rPr>
        </w:r>
        <w:r>
          <w:rPr>
            <w:noProof/>
            <w:webHidden/>
          </w:rPr>
          <w:fldChar w:fldCharType="separate"/>
        </w:r>
        <w:r>
          <w:rPr>
            <w:noProof/>
            <w:webHidden/>
          </w:rPr>
          <w:t>18</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5861" w:history="1">
        <w:r w:rsidRPr="008D3E10">
          <w:rPr>
            <w:rStyle w:val="Hyperlink"/>
            <w:noProof/>
          </w:rPr>
          <w:t>9.2</w:t>
        </w:r>
        <w:r>
          <w:rPr>
            <w:rFonts w:asciiTheme="minorHAnsi" w:eastAsiaTheme="minorEastAsia" w:hAnsiTheme="minorHAnsi" w:cs="Latha"/>
            <w:noProof/>
            <w:sz w:val="22"/>
            <w:szCs w:val="22"/>
            <w:lang w:val="en-US" w:bidi="ta-IN"/>
          </w:rPr>
          <w:tab/>
        </w:r>
        <w:r w:rsidRPr="008D3E10">
          <w:rPr>
            <w:rStyle w:val="Hyperlink"/>
            <w:noProof/>
          </w:rPr>
          <w:t>Version 2.3.1</w:t>
        </w:r>
        <w:r>
          <w:rPr>
            <w:noProof/>
            <w:webHidden/>
          </w:rPr>
          <w:tab/>
        </w:r>
        <w:r>
          <w:rPr>
            <w:noProof/>
            <w:webHidden/>
          </w:rPr>
          <w:fldChar w:fldCharType="begin"/>
        </w:r>
        <w:r>
          <w:rPr>
            <w:noProof/>
            <w:webHidden/>
          </w:rPr>
          <w:instrText xml:space="preserve"> PAGEREF _Toc7445861 \h </w:instrText>
        </w:r>
        <w:r>
          <w:rPr>
            <w:noProof/>
            <w:webHidden/>
          </w:rPr>
        </w:r>
        <w:r>
          <w:rPr>
            <w:noProof/>
            <w:webHidden/>
          </w:rPr>
          <w:fldChar w:fldCharType="separate"/>
        </w:r>
        <w:r>
          <w:rPr>
            <w:noProof/>
            <w:webHidden/>
          </w:rPr>
          <w:t>20</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62" w:history="1">
        <w:r w:rsidRPr="008D3E10">
          <w:rPr>
            <w:rStyle w:val="Hyperlink"/>
            <w:noProof/>
          </w:rPr>
          <w:t>9.2.1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_Toc7445862 \h </w:instrText>
        </w:r>
        <w:r>
          <w:rPr>
            <w:noProof/>
            <w:webHidden/>
          </w:rPr>
        </w:r>
        <w:r>
          <w:rPr>
            <w:noProof/>
            <w:webHidden/>
          </w:rPr>
          <w:fldChar w:fldCharType="separate"/>
        </w:r>
        <w:r>
          <w:rPr>
            <w:noProof/>
            <w:webHidden/>
          </w:rPr>
          <w:t>20</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63" w:history="1">
        <w:r w:rsidRPr="008D3E10">
          <w:rPr>
            <w:rStyle w:val="Hyperlink"/>
            <w:noProof/>
          </w:rPr>
          <w:t>9.2.1.1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_Toc7445863 \h </w:instrText>
        </w:r>
        <w:r>
          <w:rPr>
            <w:noProof/>
            <w:webHidden/>
          </w:rPr>
        </w:r>
        <w:r>
          <w:rPr>
            <w:noProof/>
            <w:webHidden/>
          </w:rPr>
          <w:fldChar w:fldCharType="separate"/>
        </w:r>
        <w:r>
          <w:rPr>
            <w:noProof/>
            <w:webHidden/>
          </w:rPr>
          <w:t>20</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64" w:history="1">
        <w:r w:rsidRPr="008D3E10">
          <w:rPr>
            <w:rStyle w:val="Hyperlink"/>
            <w:noProof/>
          </w:rPr>
          <w:t>9.2.1.2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_Toc7445864 \h </w:instrText>
        </w:r>
        <w:r>
          <w:rPr>
            <w:noProof/>
            <w:webHidden/>
          </w:rPr>
        </w:r>
        <w:r>
          <w:rPr>
            <w:noProof/>
            <w:webHidden/>
          </w:rPr>
          <w:fldChar w:fldCharType="separate"/>
        </w:r>
        <w:r>
          <w:rPr>
            <w:noProof/>
            <w:webHidden/>
          </w:rPr>
          <w:t>20</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65" w:history="1">
        <w:r w:rsidRPr="008D3E10">
          <w:rPr>
            <w:rStyle w:val="Hyperlink"/>
            <w:noProof/>
          </w:rPr>
          <w:t>9.2.1.3</w:t>
        </w:r>
        <w:r>
          <w:rPr>
            <w:rFonts w:asciiTheme="minorHAnsi" w:eastAsiaTheme="minorEastAsia" w:hAnsiTheme="minorHAnsi" w:cs="Latha"/>
            <w:noProof/>
            <w:sz w:val="22"/>
            <w:szCs w:val="22"/>
            <w:lang w:val="en-US" w:bidi="ta-IN"/>
          </w:rPr>
          <w:tab/>
        </w:r>
        <w:r w:rsidRPr="008D3E10">
          <w:rPr>
            <w:rStyle w:val="Hyperlink"/>
            <w:noProof/>
          </w:rPr>
          <w:t>Bug fixes</w:t>
        </w:r>
        <w:r>
          <w:rPr>
            <w:noProof/>
            <w:webHidden/>
          </w:rPr>
          <w:tab/>
        </w:r>
        <w:r>
          <w:rPr>
            <w:noProof/>
            <w:webHidden/>
          </w:rPr>
          <w:fldChar w:fldCharType="begin"/>
        </w:r>
        <w:r>
          <w:rPr>
            <w:noProof/>
            <w:webHidden/>
          </w:rPr>
          <w:instrText xml:space="preserve"> PAGEREF _Toc7445865 \h </w:instrText>
        </w:r>
        <w:r>
          <w:rPr>
            <w:noProof/>
            <w:webHidden/>
          </w:rPr>
        </w:r>
        <w:r>
          <w:rPr>
            <w:noProof/>
            <w:webHidden/>
          </w:rPr>
          <w:fldChar w:fldCharType="separate"/>
        </w:r>
        <w:r>
          <w:rPr>
            <w:noProof/>
            <w:webHidden/>
          </w:rPr>
          <w:t>20</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66" w:history="1">
        <w:r w:rsidRPr="008D3E10">
          <w:rPr>
            <w:rStyle w:val="Hyperlink"/>
            <w:noProof/>
          </w:rPr>
          <w:t>9.2.1.4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_Toc7445866 \h </w:instrText>
        </w:r>
        <w:r>
          <w:rPr>
            <w:noProof/>
            <w:webHidden/>
          </w:rPr>
        </w:r>
        <w:r>
          <w:rPr>
            <w:noProof/>
            <w:webHidden/>
          </w:rPr>
          <w:fldChar w:fldCharType="separate"/>
        </w:r>
        <w:r>
          <w:rPr>
            <w:noProof/>
            <w:webHidden/>
          </w:rPr>
          <w:t>20</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67" w:history="1">
        <w:r w:rsidRPr="008D3E10">
          <w:rPr>
            <w:rStyle w:val="Hyperlink"/>
            <w:noProof/>
          </w:rPr>
          <w:t>9.2.2</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_Toc7445867 \h </w:instrText>
        </w:r>
        <w:r>
          <w:rPr>
            <w:noProof/>
            <w:webHidden/>
          </w:rPr>
        </w:r>
        <w:r>
          <w:rPr>
            <w:noProof/>
            <w:webHidden/>
          </w:rPr>
          <w:fldChar w:fldCharType="separate"/>
        </w:r>
        <w:r>
          <w:rPr>
            <w:noProof/>
            <w:webHidden/>
          </w:rPr>
          <w:t>20</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68" w:history="1">
        <w:r w:rsidRPr="008D3E10">
          <w:rPr>
            <w:rStyle w:val="Hyperlink"/>
            <w:noProof/>
          </w:rPr>
          <w:t>9.2.2.1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_Toc7445868 \h </w:instrText>
        </w:r>
        <w:r>
          <w:rPr>
            <w:noProof/>
            <w:webHidden/>
          </w:rPr>
        </w:r>
        <w:r>
          <w:rPr>
            <w:noProof/>
            <w:webHidden/>
          </w:rPr>
          <w:fldChar w:fldCharType="separate"/>
        </w:r>
        <w:r>
          <w:rPr>
            <w:noProof/>
            <w:webHidden/>
          </w:rPr>
          <w:t>20</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69" w:history="1">
        <w:r w:rsidRPr="008D3E10">
          <w:rPr>
            <w:rStyle w:val="Hyperlink"/>
            <w:noProof/>
          </w:rPr>
          <w:t>9.2.2.2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_Toc7445869 \h </w:instrText>
        </w:r>
        <w:r>
          <w:rPr>
            <w:noProof/>
            <w:webHidden/>
          </w:rPr>
        </w:r>
        <w:r>
          <w:rPr>
            <w:noProof/>
            <w:webHidden/>
          </w:rPr>
          <w:fldChar w:fldCharType="separate"/>
        </w:r>
        <w:r>
          <w:rPr>
            <w:noProof/>
            <w:webHidden/>
          </w:rPr>
          <w:t>21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70" w:history="1">
        <w:r w:rsidRPr="008D3E10">
          <w:rPr>
            <w:rStyle w:val="Hyperlink"/>
            <w:noProof/>
          </w:rPr>
          <w:t>9.2.2.3</w:t>
        </w:r>
        <w:r>
          <w:rPr>
            <w:rFonts w:asciiTheme="minorHAnsi" w:eastAsiaTheme="minorEastAsia" w:hAnsiTheme="minorHAnsi" w:cs="Latha"/>
            <w:noProof/>
            <w:sz w:val="22"/>
            <w:szCs w:val="22"/>
            <w:lang w:val="en-US" w:bidi="ta-IN"/>
          </w:rPr>
          <w:tab/>
        </w:r>
        <w:r w:rsidRPr="008D3E10">
          <w:rPr>
            <w:rStyle w:val="Hyperlink"/>
            <w:noProof/>
          </w:rPr>
          <w:t>Bug fixes</w:t>
        </w:r>
        <w:r>
          <w:rPr>
            <w:noProof/>
            <w:webHidden/>
          </w:rPr>
          <w:tab/>
        </w:r>
        <w:r>
          <w:rPr>
            <w:noProof/>
            <w:webHidden/>
          </w:rPr>
          <w:fldChar w:fldCharType="begin"/>
        </w:r>
        <w:r>
          <w:rPr>
            <w:noProof/>
            <w:webHidden/>
          </w:rPr>
          <w:instrText xml:space="preserve"> PAGEREF _Toc7445870 \h </w:instrText>
        </w:r>
        <w:r>
          <w:rPr>
            <w:noProof/>
            <w:webHidden/>
          </w:rPr>
        </w:r>
        <w:r>
          <w:rPr>
            <w:noProof/>
            <w:webHidden/>
          </w:rPr>
          <w:fldChar w:fldCharType="separate"/>
        </w:r>
        <w:r>
          <w:rPr>
            <w:noProof/>
            <w:webHidden/>
          </w:rPr>
          <w:t>21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71" w:history="1">
        <w:r w:rsidRPr="008D3E10">
          <w:rPr>
            <w:rStyle w:val="Hyperlink"/>
            <w:noProof/>
          </w:rPr>
          <w:t>9.2.2.4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_Toc7445871 \h </w:instrText>
        </w:r>
        <w:r>
          <w:rPr>
            <w:noProof/>
            <w:webHidden/>
          </w:rPr>
        </w:r>
        <w:r>
          <w:rPr>
            <w:noProof/>
            <w:webHidden/>
          </w:rPr>
          <w:fldChar w:fldCharType="separate"/>
        </w:r>
        <w:r>
          <w:rPr>
            <w:noProof/>
            <w:webHidden/>
          </w:rPr>
          <w:t>21</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72" w:history="1">
        <w:r w:rsidRPr="008D3E10">
          <w:rPr>
            <w:rStyle w:val="Hyperlink"/>
            <w:noProof/>
          </w:rPr>
          <w:t>9.2.3</w:t>
        </w:r>
        <w:r>
          <w:rPr>
            <w:rFonts w:asciiTheme="minorHAnsi" w:eastAsiaTheme="minorEastAsia" w:hAnsiTheme="minorHAnsi" w:cs="Latha"/>
            <w:noProof/>
            <w:sz w:val="22"/>
            <w:szCs w:val="22"/>
            <w:lang w:val="en-US" w:bidi="ta-IN"/>
          </w:rPr>
          <w:tab/>
        </w:r>
        <w:r w:rsidRPr="008D3E10">
          <w:rPr>
            <w:rStyle w:val="Hyperlink"/>
            <w:noProof/>
          </w:rPr>
          <w:t>Graphical User Interface (GUI)</w:t>
        </w:r>
        <w:r>
          <w:rPr>
            <w:noProof/>
            <w:webHidden/>
          </w:rPr>
          <w:tab/>
        </w:r>
        <w:r>
          <w:rPr>
            <w:noProof/>
            <w:webHidden/>
          </w:rPr>
          <w:fldChar w:fldCharType="begin"/>
        </w:r>
        <w:r>
          <w:rPr>
            <w:noProof/>
            <w:webHidden/>
          </w:rPr>
          <w:instrText xml:space="preserve"> PAGEREF _Toc7445872 \h </w:instrText>
        </w:r>
        <w:r>
          <w:rPr>
            <w:noProof/>
            <w:webHidden/>
          </w:rPr>
        </w:r>
        <w:r>
          <w:rPr>
            <w:noProof/>
            <w:webHidden/>
          </w:rPr>
          <w:fldChar w:fldCharType="separate"/>
        </w:r>
        <w:r>
          <w:rPr>
            <w:noProof/>
            <w:webHidden/>
          </w:rPr>
          <w:t>21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73" w:history="1">
        <w:r w:rsidRPr="008D3E10">
          <w:rPr>
            <w:rStyle w:val="Hyperlink"/>
            <w:noProof/>
          </w:rPr>
          <w:t>9.2.3.1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_Toc7445873 \h </w:instrText>
        </w:r>
        <w:r>
          <w:rPr>
            <w:noProof/>
            <w:webHidden/>
          </w:rPr>
        </w:r>
        <w:r>
          <w:rPr>
            <w:noProof/>
            <w:webHidden/>
          </w:rPr>
          <w:fldChar w:fldCharType="separate"/>
        </w:r>
        <w:r>
          <w:rPr>
            <w:noProof/>
            <w:webHidden/>
          </w:rPr>
          <w:t>21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74" w:history="1">
        <w:r w:rsidRPr="008D3E10">
          <w:rPr>
            <w:rStyle w:val="Hyperlink"/>
            <w:noProof/>
          </w:rPr>
          <w:t>9.2.3.2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_Toc7445874 \h </w:instrText>
        </w:r>
        <w:r>
          <w:rPr>
            <w:noProof/>
            <w:webHidden/>
          </w:rPr>
        </w:r>
        <w:r>
          <w:rPr>
            <w:noProof/>
            <w:webHidden/>
          </w:rPr>
          <w:fldChar w:fldCharType="separate"/>
        </w:r>
        <w:r>
          <w:rPr>
            <w:noProof/>
            <w:webHidden/>
          </w:rPr>
          <w:t>22</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75" w:history="1">
        <w:r w:rsidRPr="008D3E10">
          <w:rPr>
            <w:rStyle w:val="Hyperlink"/>
            <w:noProof/>
          </w:rPr>
          <w:t>9.2.3.3</w:t>
        </w:r>
        <w:r>
          <w:rPr>
            <w:rFonts w:asciiTheme="minorHAnsi" w:eastAsiaTheme="minorEastAsia" w:hAnsiTheme="minorHAnsi" w:cs="Latha"/>
            <w:noProof/>
            <w:sz w:val="22"/>
            <w:szCs w:val="22"/>
            <w:lang w:val="en-US" w:bidi="ta-IN"/>
          </w:rPr>
          <w:tab/>
        </w:r>
        <w:r w:rsidRPr="008D3E10">
          <w:rPr>
            <w:rStyle w:val="Hyperlink"/>
            <w:noProof/>
          </w:rPr>
          <w:t>Bug fixes</w:t>
        </w:r>
        <w:r>
          <w:rPr>
            <w:noProof/>
            <w:webHidden/>
          </w:rPr>
          <w:tab/>
        </w:r>
        <w:r>
          <w:rPr>
            <w:noProof/>
            <w:webHidden/>
          </w:rPr>
          <w:fldChar w:fldCharType="begin"/>
        </w:r>
        <w:r>
          <w:rPr>
            <w:noProof/>
            <w:webHidden/>
          </w:rPr>
          <w:instrText xml:space="preserve"> PAGEREF _Toc7445875 \h </w:instrText>
        </w:r>
        <w:r>
          <w:rPr>
            <w:noProof/>
            <w:webHidden/>
          </w:rPr>
        </w:r>
        <w:r>
          <w:rPr>
            <w:noProof/>
            <w:webHidden/>
          </w:rPr>
          <w:fldChar w:fldCharType="separate"/>
        </w:r>
        <w:r>
          <w:rPr>
            <w:noProof/>
            <w:webHidden/>
          </w:rPr>
          <w:t>22</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76" w:history="1">
        <w:r w:rsidRPr="008D3E10">
          <w:rPr>
            <w:rStyle w:val="Hyperlink"/>
            <w:noProof/>
          </w:rPr>
          <w:t>9.2.3.4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_Toc7445876 \h </w:instrText>
        </w:r>
        <w:r>
          <w:rPr>
            <w:noProof/>
            <w:webHidden/>
          </w:rPr>
        </w:r>
        <w:r>
          <w:rPr>
            <w:noProof/>
            <w:webHidden/>
          </w:rPr>
          <w:fldChar w:fldCharType="separate"/>
        </w:r>
        <w:r>
          <w:rPr>
            <w:noProof/>
            <w:webHidden/>
          </w:rPr>
          <w:t>22</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77" w:history="1">
        <w:r w:rsidRPr="008D3E10">
          <w:rPr>
            <w:rStyle w:val="Hyperlink"/>
            <w:noProof/>
          </w:rPr>
          <w:t>9.2.4</w:t>
        </w:r>
        <w:r>
          <w:rPr>
            <w:rFonts w:asciiTheme="minorHAnsi" w:eastAsiaTheme="minorEastAsia" w:hAnsiTheme="minorHAnsi" w:cs="Latha"/>
            <w:noProof/>
            <w:sz w:val="22"/>
            <w:szCs w:val="22"/>
            <w:lang w:val="en-US" w:bidi="ta-IN"/>
          </w:rPr>
          <w:tab/>
        </w:r>
        <w:r w:rsidRPr="008D3E10">
          <w:rPr>
            <w:rStyle w:val="Hyperlink"/>
            <w:noProof/>
          </w:rPr>
          <w:t>Known limitations for CLI, DLL, GUI</w:t>
        </w:r>
        <w:r>
          <w:rPr>
            <w:noProof/>
            <w:webHidden/>
          </w:rPr>
          <w:tab/>
        </w:r>
        <w:r>
          <w:rPr>
            <w:noProof/>
            <w:webHidden/>
          </w:rPr>
          <w:fldChar w:fldCharType="begin"/>
        </w:r>
        <w:r>
          <w:rPr>
            <w:noProof/>
            <w:webHidden/>
          </w:rPr>
          <w:instrText xml:space="preserve"> PAGEREF _Toc7445877 \h </w:instrText>
        </w:r>
        <w:r>
          <w:rPr>
            <w:noProof/>
            <w:webHidden/>
          </w:rPr>
        </w:r>
        <w:r>
          <w:rPr>
            <w:noProof/>
            <w:webHidden/>
          </w:rPr>
          <w:fldChar w:fldCharType="separate"/>
        </w:r>
        <w:r>
          <w:rPr>
            <w:noProof/>
            <w:webHidden/>
          </w:rPr>
          <w:t>22</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5878" w:history="1">
        <w:r w:rsidRPr="008D3E10">
          <w:rPr>
            <w:rStyle w:val="Hyperlink"/>
            <w:noProof/>
          </w:rPr>
          <w:t>9.3</w:t>
        </w:r>
        <w:r>
          <w:rPr>
            <w:rFonts w:asciiTheme="minorHAnsi" w:eastAsiaTheme="minorEastAsia" w:hAnsiTheme="minorHAnsi" w:cs="Latha"/>
            <w:noProof/>
            <w:sz w:val="22"/>
            <w:szCs w:val="22"/>
            <w:lang w:val="en-US" w:bidi="ta-IN"/>
          </w:rPr>
          <w:tab/>
        </w:r>
        <w:r w:rsidRPr="008D3E10">
          <w:rPr>
            <w:rStyle w:val="Hyperlink"/>
            <w:noProof/>
          </w:rPr>
          <w:t>Version 2.0</w:t>
        </w:r>
        <w:r>
          <w:rPr>
            <w:noProof/>
            <w:webHidden/>
          </w:rPr>
          <w:tab/>
        </w:r>
        <w:r>
          <w:rPr>
            <w:noProof/>
            <w:webHidden/>
          </w:rPr>
          <w:fldChar w:fldCharType="begin"/>
        </w:r>
        <w:r>
          <w:rPr>
            <w:noProof/>
            <w:webHidden/>
          </w:rPr>
          <w:instrText xml:space="preserve"> PAGEREF _Toc7445878 \h </w:instrText>
        </w:r>
        <w:r>
          <w:rPr>
            <w:noProof/>
            <w:webHidden/>
          </w:rPr>
        </w:r>
        <w:r>
          <w:rPr>
            <w:noProof/>
            <w:webHidden/>
          </w:rPr>
          <w:fldChar w:fldCharType="separate"/>
        </w:r>
        <w:r>
          <w:rPr>
            <w:noProof/>
            <w:webHidden/>
          </w:rPr>
          <w:t>24</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79" w:history="1">
        <w:r w:rsidRPr="008D3E10">
          <w:rPr>
            <w:rStyle w:val="Hyperlink"/>
            <w:noProof/>
          </w:rPr>
          <w:t>9.3.1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_Toc7445879 \h </w:instrText>
        </w:r>
        <w:r>
          <w:rPr>
            <w:noProof/>
            <w:webHidden/>
          </w:rPr>
        </w:r>
        <w:r>
          <w:rPr>
            <w:noProof/>
            <w:webHidden/>
          </w:rPr>
          <w:fldChar w:fldCharType="separate"/>
        </w:r>
        <w:r>
          <w:rPr>
            <w:noProof/>
            <w:webHidden/>
          </w:rPr>
          <w:t>24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80" w:history="1">
        <w:r w:rsidRPr="008D3E10">
          <w:rPr>
            <w:rStyle w:val="Hyperlink"/>
            <w:noProof/>
          </w:rPr>
          <w:t>9.3.1.1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_Toc7445880 \h </w:instrText>
        </w:r>
        <w:r>
          <w:rPr>
            <w:noProof/>
            <w:webHidden/>
          </w:rPr>
        </w:r>
        <w:r>
          <w:rPr>
            <w:noProof/>
            <w:webHidden/>
          </w:rPr>
          <w:fldChar w:fldCharType="separate"/>
        </w:r>
        <w:r>
          <w:rPr>
            <w:noProof/>
            <w:webHidden/>
          </w:rPr>
          <w:t>24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81" w:history="1">
        <w:r w:rsidRPr="008D3E10">
          <w:rPr>
            <w:rStyle w:val="Hyperlink"/>
            <w:noProof/>
          </w:rPr>
          <w:t>9.3.1.2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_Toc7445881 \h </w:instrText>
        </w:r>
        <w:r>
          <w:rPr>
            <w:noProof/>
            <w:webHidden/>
          </w:rPr>
        </w:r>
        <w:r>
          <w:rPr>
            <w:noProof/>
            <w:webHidden/>
          </w:rPr>
          <w:fldChar w:fldCharType="separate"/>
        </w:r>
        <w:r>
          <w:rPr>
            <w:noProof/>
            <w:webHidden/>
          </w:rPr>
          <w:t>24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82" w:history="1">
        <w:r w:rsidRPr="008D3E10">
          <w:rPr>
            <w:rStyle w:val="Hyperlink"/>
            <w:noProof/>
          </w:rPr>
          <w:t>9.3.1.3</w:t>
        </w:r>
        <w:r>
          <w:rPr>
            <w:rFonts w:asciiTheme="minorHAnsi" w:eastAsiaTheme="minorEastAsia" w:hAnsiTheme="minorHAnsi" w:cs="Latha"/>
            <w:noProof/>
            <w:sz w:val="22"/>
            <w:szCs w:val="22"/>
            <w:lang w:val="en-US" w:bidi="ta-IN"/>
          </w:rPr>
          <w:tab/>
        </w:r>
        <w:r w:rsidRPr="008D3E10">
          <w:rPr>
            <w:rStyle w:val="Hyperlink"/>
            <w:noProof/>
          </w:rPr>
          <w:t>Bug fixes</w:t>
        </w:r>
        <w:r>
          <w:rPr>
            <w:noProof/>
            <w:webHidden/>
          </w:rPr>
          <w:tab/>
        </w:r>
        <w:r>
          <w:rPr>
            <w:noProof/>
            <w:webHidden/>
          </w:rPr>
          <w:fldChar w:fldCharType="begin"/>
        </w:r>
        <w:r>
          <w:rPr>
            <w:noProof/>
            <w:webHidden/>
          </w:rPr>
          <w:instrText xml:space="preserve"> PAGEREF _Toc7445882 \h </w:instrText>
        </w:r>
        <w:r>
          <w:rPr>
            <w:noProof/>
            <w:webHidden/>
          </w:rPr>
        </w:r>
        <w:r>
          <w:rPr>
            <w:noProof/>
            <w:webHidden/>
          </w:rPr>
          <w:fldChar w:fldCharType="separate"/>
        </w:r>
        <w:r>
          <w:rPr>
            <w:noProof/>
            <w:webHidden/>
          </w:rPr>
          <w:t>24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83" w:history="1">
        <w:r w:rsidRPr="008D3E10">
          <w:rPr>
            <w:rStyle w:val="Hyperlink"/>
            <w:noProof/>
          </w:rPr>
          <w:t>9.3.1.4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_Toc7445883 \h </w:instrText>
        </w:r>
        <w:r>
          <w:rPr>
            <w:noProof/>
            <w:webHidden/>
          </w:rPr>
        </w:r>
        <w:r>
          <w:rPr>
            <w:noProof/>
            <w:webHidden/>
          </w:rPr>
          <w:fldChar w:fldCharType="separate"/>
        </w:r>
        <w:r>
          <w:rPr>
            <w:noProof/>
            <w:webHidden/>
          </w:rPr>
          <w:t>24</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84" w:history="1">
        <w:r w:rsidRPr="008D3E10">
          <w:rPr>
            <w:rStyle w:val="Hyperlink"/>
            <w:noProof/>
          </w:rPr>
          <w:t>9.3.2</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_Toc7445884 \h </w:instrText>
        </w:r>
        <w:r>
          <w:rPr>
            <w:noProof/>
            <w:webHidden/>
          </w:rPr>
        </w:r>
        <w:r>
          <w:rPr>
            <w:noProof/>
            <w:webHidden/>
          </w:rPr>
          <w:fldChar w:fldCharType="separate"/>
        </w:r>
        <w:r>
          <w:rPr>
            <w:noProof/>
            <w:webHidden/>
          </w:rPr>
          <w:t>24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85" w:history="1">
        <w:r w:rsidRPr="008D3E10">
          <w:rPr>
            <w:rStyle w:val="Hyperlink"/>
            <w:noProof/>
          </w:rPr>
          <w:t>9.3.2.1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_Toc7445885 \h </w:instrText>
        </w:r>
        <w:r>
          <w:rPr>
            <w:noProof/>
            <w:webHidden/>
          </w:rPr>
        </w:r>
        <w:r>
          <w:rPr>
            <w:noProof/>
            <w:webHidden/>
          </w:rPr>
          <w:fldChar w:fldCharType="separate"/>
        </w:r>
        <w:r>
          <w:rPr>
            <w:noProof/>
            <w:webHidden/>
          </w:rPr>
          <w:t>24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86" w:history="1">
        <w:r w:rsidRPr="008D3E10">
          <w:rPr>
            <w:rStyle w:val="Hyperlink"/>
            <w:noProof/>
          </w:rPr>
          <w:t>9.3.2.2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_Toc7445886 \h </w:instrText>
        </w:r>
        <w:r>
          <w:rPr>
            <w:noProof/>
            <w:webHidden/>
          </w:rPr>
        </w:r>
        <w:r>
          <w:rPr>
            <w:noProof/>
            <w:webHidden/>
          </w:rPr>
          <w:fldChar w:fldCharType="separate"/>
        </w:r>
        <w:r>
          <w:rPr>
            <w:noProof/>
            <w:webHidden/>
          </w:rPr>
          <w:t>24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87" w:history="1">
        <w:r w:rsidRPr="008D3E10">
          <w:rPr>
            <w:rStyle w:val="Hyperlink"/>
            <w:noProof/>
          </w:rPr>
          <w:t>9.3.2.3</w:t>
        </w:r>
        <w:r>
          <w:rPr>
            <w:rFonts w:asciiTheme="minorHAnsi" w:eastAsiaTheme="minorEastAsia" w:hAnsiTheme="minorHAnsi" w:cs="Latha"/>
            <w:noProof/>
            <w:sz w:val="22"/>
            <w:szCs w:val="22"/>
            <w:lang w:val="en-US" w:bidi="ta-IN"/>
          </w:rPr>
          <w:tab/>
        </w:r>
        <w:r w:rsidRPr="008D3E10">
          <w:rPr>
            <w:rStyle w:val="Hyperlink"/>
            <w:noProof/>
          </w:rPr>
          <w:t>Bug fixes</w:t>
        </w:r>
        <w:r>
          <w:rPr>
            <w:noProof/>
            <w:webHidden/>
          </w:rPr>
          <w:tab/>
        </w:r>
        <w:r>
          <w:rPr>
            <w:noProof/>
            <w:webHidden/>
          </w:rPr>
          <w:fldChar w:fldCharType="begin"/>
        </w:r>
        <w:r>
          <w:rPr>
            <w:noProof/>
            <w:webHidden/>
          </w:rPr>
          <w:instrText xml:space="preserve"> PAGEREF _Toc7445887 \h </w:instrText>
        </w:r>
        <w:r>
          <w:rPr>
            <w:noProof/>
            <w:webHidden/>
          </w:rPr>
        </w:r>
        <w:r>
          <w:rPr>
            <w:noProof/>
            <w:webHidden/>
          </w:rPr>
          <w:fldChar w:fldCharType="separate"/>
        </w:r>
        <w:r>
          <w:rPr>
            <w:noProof/>
            <w:webHidden/>
          </w:rPr>
          <w:t>24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88" w:history="1">
        <w:r w:rsidRPr="008D3E10">
          <w:rPr>
            <w:rStyle w:val="Hyperlink"/>
            <w:noProof/>
          </w:rPr>
          <w:t>9.3.2.4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_Toc7445888 \h </w:instrText>
        </w:r>
        <w:r>
          <w:rPr>
            <w:noProof/>
            <w:webHidden/>
          </w:rPr>
        </w:r>
        <w:r>
          <w:rPr>
            <w:noProof/>
            <w:webHidden/>
          </w:rPr>
          <w:fldChar w:fldCharType="separate"/>
        </w:r>
        <w:r>
          <w:rPr>
            <w:noProof/>
            <w:webHidden/>
          </w:rPr>
          <w:t>24</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89" w:history="1">
        <w:r w:rsidRPr="008D3E10">
          <w:rPr>
            <w:rStyle w:val="Hyperlink"/>
            <w:noProof/>
          </w:rPr>
          <w:t>9.3.3</w:t>
        </w:r>
        <w:r>
          <w:rPr>
            <w:rFonts w:asciiTheme="minorHAnsi" w:eastAsiaTheme="minorEastAsia" w:hAnsiTheme="minorHAnsi" w:cs="Latha"/>
            <w:noProof/>
            <w:sz w:val="22"/>
            <w:szCs w:val="22"/>
            <w:lang w:val="en-US" w:bidi="ta-IN"/>
          </w:rPr>
          <w:tab/>
        </w:r>
        <w:r w:rsidRPr="008D3E10">
          <w:rPr>
            <w:rStyle w:val="Hyperlink"/>
            <w:noProof/>
          </w:rPr>
          <w:t>Graphical User Interface (GUI)</w:t>
        </w:r>
        <w:r>
          <w:rPr>
            <w:noProof/>
            <w:webHidden/>
          </w:rPr>
          <w:tab/>
        </w:r>
        <w:r>
          <w:rPr>
            <w:noProof/>
            <w:webHidden/>
          </w:rPr>
          <w:fldChar w:fldCharType="begin"/>
        </w:r>
        <w:r>
          <w:rPr>
            <w:noProof/>
            <w:webHidden/>
          </w:rPr>
          <w:instrText xml:space="preserve"> PAGEREF _Toc7445889 \h </w:instrText>
        </w:r>
        <w:r>
          <w:rPr>
            <w:noProof/>
            <w:webHidden/>
          </w:rPr>
        </w:r>
        <w:r>
          <w:rPr>
            <w:noProof/>
            <w:webHidden/>
          </w:rPr>
          <w:fldChar w:fldCharType="separate"/>
        </w:r>
        <w:r>
          <w:rPr>
            <w:noProof/>
            <w:webHidden/>
          </w:rPr>
          <w:t>24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90" w:history="1">
        <w:r w:rsidRPr="008D3E10">
          <w:rPr>
            <w:rStyle w:val="Hyperlink"/>
            <w:noProof/>
          </w:rPr>
          <w:t>9.3.3.1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_Toc7445890 \h </w:instrText>
        </w:r>
        <w:r>
          <w:rPr>
            <w:noProof/>
            <w:webHidden/>
          </w:rPr>
        </w:r>
        <w:r>
          <w:rPr>
            <w:noProof/>
            <w:webHidden/>
          </w:rPr>
          <w:fldChar w:fldCharType="separate"/>
        </w:r>
        <w:r>
          <w:rPr>
            <w:noProof/>
            <w:webHidden/>
          </w:rPr>
          <w:t>24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91" w:history="1">
        <w:r w:rsidRPr="008D3E10">
          <w:rPr>
            <w:rStyle w:val="Hyperlink"/>
            <w:noProof/>
          </w:rPr>
          <w:t>9.3.3.2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_Toc7445891 \h </w:instrText>
        </w:r>
        <w:r>
          <w:rPr>
            <w:noProof/>
            <w:webHidden/>
          </w:rPr>
        </w:r>
        <w:r>
          <w:rPr>
            <w:noProof/>
            <w:webHidden/>
          </w:rPr>
          <w:fldChar w:fldCharType="separate"/>
        </w:r>
        <w:r>
          <w:rPr>
            <w:noProof/>
            <w:webHidden/>
          </w:rPr>
          <w:t>25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92" w:history="1">
        <w:r w:rsidRPr="008D3E10">
          <w:rPr>
            <w:rStyle w:val="Hyperlink"/>
            <w:noProof/>
          </w:rPr>
          <w:t>9.3.3.3</w:t>
        </w:r>
        <w:r>
          <w:rPr>
            <w:rFonts w:asciiTheme="minorHAnsi" w:eastAsiaTheme="minorEastAsia" w:hAnsiTheme="minorHAnsi" w:cs="Latha"/>
            <w:noProof/>
            <w:sz w:val="22"/>
            <w:szCs w:val="22"/>
            <w:lang w:val="en-US" w:bidi="ta-IN"/>
          </w:rPr>
          <w:tab/>
        </w:r>
        <w:r w:rsidRPr="008D3E10">
          <w:rPr>
            <w:rStyle w:val="Hyperlink"/>
            <w:noProof/>
          </w:rPr>
          <w:t>Bug fixes</w:t>
        </w:r>
        <w:r>
          <w:rPr>
            <w:noProof/>
            <w:webHidden/>
          </w:rPr>
          <w:tab/>
        </w:r>
        <w:r>
          <w:rPr>
            <w:noProof/>
            <w:webHidden/>
          </w:rPr>
          <w:fldChar w:fldCharType="begin"/>
        </w:r>
        <w:r>
          <w:rPr>
            <w:noProof/>
            <w:webHidden/>
          </w:rPr>
          <w:instrText xml:space="preserve"> PAGEREF _Toc7445892 \h </w:instrText>
        </w:r>
        <w:r>
          <w:rPr>
            <w:noProof/>
            <w:webHidden/>
          </w:rPr>
        </w:r>
        <w:r>
          <w:rPr>
            <w:noProof/>
            <w:webHidden/>
          </w:rPr>
          <w:fldChar w:fldCharType="separate"/>
        </w:r>
        <w:r>
          <w:rPr>
            <w:noProof/>
            <w:webHidden/>
          </w:rPr>
          <w:t>25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93" w:history="1">
        <w:r w:rsidRPr="008D3E10">
          <w:rPr>
            <w:rStyle w:val="Hyperlink"/>
            <w:noProof/>
          </w:rPr>
          <w:t>9.3.3.4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_Toc7445893 \h </w:instrText>
        </w:r>
        <w:r>
          <w:rPr>
            <w:noProof/>
            <w:webHidden/>
          </w:rPr>
        </w:r>
        <w:r>
          <w:rPr>
            <w:noProof/>
            <w:webHidden/>
          </w:rPr>
          <w:fldChar w:fldCharType="separate"/>
        </w:r>
        <w:r>
          <w:rPr>
            <w:noProof/>
            <w:webHidden/>
          </w:rPr>
          <w:t>25</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94" w:history="1">
        <w:r w:rsidRPr="008D3E10">
          <w:rPr>
            <w:rStyle w:val="Hyperlink"/>
            <w:noProof/>
          </w:rPr>
          <w:t>9.3.4</w:t>
        </w:r>
        <w:r>
          <w:rPr>
            <w:rFonts w:asciiTheme="minorHAnsi" w:eastAsiaTheme="minorEastAsia" w:hAnsiTheme="minorHAnsi" w:cs="Latha"/>
            <w:noProof/>
            <w:sz w:val="22"/>
            <w:szCs w:val="22"/>
            <w:lang w:val="en-US" w:bidi="ta-IN"/>
          </w:rPr>
          <w:tab/>
        </w:r>
        <w:r w:rsidRPr="008D3E10">
          <w:rPr>
            <w:rStyle w:val="Hyperlink"/>
            <w:noProof/>
          </w:rPr>
          <w:t>Known limitations for CLI, DLL, GUI</w:t>
        </w:r>
        <w:r>
          <w:rPr>
            <w:noProof/>
            <w:webHidden/>
          </w:rPr>
          <w:tab/>
        </w:r>
        <w:r>
          <w:rPr>
            <w:noProof/>
            <w:webHidden/>
          </w:rPr>
          <w:fldChar w:fldCharType="begin"/>
        </w:r>
        <w:r>
          <w:rPr>
            <w:noProof/>
            <w:webHidden/>
          </w:rPr>
          <w:instrText xml:space="preserve"> PAGEREF _Toc7445894 \h </w:instrText>
        </w:r>
        <w:r>
          <w:rPr>
            <w:noProof/>
            <w:webHidden/>
          </w:rPr>
        </w:r>
        <w:r>
          <w:rPr>
            <w:noProof/>
            <w:webHidden/>
          </w:rPr>
          <w:fldChar w:fldCharType="separate"/>
        </w:r>
        <w:r>
          <w:rPr>
            <w:noProof/>
            <w:webHidden/>
          </w:rPr>
          <w:t>25</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5895" w:history="1">
        <w:r w:rsidRPr="008D3E10">
          <w:rPr>
            <w:rStyle w:val="Hyperlink"/>
            <w:noProof/>
          </w:rPr>
          <w:t>9.4</w:t>
        </w:r>
        <w:r>
          <w:rPr>
            <w:rFonts w:asciiTheme="minorHAnsi" w:eastAsiaTheme="minorEastAsia" w:hAnsiTheme="minorHAnsi" w:cs="Latha"/>
            <w:noProof/>
            <w:sz w:val="22"/>
            <w:szCs w:val="22"/>
            <w:lang w:val="en-US" w:bidi="ta-IN"/>
          </w:rPr>
          <w:tab/>
        </w:r>
        <w:r w:rsidRPr="008D3E10">
          <w:rPr>
            <w:rStyle w:val="Hyperlink"/>
            <w:noProof/>
          </w:rPr>
          <w:t>Version 1.9.3</w:t>
        </w:r>
        <w:r>
          <w:rPr>
            <w:noProof/>
            <w:webHidden/>
          </w:rPr>
          <w:tab/>
        </w:r>
        <w:r>
          <w:rPr>
            <w:noProof/>
            <w:webHidden/>
          </w:rPr>
          <w:fldChar w:fldCharType="begin"/>
        </w:r>
        <w:r>
          <w:rPr>
            <w:noProof/>
            <w:webHidden/>
          </w:rPr>
          <w:instrText xml:space="preserve"> PAGEREF _Toc7445895 \h </w:instrText>
        </w:r>
        <w:r>
          <w:rPr>
            <w:noProof/>
            <w:webHidden/>
          </w:rPr>
        </w:r>
        <w:r>
          <w:rPr>
            <w:noProof/>
            <w:webHidden/>
          </w:rPr>
          <w:fldChar w:fldCharType="separate"/>
        </w:r>
        <w:r>
          <w:rPr>
            <w:noProof/>
            <w:webHidden/>
          </w:rPr>
          <w:t>26</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896" w:history="1">
        <w:r w:rsidRPr="008D3E10">
          <w:rPr>
            <w:rStyle w:val="Hyperlink"/>
            <w:noProof/>
          </w:rPr>
          <w:t>9.4.1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_Toc7445896 \h </w:instrText>
        </w:r>
        <w:r>
          <w:rPr>
            <w:noProof/>
            <w:webHidden/>
          </w:rPr>
        </w:r>
        <w:r>
          <w:rPr>
            <w:noProof/>
            <w:webHidden/>
          </w:rPr>
          <w:fldChar w:fldCharType="separate"/>
        </w:r>
        <w:r>
          <w:rPr>
            <w:noProof/>
            <w:webHidden/>
          </w:rPr>
          <w:t>26</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97" w:history="1">
        <w:r w:rsidRPr="008D3E10">
          <w:rPr>
            <w:rStyle w:val="Hyperlink"/>
            <w:noProof/>
          </w:rPr>
          <w:t>9.4.1.1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_Toc7445897 \h </w:instrText>
        </w:r>
        <w:r>
          <w:rPr>
            <w:noProof/>
            <w:webHidden/>
          </w:rPr>
        </w:r>
        <w:r>
          <w:rPr>
            <w:noProof/>
            <w:webHidden/>
          </w:rPr>
          <w:fldChar w:fldCharType="separate"/>
        </w:r>
        <w:r>
          <w:rPr>
            <w:noProof/>
            <w:webHidden/>
          </w:rPr>
          <w:t>26</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98" w:history="1">
        <w:r w:rsidRPr="008D3E10">
          <w:rPr>
            <w:rStyle w:val="Hyperlink"/>
            <w:noProof/>
          </w:rPr>
          <w:t>9.4.1.2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_Toc7445898 \h </w:instrText>
        </w:r>
        <w:r>
          <w:rPr>
            <w:noProof/>
            <w:webHidden/>
          </w:rPr>
        </w:r>
        <w:r>
          <w:rPr>
            <w:noProof/>
            <w:webHidden/>
          </w:rPr>
          <w:fldChar w:fldCharType="separate"/>
        </w:r>
        <w:r>
          <w:rPr>
            <w:noProof/>
            <w:webHidden/>
          </w:rPr>
          <w:t>26</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899" w:history="1">
        <w:r w:rsidRPr="008D3E10">
          <w:rPr>
            <w:rStyle w:val="Hyperlink"/>
            <w:noProof/>
          </w:rPr>
          <w:t>9.4.1.3</w:t>
        </w:r>
        <w:r>
          <w:rPr>
            <w:rFonts w:asciiTheme="minorHAnsi" w:eastAsiaTheme="minorEastAsia" w:hAnsiTheme="minorHAnsi" w:cs="Latha"/>
            <w:noProof/>
            <w:sz w:val="22"/>
            <w:szCs w:val="22"/>
            <w:lang w:val="en-US" w:bidi="ta-IN"/>
          </w:rPr>
          <w:tab/>
        </w:r>
        <w:r w:rsidRPr="008D3E10">
          <w:rPr>
            <w:rStyle w:val="Hyperlink"/>
            <w:noProof/>
          </w:rPr>
          <w:t>Bug fixes</w:t>
        </w:r>
        <w:r>
          <w:rPr>
            <w:noProof/>
            <w:webHidden/>
          </w:rPr>
          <w:tab/>
        </w:r>
        <w:r>
          <w:rPr>
            <w:noProof/>
            <w:webHidden/>
          </w:rPr>
          <w:fldChar w:fldCharType="begin"/>
        </w:r>
        <w:r>
          <w:rPr>
            <w:noProof/>
            <w:webHidden/>
          </w:rPr>
          <w:instrText xml:space="preserve"> PAGEREF _Toc7445899 \h </w:instrText>
        </w:r>
        <w:r>
          <w:rPr>
            <w:noProof/>
            <w:webHidden/>
          </w:rPr>
        </w:r>
        <w:r>
          <w:rPr>
            <w:noProof/>
            <w:webHidden/>
          </w:rPr>
          <w:fldChar w:fldCharType="separate"/>
        </w:r>
        <w:r>
          <w:rPr>
            <w:noProof/>
            <w:webHidden/>
          </w:rPr>
          <w:t>26</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00" w:history="1">
        <w:r w:rsidRPr="008D3E10">
          <w:rPr>
            <w:rStyle w:val="Hyperlink"/>
            <w:noProof/>
          </w:rPr>
          <w:t>9.4.1.4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_Toc7445900 \h </w:instrText>
        </w:r>
        <w:r>
          <w:rPr>
            <w:noProof/>
            <w:webHidden/>
          </w:rPr>
        </w:r>
        <w:r>
          <w:rPr>
            <w:noProof/>
            <w:webHidden/>
          </w:rPr>
          <w:fldChar w:fldCharType="separate"/>
        </w:r>
        <w:r>
          <w:rPr>
            <w:noProof/>
            <w:webHidden/>
          </w:rPr>
          <w:t>26</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01" w:history="1">
        <w:r w:rsidRPr="008D3E10">
          <w:rPr>
            <w:rStyle w:val="Hyperlink"/>
            <w:noProof/>
          </w:rPr>
          <w:t>9.4.2</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_Toc7445901 \h </w:instrText>
        </w:r>
        <w:r>
          <w:rPr>
            <w:noProof/>
            <w:webHidden/>
          </w:rPr>
        </w:r>
        <w:r>
          <w:rPr>
            <w:noProof/>
            <w:webHidden/>
          </w:rPr>
          <w:fldChar w:fldCharType="separate"/>
        </w:r>
        <w:r>
          <w:rPr>
            <w:noProof/>
            <w:webHidden/>
          </w:rPr>
          <w:t>26</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02" w:history="1">
        <w:r w:rsidRPr="008D3E10">
          <w:rPr>
            <w:rStyle w:val="Hyperlink"/>
            <w:noProof/>
          </w:rPr>
          <w:t>9.4.2.1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_Toc7445902 \h </w:instrText>
        </w:r>
        <w:r>
          <w:rPr>
            <w:noProof/>
            <w:webHidden/>
          </w:rPr>
        </w:r>
        <w:r>
          <w:rPr>
            <w:noProof/>
            <w:webHidden/>
          </w:rPr>
          <w:fldChar w:fldCharType="separate"/>
        </w:r>
        <w:r>
          <w:rPr>
            <w:noProof/>
            <w:webHidden/>
          </w:rPr>
          <w:t>26</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03" w:history="1">
        <w:r w:rsidRPr="008D3E10">
          <w:rPr>
            <w:rStyle w:val="Hyperlink"/>
            <w:noProof/>
          </w:rPr>
          <w:t>9.4.2.2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_Toc7445903 \h </w:instrText>
        </w:r>
        <w:r>
          <w:rPr>
            <w:noProof/>
            <w:webHidden/>
          </w:rPr>
        </w:r>
        <w:r>
          <w:rPr>
            <w:noProof/>
            <w:webHidden/>
          </w:rPr>
          <w:fldChar w:fldCharType="separate"/>
        </w:r>
        <w:r>
          <w:rPr>
            <w:noProof/>
            <w:webHidden/>
          </w:rPr>
          <w:t>26</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04" w:history="1">
        <w:r w:rsidRPr="008D3E10">
          <w:rPr>
            <w:rStyle w:val="Hyperlink"/>
            <w:noProof/>
          </w:rPr>
          <w:t>9.4.2.3</w:t>
        </w:r>
        <w:r>
          <w:rPr>
            <w:rFonts w:asciiTheme="minorHAnsi" w:eastAsiaTheme="minorEastAsia" w:hAnsiTheme="minorHAnsi" w:cs="Latha"/>
            <w:noProof/>
            <w:sz w:val="22"/>
            <w:szCs w:val="22"/>
            <w:lang w:val="en-US" w:bidi="ta-IN"/>
          </w:rPr>
          <w:tab/>
        </w:r>
        <w:r w:rsidRPr="008D3E10">
          <w:rPr>
            <w:rStyle w:val="Hyperlink"/>
            <w:noProof/>
          </w:rPr>
          <w:t>Bug fixes</w:t>
        </w:r>
        <w:r>
          <w:rPr>
            <w:noProof/>
            <w:webHidden/>
          </w:rPr>
          <w:tab/>
        </w:r>
        <w:r>
          <w:rPr>
            <w:noProof/>
            <w:webHidden/>
          </w:rPr>
          <w:fldChar w:fldCharType="begin"/>
        </w:r>
        <w:r>
          <w:rPr>
            <w:noProof/>
            <w:webHidden/>
          </w:rPr>
          <w:instrText xml:space="preserve"> PAGEREF _Toc7445904 \h </w:instrText>
        </w:r>
        <w:r>
          <w:rPr>
            <w:noProof/>
            <w:webHidden/>
          </w:rPr>
        </w:r>
        <w:r>
          <w:rPr>
            <w:noProof/>
            <w:webHidden/>
          </w:rPr>
          <w:fldChar w:fldCharType="separate"/>
        </w:r>
        <w:r>
          <w:rPr>
            <w:noProof/>
            <w:webHidden/>
          </w:rPr>
          <w:t>26</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05" w:history="1">
        <w:r w:rsidRPr="008D3E10">
          <w:rPr>
            <w:rStyle w:val="Hyperlink"/>
            <w:noProof/>
          </w:rPr>
          <w:t>9.4.2.4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_Toc7445905 \h </w:instrText>
        </w:r>
        <w:r>
          <w:rPr>
            <w:noProof/>
            <w:webHidden/>
          </w:rPr>
        </w:r>
        <w:r>
          <w:rPr>
            <w:noProof/>
            <w:webHidden/>
          </w:rPr>
          <w:fldChar w:fldCharType="separate"/>
        </w:r>
        <w:r>
          <w:rPr>
            <w:noProof/>
            <w:webHidden/>
          </w:rPr>
          <w:t>26</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06" w:history="1">
        <w:r w:rsidRPr="008D3E10">
          <w:rPr>
            <w:rStyle w:val="Hyperlink"/>
            <w:noProof/>
          </w:rPr>
          <w:t>9.4.3</w:t>
        </w:r>
        <w:r>
          <w:rPr>
            <w:rFonts w:asciiTheme="minorHAnsi" w:eastAsiaTheme="minorEastAsia" w:hAnsiTheme="minorHAnsi" w:cs="Latha"/>
            <w:noProof/>
            <w:sz w:val="22"/>
            <w:szCs w:val="22"/>
            <w:lang w:val="en-US" w:bidi="ta-IN"/>
          </w:rPr>
          <w:tab/>
        </w:r>
        <w:r w:rsidRPr="008D3E10">
          <w:rPr>
            <w:rStyle w:val="Hyperlink"/>
            <w:noProof/>
          </w:rPr>
          <w:t>Graphical User Interface (GUI)</w:t>
        </w:r>
        <w:r>
          <w:rPr>
            <w:noProof/>
            <w:webHidden/>
          </w:rPr>
          <w:tab/>
        </w:r>
        <w:r>
          <w:rPr>
            <w:noProof/>
            <w:webHidden/>
          </w:rPr>
          <w:fldChar w:fldCharType="begin"/>
        </w:r>
        <w:r>
          <w:rPr>
            <w:noProof/>
            <w:webHidden/>
          </w:rPr>
          <w:instrText xml:space="preserve"> PAGEREF _Toc7445906 \h </w:instrText>
        </w:r>
        <w:r>
          <w:rPr>
            <w:noProof/>
            <w:webHidden/>
          </w:rPr>
        </w:r>
        <w:r>
          <w:rPr>
            <w:noProof/>
            <w:webHidden/>
          </w:rPr>
          <w:fldChar w:fldCharType="separate"/>
        </w:r>
        <w:r>
          <w:rPr>
            <w:noProof/>
            <w:webHidden/>
          </w:rPr>
          <w:t>27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07" w:history="1">
        <w:r w:rsidRPr="008D3E10">
          <w:rPr>
            <w:rStyle w:val="Hyperlink"/>
            <w:noProof/>
          </w:rPr>
          <w:t>9.4.3.1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_Toc7445907 \h </w:instrText>
        </w:r>
        <w:r>
          <w:rPr>
            <w:noProof/>
            <w:webHidden/>
          </w:rPr>
        </w:r>
        <w:r>
          <w:rPr>
            <w:noProof/>
            <w:webHidden/>
          </w:rPr>
          <w:fldChar w:fldCharType="separate"/>
        </w:r>
        <w:r>
          <w:rPr>
            <w:noProof/>
            <w:webHidden/>
          </w:rPr>
          <w:t>27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08" w:history="1">
        <w:r w:rsidRPr="008D3E10">
          <w:rPr>
            <w:rStyle w:val="Hyperlink"/>
            <w:noProof/>
          </w:rPr>
          <w:t>9.4.3.2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_Toc7445908 \h </w:instrText>
        </w:r>
        <w:r>
          <w:rPr>
            <w:noProof/>
            <w:webHidden/>
          </w:rPr>
        </w:r>
        <w:r>
          <w:rPr>
            <w:noProof/>
            <w:webHidden/>
          </w:rPr>
          <w:fldChar w:fldCharType="separate"/>
        </w:r>
        <w:r>
          <w:rPr>
            <w:noProof/>
            <w:webHidden/>
          </w:rPr>
          <w:t>27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09" w:history="1">
        <w:r w:rsidRPr="008D3E10">
          <w:rPr>
            <w:rStyle w:val="Hyperlink"/>
            <w:noProof/>
          </w:rPr>
          <w:t>9.4.3.3</w:t>
        </w:r>
        <w:r>
          <w:rPr>
            <w:rFonts w:asciiTheme="minorHAnsi" w:eastAsiaTheme="minorEastAsia" w:hAnsiTheme="minorHAnsi" w:cs="Latha"/>
            <w:noProof/>
            <w:sz w:val="22"/>
            <w:szCs w:val="22"/>
            <w:lang w:val="en-US" w:bidi="ta-IN"/>
          </w:rPr>
          <w:tab/>
        </w:r>
        <w:r w:rsidRPr="008D3E10">
          <w:rPr>
            <w:rStyle w:val="Hyperlink"/>
            <w:noProof/>
          </w:rPr>
          <w:t>Bug fixes</w:t>
        </w:r>
        <w:r>
          <w:rPr>
            <w:noProof/>
            <w:webHidden/>
          </w:rPr>
          <w:tab/>
        </w:r>
        <w:r>
          <w:rPr>
            <w:noProof/>
            <w:webHidden/>
          </w:rPr>
          <w:fldChar w:fldCharType="begin"/>
        </w:r>
        <w:r>
          <w:rPr>
            <w:noProof/>
            <w:webHidden/>
          </w:rPr>
          <w:instrText xml:space="preserve"> PAGEREF _Toc7445909 \h </w:instrText>
        </w:r>
        <w:r>
          <w:rPr>
            <w:noProof/>
            <w:webHidden/>
          </w:rPr>
        </w:r>
        <w:r>
          <w:rPr>
            <w:noProof/>
            <w:webHidden/>
          </w:rPr>
          <w:fldChar w:fldCharType="separate"/>
        </w:r>
        <w:r>
          <w:rPr>
            <w:noProof/>
            <w:webHidden/>
          </w:rPr>
          <w:t>27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10" w:history="1">
        <w:r w:rsidRPr="008D3E10">
          <w:rPr>
            <w:rStyle w:val="Hyperlink"/>
            <w:noProof/>
          </w:rPr>
          <w:t>9.4.3.4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_Toc7445910 \h </w:instrText>
        </w:r>
        <w:r>
          <w:rPr>
            <w:noProof/>
            <w:webHidden/>
          </w:rPr>
        </w:r>
        <w:r>
          <w:rPr>
            <w:noProof/>
            <w:webHidden/>
          </w:rPr>
          <w:fldChar w:fldCharType="separate"/>
        </w:r>
        <w:r>
          <w:rPr>
            <w:noProof/>
            <w:webHidden/>
          </w:rPr>
          <w:t>27</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11" w:history="1">
        <w:r w:rsidRPr="008D3E10">
          <w:rPr>
            <w:rStyle w:val="Hyperlink"/>
            <w:noProof/>
          </w:rPr>
          <w:t>9.4.4</w:t>
        </w:r>
        <w:r>
          <w:rPr>
            <w:rFonts w:asciiTheme="minorHAnsi" w:eastAsiaTheme="minorEastAsia" w:hAnsiTheme="minorHAnsi" w:cs="Latha"/>
            <w:noProof/>
            <w:sz w:val="22"/>
            <w:szCs w:val="22"/>
            <w:lang w:val="en-US" w:bidi="ta-IN"/>
          </w:rPr>
          <w:tab/>
        </w:r>
        <w:r w:rsidRPr="008D3E10">
          <w:rPr>
            <w:rStyle w:val="Hyperlink"/>
            <w:noProof/>
          </w:rPr>
          <w:t>Known limitations for CLI, DLL, GUI</w:t>
        </w:r>
        <w:r>
          <w:rPr>
            <w:noProof/>
            <w:webHidden/>
          </w:rPr>
          <w:tab/>
        </w:r>
        <w:r>
          <w:rPr>
            <w:noProof/>
            <w:webHidden/>
          </w:rPr>
          <w:fldChar w:fldCharType="begin"/>
        </w:r>
        <w:r>
          <w:rPr>
            <w:noProof/>
            <w:webHidden/>
          </w:rPr>
          <w:instrText xml:space="preserve"> PAGEREF _Toc7445911 \h </w:instrText>
        </w:r>
        <w:r>
          <w:rPr>
            <w:noProof/>
            <w:webHidden/>
          </w:rPr>
        </w:r>
        <w:r>
          <w:rPr>
            <w:noProof/>
            <w:webHidden/>
          </w:rPr>
          <w:fldChar w:fldCharType="separate"/>
        </w:r>
        <w:r>
          <w:rPr>
            <w:noProof/>
            <w:webHidden/>
          </w:rPr>
          <w:t>27</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5912" w:history="1">
        <w:r w:rsidRPr="008D3E10">
          <w:rPr>
            <w:rStyle w:val="Hyperlink"/>
            <w:noProof/>
          </w:rPr>
          <w:t>9.5</w:t>
        </w:r>
        <w:r>
          <w:rPr>
            <w:rFonts w:asciiTheme="minorHAnsi" w:eastAsiaTheme="minorEastAsia" w:hAnsiTheme="minorHAnsi" w:cs="Latha"/>
            <w:noProof/>
            <w:sz w:val="22"/>
            <w:szCs w:val="22"/>
            <w:lang w:val="en-US" w:bidi="ta-IN"/>
          </w:rPr>
          <w:tab/>
        </w:r>
        <w:r w:rsidRPr="008D3E10">
          <w:rPr>
            <w:rStyle w:val="Hyperlink"/>
            <w:noProof/>
          </w:rPr>
          <w:t>Version 1.9.2</w:t>
        </w:r>
        <w:r>
          <w:rPr>
            <w:noProof/>
            <w:webHidden/>
          </w:rPr>
          <w:tab/>
        </w:r>
        <w:r>
          <w:rPr>
            <w:noProof/>
            <w:webHidden/>
          </w:rPr>
          <w:fldChar w:fldCharType="begin"/>
        </w:r>
        <w:r>
          <w:rPr>
            <w:noProof/>
            <w:webHidden/>
          </w:rPr>
          <w:instrText xml:space="preserve"> PAGEREF _Toc7445912 \h </w:instrText>
        </w:r>
        <w:r>
          <w:rPr>
            <w:noProof/>
            <w:webHidden/>
          </w:rPr>
        </w:r>
        <w:r>
          <w:rPr>
            <w:noProof/>
            <w:webHidden/>
          </w:rPr>
          <w:fldChar w:fldCharType="separate"/>
        </w:r>
        <w:r>
          <w:rPr>
            <w:noProof/>
            <w:webHidden/>
          </w:rPr>
          <w:t>29</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13" w:history="1">
        <w:r w:rsidRPr="008D3E10">
          <w:rPr>
            <w:rStyle w:val="Hyperlink"/>
            <w:noProof/>
          </w:rPr>
          <w:t>9.5.1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_Toc7445913 \h </w:instrText>
        </w:r>
        <w:r>
          <w:rPr>
            <w:noProof/>
            <w:webHidden/>
          </w:rPr>
        </w:r>
        <w:r>
          <w:rPr>
            <w:noProof/>
            <w:webHidden/>
          </w:rPr>
          <w:fldChar w:fldCharType="separate"/>
        </w:r>
        <w:r>
          <w:rPr>
            <w:noProof/>
            <w:webHidden/>
          </w:rPr>
          <w:t>29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14" w:history="1">
        <w:r w:rsidRPr="008D3E10">
          <w:rPr>
            <w:rStyle w:val="Hyperlink"/>
            <w:noProof/>
          </w:rPr>
          <w:t>9.5.1.1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_Toc7445914 \h </w:instrText>
        </w:r>
        <w:r>
          <w:rPr>
            <w:noProof/>
            <w:webHidden/>
          </w:rPr>
        </w:r>
        <w:r>
          <w:rPr>
            <w:noProof/>
            <w:webHidden/>
          </w:rPr>
          <w:fldChar w:fldCharType="separate"/>
        </w:r>
        <w:r>
          <w:rPr>
            <w:noProof/>
            <w:webHidden/>
          </w:rPr>
          <w:t>29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15" w:history="1">
        <w:r w:rsidRPr="008D3E10">
          <w:rPr>
            <w:rStyle w:val="Hyperlink"/>
            <w:noProof/>
          </w:rPr>
          <w:t>9.5.1.2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_Toc7445915 \h </w:instrText>
        </w:r>
        <w:r>
          <w:rPr>
            <w:noProof/>
            <w:webHidden/>
          </w:rPr>
        </w:r>
        <w:r>
          <w:rPr>
            <w:noProof/>
            <w:webHidden/>
          </w:rPr>
          <w:fldChar w:fldCharType="separate"/>
        </w:r>
        <w:r>
          <w:rPr>
            <w:noProof/>
            <w:webHidden/>
          </w:rPr>
          <w:t>29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16" w:history="1">
        <w:r w:rsidRPr="008D3E10">
          <w:rPr>
            <w:rStyle w:val="Hyperlink"/>
            <w:noProof/>
          </w:rPr>
          <w:t>9.5.1.3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_Toc7445916 \h </w:instrText>
        </w:r>
        <w:r>
          <w:rPr>
            <w:noProof/>
            <w:webHidden/>
          </w:rPr>
        </w:r>
        <w:r>
          <w:rPr>
            <w:noProof/>
            <w:webHidden/>
          </w:rPr>
          <w:fldChar w:fldCharType="separate"/>
        </w:r>
        <w:r>
          <w:rPr>
            <w:noProof/>
            <w:webHidden/>
          </w:rPr>
          <w:t>29</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17" w:history="1">
        <w:r w:rsidRPr="008D3E10">
          <w:rPr>
            <w:rStyle w:val="Hyperlink"/>
            <w:noProof/>
          </w:rPr>
          <w:t>9.5.2</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_Toc7445917 \h </w:instrText>
        </w:r>
        <w:r>
          <w:rPr>
            <w:noProof/>
            <w:webHidden/>
          </w:rPr>
        </w:r>
        <w:r>
          <w:rPr>
            <w:noProof/>
            <w:webHidden/>
          </w:rPr>
          <w:fldChar w:fldCharType="separate"/>
        </w:r>
        <w:r>
          <w:rPr>
            <w:noProof/>
            <w:webHidden/>
          </w:rPr>
          <w:t>29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18" w:history="1">
        <w:r w:rsidRPr="008D3E10">
          <w:rPr>
            <w:rStyle w:val="Hyperlink"/>
            <w:noProof/>
          </w:rPr>
          <w:t>9.5.2.1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_Toc7445918 \h </w:instrText>
        </w:r>
        <w:r>
          <w:rPr>
            <w:noProof/>
            <w:webHidden/>
          </w:rPr>
        </w:r>
        <w:r>
          <w:rPr>
            <w:noProof/>
            <w:webHidden/>
          </w:rPr>
          <w:fldChar w:fldCharType="separate"/>
        </w:r>
        <w:r>
          <w:rPr>
            <w:noProof/>
            <w:webHidden/>
          </w:rPr>
          <w:t>29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19" w:history="1">
        <w:r w:rsidRPr="008D3E10">
          <w:rPr>
            <w:rStyle w:val="Hyperlink"/>
            <w:noProof/>
          </w:rPr>
          <w:t>9.5.2.2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_Toc7445919 \h </w:instrText>
        </w:r>
        <w:r>
          <w:rPr>
            <w:noProof/>
            <w:webHidden/>
          </w:rPr>
        </w:r>
        <w:r>
          <w:rPr>
            <w:noProof/>
            <w:webHidden/>
          </w:rPr>
          <w:fldChar w:fldCharType="separate"/>
        </w:r>
        <w:r>
          <w:rPr>
            <w:noProof/>
            <w:webHidden/>
          </w:rPr>
          <w:t>29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20" w:history="1">
        <w:r w:rsidRPr="008D3E10">
          <w:rPr>
            <w:rStyle w:val="Hyperlink"/>
            <w:noProof/>
          </w:rPr>
          <w:t>9.5.2.3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_Toc7445920 \h </w:instrText>
        </w:r>
        <w:r>
          <w:rPr>
            <w:noProof/>
            <w:webHidden/>
          </w:rPr>
        </w:r>
        <w:r>
          <w:rPr>
            <w:noProof/>
            <w:webHidden/>
          </w:rPr>
          <w:fldChar w:fldCharType="separate"/>
        </w:r>
        <w:r>
          <w:rPr>
            <w:noProof/>
            <w:webHidden/>
          </w:rPr>
          <w:t>29</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21" w:history="1">
        <w:r w:rsidRPr="008D3E10">
          <w:rPr>
            <w:rStyle w:val="Hyperlink"/>
            <w:noProof/>
          </w:rPr>
          <w:t>9.5.3</w:t>
        </w:r>
        <w:r>
          <w:rPr>
            <w:rFonts w:asciiTheme="minorHAnsi" w:eastAsiaTheme="minorEastAsia" w:hAnsiTheme="minorHAnsi" w:cs="Latha"/>
            <w:noProof/>
            <w:sz w:val="22"/>
            <w:szCs w:val="22"/>
            <w:lang w:val="en-US" w:bidi="ta-IN"/>
          </w:rPr>
          <w:tab/>
        </w:r>
        <w:r w:rsidRPr="008D3E10">
          <w:rPr>
            <w:rStyle w:val="Hyperlink"/>
            <w:noProof/>
          </w:rPr>
          <w:t>Graphical User Interface (GUI)</w:t>
        </w:r>
        <w:r>
          <w:rPr>
            <w:noProof/>
            <w:webHidden/>
          </w:rPr>
          <w:tab/>
        </w:r>
        <w:r>
          <w:rPr>
            <w:noProof/>
            <w:webHidden/>
          </w:rPr>
          <w:fldChar w:fldCharType="begin"/>
        </w:r>
        <w:r>
          <w:rPr>
            <w:noProof/>
            <w:webHidden/>
          </w:rPr>
          <w:instrText xml:space="preserve"> PAGEREF _Toc7445921 \h </w:instrText>
        </w:r>
        <w:r>
          <w:rPr>
            <w:noProof/>
            <w:webHidden/>
          </w:rPr>
        </w:r>
        <w:r>
          <w:rPr>
            <w:noProof/>
            <w:webHidden/>
          </w:rPr>
          <w:fldChar w:fldCharType="separate"/>
        </w:r>
        <w:r>
          <w:rPr>
            <w:noProof/>
            <w:webHidden/>
          </w:rPr>
          <w:t>29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22" w:history="1">
        <w:r w:rsidRPr="008D3E10">
          <w:rPr>
            <w:rStyle w:val="Hyperlink"/>
            <w:noProof/>
          </w:rPr>
          <w:t>9.5.3.1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_Toc7445922 \h </w:instrText>
        </w:r>
        <w:r>
          <w:rPr>
            <w:noProof/>
            <w:webHidden/>
          </w:rPr>
        </w:r>
        <w:r>
          <w:rPr>
            <w:noProof/>
            <w:webHidden/>
          </w:rPr>
          <w:fldChar w:fldCharType="separate"/>
        </w:r>
        <w:r>
          <w:rPr>
            <w:noProof/>
            <w:webHidden/>
          </w:rPr>
          <w:t>29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23" w:history="1">
        <w:r w:rsidRPr="008D3E10">
          <w:rPr>
            <w:rStyle w:val="Hyperlink"/>
            <w:noProof/>
          </w:rPr>
          <w:t>9.5.3.2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_Toc7445923 \h </w:instrText>
        </w:r>
        <w:r>
          <w:rPr>
            <w:noProof/>
            <w:webHidden/>
          </w:rPr>
        </w:r>
        <w:r>
          <w:rPr>
            <w:noProof/>
            <w:webHidden/>
          </w:rPr>
          <w:fldChar w:fldCharType="separate"/>
        </w:r>
        <w:r>
          <w:rPr>
            <w:noProof/>
            <w:webHidden/>
          </w:rPr>
          <w:t>29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24" w:history="1">
        <w:r w:rsidRPr="008D3E10">
          <w:rPr>
            <w:rStyle w:val="Hyperlink"/>
            <w:noProof/>
          </w:rPr>
          <w:t>9.5.3.3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_Toc7445924 \h </w:instrText>
        </w:r>
        <w:r>
          <w:rPr>
            <w:noProof/>
            <w:webHidden/>
          </w:rPr>
        </w:r>
        <w:r>
          <w:rPr>
            <w:noProof/>
            <w:webHidden/>
          </w:rPr>
          <w:fldChar w:fldCharType="separate"/>
        </w:r>
        <w:r>
          <w:rPr>
            <w:noProof/>
            <w:webHidden/>
          </w:rPr>
          <w:t>30</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25" w:history="1">
        <w:r w:rsidRPr="008D3E10">
          <w:rPr>
            <w:rStyle w:val="Hyperlink"/>
            <w:noProof/>
          </w:rPr>
          <w:t>9.5.4</w:t>
        </w:r>
        <w:r>
          <w:rPr>
            <w:rFonts w:asciiTheme="minorHAnsi" w:eastAsiaTheme="minorEastAsia" w:hAnsiTheme="minorHAnsi" w:cs="Latha"/>
            <w:noProof/>
            <w:sz w:val="22"/>
            <w:szCs w:val="22"/>
            <w:lang w:val="en-US" w:bidi="ta-IN"/>
          </w:rPr>
          <w:tab/>
        </w:r>
        <w:r w:rsidRPr="008D3E10">
          <w:rPr>
            <w:rStyle w:val="Hyperlink"/>
            <w:noProof/>
          </w:rPr>
          <w:t>Known limitations for CLI, DLL, GUI</w:t>
        </w:r>
        <w:r>
          <w:rPr>
            <w:noProof/>
            <w:webHidden/>
          </w:rPr>
          <w:tab/>
        </w:r>
        <w:r>
          <w:rPr>
            <w:noProof/>
            <w:webHidden/>
          </w:rPr>
          <w:fldChar w:fldCharType="begin"/>
        </w:r>
        <w:r>
          <w:rPr>
            <w:noProof/>
            <w:webHidden/>
          </w:rPr>
          <w:instrText xml:space="preserve"> PAGEREF _Toc7445925 \h </w:instrText>
        </w:r>
        <w:r>
          <w:rPr>
            <w:noProof/>
            <w:webHidden/>
          </w:rPr>
        </w:r>
        <w:r>
          <w:rPr>
            <w:noProof/>
            <w:webHidden/>
          </w:rPr>
          <w:fldChar w:fldCharType="separate"/>
        </w:r>
        <w:r>
          <w:rPr>
            <w:noProof/>
            <w:webHidden/>
          </w:rPr>
          <w:t>30</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5926" w:history="1">
        <w:r w:rsidRPr="008D3E10">
          <w:rPr>
            <w:rStyle w:val="Hyperlink"/>
            <w:noProof/>
          </w:rPr>
          <w:t>9.6</w:t>
        </w:r>
        <w:r>
          <w:rPr>
            <w:rFonts w:asciiTheme="minorHAnsi" w:eastAsiaTheme="minorEastAsia" w:hAnsiTheme="minorHAnsi" w:cs="Latha"/>
            <w:noProof/>
            <w:sz w:val="22"/>
            <w:szCs w:val="22"/>
            <w:lang w:val="en-US" w:bidi="ta-IN"/>
          </w:rPr>
          <w:tab/>
        </w:r>
        <w:r w:rsidRPr="008D3E10">
          <w:rPr>
            <w:rStyle w:val="Hyperlink"/>
            <w:noProof/>
          </w:rPr>
          <w:t>Version 1.9.1</w:t>
        </w:r>
        <w:r>
          <w:rPr>
            <w:noProof/>
            <w:webHidden/>
          </w:rPr>
          <w:tab/>
        </w:r>
        <w:r>
          <w:rPr>
            <w:noProof/>
            <w:webHidden/>
          </w:rPr>
          <w:fldChar w:fldCharType="begin"/>
        </w:r>
        <w:r>
          <w:rPr>
            <w:noProof/>
            <w:webHidden/>
          </w:rPr>
          <w:instrText xml:space="preserve"> PAGEREF _Toc7445926 \h </w:instrText>
        </w:r>
        <w:r>
          <w:rPr>
            <w:noProof/>
            <w:webHidden/>
          </w:rPr>
        </w:r>
        <w:r>
          <w:rPr>
            <w:noProof/>
            <w:webHidden/>
          </w:rPr>
          <w:fldChar w:fldCharType="separate"/>
        </w:r>
        <w:r>
          <w:rPr>
            <w:noProof/>
            <w:webHidden/>
          </w:rPr>
          <w:t>31</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27" w:history="1">
        <w:r w:rsidRPr="008D3E10">
          <w:rPr>
            <w:rStyle w:val="Hyperlink"/>
            <w:noProof/>
          </w:rPr>
          <w:t>9.6.1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_Toc7445927 \h </w:instrText>
        </w:r>
        <w:r>
          <w:rPr>
            <w:noProof/>
            <w:webHidden/>
          </w:rPr>
        </w:r>
        <w:r>
          <w:rPr>
            <w:noProof/>
            <w:webHidden/>
          </w:rPr>
          <w:fldChar w:fldCharType="separate"/>
        </w:r>
        <w:r>
          <w:rPr>
            <w:noProof/>
            <w:webHidden/>
          </w:rPr>
          <w:t>31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28" w:history="1">
        <w:r w:rsidRPr="008D3E10">
          <w:rPr>
            <w:rStyle w:val="Hyperlink"/>
            <w:noProof/>
          </w:rPr>
          <w:t>9.6.1.1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_Toc7445928 \h </w:instrText>
        </w:r>
        <w:r>
          <w:rPr>
            <w:noProof/>
            <w:webHidden/>
          </w:rPr>
        </w:r>
        <w:r>
          <w:rPr>
            <w:noProof/>
            <w:webHidden/>
          </w:rPr>
          <w:fldChar w:fldCharType="separate"/>
        </w:r>
        <w:r>
          <w:rPr>
            <w:noProof/>
            <w:webHidden/>
          </w:rPr>
          <w:t>31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29" w:history="1">
        <w:r w:rsidRPr="008D3E10">
          <w:rPr>
            <w:rStyle w:val="Hyperlink"/>
            <w:noProof/>
          </w:rPr>
          <w:t>9.6.1.2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_Toc7445929 \h </w:instrText>
        </w:r>
        <w:r>
          <w:rPr>
            <w:noProof/>
            <w:webHidden/>
          </w:rPr>
        </w:r>
        <w:r>
          <w:rPr>
            <w:noProof/>
            <w:webHidden/>
          </w:rPr>
          <w:fldChar w:fldCharType="separate"/>
        </w:r>
        <w:r>
          <w:rPr>
            <w:noProof/>
            <w:webHidden/>
          </w:rPr>
          <w:t>31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30" w:history="1">
        <w:r w:rsidRPr="008D3E10">
          <w:rPr>
            <w:rStyle w:val="Hyperlink"/>
            <w:noProof/>
          </w:rPr>
          <w:t>9.6.1.3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_Toc7445930 \h </w:instrText>
        </w:r>
        <w:r>
          <w:rPr>
            <w:noProof/>
            <w:webHidden/>
          </w:rPr>
        </w:r>
        <w:r>
          <w:rPr>
            <w:noProof/>
            <w:webHidden/>
          </w:rPr>
          <w:fldChar w:fldCharType="separate"/>
        </w:r>
        <w:r>
          <w:rPr>
            <w:noProof/>
            <w:webHidden/>
          </w:rPr>
          <w:t>31</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31" w:history="1">
        <w:r w:rsidRPr="008D3E10">
          <w:rPr>
            <w:rStyle w:val="Hyperlink"/>
            <w:noProof/>
          </w:rPr>
          <w:t>9.6.2</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_Toc7445931 \h </w:instrText>
        </w:r>
        <w:r>
          <w:rPr>
            <w:noProof/>
            <w:webHidden/>
          </w:rPr>
        </w:r>
        <w:r>
          <w:rPr>
            <w:noProof/>
            <w:webHidden/>
          </w:rPr>
          <w:fldChar w:fldCharType="separate"/>
        </w:r>
        <w:r>
          <w:rPr>
            <w:noProof/>
            <w:webHidden/>
          </w:rPr>
          <w:t>31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32" w:history="1">
        <w:r w:rsidRPr="008D3E10">
          <w:rPr>
            <w:rStyle w:val="Hyperlink"/>
            <w:noProof/>
          </w:rPr>
          <w:t>9.6.2.1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_Toc7445932 \h </w:instrText>
        </w:r>
        <w:r>
          <w:rPr>
            <w:noProof/>
            <w:webHidden/>
          </w:rPr>
        </w:r>
        <w:r>
          <w:rPr>
            <w:noProof/>
            <w:webHidden/>
          </w:rPr>
          <w:fldChar w:fldCharType="separate"/>
        </w:r>
        <w:r>
          <w:rPr>
            <w:noProof/>
            <w:webHidden/>
          </w:rPr>
          <w:t>31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33" w:history="1">
        <w:r w:rsidRPr="008D3E10">
          <w:rPr>
            <w:rStyle w:val="Hyperlink"/>
            <w:noProof/>
          </w:rPr>
          <w:t>9.6.2.2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_Toc7445933 \h </w:instrText>
        </w:r>
        <w:r>
          <w:rPr>
            <w:noProof/>
            <w:webHidden/>
          </w:rPr>
        </w:r>
        <w:r>
          <w:rPr>
            <w:noProof/>
            <w:webHidden/>
          </w:rPr>
          <w:fldChar w:fldCharType="separate"/>
        </w:r>
        <w:r>
          <w:rPr>
            <w:noProof/>
            <w:webHidden/>
          </w:rPr>
          <w:t>31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34" w:history="1">
        <w:r w:rsidRPr="008D3E10">
          <w:rPr>
            <w:rStyle w:val="Hyperlink"/>
            <w:noProof/>
          </w:rPr>
          <w:t>9.6.2.3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_Toc7445934 \h </w:instrText>
        </w:r>
        <w:r>
          <w:rPr>
            <w:noProof/>
            <w:webHidden/>
          </w:rPr>
        </w:r>
        <w:r>
          <w:rPr>
            <w:noProof/>
            <w:webHidden/>
          </w:rPr>
          <w:fldChar w:fldCharType="separate"/>
        </w:r>
        <w:r>
          <w:rPr>
            <w:noProof/>
            <w:webHidden/>
          </w:rPr>
          <w:t>31</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35" w:history="1">
        <w:r w:rsidRPr="008D3E10">
          <w:rPr>
            <w:rStyle w:val="Hyperlink"/>
            <w:noProof/>
          </w:rPr>
          <w:t>9.6.3</w:t>
        </w:r>
        <w:r>
          <w:rPr>
            <w:rFonts w:asciiTheme="minorHAnsi" w:eastAsiaTheme="minorEastAsia" w:hAnsiTheme="minorHAnsi" w:cs="Latha"/>
            <w:noProof/>
            <w:sz w:val="22"/>
            <w:szCs w:val="22"/>
            <w:lang w:val="en-US" w:bidi="ta-IN"/>
          </w:rPr>
          <w:tab/>
        </w:r>
        <w:r w:rsidRPr="008D3E10">
          <w:rPr>
            <w:rStyle w:val="Hyperlink"/>
            <w:noProof/>
          </w:rPr>
          <w:t>Graphical User Interface (GUI)</w:t>
        </w:r>
        <w:r>
          <w:rPr>
            <w:noProof/>
            <w:webHidden/>
          </w:rPr>
          <w:tab/>
        </w:r>
        <w:r>
          <w:rPr>
            <w:noProof/>
            <w:webHidden/>
          </w:rPr>
          <w:fldChar w:fldCharType="begin"/>
        </w:r>
        <w:r>
          <w:rPr>
            <w:noProof/>
            <w:webHidden/>
          </w:rPr>
          <w:instrText xml:space="preserve"> PAGEREF _Toc7445935 \h </w:instrText>
        </w:r>
        <w:r>
          <w:rPr>
            <w:noProof/>
            <w:webHidden/>
          </w:rPr>
        </w:r>
        <w:r>
          <w:rPr>
            <w:noProof/>
            <w:webHidden/>
          </w:rPr>
          <w:fldChar w:fldCharType="separate"/>
        </w:r>
        <w:r>
          <w:rPr>
            <w:noProof/>
            <w:webHidden/>
          </w:rPr>
          <w:t>31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36" w:history="1">
        <w:r w:rsidRPr="008D3E10">
          <w:rPr>
            <w:rStyle w:val="Hyperlink"/>
            <w:noProof/>
          </w:rPr>
          <w:t>9.6.3.1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_Toc7445936 \h </w:instrText>
        </w:r>
        <w:r>
          <w:rPr>
            <w:noProof/>
            <w:webHidden/>
          </w:rPr>
        </w:r>
        <w:r>
          <w:rPr>
            <w:noProof/>
            <w:webHidden/>
          </w:rPr>
          <w:fldChar w:fldCharType="separate"/>
        </w:r>
        <w:r>
          <w:rPr>
            <w:noProof/>
            <w:webHidden/>
          </w:rPr>
          <w:t>31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37" w:history="1">
        <w:r w:rsidRPr="008D3E10">
          <w:rPr>
            <w:rStyle w:val="Hyperlink"/>
            <w:noProof/>
          </w:rPr>
          <w:t>9.6.3.2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_Toc7445937 \h </w:instrText>
        </w:r>
        <w:r>
          <w:rPr>
            <w:noProof/>
            <w:webHidden/>
          </w:rPr>
        </w:r>
        <w:r>
          <w:rPr>
            <w:noProof/>
            <w:webHidden/>
          </w:rPr>
          <w:fldChar w:fldCharType="separate"/>
        </w:r>
        <w:r>
          <w:rPr>
            <w:noProof/>
            <w:webHidden/>
          </w:rPr>
          <w:t>31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38" w:history="1">
        <w:r w:rsidRPr="008D3E10">
          <w:rPr>
            <w:rStyle w:val="Hyperlink"/>
            <w:noProof/>
          </w:rPr>
          <w:t>9.6.3.3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_Toc7445938 \h </w:instrText>
        </w:r>
        <w:r>
          <w:rPr>
            <w:noProof/>
            <w:webHidden/>
          </w:rPr>
        </w:r>
        <w:r>
          <w:rPr>
            <w:noProof/>
            <w:webHidden/>
          </w:rPr>
          <w:fldChar w:fldCharType="separate"/>
        </w:r>
        <w:r>
          <w:rPr>
            <w:noProof/>
            <w:webHidden/>
          </w:rPr>
          <w:t>31</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39" w:history="1">
        <w:r w:rsidRPr="008D3E10">
          <w:rPr>
            <w:rStyle w:val="Hyperlink"/>
            <w:noProof/>
          </w:rPr>
          <w:t>9.6.4</w:t>
        </w:r>
        <w:r>
          <w:rPr>
            <w:rFonts w:asciiTheme="minorHAnsi" w:eastAsiaTheme="minorEastAsia" w:hAnsiTheme="minorHAnsi" w:cs="Latha"/>
            <w:noProof/>
            <w:sz w:val="22"/>
            <w:szCs w:val="22"/>
            <w:lang w:val="en-US" w:bidi="ta-IN"/>
          </w:rPr>
          <w:tab/>
        </w:r>
        <w:r w:rsidRPr="008D3E10">
          <w:rPr>
            <w:rStyle w:val="Hyperlink"/>
            <w:noProof/>
          </w:rPr>
          <w:t>Known limitations for CLI, DLL, GUI</w:t>
        </w:r>
        <w:r>
          <w:rPr>
            <w:noProof/>
            <w:webHidden/>
          </w:rPr>
          <w:tab/>
        </w:r>
        <w:r>
          <w:rPr>
            <w:noProof/>
            <w:webHidden/>
          </w:rPr>
          <w:fldChar w:fldCharType="begin"/>
        </w:r>
        <w:r>
          <w:rPr>
            <w:noProof/>
            <w:webHidden/>
          </w:rPr>
          <w:instrText xml:space="preserve"> PAGEREF _Toc7445939 \h </w:instrText>
        </w:r>
        <w:r>
          <w:rPr>
            <w:noProof/>
            <w:webHidden/>
          </w:rPr>
        </w:r>
        <w:r>
          <w:rPr>
            <w:noProof/>
            <w:webHidden/>
          </w:rPr>
          <w:fldChar w:fldCharType="separate"/>
        </w:r>
        <w:r>
          <w:rPr>
            <w:noProof/>
            <w:webHidden/>
          </w:rPr>
          <w:t>32</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5940" w:history="1">
        <w:r w:rsidRPr="008D3E10">
          <w:rPr>
            <w:rStyle w:val="Hyperlink"/>
            <w:noProof/>
          </w:rPr>
          <w:t>9.7</w:t>
        </w:r>
        <w:r>
          <w:rPr>
            <w:rFonts w:asciiTheme="minorHAnsi" w:eastAsiaTheme="minorEastAsia" w:hAnsiTheme="minorHAnsi" w:cs="Latha"/>
            <w:noProof/>
            <w:sz w:val="22"/>
            <w:szCs w:val="22"/>
            <w:lang w:val="en-US" w:bidi="ta-IN"/>
          </w:rPr>
          <w:tab/>
        </w:r>
        <w:r w:rsidRPr="008D3E10">
          <w:rPr>
            <w:rStyle w:val="Hyperlink"/>
            <w:noProof/>
          </w:rPr>
          <w:t>Version 1.9</w:t>
        </w:r>
        <w:r>
          <w:rPr>
            <w:noProof/>
            <w:webHidden/>
          </w:rPr>
          <w:tab/>
        </w:r>
        <w:r>
          <w:rPr>
            <w:noProof/>
            <w:webHidden/>
          </w:rPr>
          <w:fldChar w:fldCharType="begin"/>
        </w:r>
        <w:r>
          <w:rPr>
            <w:noProof/>
            <w:webHidden/>
          </w:rPr>
          <w:instrText xml:space="preserve"> PAGEREF _Toc7445940 \h </w:instrText>
        </w:r>
        <w:r>
          <w:rPr>
            <w:noProof/>
            <w:webHidden/>
          </w:rPr>
        </w:r>
        <w:r>
          <w:rPr>
            <w:noProof/>
            <w:webHidden/>
          </w:rPr>
          <w:fldChar w:fldCharType="separate"/>
        </w:r>
        <w:r>
          <w:rPr>
            <w:noProof/>
            <w:webHidden/>
          </w:rPr>
          <w:t>33</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41" w:history="1">
        <w:r w:rsidRPr="008D3E10">
          <w:rPr>
            <w:rStyle w:val="Hyperlink"/>
            <w:noProof/>
          </w:rPr>
          <w:t>9.7.1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_Toc7445941 \h </w:instrText>
        </w:r>
        <w:r>
          <w:rPr>
            <w:noProof/>
            <w:webHidden/>
          </w:rPr>
        </w:r>
        <w:r>
          <w:rPr>
            <w:noProof/>
            <w:webHidden/>
          </w:rPr>
          <w:fldChar w:fldCharType="separate"/>
        </w:r>
        <w:r>
          <w:rPr>
            <w:noProof/>
            <w:webHidden/>
          </w:rPr>
          <w:t>33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42" w:history="1">
        <w:r w:rsidRPr="008D3E10">
          <w:rPr>
            <w:rStyle w:val="Hyperlink"/>
            <w:noProof/>
          </w:rPr>
          <w:t>9.7.1.1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_Toc7445942 \h </w:instrText>
        </w:r>
        <w:r>
          <w:rPr>
            <w:noProof/>
            <w:webHidden/>
          </w:rPr>
        </w:r>
        <w:r>
          <w:rPr>
            <w:noProof/>
            <w:webHidden/>
          </w:rPr>
          <w:fldChar w:fldCharType="separate"/>
        </w:r>
        <w:r>
          <w:rPr>
            <w:noProof/>
            <w:webHidden/>
          </w:rPr>
          <w:t>33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43" w:history="1">
        <w:r w:rsidRPr="008D3E10">
          <w:rPr>
            <w:rStyle w:val="Hyperlink"/>
            <w:noProof/>
          </w:rPr>
          <w:t>9.7.1.2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_Toc7445943 \h </w:instrText>
        </w:r>
        <w:r>
          <w:rPr>
            <w:noProof/>
            <w:webHidden/>
          </w:rPr>
        </w:r>
        <w:r>
          <w:rPr>
            <w:noProof/>
            <w:webHidden/>
          </w:rPr>
          <w:fldChar w:fldCharType="separate"/>
        </w:r>
        <w:r>
          <w:rPr>
            <w:noProof/>
            <w:webHidden/>
          </w:rPr>
          <w:t>33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44" w:history="1">
        <w:r w:rsidRPr="008D3E10">
          <w:rPr>
            <w:rStyle w:val="Hyperlink"/>
            <w:noProof/>
          </w:rPr>
          <w:t>9.7.1.3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_Toc7445944 \h </w:instrText>
        </w:r>
        <w:r>
          <w:rPr>
            <w:noProof/>
            <w:webHidden/>
          </w:rPr>
        </w:r>
        <w:r>
          <w:rPr>
            <w:noProof/>
            <w:webHidden/>
          </w:rPr>
          <w:fldChar w:fldCharType="separate"/>
        </w:r>
        <w:r>
          <w:rPr>
            <w:noProof/>
            <w:webHidden/>
          </w:rPr>
          <w:t>33</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45" w:history="1">
        <w:r w:rsidRPr="008D3E10">
          <w:rPr>
            <w:rStyle w:val="Hyperlink"/>
            <w:noProof/>
          </w:rPr>
          <w:t>9.7.2</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_Toc7445945 \h </w:instrText>
        </w:r>
        <w:r>
          <w:rPr>
            <w:noProof/>
            <w:webHidden/>
          </w:rPr>
        </w:r>
        <w:r>
          <w:rPr>
            <w:noProof/>
            <w:webHidden/>
          </w:rPr>
          <w:fldChar w:fldCharType="separate"/>
        </w:r>
        <w:r>
          <w:rPr>
            <w:noProof/>
            <w:webHidden/>
          </w:rPr>
          <w:t>33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46" w:history="1">
        <w:r w:rsidRPr="008D3E10">
          <w:rPr>
            <w:rStyle w:val="Hyperlink"/>
            <w:noProof/>
          </w:rPr>
          <w:t>9.7.2.1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_Toc7445946 \h </w:instrText>
        </w:r>
        <w:r>
          <w:rPr>
            <w:noProof/>
            <w:webHidden/>
          </w:rPr>
        </w:r>
        <w:r>
          <w:rPr>
            <w:noProof/>
            <w:webHidden/>
          </w:rPr>
          <w:fldChar w:fldCharType="separate"/>
        </w:r>
        <w:r>
          <w:rPr>
            <w:noProof/>
            <w:webHidden/>
          </w:rPr>
          <w:t>33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47" w:history="1">
        <w:r w:rsidRPr="008D3E10">
          <w:rPr>
            <w:rStyle w:val="Hyperlink"/>
            <w:noProof/>
          </w:rPr>
          <w:t>9.7.2.2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_Toc7445947 \h </w:instrText>
        </w:r>
        <w:r>
          <w:rPr>
            <w:noProof/>
            <w:webHidden/>
          </w:rPr>
        </w:r>
        <w:r>
          <w:rPr>
            <w:noProof/>
            <w:webHidden/>
          </w:rPr>
          <w:fldChar w:fldCharType="separate"/>
        </w:r>
        <w:r>
          <w:rPr>
            <w:noProof/>
            <w:webHidden/>
          </w:rPr>
          <w:t>33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48" w:history="1">
        <w:r w:rsidRPr="008D3E10">
          <w:rPr>
            <w:rStyle w:val="Hyperlink"/>
            <w:noProof/>
          </w:rPr>
          <w:t>9.7.2.3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_Toc7445948 \h </w:instrText>
        </w:r>
        <w:r>
          <w:rPr>
            <w:noProof/>
            <w:webHidden/>
          </w:rPr>
        </w:r>
        <w:r>
          <w:rPr>
            <w:noProof/>
            <w:webHidden/>
          </w:rPr>
          <w:fldChar w:fldCharType="separate"/>
        </w:r>
        <w:r>
          <w:rPr>
            <w:noProof/>
            <w:webHidden/>
          </w:rPr>
          <w:t>33</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49" w:history="1">
        <w:r w:rsidRPr="008D3E10">
          <w:rPr>
            <w:rStyle w:val="Hyperlink"/>
            <w:noProof/>
          </w:rPr>
          <w:t>9.7.3</w:t>
        </w:r>
        <w:r>
          <w:rPr>
            <w:rFonts w:asciiTheme="minorHAnsi" w:eastAsiaTheme="minorEastAsia" w:hAnsiTheme="minorHAnsi" w:cs="Latha"/>
            <w:noProof/>
            <w:sz w:val="22"/>
            <w:szCs w:val="22"/>
            <w:lang w:val="en-US" w:bidi="ta-IN"/>
          </w:rPr>
          <w:tab/>
        </w:r>
        <w:r w:rsidRPr="008D3E10">
          <w:rPr>
            <w:rStyle w:val="Hyperlink"/>
            <w:noProof/>
          </w:rPr>
          <w:t>Graphical User Interface (GUI)</w:t>
        </w:r>
        <w:r>
          <w:rPr>
            <w:noProof/>
            <w:webHidden/>
          </w:rPr>
          <w:tab/>
        </w:r>
        <w:r>
          <w:rPr>
            <w:noProof/>
            <w:webHidden/>
          </w:rPr>
          <w:fldChar w:fldCharType="begin"/>
        </w:r>
        <w:r>
          <w:rPr>
            <w:noProof/>
            <w:webHidden/>
          </w:rPr>
          <w:instrText xml:space="preserve"> PAGEREF _Toc7445949 \h </w:instrText>
        </w:r>
        <w:r>
          <w:rPr>
            <w:noProof/>
            <w:webHidden/>
          </w:rPr>
        </w:r>
        <w:r>
          <w:rPr>
            <w:noProof/>
            <w:webHidden/>
          </w:rPr>
          <w:fldChar w:fldCharType="separate"/>
        </w:r>
        <w:r>
          <w:rPr>
            <w:noProof/>
            <w:webHidden/>
          </w:rPr>
          <w:t>33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50" w:history="1">
        <w:r w:rsidRPr="008D3E10">
          <w:rPr>
            <w:rStyle w:val="Hyperlink"/>
            <w:noProof/>
          </w:rPr>
          <w:t>9.7.3.1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_Toc7445950 \h </w:instrText>
        </w:r>
        <w:r>
          <w:rPr>
            <w:noProof/>
            <w:webHidden/>
          </w:rPr>
        </w:r>
        <w:r>
          <w:rPr>
            <w:noProof/>
            <w:webHidden/>
          </w:rPr>
          <w:fldChar w:fldCharType="separate"/>
        </w:r>
        <w:r>
          <w:rPr>
            <w:noProof/>
            <w:webHidden/>
          </w:rPr>
          <w:t>33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51" w:history="1">
        <w:r w:rsidRPr="008D3E10">
          <w:rPr>
            <w:rStyle w:val="Hyperlink"/>
            <w:noProof/>
          </w:rPr>
          <w:t>9.7.3.2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_Toc7445951 \h </w:instrText>
        </w:r>
        <w:r>
          <w:rPr>
            <w:noProof/>
            <w:webHidden/>
          </w:rPr>
        </w:r>
        <w:r>
          <w:rPr>
            <w:noProof/>
            <w:webHidden/>
          </w:rPr>
          <w:fldChar w:fldCharType="separate"/>
        </w:r>
        <w:r>
          <w:rPr>
            <w:noProof/>
            <w:webHidden/>
          </w:rPr>
          <w:t>34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52" w:history="1">
        <w:r w:rsidRPr="008D3E10">
          <w:rPr>
            <w:rStyle w:val="Hyperlink"/>
            <w:noProof/>
          </w:rPr>
          <w:t>9.7.3.3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_Toc7445952 \h </w:instrText>
        </w:r>
        <w:r>
          <w:rPr>
            <w:noProof/>
            <w:webHidden/>
          </w:rPr>
        </w:r>
        <w:r>
          <w:rPr>
            <w:noProof/>
            <w:webHidden/>
          </w:rPr>
          <w:fldChar w:fldCharType="separate"/>
        </w:r>
        <w:r>
          <w:rPr>
            <w:noProof/>
            <w:webHidden/>
          </w:rPr>
          <w:t>34</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53" w:history="1">
        <w:r w:rsidRPr="008D3E10">
          <w:rPr>
            <w:rStyle w:val="Hyperlink"/>
            <w:noProof/>
          </w:rPr>
          <w:t>9.7.4</w:t>
        </w:r>
        <w:r>
          <w:rPr>
            <w:rFonts w:asciiTheme="minorHAnsi" w:eastAsiaTheme="minorEastAsia" w:hAnsiTheme="minorHAnsi" w:cs="Latha"/>
            <w:noProof/>
            <w:sz w:val="22"/>
            <w:szCs w:val="22"/>
            <w:lang w:val="en-US" w:bidi="ta-IN"/>
          </w:rPr>
          <w:tab/>
        </w:r>
        <w:r w:rsidRPr="008D3E10">
          <w:rPr>
            <w:rStyle w:val="Hyperlink"/>
            <w:noProof/>
          </w:rPr>
          <w:t>Known limitations for CLI, DLL, GUI</w:t>
        </w:r>
        <w:r>
          <w:rPr>
            <w:noProof/>
            <w:webHidden/>
          </w:rPr>
          <w:tab/>
        </w:r>
        <w:r>
          <w:rPr>
            <w:noProof/>
            <w:webHidden/>
          </w:rPr>
          <w:fldChar w:fldCharType="begin"/>
        </w:r>
        <w:r>
          <w:rPr>
            <w:noProof/>
            <w:webHidden/>
          </w:rPr>
          <w:instrText xml:space="preserve"> PAGEREF _Toc7445953 \h </w:instrText>
        </w:r>
        <w:r>
          <w:rPr>
            <w:noProof/>
            <w:webHidden/>
          </w:rPr>
        </w:r>
        <w:r>
          <w:rPr>
            <w:noProof/>
            <w:webHidden/>
          </w:rPr>
          <w:fldChar w:fldCharType="separate"/>
        </w:r>
        <w:r>
          <w:rPr>
            <w:noProof/>
            <w:webHidden/>
          </w:rPr>
          <w:t>34</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5954" w:history="1">
        <w:r w:rsidRPr="008D3E10">
          <w:rPr>
            <w:rStyle w:val="Hyperlink"/>
            <w:noProof/>
          </w:rPr>
          <w:t>9.8</w:t>
        </w:r>
        <w:r>
          <w:rPr>
            <w:rFonts w:asciiTheme="minorHAnsi" w:eastAsiaTheme="minorEastAsia" w:hAnsiTheme="minorHAnsi" w:cs="Latha"/>
            <w:noProof/>
            <w:sz w:val="22"/>
            <w:szCs w:val="22"/>
            <w:lang w:val="en-US" w:bidi="ta-IN"/>
          </w:rPr>
          <w:tab/>
        </w:r>
        <w:r w:rsidRPr="008D3E10">
          <w:rPr>
            <w:rStyle w:val="Hyperlink"/>
            <w:noProof/>
          </w:rPr>
          <w:t>Version 1.8</w:t>
        </w:r>
        <w:r>
          <w:rPr>
            <w:noProof/>
            <w:webHidden/>
          </w:rPr>
          <w:tab/>
        </w:r>
        <w:r>
          <w:rPr>
            <w:noProof/>
            <w:webHidden/>
          </w:rPr>
          <w:fldChar w:fldCharType="begin"/>
        </w:r>
        <w:r>
          <w:rPr>
            <w:noProof/>
            <w:webHidden/>
          </w:rPr>
          <w:instrText xml:space="preserve"> PAGEREF _Toc7445954 \h </w:instrText>
        </w:r>
        <w:r>
          <w:rPr>
            <w:noProof/>
            <w:webHidden/>
          </w:rPr>
        </w:r>
        <w:r>
          <w:rPr>
            <w:noProof/>
            <w:webHidden/>
          </w:rPr>
          <w:fldChar w:fldCharType="separate"/>
        </w:r>
        <w:r>
          <w:rPr>
            <w:noProof/>
            <w:webHidden/>
          </w:rPr>
          <w:t>35</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55" w:history="1">
        <w:r w:rsidRPr="008D3E10">
          <w:rPr>
            <w:rStyle w:val="Hyperlink"/>
            <w:noProof/>
          </w:rPr>
          <w:t>9.8.1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_Toc7445955 \h </w:instrText>
        </w:r>
        <w:r>
          <w:rPr>
            <w:noProof/>
            <w:webHidden/>
          </w:rPr>
        </w:r>
        <w:r>
          <w:rPr>
            <w:noProof/>
            <w:webHidden/>
          </w:rPr>
          <w:fldChar w:fldCharType="separate"/>
        </w:r>
        <w:r>
          <w:rPr>
            <w:noProof/>
            <w:webHidden/>
          </w:rPr>
          <w:t>35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56" w:history="1">
        <w:r w:rsidRPr="008D3E10">
          <w:rPr>
            <w:rStyle w:val="Hyperlink"/>
            <w:noProof/>
          </w:rPr>
          <w:t>9.8.1.1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_Toc7445956 \h </w:instrText>
        </w:r>
        <w:r>
          <w:rPr>
            <w:noProof/>
            <w:webHidden/>
          </w:rPr>
        </w:r>
        <w:r>
          <w:rPr>
            <w:noProof/>
            <w:webHidden/>
          </w:rPr>
          <w:fldChar w:fldCharType="separate"/>
        </w:r>
        <w:r>
          <w:rPr>
            <w:noProof/>
            <w:webHidden/>
          </w:rPr>
          <w:t>35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57" w:history="1">
        <w:r w:rsidRPr="008D3E10">
          <w:rPr>
            <w:rStyle w:val="Hyperlink"/>
            <w:noProof/>
          </w:rPr>
          <w:t>9.8.1.2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_Toc7445957 \h </w:instrText>
        </w:r>
        <w:r>
          <w:rPr>
            <w:noProof/>
            <w:webHidden/>
          </w:rPr>
        </w:r>
        <w:r>
          <w:rPr>
            <w:noProof/>
            <w:webHidden/>
          </w:rPr>
          <w:fldChar w:fldCharType="separate"/>
        </w:r>
        <w:r>
          <w:rPr>
            <w:noProof/>
            <w:webHidden/>
          </w:rPr>
          <w:t>35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58" w:history="1">
        <w:r w:rsidRPr="008D3E10">
          <w:rPr>
            <w:rStyle w:val="Hyperlink"/>
            <w:noProof/>
          </w:rPr>
          <w:t>9.8.1.3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_Toc7445958 \h </w:instrText>
        </w:r>
        <w:r>
          <w:rPr>
            <w:noProof/>
            <w:webHidden/>
          </w:rPr>
        </w:r>
        <w:r>
          <w:rPr>
            <w:noProof/>
            <w:webHidden/>
          </w:rPr>
          <w:fldChar w:fldCharType="separate"/>
        </w:r>
        <w:r>
          <w:rPr>
            <w:noProof/>
            <w:webHidden/>
          </w:rPr>
          <w:t>35</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59" w:history="1">
        <w:r w:rsidRPr="008D3E10">
          <w:rPr>
            <w:rStyle w:val="Hyperlink"/>
            <w:noProof/>
          </w:rPr>
          <w:t>9.8.2</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_Toc7445959 \h </w:instrText>
        </w:r>
        <w:r>
          <w:rPr>
            <w:noProof/>
            <w:webHidden/>
          </w:rPr>
        </w:r>
        <w:r>
          <w:rPr>
            <w:noProof/>
            <w:webHidden/>
          </w:rPr>
          <w:fldChar w:fldCharType="separate"/>
        </w:r>
        <w:r>
          <w:rPr>
            <w:noProof/>
            <w:webHidden/>
          </w:rPr>
          <w:t>35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60" w:history="1">
        <w:r w:rsidRPr="008D3E10">
          <w:rPr>
            <w:rStyle w:val="Hyperlink"/>
            <w:noProof/>
          </w:rPr>
          <w:t>9.8.2.1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_Toc7445960 \h </w:instrText>
        </w:r>
        <w:r>
          <w:rPr>
            <w:noProof/>
            <w:webHidden/>
          </w:rPr>
        </w:r>
        <w:r>
          <w:rPr>
            <w:noProof/>
            <w:webHidden/>
          </w:rPr>
          <w:fldChar w:fldCharType="separate"/>
        </w:r>
        <w:r>
          <w:rPr>
            <w:noProof/>
            <w:webHidden/>
          </w:rPr>
          <w:t>35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61" w:history="1">
        <w:r w:rsidRPr="008D3E10">
          <w:rPr>
            <w:rStyle w:val="Hyperlink"/>
            <w:noProof/>
          </w:rPr>
          <w:t>9.8.2.2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_Toc7445961 \h </w:instrText>
        </w:r>
        <w:r>
          <w:rPr>
            <w:noProof/>
            <w:webHidden/>
          </w:rPr>
        </w:r>
        <w:r>
          <w:rPr>
            <w:noProof/>
            <w:webHidden/>
          </w:rPr>
          <w:fldChar w:fldCharType="separate"/>
        </w:r>
        <w:r>
          <w:rPr>
            <w:noProof/>
            <w:webHidden/>
          </w:rPr>
          <w:t>35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62" w:history="1">
        <w:r w:rsidRPr="008D3E10">
          <w:rPr>
            <w:rStyle w:val="Hyperlink"/>
            <w:noProof/>
          </w:rPr>
          <w:t>9.8.2.3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_Toc7445962 \h </w:instrText>
        </w:r>
        <w:r>
          <w:rPr>
            <w:noProof/>
            <w:webHidden/>
          </w:rPr>
        </w:r>
        <w:r>
          <w:rPr>
            <w:noProof/>
            <w:webHidden/>
          </w:rPr>
          <w:fldChar w:fldCharType="separate"/>
        </w:r>
        <w:r>
          <w:rPr>
            <w:noProof/>
            <w:webHidden/>
          </w:rPr>
          <w:t>35</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63" w:history="1">
        <w:r w:rsidRPr="008D3E10">
          <w:rPr>
            <w:rStyle w:val="Hyperlink"/>
            <w:noProof/>
          </w:rPr>
          <w:t>9.8.3</w:t>
        </w:r>
        <w:r>
          <w:rPr>
            <w:rFonts w:asciiTheme="minorHAnsi" w:eastAsiaTheme="minorEastAsia" w:hAnsiTheme="minorHAnsi" w:cs="Latha"/>
            <w:noProof/>
            <w:sz w:val="22"/>
            <w:szCs w:val="22"/>
            <w:lang w:val="en-US" w:bidi="ta-IN"/>
          </w:rPr>
          <w:tab/>
        </w:r>
        <w:r w:rsidRPr="008D3E10">
          <w:rPr>
            <w:rStyle w:val="Hyperlink"/>
            <w:noProof/>
          </w:rPr>
          <w:t>Graphical User Interface (GUI)</w:t>
        </w:r>
        <w:r>
          <w:rPr>
            <w:noProof/>
            <w:webHidden/>
          </w:rPr>
          <w:tab/>
        </w:r>
        <w:r>
          <w:rPr>
            <w:noProof/>
            <w:webHidden/>
          </w:rPr>
          <w:fldChar w:fldCharType="begin"/>
        </w:r>
        <w:r>
          <w:rPr>
            <w:noProof/>
            <w:webHidden/>
          </w:rPr>
          <w:instrText xml:space="preserve"> PAGEREF _Toc7445963 \h </w:instrText>
        </w:r>
        <w:r>
          <w:rPr>
            <w:noProof/>
            <w:webHidden/>
          </w:rPr>
        </w:r>
        <w:r>
          <w:rPr>
            <w:noProof/>
            <w:webHidden/>
          </w:rPr>
          <w:fldChar w:fldCharType="separate"/>
        </w:r>
        <w:r>
          <w:rPr>
            <w:noProof/>
            <w:webHidden/>
          </w:rPr>
          <w:t>35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64" w:history="1">
        <w:r w:rsidRPr="008D3E10">
          <w:rPr>
            <w:rStyle w:val="Hyperlink"/>
            <w:noProof/>
          </w:rPr>
          <w:t>9.8.3.1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_Toc7445964 \h </w:instrText>
        </w:r>
        <w:r>
          <w:rPr>
            <w:noProof/>
            <w:webHidden/>
          </w:rPr>
        </w:r>
        <w:r>
          <w:rPr>
            <w:noProof/>
            <w:webHidden/>
          </w:rPr>
          <w:fldChar w:fldCharType="separate"/>
        </w:r>
        <w:r>
          <w:rPr>
            <w:noProof/>
            <w:webHidden/>
          </w:rPr>
          <w:t>35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65" w:history="1">
        <w:r w:rsidRPr="008D3E10">
          <w:rPr>
            <w:rStyle w:val="Hyperlink"/>
            <w:noProof/>
          </w:rPr>
          <w:t>9.8.3.2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_Toc7445965 \h </w:instrText>
        </w:r>
        <w:r>
          <w:rPr>
            <w:noProof/>
            <w:webHidden/>
          </w:rPr>
        </w:r>
        <w:r>
          <w:rPr>
            <w:noProof/>
            <w:webHidden/>
          </w:rPr>
          <w:fldChar w:fldCharType="separate"/>
        </w:r>
        <w:r>
          <w:rPr>
            <w:noProof/>
            <w:webHidden/>
          </w:rPr>
          <w:t>35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66" w:history="1">
        <w:r w:rsidRPr="008D3E10">
          <w:rPr>
            <w:rStyle w:val="Hyperlink"/>
            <w:noProof/>
          </w:rPr>
          <w:t>9.8.3.3</w:t>
        </w:r>
        <w:r>
          <w:rPr>
            <w:rFonts w:asciiTheme="minorHAnsi" w:eastAsiaTheme="minorEastAsia" w:hAnsiTheme="minorHAnsi" w:cs="Latha"/>
            <w:noProof/>
            <w:sz w:val="22"/>
            <w:szCs w:val="22"/>
            <w:lang w:val="en-US" w:bidi="ta-IN"/>
          </w:rPr>
          <w:tab/>
        </w:r>
        <w:r w:rsidRPr="008D3E10">
          <w:rPr>
            <w:rStyle w:val="Hyperlink"/>
            <w:noProof/>
          </w:rPr>
          <w:t>Bug Fix</w:t>
        </w:r>
        <w:r>
          <w:rPr>
            <w:noProof/>
            <w:webHidden/>
          </w:rPr>
          <w:tab/>
        </w:r>
        <w:r>
          <w:rPr>
            <w:noProof/>
            <w:webHidden/>
          </w:rPr>
          <w:fldChar w:fldCharType="begin"/>
        </w:r>
        <w:r>
          <w:rPr>
            <w:noProof/>
            <w:webHidden/>
          </w:rPr>
          <w:instrText xml:space="preserve"> PAGEREF _Toc7445966 \h </w:instrText>
        </w:r>
        <w:r>
          <w:rPr>
            <w:noProof/>
            <w:webHidden/>
          </w:rPr>
        </w:r>
        <w:r>
          <w:rPr>
            <w:noProof/>
            <w:webHidden/>
          </w:rPr>
          <w:fldChar w:fldCharType="separate"/>
        </w:r>
        <w:r>
          <w:rPr>
            <w:noProof/>
            <w:webHidden/>
          </w:rPr>
          <w:t>35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67" w:history="1">
        <w:r w:rsidRPr="008D3E10">
          <w:rPr>
            <w:rStyle w:val="Hyperlink"/>
            <w:noProof/>
          </w:rPr>
          <w:t>9.8.3.4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_Toc7445967 \h </w:instrText>
        </w:r>
        <w:r>
          <w:rPr>
            <w:noProof/>
            <w:webHidden/>
          </w:rPr>
        </w:r>
        <w:r>
          <w:rPr>
            <w:noProof/>
            <w:webHidden/>
          </w:rPr>
          <w:fldChar w:fldCharType="separate"/>
        </w:r>
        <w:r>
          <w:rPr>
            <w:noProof/>
            <w:webHidden/>
          </w:rPr>
          <w:t>35</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68" w:history="1">
        <w:r w:rsidRPr="008D3E10">
          <w:rPr>
            <w:rStyle w:val="Hyperlink"/>
            <w:noProof/>
          </w:rPr>
          <w:t>9.8.4</w:t>
        </w:r>
        <w:r>
          <w:rPr>
            <w:rFonts w:asciiTheme="minorHAnsi" w:eastAsiaTheme="minorEastAsia" w:hAnsiTheme="minorHAnsi" w:cs="Latha"/>
            <w:noProof/>
            <w:sz w:val="22"/>
            <w:szCs w:val="22"/>
            <w:lang w:val="en-US" w:bidi="ta-IN"/>
          </w:rPr>
          <w:tab/>
        </w:r>
        <w:r w:rsidRPr="008D3E10">
          <w:rPr>
            <w:rStyle w:val="Hyperlink"/>
            <w:noProof/>
          </w:rPr>
          <w:t>Known limitations for CLI, DLL, GUI</w:t>
        </w:r>
        <w:r>
          <w:rPr>
            <w:noProof/>
            <w:webHidden/>
          </w:rPr>
          <w:tab/>
        </w:r>
        <w:r>
          <w:rPr>
            <w:noProof/>
            <w:webHidden/>
          </w:rPr>
          <w:fldChar w:fldCharType="begin"/>
        </w:r>
        <w:r>
          <w:rPr>
            <w:noProof/>
            <w:webHidden/>
          </w:rPr>
          <w:instrText xml:space="preserve"> PAGEREF _Toc7445968 \h </w:instrText>
        </w:r>
        <w:r>
          <w:rPr>
            <w:noProof/>
            <w:webHidden/>
          </w:rPr>
        </w:r>
        <w:r>
          <w:rPr>
            <w:noProof/>
            <w:webHidden/>
          </w:rPr>
          <w:fldChar w:fldCharType="separate"/>
        </w:r>
        <w:r>
          <w:rPr>
            <w:noProof/>
            <w:webHidden/>
          </w:rPr>
          <w:t>36</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5969" w:history="1">
        <w:r w:rsidRPr="008D3E10">
          <w:rPr>
            <w:rStyle w:val="Hyperlink"/>
            <w:noProof/>
          </w:rPr>
          <w:t>9.9</w:t>
        </w:r>
        <w:r>
          <w:rPr>
            <w:rFonts w:asciiTheme="minorHAnsi" w:eastAsiaTheme="minorEastAsia" w:hAnsiTheme="minorHAnsi" w:cs="Latha"/>
            <w:noProof/>
            <w:sz w:val="22"/>
            <w:szCs w:val="22"/>
            <w:lang w:val="en-US" w:bidi="ta-IN"/>
          </w:rPr>
          <w:tab/>
        </w:r>
        <w:r w:rsidRPr="008D3E10">
          <w:rPr>
            <w:rStyle w:val="Hyperlink"/>
            <w:noProof/>
          </w:rPr>
          <w:t>Version 1.7</w:t>
        </w:r>
        <w:r>
          <w:rPr>
            <w:noProof/>
            <w:webHidden/>
          </w:rPr>
          <w:tab/>
        </w:r>
        <w:r>
          <w:rPr>
            <w:noProof/>
            <w:webHidden/>
          </w:rPr>
          <w:fldChar w:fldCharType="begin"/>
        </w:r>
        <w:r>
          <w:rPr>
            <w:noProof/>
            <w:webHidden/>
          </w:rPr>
          <w:instrText xml:space="preserve"> PAGEREF _Toc7445969 \h </w:instrText>
        </w:r>
        <w:r>
          <w:rPr>
            <w:noProof/>
            <w:webHidden/>
          </w:rPr>
        </w:r>
        <w:r>
          <w:rPr>
            <w:noProof/>
            <w:webHidden/>
          </w:rPr>
          <w:fldChar w:fldCharType="separate"/>
        </w:r>
        <w:r>
          <w:rPr>
            <w:noProof/>
            <w:webHidden/>
          </w:rPr>
          <w:t>37</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70" w:history="1">
        <w:r w:rsidRPr="008D3E10">
          <w:rPr>
            <w:rStyle w:val="Hyperlink"/>
            <w:noProof/>
          </w:rPr>
          <w:t>9.9.1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_Toc7445970 \h </w:instrText>
        </w:r>
        <w:r>
          <w:rPr>
            <w:noProof/>
            <w:webHidden/>
          </w:rPr>
        </w:r>
        <w:r>
          <w:rPr>
            <w:noProof/>
            <w:webHidden/>
          </w:rPr>
          <w:fldChar w:fldCharType="separate"/>
        </w:r>
        <w:r>
          <w:rPr>
            <w:noProof/>
            <w:webHidden/>
          </w:rPr>
          <w:t>37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71" w:history="1">
        <w:r w:rsidRPr="008D3E10">
          <w:rPr>
            <w:rStyle w:val="Hyperlink"/>
            <w:noProof/>
          </w:rPr>
          <w:t>9.9.1.1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_Toc7445971 \h </w:instrText>
        </w:r>
        <w:r>
          <w:rPr>
            <w:noProof/>
            <w:webHidden/>
          </w:rPr>
        </w:r>
        <w:r>
          <w:rPr>
            <w:noProof/>
            <w:webHidden/>
          </w:rPr>
          <w:fldChar w:fldCharType="separate"/>
        </w:r>
        <w:r>
          <w:rPr>
            <w:noProof/>
            <w:webHidden/>
          </w:rPr>
          <w:t>37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72" w:history="1">
        <w:r w:rsidRPr="008D3E10">
          <w:rPr>
            <w:rStyle w:val="Hyperlink"/>
            <w:noProof/>
          </w:rPr>
          <w:t>9.9.1.2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_Toc7445972 \h </w:instrText>
        </w:r>
        <w:r>
          <w:rPr>
            <w:noProof/>
            <w:webHidden/>
          </w:rPr>
        </w:r>
        <w:r>
          <w:rPr>
            <w:noProof/>
            <w:webHidden/>
          </w:rPr>
          <w:fldChar w:fldCharType="separate"/>
        </w:r>
        <w:r>
          <w:rPr>
            <w:noProof/>
            <w:webHidden/>
          </w:rPr>
          <w:t>37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73" w:history="1">
        <w:r w:rsidRPr="008D3E10">
          <w:rPr>
            <w:rStyle w:val="Hyperlink"/>
            <w:noProof/>
          </w:rPr>
          <w:t>9.9.1.3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_Toc7445973 \h </w:instrText>
        </w:r>
        <w:r>
          <w:rPr>
            <w:noProof/>
            <w:webHidden/>
          </w:rPr>
        </w:r>
        <w:r>
          <w:rPr>
            <w:noProof/>
            <w:webHidden/>
          </w:rPr>
          <w:fldChar w:fldCharType="separate"/>
        </w:r>
        <w:r>
          <w:rPr>
            <w:noProof/>
            <w:webHidden/>
          </w:rPr>
          <w:t>37</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74" w:history="1">
        <w:r w:rsidRPr="008D3E10">
          <w:rPr>
            <w:rStyle w:val="Hyperlink"/>
            <w:noProof/>
          </w:rPr>
          <w:t>9.9.2</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_Toc7445974 \h </w:instrText>
        </w:r>
        <w:r>
          <w:rPr>
            <w:noProof/>
            <w:webHidden/>
          </w:rPr>
        </w:r>
        <w:r>
          <w:rPr>
            <w:noProof/>
            <w:webHidden/>
          </w:rPr>
          <w:fldChar w:fldCharType="separate"/>
        </w:r>
        <w:r>
          <w:rPr>
            <w:noProof/>
            <w:webHidden/>
          </w:rPr>
          <w:t>37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75" w:history="1">
        <w:r w:rsidRPr="008D3E10">
          <w:rPr>
            <w:rStyle w:val="Hyperlink"/>
            <w:noProof/>
          </w:rPr>
          <w:t>9.9.2.1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_Toc7445975 \h </w:instrText>
        </w:r>
        <w:r>
          <w:rPr>
            <w:noProof/>
            <w:webHidden/>
          </w:rPr>
        </w:r>
        <w:r>
          <w:rPr>
            <w:noProof/>
            <w:webHidden/>
          </w:rPr>
          <w:fldChar w:fldCharType="separate"/>
        </w:r>
        <w:r>
          <w:rPr>
            <w:noProof/>
            <w:webHidden/>
          </w:rPr>
          <w:t>37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76" w:history="1">
        <w:r w:rsidRPr="008D3E10">
          <w:rPr>
            <w:rStyle w:val="Hyperlink"/>
            <w:noProof/>
          </w:rPr>
          <w:t>9.9.2.2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_Toc7445976 \h </w:instrText>
        </w:r>
        <w:r>
          <w:rPr>
            <w:noProof/>
            <w:webHidden/>
          </w:rPr>
        </w:r>
        <w:r>
          <w:rPr>
            <w:noProof/>
            <w:webHidden/>
          </w:rPr>
          <w:fldChar w:fldCharType="separate"/>
        </w:r>
        <w:r>
          <w:rPr>
            <w:noProof/>
            <w:webHidden/>
          </w:rPr>
          <w:t>37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77" w:history="1">
        <w:r w:rsidRPr="008D3E10">
          <w:rPr>
            <w:rStyle w:val="Hyperlink"/>
            <w:noProof/>
          </w:rPr>
          <w:t>9.9.2.3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_Toc7445977 \h </w:instrText>
        </w:r>
        <w:r>
          <w:rPr>
            <w:noProof/>
            <w:webHidden/>
          </w:rPr>
        </w:r>
        <w:r>
          <w:rPr>
            <w:noProof/>
            <w:webHidden/>
          </w:rPr>
          <w:fldChar w:fldCharType="separate"/>
        </w:r>
        <w:r>
          <w:rPr>
            <w:noProof/>
            <w:webHidden/>
          </w:rPr>
          <w:t>37</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78" w:history="1">
        <w:r w:rsidRPr="008D3E10">
          <w:rPr>
            <w:rStyle w:val="Hyperlink"/>
            <w:noProof/>
          </w:rPr>
          <w:t>9.9.3</w:t>
        </w:r>
        <w:r>
          <w:rPr>
            <w:rFonts w:asciiTheme="minorHAnsi" w:eastAsiaTheme="minorEastAsia" w:hAnsiTheme="minorHAnsi" w:cs="Latha"/>
            <w:noProof/>
            <w:sz w:val="22"/>
            <w:szCs w:val="22"/>
            <w:lang w:val="en-US" w:bidi="ta-IN"/>
          </w:rPr>
          <w:tab/>
        </w:r>
        <w:r w:rsidRPr="008D3E10">
          <w:rPr>
            <w:rStyle w:val="Hyperlink"/>
            <w:noProof/>
          </w:rPr>
          <w:t>Graphical User Interface (GUI)</w:t>
        </w:r>
        <w:r>
          <w:rPr>
            <w:noProof/>
            <w:webHidden/>
          </w:rPr>
          <w:tab/>
        </w:r>
        <w:r>
          <w:rPr>
            <w:noProof/>
            <w:webHidden/>
          </w:rPr>
          <w:fldChar w:fldCharType="begin"/>
        </w:r>
        <w:r>
          <w:rPr>
            <w:noProof/>
            <w:webHidden/>
          </w:rPr>
          <w:instrText xml:space="preserve"> PAGEREF _Toc7445978 \h </w:instrText>
        </w:r>
        <w:r>
          <w:rPr>
            <w:noProof/>
            <w:webHidden/>
          </w:rPr>
        </w:r>
        <w:r>
          <w:rPr>
            <w:noProof/>
            <w:webHidden/>
          </w:rPr>
          <w:fldChar w:fldCharType="separate"/>
        </w:r>
        <w:r>
          <w:rPr>
            <w:noProof/>
            <w:webHidden/>
          </w:rPr>
          <w:t>38</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79" w:history="1">
        <w:r w:rsidRPr="008D3E10">
          <w:rPr>
            <w:rStyle w:val="Hyperlink"/>
            <w:noProof/>
          </w:rPr>
          <w:t>9.9.3.1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_Toc7445979 \h </w:instrText>
        </w:r>
        <w:r>
          <w:rPr>
            <w:noProof/>
            <w:webHidden/>
          </w:rPr>
        </w:r>
        <w:r>
          <w:rPr>
            <w:noProof/>
            <w:webHidden/>
          </w:rPr>
          <w:fldChar w:fldCharType="separate"/>
        </w:r>
        <w:r>
          <w:rPr>
            <w:noProof/>
            <w:webHidden/>
          </w:rPr>
          <w:t>38</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80" w:history="1">
        <w:r w:rsidRPr="008D3E10">
          <w:rPr>
            <w:rStyle w:val="Hyperlink"/>
            <w:noProof/>
          </w:rPr>
          <w:t>9.9.3.2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_Toc7445980 \h </w:instrText>
        </w:r>
        <w:r>
          <w:rPr>
            <w:noProof/>
            <w:webHidden/>
          </w:rPr>
        </w:r>
        <w:r>
          <w:rPr>
            <w:noProof/>
            <w:webHidden/>
          </w:rPr>
          <w:fldChar w:fldCharType="separate"/>
        </w:r>
        <w:r>
          <w:rPr>
            <w:noProof/>
            <w:webHidden/>
          </w:rPr>
          <w:t>38</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81" w:history="1">
        <w:r w:rsidRPr="008D3E10">
          <w:rPr>
            <w:rStyle w:val="Hyperlink"/>
            <w:noProof/>
          </w:rPr>
          <w:t>9.9.3.3</w:t>
        </w:r>
        <w:r>
          <w:rPr>
            <w:rFonts w:asciiTheme="minorHAnsi" w:eastAsiaTheme="minorEastAsia" w:hAnsiTheme="minorHAnsi" w:cs="Latha"/>
            <w:noProof/>
            <w:sz w:val="22"/>
            <w:szCs w:val="22"/>
            <w:lang w:val="en-US" w:bidi="ta-IN"/>
          </w:rPr>
          <w:tab/>
        </w:r>
        <w:r w:rsidRPr="008D3E10">
          <w:rPr>
            <w:rStyle w:val="Hyperlink"/>
            <w:noProof/>
          </w:rPr>
          <w:t>Bug Fix</w:t>
        </w:r>
        <w:r>
          <w:rPr>
            <w:noProof/>
            <w:webHidden/>
          </w:rPr>
          <w:tab/>
        </w:r>
        <w:r>
          <w:rPr>
            <w:noProof/>
            <w:webHidden/>
          </w:rPr>
          <w:fldChar w:fldCharType="begin"/>
        </w:r>
        <w:r>
          <w:rPr>
            <w:noProof/>
            <w:webHidden/>
          </w:rPr>
          <w:instrText xml:space="preserve"> PAGEREF _Toc7445981 \h </w:instrText>
        </w:r>
        <w:r>
          <w:rPr>
            <w:noProof/>
            <w:webHidden/>
          </w:rPr>
        </w:r>
        <w:r>
          <w:rPr>
            <w:noProof/>
            <w:webHidden/>
          </w:rPr>
          <w:fldChar w:fldCharType="separate"/>
        </w:r>
        <w:r>
          <w:rPr>
            <w:noProof/>
            <w:webHidden/>
          </w:rPr>
          <w:t>38</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82" w:history="1">
        <w:r w:rsidRPr="008D3E10">
          <w:rPr>
            <w:rStyle w:val="Hyperlink"/>
            <w:noProof/>
          </w:rPr>
          <w:t>9.9.3.4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_Toc7445982 \h </w:instrText>
        </w:r>
        <w:r>
          <w:rPr>
            <w:noProof/>
            <w:webHidden/>
          </w:rPr>
        </w:r>
        <w:r>
          <w:rPr>
            <w:noProof/>
            <w:webHidden/>
          </w:rPr>
          <w:fldChar w:fldCharType="separate"/>
        </w:r>
        <w:r>
          <w:rPr>
            <w:noProof/>
            <w:webHidden/>
          </w:rPr>
          <w:t>38</w:t>
        </w:r>
        <w:r>
          <w:rPr>
            <w:noProof/>
            <w:webHidden/>
          </w:rPr>
          <w:fldChar w:fldCharType="end"/>
        </w:r>
      </w:hyperlink>
    </w:p>
    <w:p w:rsidR="00C67DA4" w:rsidRDefault="00C67DA4">
      <w:pPr>
        <w:pStyle w:val="TOC2"/>
        <w:tabs>
          <w:tab w:val="left" w:pos="1100"/>
          <w:tab w:val="right" w:leader="dot" w:pos="8270"/>
        </w:tabs>
        <w:rPr>
          <w:rFonts w:asciiTheme="minorHAnsi" w:eastAsiaTheme="minorEastAsia" w:hAnsiTheme="minorHAnsi" w:cs="Latha"/>
          <w:noProof/>
          <w:sz w:val="22"/>
          <w:szCs w:val="22"/>
          <w:lang w:val="en-US" w:bidi="ta-IN"/>
        </w:rPr>
      </w:pPr>
      <w:hyperlink w:anchor="_Toc7445983" w:history="1">
        <w:r w:rsidRPr="008D3E10">
          <w:rPr>
            <w:rStyle w:val="Hyperlink"/>
            <w:noProof/>
          </w:rPr>
          <w:t>9.10</w:t>
        </w:r>
        <w:r>
          <w:rPr>
            <w:rFonts w:asciiTheme="minorHAnsi" w:eastAsiaTheme="minorEastAsia" w:hAnsiTheme="minorHAnsi" w:cs="Latha"/>
            <w:noProof/>
            <w:sz w:val="22"/>
            <w:szCs w:val="22"/>
            <w:lang w:val="en-US" w:bidi="ta-IN"/>
          </w:rPr>
          <w:tab/>
        </w:r>
        <w:r w:rsidRPr="008D3E10">
          <w:rPr>
            <w:rStyle w:val="Hyperlink"/>
            <w:noProof/>
          </w:rPr>
          <w:t>Version 1.6</w:t>
        </w:r>
        <w:r>
          <w:rPr>
            <w:noProof/>
            <w:webHidden/>
          </w:rPr>
          <w:tab/>
        </w:r>
        <w:r>
          <w:rPr>
            <w:noProof/>
            <w:webHidden/>
          </w:rPr>
          <w:fldChar w:fldCharType="begin"/>
        </w:r>
        <w:r>
          <w:rPr>
            <w:noProof/>
            <w:webHidden/>
          </w:rPr>
          <w:instrText xml:space="preserve"> PAGEREF _Toc7445983 \h </w:instrText>
        </w:r>
        <w:r>
          <w:rPr>
            <w:noProof/>
            <w:webHidden/>
          </w:rPr>
        </w:r>
        <w:r>
          <w:rPr>
            <w:noProof/>
            <w:webHidden/>
          </w:rPr>
          <w:fldChar w:fldCharType="separate"/>
        </w:r>
        <w:r>
          <w:rPr>
            <w:noProof/>
            <w:webHidden/>
          </w:rPr>
          <w:t>39</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84" w:history="1">
        <w:r w:rsidRPr="008D3E10">
          <w:rPr>
            <w:rStyle w:val="Hyperlink"/>
            <w:noProof/>
          </w:rPr>
          <w:t>9.10.1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_Toc7445984 \h </w:instrText>
        </w:r>
        <w:r>
          <w:rPr>
            <w:noProof/>
            <w:webHidden/>
          </w:rPr>
        </w:r>
        <w:r>
          <w:rPr>
            <w:noProof/>
            <w:webHidden/>
          </w:rPr>
          <w:fldChar w:fldCharType="separate"/>
        </w:r>
        <w:r>
          <w:rPr>
            <w:noProof/>
            <w:webHidden/>
          </w:rPr>
          <w:t>39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85" w:history="1">
        <w:r w:rsidRPr="008D3E10">
          <w:rPr>
            <w:rStyle w:val="Hyperlink"/>
            <w:noProof/>
          </w:rPr>
          <w:t>9.10.1.1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_Toc7445985 \h </w:instrText>
        </w:r>
        <w:r>
          <w:rPr>
            <w:noProof/>
            <w:webHidden/>
          </w:rPr>
        </w:r>
        <w:r>
          <w:rPr>
            <w:noProof/>
            <w:webHidden/>
          </w:rPr>
          <w:fldChar w:fldCharType="separate"/>
        </w:r>
        <w:r>
          <w:rPr>
            <w:noProof/>
            <w:webHidden/>
          </w:rPr>
          <w:t>39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86" w:history="1">
        <w:r w:rsidRPr="008D3E10">
          <w:rPr>
            <w:rStyle w:val="Hyperlink"/>
            <w:noProof/>
          </w:rPr>
          <w:t>9.10.1.2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_Toc7445986 \h </w:instrText>
        </w:r>
        <w:r>
          <w:rPr>
            <w:noProof/>
            <w:webHidden/>
          </w:rPr>
        </w:r>
        <w:r>
          <w:rPr>
            <w:noProof/>
            <w:webHidden/>
          </w:rPr>
          <w:fldChar w:fldCharType="separate"/>
        </w:r>
        <w:r>
          <w:rPr>
            <w:noProof/>
            <w:webHidden/>
          </w:rPr>
          <w:t>39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87" w:history="1">
        <w:r w:rsidRPr="008D3E10">
          <w:rPr>
            <w:rStyle w:val="Hyperlink"/>
            <w:noProof/>
          </w:rPr>
          <w:t>9.10.1.3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_Toc7445987 \h </w:instrText>
        </w:r>
        <w:r>
          <w:rPr>
            <w:noProof/>
            <w:webHidden/>
          </w:rPr>
        </w:r>
        <w:r>
          <w:rPr>
            <w:noProof/>
            <w:webHidden/>
          </w:rPr>
          <w:fldChar w:fldCharType="separate"/>
        </w:r>
        <w:r>
          <w:rPr>
            <w:noProof/>
            <w:webHidden/>
          </w:rPr>
          <w:t>39</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88" w:history="1">
        <w:r w:rsidRPr="008D3E10">
          <w:rPr>
            <w:rStyle w:val="Hyperlink"/>
            <w:noProof/>
          </w:rPr>
          <w:t>9.10.2</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_Toc7445988 \h </w:instrText>
        </w:r>
        <w:r>
          <w:rPr>
            <w:noProof/>
            <w:webHidden/>
          </w:rPr>
        </w:r>
        <w:r>
          <w:rPr>
            <w:noProof/>
            <w:webHidden/>
          </w:rPr>
          <w:fldChar w:fldCharType="separate"/>
        </w:r>
        <w:r>
          <w:rPr>
            <w:noProof/>
            <w:webHidden/>
          </w:rPr>
          <w:t>39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89" w:history="1">
        <w:r w:rsidRPr="008D3E10">
          <w:rPr>
            <w:rStyle w:val="Hyperlink"/>
            <w:noProof/>
          </w:rPr>
          <w:t>9.10.2.1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_Toc7445989 \h </w:instrText>
        </w:r>
        <w:r>
          <w:rPr>
            <w:noProof/>
            <w:webHidden/>
          </w:rPr>
        </w:r>
        <w:r>
          <w:rPr>
            <w:noProof/>
            <w:webHidden/>
          </w:rPr>
          <w:fldChar w:fldCharType="separate"/>
        </w:r>
        <w:r>
          <w:rPr>
            <w:noProof/>
            <w:webHidden/>
          </w:rPr>
          <w:t>39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90" w:history="1">
        <w:r w:rsidRPr="008D3E10">
          <w:rPr>
            <w:rStyle w:val="Hyperlink"/>
            <w:noProof/>
          </w:rPr>
          <w:t>9.10.2.2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_Toc7445990 \h </w:instrText>
        </w:r>
        <w:r>
          <w:rPr>
            <w:noProof/>
            <w:webHidden/>
          </w:rPr>
        </w:r>
        <w:r>
          <w:rPr>
            <w:noProof/>
            <w:webHidden/>
          </w:rPr>
          <w:fldChar w:fldCharType="separate"/>
        </w:r>
        <w:r>
          <w:rPr>
            <w:noProof/>
            <w:webHidden/>
          </w:rPr>
          <w:t>39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91" w:history="1">
        <w:r w:rsidRPr="008D3E10">
          <w:rPr>
            <w:rStyle w:val="Hyperlink"/>
            <w:noProof/>
          </w:rPr>
          <w:t>9.10.2.3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_Toc7445991 \h </w:instrText>
        </w:r>
        <w:r>
          <w:rPr>
            <w:noProof/>
            <w:webHidden/>
          </w:rPr>
        </w:r>
        <w:r>
          <w:rPr>
            <w:noProof/>
            <w:webHidden/>
          </w:rPr>
          <w:fldChar w:fldCharType="separate"/>
        </w:r>
        <w:r>
          <w:rPr>
            <w:noProof/>
            <w:webHidden/>
          </w:rPr>
          <w:t>40</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92" w:history="1">
        <w:r w:rsidRPr="008D3E10">
          <w:rPr>
            <w:rStyle w:val="Hyperlink"/>
            <w:noProof/>
          </w:rPr>
          <w:t>9.10.3</w:t>
        </w:r>
        <w:r>
          <w:rPr>
            <w:rFonts w:asciiTheme="minorHAnsi" w:eastAsiaTheme="minorEastAsia" w:hAnsiTheme="minorHAnsi" w:cs="Latha"/>
            <w:noProof/>
            <w:sz w:val="22"/>
            <w:szCs w:val="22"/>
            <w:lang w:val="en-US" w:bidi="ta-IN"/>
          </w:rPr>
          <w:tab/>
        </w:r>
        <w:r w:rsidRPr="008D3E10">
          <w:rPr>
            <w:rStyle w:val="Hyperlink"/>
            <w:noProof/>
          </w:rPr>
          <w:t>Graphical User Interface (GUI)</w:t>
        </w:r>
        <w:r>
          <w:rPr>
            <w:noProof/>
            <w:webHidden/>
          </w:rPr>
          <w:tab/>
        </w:r>
        <w:r>
          <w:rPr>
            <w:noProof/>
            <w:webHidden/>
          </w:rPr>
          <w:fldChar w:fldCharType="begin"/>
        </w:r>
        <w:r>
          <w:rPr>
            <w:noProof/>
            <w:webHidden/>
          </w:rPr>
          <w:instrText xml:space="preserve"> PAGEREF _Toc7445992 \h </w:instrText>
        </w:r>
        <w:r>
          <w:rPr>
            <w:noProof/>
            <w:webHidden/>
          </w:rPr>
        </w:r>
        <w:r>
          <w:rPr>
            <w:noProof/>
            <w:webHidden/>
          </w:rPr>
          <w:fldChar w:fldCharType="separate"/>
        </w:r>
        <w:r>
          <w:rPr>
            <w:noProof/>
            <w:webHidden/>
          </w:rPr>
          <w:t>40</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93" w:history="1">
        <w:r w:rsidRPr="008D3E10">
          <w:rPr>
            <w:rStyle w:val="Hyperlink"/>
            <w:noProof/>
          </w:rPr>
          <w:t>9.10.3.1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_Toc7445993 \h </w:instrText>
        </w:r>
        <w:r>
          <w:rPr>
            <w:noProof/>
            <w:webHidden/>
          </w:rPr>
        </w:r>
        <w:r>
          <w:rPr>
            <w:noProof/>
            <w:webHidden/>
          </w:rPr>
          <w:fldChar w:fldCharType="separate"/>
        </w:r>
        <w:r>
          <w:rPr>
            <w:noProof/>
            <w:webHidden/>
          </w:rPr>
          <w:t>40</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94" w:history="1">
        <w:r w:rsidRPr="008D3E10">
          <w:rPr>
            <w:rStyle w:val="Hyperlink"/>
            <w:noProof/>
          </w:rPr>
          <w:t>9.10.3.2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_Toc7445994 \h </w:instrText>
        </w:r>
        <w:r>
          <w:rPr>
            <w:noProof/>
            <w:webHidden/>
          </w:rPr>
        </w:r>
        <w:r>
          <w:rPr>
            <w:noProof/>
            <w:webHidden/>
          </w:rPr>
          <w:fldChar w:fldCharType="separate"/>
        </w:r>
        <w:r>
          <w:rPr>
            <w:noProof/>
            <w:webHidden/>
          </w:rPr>
          <w:t>40</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95" w:history="1">
        <w:r w:rsidRPr="008D3E10">
          <w:rPr>
            <w:rStyle w:val="Hyperlink"/>
            <w:noProof/>
          </w:rPr>
          <w:t>9.10.3.3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_Toc7445995 \h </w:instrText>
        </w:r>
        <w:r>
          <w:rPr>
            <w:noProof/>
            <w:webHidden/>
          </w:rPr>
        </w:r>
        <w:r>
          <w:rPr>
            <w:noProof/>
            <w:webHidden/>
          </w:rPr>
          <w:fldChar w:fldCharType="separate"/>
        </w:r>
        <w:r>
          <w:rPr>
            <w:noProof/>
            <w:webHidden/>
          </w:rPr>
          <w:t>40</w:t>
        </w:r>
        <w:r>
          <w:rPr>
            <w:noProof/>
            <w:webHidden/>
          </w:rPr>
          <w:fldChar w:fldCharType="end"/>
        </w:r>
      </w:hyperlink>
    </w:p>
    <w:p w:rsidR="00C67DA4" w:rsidRDefault="00C67DA4">
      <w:pPr>
        <w:pStyle w:val="TOC2"/>
        <w:tabs>
          <w:tab w:val="left" w:pos="1100"/>
          <w:tab w:val="right" w:leader="dot" w:pos="8270"/>
        </w:tabs>
        <w:rPr>
          <w:rFonts w:asciiTheme="minorHAnsi" w:eastAsiaTheme="minorEastAsia" w:hAnsiTheme="minorHAnsi" w:cs="Latha"/>
          <w:noProof/>
          <w:sz w:val="22"/>
          <w:szCs w:val="22"/>
          <w:lang w:val="en-US" w:bidi="ta-IN"/>
        </w:rPr>
      </w:pPr>
      <w:hyperlink w:anchor="_Toc7445996" w:history="1">
        <w:r w:rsidRPr="008D3E10">
          <w:rPr>
            <w:rStyle w:val="Hyperlink"/>
            <w:noProof/>
          </w:rPr>
          <w:t>9.11</w:t>
        </w:r>
        <w:r>
          <w:rPr>
            <w:rFonts w:asciiTheme="minorHAnsi" w:eastAsiaTheme="minorEastAsia" w:hAnsiTheme="minorHAnsi" w:cs="Latha"/>
            <w:noProof/>
            <w:sz w:val="22"/>
            <w:szCs w:val="22"/>
            <w:lang w:val="en-US" w:bidi="ta-IN"/>
          </w:rPr>
          <w:tab/>
        </w:r>
        <w:r w:rsidRPr="008D3E10">
          <w:rPr>
            <w:rStyle w:val="Hyperlink"/>
            <w:noProof/>
          </w:rPr>
          <w:t>Version 1.55</w:t>
        </w:r>
        <w:r>
          <w:rPr>
            <w:noProof/>
            <w:webHidden/>
          </w:rPr>
          <w:tab/>
        </w:r>
        <w:r>
          <w:rPr>
            <w:noProof/>
            <w:webHidden/>
          </w:rPr>
          <w:fldChar w:fldCharType="begin"/>
        </w:r>
        <w:r>
          <w:rPr>
            <w:noProof/>
            <w:webHidden/>
          </w:rPr>
          <w:instrText xml:space="preserve"> PAGEREF _Toc7445996 \h </w:instrText>
        </w:r>
        <w:r>
          <w:rPr>
            <w:noProof/>
            <w:webHidden/>
          </w:rPr>
        </w:r>
        <w:r>
          <w:rPr>
            <w:noProof/>
            <w:webHidden/>
          </w:rPr>
          <w:fldChar w:fldCharType="separate"/>
        </w:r>
        <w:r>
          <w:rPr>
            <w:noProof/>
            <w:webHidden/>
          </w:rPr>
          <w:t>41</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5997" w:history="1">
        <w:r w:rsidRPr="008D3E10">
          <w:rPr>
            <w:rStyle w:val="Hyperlink"/>
            <w:noProof/>
          </w:rPr>
          <w:t>9.11.1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_Toc7445997 \h </w:instrText>
        </w:r>
        <w:r>
          <w:rPr>
            <w:noProof/>
            <w:webHidden/>
          </w:rPr>
        </w:r>
        <w:r>
          <w:rPr>
            <w:noProof/>
            <w:webHidden/>
          </w:rPr>
          <w:fldChar w:fldCharType="separate"/>
        </w:r>
        <w:r>
          <w:rPr>
            <w:noProof/>
            <w:webHidden/>
          </w:rPr>
          <w:t>41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98" w:history="1">
        <w:r w:rsidRPr="008D3E10">
          <w:rPr>
            <w:rStyle w:val="Hyperlink"/>
            <w:noProof/>
          </w:rPr>
          <w:t>9.11.1.1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_Toc7445998 \h </w:instrText>
        </w:r>
        <w:r>
          <w:rPr>
            <w:noProof/>
            <w:webHidden/>
          </w:rPr>
        </w:r>
        <w:r>
          <w:rPr>
            <w:noProof/>
            <w:webHidden/>
          </w:rPr>
          <w:fldChar w:fldCharType="separate"/>
        </w:r>
        <w:r>
          <w:rPr>
            <w:noProof/>
            <w:webHidden/>
          </w:rPr>
          <w:t>41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5999" w:history="1">
        <w:r w:rsidRPr="008D3E10">
          <w:rPr>
            <w:rStyle w:val="Hyperlink"/>
            <w:noProof/>
          </w:rPr>
          <w:t>9.11.1.2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_Toc7445999 \h </w:instrText>
        </w:r>
        <w:r>
          <w:rPr>
            <w:noProof/>
            <w:webHidden/>
          </w:rPr>
        </w:r>
        <w:r>
          <w:rPr>
            <w:noProof/>
            <w:webHidden/>
          </w:rPr>
          <w:fldChar w:fldCharType="separate"/>
        </w:r>
        <w:r>
          <w:rPr>
            <w:noProof/>
            <w:webHidden/>
          </w:rPr>
          <w:t>41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00" w:history="1">
        <w:r w:rsidRPr="008D3E10">
          <w:rPr>
            <w:rStyle w:val="Hyperlink"/>
            <w:noProof/>
          </w:rPr>
          <w:t>9.11.1.3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_Toc7446000 \h </w:instrText>
        </w:r>
        <w:r>
          <w:rPr>
            <w:noProof/>
            <w:webHidden/>
          </w:rPr>
        </w:r>
        <w:r>
          <w:rPr>
            <w:noProof/>
            <w:webHidden/>
          </w:rPr>
          <w:fldChar w:fldCharType="separate"/>
        </w:r>
        <w:r>
          <w:rPr>
            <w:noProof/>
            <w:webHidden/>
          </w:rPr>
          <w:t>41</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01" w:history="1">
        <w:r w:rsidRPr="008D3E10">
          <w:rPr>
            <w:rStyle w:val="Hyperlink"/>
            <w:noProof/>
          </w:rPr>
          <w:t>9.11.2</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_Toc7446001 \h </w:instrText>
        </w:r>
        <w:r>
          <w:rPr>
            <w:noProof/>
            <w:webHidden/>
          </w:rPr>
        </w:r>
        <w:r>
          <w:rPr>
            <w:noProof/>
            <w:webHidden/>
          </w:rPr>
          <w:fldChar w:fldCharType="separate"/>
        </w:r>
        <w:r>
          <w:rPr>
            <w:noProof/>
            <w:webHidden/>
          </w:rPr>
          <w:t>41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02" w:history="1">
        <w:r w:rsidRPr="008D3E10">
          <w:rPr>
            <w:rStyle w:val="Hyperlink"/>
            <w:noProof/>
          </w:rPr>
          <w:t>9.11.2.1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_Toc7446002 \h </w:instrText>
        </w:r>
        <w:r>
          <w:rPr>
            <w:noProof/>
            <w:webHidden/>
          </w:rPr>
        </w:r>
        <w:r>
          <w:rPr>
            <w:noProof/>
            <w:webHidden/>
          </w:rPr>
          <w:fldChar w:fldCharType="separate"/>
        </w:r>
        <w:r>
          <w:rPr>
            <w:noProof/>
            <w:webHidden/>
          </w:rPr>
          <w:t>41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03" w:history="1">
        <w:r w:rsidRPr="008D3E10">
          <w:rPr>
            <w:rStyle w:val="Hyperlink"/>
            <w:noProof/>
          </w:rPr>
          <w:t>9.11.2.2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_Toc7446003 \h </w:instrText>
        </w:r>
        <w:r>
          <w:rPr>
            <w:noProof/>
            <w:webHidden/>
          </w:rPr>
        </w:r>
        <w:r>
          <w:rPr>
            <w:noProof/>
            <w:webHidden/>
          </w:rPr>
          <w:fldChar w:fldCharType="separate"/>
        </w:r>
        <w:r>
          <w:rPr>
            <w:noProof/>
            <w:webHidden/>
          </w:rPr>
          <w:t>41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04" w:history="1">
        <w:r w:rsidRPr="008D3E10">
          <w:rPr>
            <w:rStyle w:val="Hyperlink"/>
            <w:noProof/>
          </w:rPr>
          <w:t>9.11.2.3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_Toc7446004 \h </w:instrText>
        </w:r>
        <w:r>
          <w:rPr>
            <w:noProof/>
            <w:webHidden/>
          </w:rPr>
        </w:r>
        <w:r>
          <w:rPr>
            <w:noProof/>
            <w:webHidden/>
          </w:rPr>
          <w:fldChar w:fldCharType="separate"/>
        </w:r>
        <w:r>
          <w:rPr>
            <w:noProof/>
            <w:webHidden/>
          </w:rPr>
          <w:t>41</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6005" w:history="1">
        <w:r w:rsidRPr="008D3E10">
          <w:rPr>
            <w:rStyle w:val="Hyperlink"/>
            <w:noProof/>
          </w:rPr>
          <w:t>9.1</w:t>
        </w:r>
        <w:r>
          <w:rPr>
            <w:rFonts w:asciiTheme="minorHAnsi" w:eastAsiaTheme="minorEastAsia" w:hAnsiTheme="minorHAnsi" w:cs="Latha"/>
            <w:noProof/>
            <w:sz w:val="22"/>
            <w:szCs w:val="22"/>
            <w:lang w:val="en-US" w:bidi="ta-IN"/>
          </w:rPr>
          <w:tab/>
        </w:r>
        <w:r w:rsidRPr="008D3E10">
          <w:rPr>
            <w:rStyle w:val="Hyperlink"/>
            <w:noProof/>
          </w:rPr>
          <w:t>Version 1.54</w:t>
        </w:r>
        <w:r>
          <w:rPr>
            <w:noProof/>
            <w:webHidden/>
          </w:rPr>
          <w:tab/>
        </w:r>
        <w:r>
          <w:rPr>
            <w:noProof/>
            <w:webHidden/>
          </w:rPr>
          <w:fldChar w:fldCharType="begin"/>
        </w:r>
        <w:r>
          <w:rPr>
            <w:noProof/>
            <w:webHidden/>
          </w:rPr>
          <w:instrText xml:space="preserve"> PAGEREF _Toc7446005 \h </w:instrText>
        </w:r>
        <w:r>
          <w:rPr>
            <w:noProof/>
            <w:webHidden/>
          </w:rPr>
        </w:r>
        <w:r>
          <w:rPr>
            <w:noProof/>
            <w:webHidden/>
          </w:rPr>
          <w:fldChar w:fldCharType="separate"/>
        </w:r>
        <w:r>
          <w:rPr>
            <w:noProof/>
            <w:webHidden/>
          </w:rPr>
          <w:t>42</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06" w:history="1">
        <w:r w:rsidRPr="008D3E10">
          <w:rPr>
            <w:rStyle w:val="Hyperlink"/>
            <w:noProof/>
          </w:rPr>
          <w:t>9.1.1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_Toc7446006 \h </w:instrText>
        </w:r>
        <w:r>
          <w:rPr>
            <w:noProof/>
            <w:webHidden/>
          </w:rPr>
        </w:r>
        <w:r>
          <w:rPr>
            <w:noProof/>
            <w:webHidden/>
          </w:rPr>
          <w:fldChar w:fldCharType="separate"/>
        </w:r>
        <w:r>
          <w:rPr>
            <w:noProof/>
            <w:webHidden/>
          </w:rPr>
          <w:t>42</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07" w:history="1">
        <w:r w:rsidRPr="008D3E10">
          <w:rPr>
            <w:rStyle w:val="Hyperlink"/>
            <w:noProof/>
          </w:rPr>
          <w:t>9.1.1.1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_Toc7446007 \h </w:instrText>
        </w:r>
        <w:r>
          <w:rPr>
            <w:noProof/>
            <w:webHidden/>
          </w:rPr>
        </w:r>
        <w:r>
          <w:rPr>
            <w:noProof/>
            <w:webHidden/>
          </w:rPr>
          <w:fldChar w:fldCharType="separate"/>
        </w:r>
        <w:r>
          <w:rPr>
            <w:noProof/>
            <w:webHidden/>
          </w:rPr>
          <w:t>42</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08" w:history="1">
        <w:r w:rsidRPr="008D3E10">
          <w:rPr>
            <w:rStyle w:val="Hyperlink"/>
            <w:noProof/>
          </w:rPr>
          <w:t>9.1.1.2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_Toc7446008 \h </w:instrText>
        </w:r>
        <w:r>
          <w:rPr>
            <w:noProof/>
            <w:webHidden/>
          </w:rPr>
        </w:r>
        <w:r>
          <w:rPr>
            <w:noProof/>
            <w:webHidden/>
          </w:rPr>
          <w:fldChar w:fldCharType="separate"/>
        </w:r>
        <w:r>
          <w:rPr>
            <w:noProof/>
            <w:webHidden/>
          </w:rPr>
          <w:t>42</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09" w:history="1">
        <w:r w:rsidRPr="008D3E10">
          <w:rPr>
            <w:rStyle w:val="Hyperlink"/>
            <w:noProof/>
          </w:rPr>
          <w:t>9.1.1.3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_Toc7446009 \h </w:instrText>
        </w:r>
        <w:r>
          <w:rPr>
            <w:noProof/>
            <w:webHidden/>
          </w:rPr>
        </w:r>
        <w:r>
          <w:rPr>
            <w:noProof/>
            <w:webHidden/>
          </w:rPr>
          <w:fldChar w:fldCharType="separate"/>
        </w:r>
        <w:r>
          <w:rPr>
            <w:noProof/>
            <w:webHidden/>
          </w:rPr>
          <w:t>42</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6010" w:history="1">
        <w:r w:rsidRPr="008D3E10">
          <w:rPr>
            <w:rStyle w:val="Hyperlink"/>
            <w:noProof/>
          </w:rPr>
          <w:t>9.2</w:t>
        </w:r>
        <w:r>
          <w:rPr>
            <w:rFonts w:asciiTheme="minorHAnsi" w:eastAsiaTheme="minorEastAsia" w:hAnsiTheme="minorHAnsi" w:cs="Latha"/>
            <w:noProof/>
            <w:sz w:val="22"/>
            <w:szCs w:val="22"/>
            <w:lang w:val="en-US" w:bidi="ta-IN"/>
          </w:rPr>
          <w:tab/>
        </w:r>
        <w:r w:rsidRPr="008D3E10">
          <w:rPr>
            <w:rStyle w:val="Hyperlink"/>
            <w:noProof/>
          </w:rPr>
          <w:t>Version 1.5</w:t>
        </w:r>
        <w:r>
          <w:rPr>
            <w:noProof/>
            <w:webHidden/>
          </w:rPr>
          <w:tab/>
        </w:r>
        <w:r>
          <w:rPr>
            <w:noProof/>
            <w:webHidden/>
          </w:rPr>
          <w:fldChar w:fldCharType="begin"/>
        </w:r>
        <w:r>
          <w:rPr>
            <w:noProof/>
            <w:webHidden/>
          </w:rPr>
          <w:instrText xml:space="preserve"> PAGEREF _Toc7446010 \h </w:instrText>
        </w:r>
        <w:r>
          <w:rPr>
            <w:noProof/>
            <w:webHidden/>
          </w:rPr>
        </w:r>
        <w:r>
          <w:rPr>
            <w:noProof/>
            <w:webHidden/>
          </w:rPr>
          <w:fldChar w:fldCharType="separate"/>
        </w:r>
        <w:r>
          <w:rPr>
            <w:noProof/>
            <w:webHidden/>
          </w:rPr>
          <w:t>42</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11" w:history="1">
        <w:r w:rsidRPr="008D3E10">
          <w:rPr>
            <w:rStyle w:val="Hyperlink"/>
            <w:noProof/>
          </w:rPr>
          <w:t>9.2.1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_Toc7446011 \h </w:instrText>
        </w:r>
        <w:r>
          <w:rPr>
            <w:noProof/>
            <w:webHidden/>
          </w:rPr>
        </w:r>
        <w:r>
          <w:rPr>
            <w:noProof/>
            <w:webHidden/>
          </w:rPr>
          <w:fldChar w:fldCharType="separate"/>
        </w:r>
        <w:r>
          <w:rPr>
            <w:noProof/>
            <w:webHidden/>
          </w:rPr>
          <w:t>42</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12" w:history="1">
        <w:r w:rsidRPr="008D3E10">
          <w:rPr>
            <w:rStyle w:val="Hyperlink"/>
            <w:noProof/>
          </w:rPr>
          <w:t>9.2.1.1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_Toc7446012 \h </w:instrText>
        </w:r>
        <w:r>
          <w:rPr>
            <w:noProof/>
            <w:webHidden/>
          </w:rPr>
        </w:r>
        <w:r>
          <w:rPr>
            <w:noProof/>
            <w:webHidden/>
          </w:rPr>
          <w:fldChar w:fldCharType="separate"/>
        </w:r>
        <w:r>
          <w:rPr>
            <w:noProof/>
            <w:webHidden/>
          </w:rPr>
          <w:t>42</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13" w:history="1">
        <w:r w:rsidRPr="008D3E10">
          <w:rPr>
            <w:rStyle w:val="Hyperlink"/>
            <w:noProof/>
          </w:rPr>
          <w:t>9.2.1.2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_Toc7446013 \h </w:instrText>
        </w:r>
        <w:r>
          <w:rPr>
            <w:noProof/>
            <w:webHidden/>
          </w:rPr>
        </w:r>
        <w:r>
          <w:rPr>
            <w:noProof/>
            <w:webHidden/>
          </w:rPr>
          <w:fldChar w:fldCharType="separate"/>
        </w:r>
        <w:r>
          <w:rPr>
            <w:noProof/>
            <w:webHidden/>
          </w:rPr>
          <w:t>42</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14" w:history="1">
        <w:r w:rsidRPr="008D3E10">
          <w:rPr>
            <w:rStyle w:val="Hyperlink"/>
            <w:noProof/>
          </w:rPr>
          <w:t>9.2.1.3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_Toc7446014 \h </w:instrText>
        </w:r>
        <w:r>
          <w:rPr>
            <w:noProof/>
            <w:webHidden/>
          </w:rPr>
        </w:r>
        <w:r>
          <w:rPr>
            <w:noProof/>
            <w:webHidden/>
          </w:rPr>
          <w:fldChar w:fldCharType="separate"/>
        </w:r>
        <w:r>
          <w:rPr>
            <w:noProof/>
            <w:webHidden/>
          </w:rPr>
          <w:t>42</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15" w:history="1">
        <w:r w:rsidRPr="008D3E10">
          <w:rPr>
            <w:rStyle w:val="Hyperlink"/>
            <w:noProof/>
          </w:rPr>
          <w:t>9.2.2</w:t>
        </w:r>
        <w:r>
          <w:rPr>
            <w:rFonts w:asciiTheme="minorHAnsi" w:eastAsiaTheme="minorEastAsia" w:hAnsiTheme="minorHAnsi" w:cs="Latha"/>
            <w:noProof/>
            <w:sz w:val="22"/>
            <w:szCs w:val="22"/>
            <w:lang w:val="en-US" w:bidi="ta-IN"/>
          </w:rPr>
          <w:tab/>
        </w:r>
        <w:r w:rsidRPr="008D3E10">
          <w:rPr>
            <w:rStyle w:val="Hyperlink"/>
            <w:noProof/>
          </w:rPr>
          <w:t>Graphical User Interface (GUI)</w:t>
        </w:r>
        <w:r>
          <w:rPr>
            <w:noProof/>
            <w:webHidden/>
          </w:rPr>
          <w:tab/>
        </w:r>
        <w:r>
          <w:rPr>
            <w:noProof/>
            <w:webHidden/>
          </w:rPr>
          <w:fldChar w:fldCharType="begin"/>
        </w:r>
        <w:r>
          <w:rPr>
            <w:noProof/>
            <w:webHidden/>
          </w:rPr>
          <w:instrText xml:space="preserve"> PAGEREF _Toc7446015 \h </w:instrText>
        </w:r>
        <w:r>
          <w:rPr>
            <w:noProof/>
            <w:webHidden/>
          </w:rPr>
        </w:r>
        <w:r>
          <w:rPr>
            <w:noProof/>
            <w:webHidden/>
          </w:rPr>
          <w:fldChar w:fldCharType="separate"/>
        </w:r>
        <w:r>
          <w:rPr>
            <w:noProof/>
            <w:webHidden/>
          </w:rPr>
          <w:t>43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16" w:history="1">
        <w:r w:rsidRPr="008D3E10">
          <w:rPr>
            <w:rStyle w:val="Hyperlink"/>
            <w:noProof/>
          </w:rPr>
          <w:t>9.2.2.1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_Toc7446016 \h </w:instrText>
        </w:r>
        <w:r>
          <w:rPr>
            <w:noProof/>
            <w:webHidden/>
          </w:rPr>
        </w:r>
        <w:r>
          <w:rPr>
            <w:noProof/>
            <w:webHidden/>
          </w:rPr>
          <w:fldChar w:fldCharType="separate"/>
        </w:r>
        <w:r>
          <w:rPr>
            <w:noProof/>
            <w:webHidden/>
          </w:rPr>
          <w:t>43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17" w:history="1">
        <w:r w:rsidRPr="008D3E10">
          <w:rPr>
            <w:rStyle w:val="Hyperlink"/>
            <w:noProof/>
          </w:rPr>
          <w:t>9.2.2.2</w:t>
        </w:r>
        <w:r>
          <w:rPr>
            <w:rFonts w:asciiTheme="minorHAnsi" w:eastAsiaTheme="minorEastAsia" w:hAnsiTheme="minorHAnsi" w:cs="Latha"/>
            <w:noProof/>
            <w:sz w:val="22"/>
            <w:szCs w:val="22"/>
            <w:lang w:val="en-US" w:bidi="ta-IN"/>
          </w:rPr>
          <w:tab/>
        </w:r>
        <w:r w:rsidRPr="008D3E10">
          <w:rPr>
            <w:rStyle w:val="Hyperlink"/>
            <w:noProof/>
          </w:rPr>
          <w:t>Features Addition</w:t>
        </w:r>
        <w:r>
          <w:rPr>
            <w:noProof/>
            <w:webHidden/>
          </w:rPr>
          <w:tab/>
        </w:r>
        <w:r>
          <w:rPr>
            <w:noProof/>
            <w:webHidden/>
          </w:rPr>
          <w:fldChar w:fldCharType="begin"/>
        </w:r>
        <w:r>
          <w:rPr>
            <w:noProof/>
            <w:webHidden/>
          </w:rPr>
          <w:instrText xml:space="preserve"> PAGEREF _Toc7446017 \h </w:instrText>
        </w:r>
        <w:r>
          <w:rPr>
            <w:noProof/>
            <w:webHidden/>
          </w:rPr>
        </w:r>
        <w:r>
          <w:rPr>
            <w:noProof/>
            <w:webHidden/>
          </w:rPr>
          <w:fldChar w:fldCharType="separate"/>
        </w:r>
        <w:r>
          <w:rPr>
            <w:noProof/>
            <w:webHidden/>
          </w:rPr>
          <w:t>43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18" w:history="1">
        <w:r w:rsidRPr="008D3E10">
          <w:rPr>
            <w:rStyle w:val="Hyperlink"/>
            <w:noProof/>
          </w:rPr>
          <w:t>9.2.2.3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_Toc7446018 \h </w:instrText>
        </w:r>
        <w:r>
          <w:rPr>
            <w:noProof/>
            <w:webHidden/>
          </w:rPr>
        </w:r>
        <w:r>
          <w:rPr>
            <w:noProof/>
            <w:webHidden/>
          </w:rPr>
          <w:fldChar w:fldCharType="separate"/>
        </w:r>
        <w:r>
          <w:rPr>
            <w:noProof/>
            <w:webHidden/>
          </w:rPr>
          <w:t>43</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19" w:history="1">
        <w:r w:rsidRPr="008D3E10">
          <w:rPr>
            <w:rStyle w:val="Hyperlink"/>
            <w:noProof/>
          </w:rPr>
          <w:t>9.2.3</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_Toc7446019 \h </w:instrText>
        </w:r>
        <w:r>
          <w:rPr>
            <w:noProof/>
            <w:webHidden/>
          </w:rPr>
        </w:r>
        <w:r>
          <w:rPr>
            <w:noProof/>
            <w:webHidden/>
          </w:rPr>
          <w:fldChar w:fldCharType="separate"/>
        </w:r>
        <w:r>
          <w:rPr>
            <w:noProof/>
            <w:webHidden/>
          </w:rPr>
          <w:t>43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20" w:history="1">
        <w:r w:rsidRPr="008D3E10">
          <w:rPr>
            <w:rStyle w:val="Hyperlink"/>
            <w:noProof/>
          </w:rPr>
          <w:t>9.2.3.1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_Toc7446020 \h </w:instrText>
        </w:r>
        <w:r>
          <w:rPr>
            <w:noProof/>
            <w:webHidden/>
          </w:rPr>
        </w:r>
        <w:r>
          <w:rPr>
            <w:noProof/>
            <w:webHidden/>
          </w:rPr>
          <w:fldChar w:fldCharType="separate"/>
        </w:r>
        <w:r>
          <w:rPr>
            <w:noProof/>
            <w:webHidden/>
          </w:rPr>
          <w:t>43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21" w:history="1">
        <w:r w:rsidRPr="008D3E10">
          <w:rPr>
            <w:rStyle w:val="Hyperlink"/>
            <w:noProof/>
          </w:rPr>
          <w:t>9.2.3.2</w:t>
        </w:r>
        <w:r>
          <w:rPr>
            <w:rFonts w:asciiTheme="minorHAnsi" w:eastAsiaTheme="minorEastAsia" w:hAnsiTheme="minorHAnsi" w:cs="Latha"/>
            <w:noProof/>
            <w:sz w:val="22"/>
            <w:szCs w:val="22"/>
            <w:lang w:val="en-US" w:bidi="ta-IN"/>
          </w:rPr>
          <w:tab/>
        </w:r>
        <w:r w:rsidRPr="008D3E10">
          <w:rPr>
            <w:rStyle w:val="Hyperlink"/>
            <w:noProof/>
          </w:rPr>
          <w:t>Features Addition</w:t>
        </w:r>
        <w:r>
          <w:rPr>
            <w:noProof/>
            <w:webHidden/>
          </w:rPr>
          <w:tab/>
        </w:r>
        <w:r>
          <w:rPr>
            <w:noProof/>
            <w:webHidden/>
          </w:rPr>
          <w:fldChar w:fldCharType="begin"/>
        </w:r>
        <w:r>
          <w:rPr>
            <w:noProof/>
            <w:webHidden/>
          </w:rPr>
          <w:instrText xml:space="preserve"> PAGEREF _Toc7446021 \h </w:instrText>
        </w:r>
        <w:r>
          <w:rPr>
            <w:noProof/>
            <w:webHidden/>
          </w:rPr>
        </w:r>
        <w:r>
          <w:rPr>
            <w:noProof/>
            <w:webHidden/>
          </w:rPr>
          <w:fldChar w:fldCharType="separate"/>
        </w:r>
        <w:r>
          <w:rPr>
            <w:noProof/>
            <w:webHidden/>
          </w:rPr>
          <w:t>43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22" w:history="1">
        <w:r w:rsidRPr="008D3E10">
          <w:rPr>
            <w:rStyle w:val="Hyperlink"/>
            <w:noProof/>
          </w:rPr>
          <w:t>9.2.3.3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_Toc7446022 \h </w:instrText>
        </w:r>
        <w:r>
          <w:rPr>
            <w:noProof/>
            <w:webHidden/>
          </w:rPr>
        </w:r>
        <w:r>
          <w:rPr>
            <w:noProof/>
            <w:webHidden/>
          </w:rPr>
          <w:fldChar w:fldCharType="separate"/>
        </w:r>
        <w:r>
          <w:rPr>
            <w:noProof/>
            <w:webHidden/>
          </w:rPr>
          <w:t>43</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6023" w:history="1">
        <w:r w:rsidRPr="008D3E10">
          <w:rPr>
            <w:rStyle w:val="Hyperlink"/>
            <w:noProof/>
          </w:rPr>
          <w:t>9.3</w:t>
        </w:r>
        <w:r>
          <w:rPr>
            <w:rFonts w:asciiTheme="minorHAnsi" w:eastAsiaTheme="minorEastAsia" w:hAnsiTheme="minorHAnsi" w:cs="Latha"/>
            <w:noProof/>
            <w:sz w:val="22"/>
            <w:szCs w:val="22"/>
            <w:lang w:val="en-US" w:bidi="ta-IN"/>
          </w:rPr>
          <w:tab/>
        </w:r>
        <w:r w:rsidRPr="008D3E10">
          <w:rPr>
            <w:rStyle w:val="Hyperlink"/>
            <w:noProof/>
          </w:rPr>
          <w:t>Version 1.44</w:t>
        </w:r>
        <w:r>
          <w:rPr>
            <w:noProof/>
            <w:webHidden/>
          </w:rPr>
          <w:tab/>
        </w:r>
        <w:r>
          <w:rPr>
            <w:noProof/>
            <w:webHidden/>
          </w:rPr>
          <w:fldChar w:fldCharType="begin"/>
        </w:r>
        <w:r>
          <w:rPr>
            <w:noProof/>
            <w:webHidden/>
          </w:rPr>
          <w:instrText xml:space="preserve"> PAGEREF _Toc7446023 \h </w:instrText>
        </w:r>
        <w:r>
          <w:rPr>
            <w:noProof/>
            <w:webHidden/>
          </w:rPr>
        </w:r>
        <w:r>
          <w:rPr>
            <w:noProof/>
            <w:webHidden/>
          </w:rPr>
          <w:fldChar w:fldCharType="separate"/>
        </w:r>
        <w:r>
          <w:rPr>
            <w:noProof/>
            <w:webHidden/>
          </w:rPr>
          <w:t>44</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24" w:history="1">
        <w:r w:rsidRPr="008D3E10">
          <w:rPr>
            <w:rStyle w:val="Hyperlink"/>
            <w:noProof/>
          </w:rPr>
          <w:t>9.3.1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_Toc7446024 \h </w:instrText>
        </w:r>
        <w:r>
          <w:rPr>
            <w:noProof/>
            <w:webHidden/>
          </w:rPr>
        </w:r>
        <w:r>
          <w:rPr>
            <w:noProof/>
            <w:webHidden/>
          </w:rPr>
          <w:fldChar w:fldCharType="separate"/>
        </w:r>
        <w:r>
          <w:rPr>
            <w:noProof/>
            <w:webHidden/>
          </w:rPr>
          <w:t>44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25" w:history="1">
        <w:r w:rsidRPr="008D3E10">
          <w:rPr>
            <w:rStyle w:val="Hyperlink"/>
            <w:noProof/>
          </w:rPr>
          <w:t>9.3.1.1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_Toc7446025 \h </w:instrText>
        </w:r>
        <w:r>
          <w:rPr>
            <w:noProof/>
            <w:webHidden/>
          </w:rPr>
        </w:r>
        <w:r>
          <w:rPr>
            <w:noProof/>
            <w:webHidden/>
          </w:rPr>
          <w:fldChar w:fldCharType="separate"/>
        </w:r>
        <w:r>
          <w:rPr>
            <w:noProof/>
            <w:webHidden/>
          </w:rPr>
          <w:t>44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26" w:history="1">
        <w:r w:rsidRPr="008D3E10">
          <w:rPr>
            <w:rStyle w:val="Hyperlink"/>
            <w:noProof/>
          </w:rPr>
          <w:t>9.3.1.2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_Toc7446026 \h </w:instrText>
        </w:r>
        <w:r>
          <w:rPr>
            <w:noProof/>
            <w:webHidden/>
          </w:rPr>
        </w:r>
        <w:r>
          <w:rPr>
            <w:noProof/>
            <w:webHidden/>
          </w:rPr>
          <w:fldChar w:fldCharType="separate"/>
        </w:r>
        <w:r>
          <w:rPr>
            <w:noProof/>
            <w:webHidden/>
          </w:rPr>
          <w:t>44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27" w:history="1">
        <w:r w:rsidRPr="008D3E10">
          <w:rPr>
            <w:rStyle w:val="Hyperlink"/>
            <w:noProof/>
          </w:rPr>
          <w:t>9.3.1.3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_Toc7446027 \h </w:instrText>
        </w:r>
        <w:r>
          <w:rPr>
            <w:noProof/>
            <w:webHidden/>
          </w:rPr>
        </w:r>
        <w:r>
          <w:rPr>
            <w:noProof/>
            <w:webHidden/>
          </w:rPr>
          <w:fldChar w:fldCharType="separate"/>
        </w:r>
        <w:r>
          <w:rPr>
            <w:noProof/>
            <w:webHidden/>
          </w:rPr>
          <w:t>44</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28" w:history="1">
        <w:r w:rsidRPr="008D3E10">
          <w:rPr>
            <w:rStyle w:val="Hyperlink"/>
            <w:noProof/>
          </w:rPr>
          <w:t>9.3.2</w:t>
        </w:r>
        <w:r>
          <w:rPr>
            <w:rFonts w:asciiTheme="minorHAnsi" w:eastAsiaTheme="minorEastAsia" w:hAnsiTheme="minorHAnsi" w:cs="Latha"/>
            <w:noProof/>
            <w:sz w:val="22"/>
            <w:szCs w:val="22"/>
            <w:lang w:val="en-US" w:bidi="ta-IN"/>
          </w:rPr>
          <w:tab/>
        </w:r>
        <w:r w:rsidRPr="008D3E10">
          <w:rPr>
            <w:rStyle w:val="Hyperlink"/>
            <w:noProof/>
          </w:rPr>
          <w:t>Graphical User Interface (GUI)</w:t>
        </w:r>
        <w:r>
          <w:rPr>
            <w:noProof/>
            <w:webHidden/>
          </w:rPr>
          <w:tab/>
        </w:r>
        <w:r>
          <w:rPr>
            <w:noProof/>
            <w:webHidden/>
          </w:rPr>
          <w:fldChar w:fldCharType="begin"/>
        </w:r>
        <w:r>
          <w:rPr>
            <w:noProof/>
            <w:webHidden/>
          </w:rPr>
          <w:instrText xml:space="preserve"> PAGEREF _Toc7446028 \h </w:instrText>
        </w:r>
        <w:r>
          <w:rPr>
            <w:noProof/>
            <w:webHidden/>
          </w:rPr>
        </w:r>
        <w:r>
          <w:rPr>
            <w:noProof/>
            <w:webHidden/>
          </w:rPr>
          <w:fldChar w:fldCharType="separate"/>
        </w:r>
        <w:r>
          <w:rPr>
            <w:noProof/>
            <w:webHidden/>
          </w:rPr>
          <w:t>44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29" w:history="1">
        <w:r w:rsidRPr="008D3E10">
          <w:rPr>
            <w:rStyle w:val="Hyperlink"/>
            <w:noProof/>
          </w:rPr>
          <w:t>9.3.2.1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_Toc7446029 \h </w:instrText>
        </w:r>
        <w:r>
          <w:rPr>
            <w:noProof/>
            <w:webHidden/>
          </w:rPr>
        </w:r>
        <w:r>
          <w:rPr>
            <w:noProof/>
            <w:webHidden/>
          </w:rPr>
          <w:fldChar w:fldCharType="separate"/>
        </w:r>
        <w:r>
          <w:rPr>
            <w:noProof/>
            <w:webHidden/>
          </w:rPr>
          <w:t>44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30" w:history="1">
        <w:r w:rsidRPr="008D3E10">
          <w:rPr>
            <w:rStyle w:val="Hyperlink"/>
            <w:noProof/>
          </w:rPr>
          <w:t>9.3.2.2</w:t>
        </w:r>
        <w:r>
          <w:rPr>
            <w:rFonts w:asciiTheme="minorHAnsi" w:eastAsiaTheme="minorEastAsia" w:hAnsiTheme="minorHAnsi" w:cs="Latha"/>
            <w:noProof/>
            <w:sz w:val="22"/>
            <w:szCs w:val="22"/>
            <w:lang w:val="en-US" w:bidi="ta-IN"/>
          </w:rPr>
          <w:tab/>
        </w:r>
        <w:r w:rsidRPr="008D3E10">
          <w:rPr>
            <w:rStyle w:val="Hyperlink"/>
            <w:noProof/>
          </w:rPr>
          <w:t>Features Addition</w:t>
        </w:r>
        <w:r>
          <w:rPr>
            <w:noProof/>
            <w:webHidden/>
          </w:rPr>
          <w:tab/>
        </w:r>
        <w:r>
          <w:rPr>
            <w:noProof/>
            <w:webHidden/>
          </w:rPr>
          <w:fldChar w:fldCharType="begin"/>
        </w:r>
        <w:r>
          <w:rPr>
            <w:noProof/>
            <w:webHidden/>
          </w:rPr>
          <w:instrText xml:space="preserve"> PAGEREF _Toc7446030 \h </w:instrText>
        </w:r>
        <w:r>
          <w:rPr>
            <w:noProof/>
            <w:webHidden/>
          </w:rPr>
        </w:r>
        <w:r>
          <w:rPr>
            <w:noProof/>
            <w:webHidden/>
          </w:rPr>
          <w:fldChar w:fldCharType="separate"/>
        </w:r>
        <w:r>
          <w:rPr>
            <w:noProof/>
            <w:webHidden/>
          </w:rPr>
          <w:t>44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31" w:history="1">
        <w:r w:rsidRPr="008D3E10">
          <w:rPr>
            <w:rStyle w:val="Hyperlink"/>
            <w:noProof/>
          </w:rPr>
          <w:t>9.3.2.3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_Toc7446031 \h </w:instrText>
        </w:r>
        <w:r>
          <w:rPr>
            <w:noProof/>
            <w:webHidden/>
          </w:rPr>
        </w:r>
        <w:r>
          <w:rPr>
            <w:noProof/>
            <w:webHidden/>
          </w:rPr>
          <w:fldChar w:fldCharType="separate"/>
        </w:r>
        <w:r>
          <w:rPr>
            <w:noProof/>
            <w:webHidden/>
          </w:rPr>
          <w:t>44</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32" w:history="1">
        <w:r w:rsidRPr="008D3E10">
          <w:rPr>
            <w:rStyle w:val="Hyperlink"/>
            <w:noProof/>
          </w:rPr>
          <w:t>9.3.3</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_Toc7446032 \h </w:instrText>
        </w:r>
        <w:r>
          <w:rPr>
            <w:noProof/>
            <w:webHidden/>
          </w:rPr>
        </w:r>
        <w:r>
          <w:rPr>
            <w:noProof/>
            <w:webHidden/>
          </w:rPr>
          <w:fldChar w:fldCharType="separate"/>
        </w:r>
        <w:r>
          <w:rPr>
            <w:noProof/>
            <w:webHidden/>
          </w:rPr>
          <w:t>45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33" w:history="1">
        <w:r w:rsidRPr="008D3E10">
          <w:rPr>
            <w:rStyle w:val="Hyperlink"/>
            <w:noProof/>
          </w:rPr>
          <w:t>9.3.3.1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_Toc7446033 \h </w:instrText>
        </w:r>
        <w:r>
          <w:rPr>
            <w:noProof/>
            <w:webHidden/>
          </w:rPr>
        </w:r>
        <w:r>
          <w:rPr>
            <w:noProof/>
            <w:webHidden/>
          </w:rPr>
          <w:fldChar w:fldCharType="separate"/>
        </w:r>
        <w:r>
          <w:rPr>
            <w:noProof/>
            <w:webHidden/>
          </w:rPr>
          <w:t>45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34" w:history="1">
        <w:r w:rsidRPr="008D3E10">
          <w:rPr>
            <w:rStyle w:val="Hyperlink"/>
            <w:noProof/>
          </w:rPr>
          <w:t>9.3.3.2</w:t>
        </w:r>
        <w:r>
          <w:rPr>
            <w:rFonts w:asciiTheme="minorHAnsi" w:eastAsiaTheme="minorEastAsia" w:hAnsiTheme="minorHAnsi" w:cs="Latha"/>
            <w:noProof/>
            <w:sz w:val="22"/>
            <w:szCs w:val="22"/>
            <w:lang w:val="en-US" w:bidi="ta-IN"/>
          </w:rPr>
          <w:tab/>
        </w:r>
        <w:r w:rsidRPr="008D3E10">
          <w:rPr>
            <w:rStyle w:val="Hyperlink"/>
            <w:noProof/>
          </w:rPr>
          <w:t>Features Addition</w:t>
        </w:r>
        <w:r>
          <w:rPr>
            <w:noProof/>
            <w:webHidden/>
          </w:rPr>
          <w:tab/>
        </w:r>
        <w:r>
          <w:rPr>
            <w:noProof/>
            <w:webHidden/>
          </w:rPr>
          <w:fldChar w:fldCharType="begin"/>
        </w:r>
        <w:r>
          <w:rPr>
            <w:noProof/>
            <w:webHidden/>
          </w:rPr>
          <w:instrText xml:space="preserve"> PAGEREF _Toc7446034 \h </w:instrText>
        </w:r>
        <w:r>
          <w:rPr>
            <w:noProof/>
            <w:webHidden/>
          </w:rPr>
        </w:r>
        <w:r>
          <w:rPr>
            <w:noProof/>
            <w:webHidden/>
          </w:rPr>
          <w:fldChar w:fldCharType="separate"/>
        </w:r>
        <w:r>
          <w:rPr>
            <w:noProof/>
            <w:webHidden/>
          </w:rPr>
          <w:t>45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35" w:history="1">
        <w:r w:rsidRPr="008D3E10">
          <w:rPr>
            <w:rStyle w:val="Hyperlink"/>
            <w:noProof/>
          </w:rPr>
          <w:t>9.3.3.3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_Toc7446035 \h </w:instrText>
        </w:r>
        <w:r>
          <w:rPr>
            <w:noProof/>
            <w:webHidden/>
          </w:rPr>
        </w:r>
        <w:r>
          <w:rPr>
            <w:noProof/>
            <w:webHidden/>
          </w:rPr>
          <w:fldChar w:fldCharType="separate"/>
        </w:r>
        <w:r>
          <w:rPr>
            <w:noProof/>
            <w:webHidden/>
          </w:rPr>
          <w:t>45</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6036" w:history="1">
        <w:r w:rsidRPr="008D3E10">
          <w:rPr>
            <w:rStyle w:val="Hyperlink"/>
            <w:noProof/>
          </w:rPr>
          <w:t>9.4</w:t>
        </w:r>
        <w:r>
          <w:rPr>
            <w:rFonts w:asciiTheme="minorHAnsi" w:eastAsiaTheme="minorEastAsia" w:hAnsiTheme="minorHAnsi" w:cs="Latha"/>
            <w:noProof/>
            <w:sz w:val="22"/>
            <w:szCs w:val="22"/>
            <w:lang w:val="en-US" w:bidi="ta-IN"/>
          </w:rPr>
          <w:tab/>
        </w:r>
        <w:r w:rsidRPr="008D3E10">
          <w:rPr>
            <w:rStyle w:val="Hyperlink"/>
            <w:noProof/>
          </w:rPr>
          <w:t>Version 1.41</w:t>
        </w:r>
        <w:r>
          <w:rPr>
            <w:noProof/>
            <w:webHidden/>
          </w:rPr>
          <w:tab/>
        </w:r>
        <w:r>
          <w:rPr>
            <w:noProof/>
            <w:webHidden/>
          </w:rPr>
          <w:fldChar w:fldCharType="begin"/>
        </w:r>
        <w:r>
          <w:rPr>
            <w:noProof/>
            <w:webHidden/>
          </w:rPr>
          <w:instrText xml:space="preserve"> PAGEREF _Toc7446036 \h </w:instrText>
        </w:r>
        <w:r>
          <w:rPr>
            <w:noProof/>
            <w:webHidden/>
          </w:rPr>
        </w:r>
        <w:r>
          <w:rPr>
            <w:noProof/>
            <w:webHidden/>
          </w:rPr>
          <w:fldChar w:fldCharType="separate"/>
        </w:r>
        <w:r>
          <w:rPr>
            <w:noProof/>
            <w:webHidden/>
          </w:rPr>
          <w:t>46</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37" w:history="1">
        <w:r w:rsidRPr="008D3E10">
          <w:rPr>
            <w:rStyle w:val="Hyperlink"/>
            <w:noProof/>
          </w:rPr>
          <w:t>9.4.1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_Toc7446037 \h </w:instrText>
        </w:r>
        <w:r>
          <w:rPr>
            <w:noProof/>
            <w:webHidden/>
          </w:rPr>
        </w:r>
        <w:r>
          <w:rPr>
            <w:noProof/>
            <w:webHidden/>
          </w:rPr>
          <w:fldChar w:fldCharType="separate"/>
        </w:r>
        <w:r>
          <w:rPr>
            <w:noProof/>
            <w:webHidden/>
          </w:rPr>
          <w:t>46</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38" w:history="1">
        <w:r w:rsidRPr="008D3E10">
          <w:rPr>
            <w:rStyle w:val="Hyperlink"/>
            <w:noProof/>
          </w:rPr>
          <w:t>9.4.1.1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_Toc7446038 \h </w:instrText>
        </w:r>
        <w:r>
          <w:rPr>
            <w:noProof/>
            <w:webHidden/>
          </w:rPr>
        </w:r>
        <w:r>
          <w:rPr>
            <w:noProof/>
            <w:webHidden/>
          </w:rPr>
          <w:fldChar w:fldCharType="separate"/>
        </w:r>
        <w:r>
          <w:rPr>
            <w:noProof/>
            <w:webHidden/>
          </w:rPr>
          <w:t>46</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39" w:history="1">
        <w:r w:rsidRPr="008D3E10">
          <w:rPr>
            <w:rStyle w:val="Hyperlink"/>
            <w:noProof/>
          </w:rPr>
          <w:t>9.4.1.2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_Toc7446039 \h </w:instrText>
        </w:r>
        <w:r>
          <w:rPr>
            <w:noProof/>
            <w:webHidden/>
          </w:rPr>
        </w:r>
        <w:r>
          <w:rPr>
            <w:noProof/>
            <w:webHidden/>
          </w:rPr>
          <w:fldChar w:fldCharType="separate"/>
        </w:r>
        <w:r>
          <w:rPr>
            <w:noProof/>
            <w:webHidden/>
          </w:rPr>
          <w:t>46</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40" w:history="1">
        <w:r w:rsidRPr="008D3E10">
          <w:rPr>
            <w:rStyle w:val="Hyperlink"/>
            <w:noProof/>
          </w:rPr>
          <w:t>9.4.1.3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_Toc7446040 \h </w:instrText>
        </w:r>
        <w:r>
          <w:rPr>
            <w:noProof/>
            <w:webHidden/>
          </w:rPr>
        </w:r>
        <w:r>
          <w:rPr>
            <w:noProof/>
            <w:webHidden/>
          </w:rPr>
          <w:fldChar w:fldCharType="separate"/>
        </w:r>
        <w:r>
          <w:rPr>
            <w:noProof/>
            <w:webHidden/>
          </w:rPr>
          <w:t>46</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6041" w:history="1">
        <w:r w:rsidRPr="008D3E10">
          <w:rPr>
            <w:rStyle w:val="Hyperlink"/>
            <w:noProof/>
          </w:rPr>
          <w:t>9.5</w:t>
        </w:r>
        <w:r>
          <w:rPr>
            <w:rFonts w:asciiTheme="minorHAnsi" w:eastAsiaTheme="minorEastAsia" w:hAnsiTheme="minorHAnsi" w:cs="Latha"/>
            <w:noProof/>
            <w:sz w:val="22"/>
            <w:szCs w:val="22"/>
            <w:lang w:val="en-US" w:bidi="ta-IN"/>
          </w:rPr>
          <w:tab/>
        </w:r>
        <w:r w:rsidRPr="008D3E10">
          <w:rPr>
            <w:rStyle w:val="Hyperlink"/>
            <w:noProof/>
          </w:rPr>
          <w:t>Version 1.4</w:t>
        </w:r>
        <w:r>
          <w:rPr>
            <w:noProof/>
            <w:webHidden/>
          </w:rPr>
          <w:tab/>
        </w:r>
        <w:r>
          <w:rPr>
            <w:noProof/>
            <w:webHidden/>
          </w:rPr>
          <w:fldChar w:fldCharType="begin"/>
        </w:r>
        <w:r>
          <w:rPr>
            <w:noProof/>
            <w:webHidden/>
          </w:rPr>
          <w:instrText xml:space="preserve"> PAGEREF _Toc7446041 \h </w:instrText>
        </w:r>
        <w:r>
          <w:rPr>
            <w:noProof/>
            <w:webHidden/>
          </w:rPr>
        </w:r>
        <w:r>
          <w:rPr>
            <w:noProof/>
            <w:webHidden/>
          </w:rPr>
          <w:fldChar w:fldCharType="separate"/>
        </w:r>
        <w:r>
          <w:rPr>
            <w:noProof/>
            <w:webHidden/>
          </w:rPr>
          <w:t>47</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42" w:history="1">
        <w:r w:rsidRPr="008D3E10">
          <w:rPr>
            <w:rStyle w:val="Hyperlink"/>
            <w:noProof/>
          </w:rPr>
          <w:t>9.5.1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_Toc7446042 \h </w:instrText>
        </w:r>
        <w:r>
          <w:rPr>
            <w:noProof/>
            <w:webHidden/>
          </w:rPr>
        </w:r>
        <w:r>
          <w:rPr>
            <w:noProof/>
            <w:webHidden/>
          </w:rPr>
          <w:fldChar w:fldCharType="separate"/>
        </w:r>
        <w:r>
          <w:rPr>
            <w:noProof/>
            <w:webHidden/>
          </w:rPr>
          <w:t>47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43" w:history="1">
        <w:r w:rsidRPr="008D3E10">
          <w:rPr>
            <w:rStyle w:val="Hyperlink"/>
            <w:noProof/>
          </w:rPr>
          <w:t>9.5.1.1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_Toc7446043 \h </w:instrText>
        </w:r>
        <w:r>
          <w:rPr>
            <w:noProof/>
            <w:webHidden/>
          </w:rPr>
        </w:r>
        <w:r>
          <w:rPr>
            <w:noProof/>
            <w:webHidden/>
          </w:rPr>
          <w:fldChar w:fldCharType="separate"/>
        </w:r>
        <w:r>
          <w:rPr>
            <w:noProof/>
            <w:webHidden/>
          </w:rPr>
          <w:t>47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44" w:history="1">
        <w:r w:rsidRPr="008D3E10">
          <w:rPr>
            <w:rStyle w:val="Hyperlink"/>
            <w:noProof/>
          </w:rPr>
          <w:t>9.5.1.2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_Toc7446044 \h </w:instrText>
        </w:r>
        <w:r>
          <w:rPr>
            <w:noProof/>
            <w:webHidden/>
          </w:rPr>
        </w:r>
        <w:r>
          <w:rPr>
            <w:noProof/>
            <w:webHidden/>
          </w:rPr>
          <w:fldChar w:fldCharType="separate"/>
        </w:r>
        <w:r>
          <w:rPr>
            <w:noProof/>
            <w:webHidden/>
          </w:rPr>
          <w:t>47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45" w:history="1">
        <w:r w:rsidRPr="008D3E10">
          <w:rPr>
            <w:rStyle w:val="Hyperlink"/>
            <w:noProof/>
          </w:rPr>
          <w:t>9.5.1.3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_Toc7446045 \h </w:instrText>
        </w:r>
        <w:r>
          <w:rPr>
            <w:noProof/>
            <w:webHidden/>
          </w:rPr>
        </w:r>
        <w:r>
          <w:rPr>
            <w:noProof/>
            <w:webHidden/>
          </w:rPr>
          <w:fldChar w:fldCharType="separate"/>
        </w:r>
        <w:r>
          <w:rPr>
            <w:noProof/>
            <w:webHidden/>
          </w:rPr>
          <w:t>47</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46" w:history="1">
        <w:r w:rsidRPr="008D3E10">
          <w:rPr>
            <w:rStyle w:val="Hyperlink"/>
            <w:noProof/>
          </w:rPr>
          <w:t>9.5.2</w:t>
        </w:r>
        <w:r>
          <w:rPr>
            <w:rFonts w:asciiTheme="minorHAnsi" w:eastAsiaTheme="minorEastAsia" w:hAnsiTheme="minorHAnsi" w:cs="Latha"/>
            <w:noProof/>
            <w:sz w:val="22"/>
            <w:szCs w:val="22"/>
            <w:lang w:val="en-US" w:bidi="ta-IN"/>
          </w:rPr>
          <w:tab/>
        </w:r>
        <w:r w:rsidRPr="008D3E10">
          <w:rPr>
            <w:rStyle w:val="Hyperlink"/>
            <w:noProof/>
          </w:rPr>
          <w:t>Graphical User Interface (GUI)</w:t>
        </w:r>
        <w:r>
          <w:rPr>
            <w:noProof/>
            <w:webHidden/>
          </w:rPr>
          <w:tab/>
        </w:r>
        <w:r>
          <w:rPr>
            <w:noProof/>
            <w:webHidden/>
          </w:rPr>
          <w:fldChar w:fldCharType="begin"/>
        </w:r>
        <w:r>
          <w:rPr>
            <w:noProof/>
            <w:webHidden/>
          </w:rPr>
          <w:instrText xml:space="preserve"> PAGEREF _Toc7446046 \h </w:instrText>
        </w:r>
        <w:r>
          <w:rPr>
            <w:noProof/>
            <w:webHidden/>
          </w:rPr>
        </w:r>
        <w:r>
          <w:rPr>
            <w:noProof/>
            <w:webHidden/>
          </w:rPr>
          <w:fldChar w:fldCharType="separate"/>
        </w:r>
        <w:r>
          <w:rPr>
            <w:noProof/>
            <w:webHidden/>
          </w:rPr>
          <w:t>47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47" w:history="1">
        <w:r w:rsidRPr="008D3E10">
          <w:rPr>
            <w:rStyle w:val="Hyperlink"/>
            <w:noProof/>
          </w:rPr>
          <w:t>9.5.2.1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_Toc7446047 \h </w:instrText>
        </w:r>
        <w:r>
          <w:rPr>
            <w:noProof/>
            <w:webHidden/>
          </w:rPr>
        </w:r>
        <w:r>
          <w:rPr>
            <w:noProof/>
            <w:webHidden/>
          </w:rPr>
          <w:fldChar w:fldCharType="separate"/>
        </w:r>
        <w:r>
          <w:rPr>
            <w:noProof/>
            <w:webHidden/>
          </w:rPr>
          <w:t>47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48" w:history="1">
        <w:r w:rsidRPr="008D3E10">
          <w:rPr>
            <w:rStyle w:val="Hyperlink"/>
            <w:noProof/>
          </w:rPr>
          <w:t>9.5.2.2</w:t>
        </w:r>
        <w:r>
          <w:rPr>
            <w:rFonts w:asciiTheme="minorHAnsi" w:eastAsiaTheme="minorEastAsia" w:hAnsiTheme="minorHAnsi" w:cs="Latha"/>
            <w:noProof/>
            <w:sz w:val="22"/>
            <w:szCs w:val="22"/>
            <w:lang w:val="en-US" w:bidi="ta-IN"/>
          </w:rPr>
          <w:tab/>
        </w:r>
        <w:r w:rsidRPr="008D3E10">
          <w:rPr>
            <w:rStyle w:val="Hyperlink"/>
            <w:noProof/>
          </w:rPr>
          <w:t>New Features</w:t>
        </w:r>
        <w:r>
          <w:rPr>
            <w:noProof/>
            <w:webHidden/>
          </w:rPr>
          <w:tab/>
        </w:r>
        <w:r>
          <w:rPr>
            <w:noProof/>
            <w:webHidden/>
          </w:rPr>
          <w:fldChar w:fldCharType="begin"/>
        </w:r>
        <w:r>
          <w:rPr>
            <w:noProof/>
            <w:webHidden/>
          </w:rPr>
          <w:instrText xml:space="preserve"> PAGEREF _Toc7446048 \h </w:instrText>
        </w:r>
        <w:r>
          <w:rPr>
            <w:noProof/>
            <w:webHidden/>
          </w:rPr>
        </w:r>
        <w:r>
          <w:rPr>
            <w:noProof/>
            <w:webHidden/>
          </w:rPr>
          <w:fldChar w:fldCharType="separate"/>
        </w:r>
        <w:r>
          <w:rPr>
            <w:noProof/>
            <w:webHidden/>
          </w:rPr>
          <w:t>47</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49" w:history="1">
        <w:r w:rsidRPr="008D3E10">
          <w:rPr>
            <w:rStyle w:val="Hyperlink"/>
            <w:noProof/>
          </w:rPr>
          <w:t>9.5.2.3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_Toc7446049 \h </w:instrText>
        </w:r>
        <w:r>
          <w:rPr>
            <w:noProof/>
            <w:webHidden/>
          </w:rPr>
        </w:r>
        <w:r>
          <w:rPr>
            <w:noProof/>
            <w:webHidden/>
          </w:rPr>
          <w:fldChar w:fldCharType="separate"/>
        </w:r>
        <w:r>
          <w:rPr>
            <w:noProof/>
            <w:webHidden/>
          </w:rPr>
          <w:t>47</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50" w:history="1">
        <w:r w:rsidRPr="008D3E10">
          <w:rPr>
            <w:rStyle w:val="Hyperlink"/>
            <w:noProof/>
          </w:rPr>
          <w:t>9.5.3</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_Toc7446050 \h </w:instrText>
        </w:r>
        <w:r>
          <w:rPr>
            <w:noProof/>
            <w:webHidden/>
          </w:rPr>
        </w:r>
        <w:r>
          <w:rPr>
            <w:noProof/>
            <w:webHidden/>
          </w:rPr>
          <w:fldChar w:fldCharType="separate"/>
        </w:r>
        <w:r>
          <w:rPr>
            <w:noProof/>
            <w:webHidden/>
          </w:rPr>
          <w:t>48</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51" w:history="1">
        <w:r w:rsidRPr="008D3E10">
          <w:rPr>
            <w:rStyle w:val="Hyperlink"/>
            <w:noProof/>
          </w:rPr>
          <w:t>9.5.3.1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_Toc7446051 \h </w:instrText>
        </w:r>
        <w:r>
          <w:rPr>
            <w:noProof/>
            <w:webHidden/>
          </w:rPr>
        </w:r>
        <w:r>
          <w:rPr>
            <w:noProof/>
            <w:webHidden/>
          </w:rPr>
          <w:fldChar w:fldCharType="separate"/>
        </w:r>
        <w:r>
          <w:rPr>
            <w:noProof/>
            <w:webHidden/>
          </w:rPr>
          <w:t>48</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52" w:history="1">
        <w:r w:rsidRPr="008D3E10">
          <w:rPr>
            <w:rStyle w:val="Hyperlink"/>
            <w:noProof/>
          </w:rPr>
          <w:t>9.5.3.2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_Toc7446052 \h </w:instrText>
        </w:r>
        <w:r>
          <w:rPr>
            <w:noProof/>
            <w:webHidden/>
          </w:rPr>
        </w:r>
        <w:r>
          <w:rPr>
            <w:noProof/>
            <w:webHidden/>
          </w:rPr>
          <w:fldChar w:fldCharType="separate"/>
        </w:r>
        <w:r>
          <w:rPr>
            <w:noProof/>
            <w:webHidden/>
          </w:rPr>
          <w:t>48</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53" w:history="1">
        <w:r w:rsidRPr="008D3E10">
          <w:rPr>
            <w:rStyle w:val="Hyperlink"/>
            <w:noProof/>
          </w:rPr>
          <w:t>9.5.3.3</w:t>
        </w:r>
        <w:r>
          <w:rPr>
            <w:rFonts w:asciiTheme="minorHAnsi" w:eastAsiaTheme="minorEastAsia" w:hAnsiTheme="minorHAnsi" w:cs="Latha"/>
            <w:noProof/>
            <w:sz w:val="22"/>
            <w:szCs w:val="22"/>
            <w:lang w:val="en-US" w:bidi="ta-IN"/>
          </w:rPr>
          <w:tab/>
        </w:r>
        <w:r w:rsidRPr="008D3E10">
          <w:rPr>
            <w:rStyle w:val="Hyperlink"/>
            <w:noProof/>
          </w:rPr>
          <w:t>Bug Fix</w:t>
        </w:r>
        <w:r>
          <w:rPr>
            <w:noProof/>
            <w:webHidden/>
          </w:rPr>
          <w:tab/>
        </w:r>
        <w:r>
          <w:rPr>
            <w:noProof/>
            <w:webHidden/>
          </w:rPr>
          <w:fldChar w:fldCharType="begin"/>
        </w:r>
        <w:r>
          <w:rPr>
            <w:noProof/>
            <w:webHidden/>
          </w:rPr>
          <w:instrText xml:space="preserve"> PAGEREF _Toc7446053 \h </w:instrText>
        </w:r>
        <w:r>
          <w:rPr>
            <w:noProof/>
            <w:webHidden/>
          </w:rPr>
        </w:r>
        <w:r>
          <w:rPr>
            <w:noProof/>
            <w:webHidden/>
          </w:rPr>
          <w:fldChar w:fldCharType="separate"/>
        </w:r>
        <w:r>
          <w:rPr>
            <w:noProof/>
            <w:webHidden/>
          </w:rPr>
          <w:t>48</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54" w:history="1">
        <w:r w:rsidRPr="008D3E10">
          <w:rPr>
            <w:rStyle w:val="Hyperlink"/>
            <w:noProof/>
          </w:rPr>
          <w:t>9.5.3.4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_Toc7446054 \h </w:instrText>
        </w:r>
        <w:r>
          <w:rPr>
            <w:noProof/>
            <w:webHidden/>
          </w:rPr>
        </w:r>
        <w:r>
          <w:rPr>
            <w:noProof/>
            <w:webHidden/>
          </w:rPr>
          <w:fldChar w:fldCharType="separate"/>
        </w:r>
        <w:r>
          <w:rPr>
            <w:noProof/>
            <w:webHidden/>
          </w:rPr>
          <w:t>48</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6055" w:history="1">
        <w:r w:rsidRPr="008D3E10">
          <w:rPr>
            <w:rStyle w:val="Hyperlink"/>
            <w:noProof/>
          </w:rPr>
          <w:t>9.6</w:t>
        </w:r>
        <w:r>
          <w:rPr>
            <w:rFonts w:asciiTheme="minorHAnsi" w:eastAsiaTheme="minorEastAsia" w:hAnsiTheme="minorHAnsi" w:cs="Latha"/>
            <w:noProof/>
            <w:sz w:val="22"/>
            <w:szCs w:val="22"/>
            <w:lang w:val="en-US" w:bidi="ta-IN"/>
          </w:rPr>
          <w:tab/>
        </w:r>
        <w:r w:rsidRPr="008D3E10">
          <w:rPr>
            <w:rStyle w:val="Hyperlink"/>
            <w:noProof/>
          </w:rPr>
          <w:t>Version 1.3</w:t>
        </w:r>
        <w:r>
          <w:rPr>
            <w:noProof/>
            <w:webHidden/>
          </w:rPr>
          <w:tab/>
        </w:r>
        <w:r>
          <w:rPr>
            <w:noProof/>
            <w:webHidden/>
          </w:rPr>
          <w:fldChar w:fldCharType="begin"/>
        </w:r>
        <w:r>
          <w:rPr>
            <w:noProof/>
            <w:webHidden/>
          </w:rPr>
          <w:instrText xml:space="preserve"> PAGEREF _Toc7446055 \h </w:instrText>
        </w:r>
        <w:r>
          <w:rPr>
            <w:noProof/>
            <w:webHidden/>
          </w:rPr>
        </w:r>
        <w:r>
          <w:rPr>
            <w:noProof/>
            <w:webHidden/>
          </w:rPr>
          <w:fldChar w:fldCharType="separate"/>
        </w:r>
        <w:r>
          <w:rPr>
            <w:noProof/>
            <w:webHidden/>
          </w:rPr>
          <w:t>49</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56" w:history="1">
        <w:r w:rsidRPr="008D3E10">
          <w:rPr>
            <w:rStyle w:val="Hyperlink"/>
            <w:noProof/>
          </w:rPr>
          <w:t>9.6.1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_Toc7446056 \h </w:instrText>
        </w:r>
        <w:r>
          <w:rPr>
            <w:noProof/>
            <w:webHidden/>
          </w:rPr>
        </w:r>
        <w:r>
          <w:rPr>
            <w:noProof/>
            <w:webHidden/>
          </w:rPr>
          <w:fldChar w:fldCharType="separate"/>
        </w:r>
        <w:r>
          <w:rPr>
            <w:noProof/>
            <w:webHidden/>
          </w:rPr>
          <w:t>49</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57" w:history="1">
        <w:r w:rsidRPr="008D3E10">
          <w:rPr>
            <w:rStyle w:val="Hyperlink"/>
            <w:noProof/>
          </w:rPr>
          <w:t>9.6.2</w:t>
        </w:r>
        <w:r>
          <w:rPr>
            <w:rFonts w:asciiTheme="minorHAnsi" w:eastAsiaTheme="minorEastAsia" w:hAnsiTheme="minorHAnsi" w:cs="Latha"/>
            <w:noProof/>
            <w:sz w:val="22"/>
            <w:szCs w:val="22"/>
            <w:lang w:val="en-US" w:bidi="ta-IN"/>
          </w:rPr>
          <w:tab/>
        </w:r>
        <w:r w:rsidRPr="008D3E10">
          <w:rPr>
            <w:rStyle w:val="Hyperlink"/>
            <w:noProof/>
          </w:rPr>
          <w:t>Graphical User Interface (GUI)</w:t>
        </w:r>
        <w:r>
          <w:rPr>
            <w:noProof/>
            <w:webHidden/>
          </w:rPr>
          <w:tab/>
        </w:r>
        <w:r>
          <w:rPr>
            <w:noProof/>
            <w:webHidden/>
          </w:rPr>
          <w:fldChar w:fldCharType="begin"/>
        </w:r>
        <w:r>
          <w:rPr>
            <w:noProof/>
            <w:webHidden/>
          </w:rPr>
          <w:instrText xml:space="preserve"> PAGEREF _Toc7446057 \h </w:instrText>
        </w:r>
        <w:r>
          <w:rPr>
            <w:noProof/>
            <w:webHidden/>
          </w:rPr>
        </w:r>
        <w:r>
          <w:rPr>
            <w:noProof/>
            <w:webHidden/>
          </w:rPr>
          <w:fldChar w:fldCharType="separate"/>
        </w:r>
        <w:r>
          <w:rPr>
            <w:noProof/>
            <w:webHidden/>
          </w:rPr>
          <w:t>49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58" w:history="1">
        <w:r w:rsidRPr="008D3E10">
          <w:rPr>
            <w:rStyle w:val="Hyperlink"/>
            <w:noProof/>
          </w:rPr>
          <w:t>9.6.2.1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_Toc7446058 \h </w:instrText>
        </w:r>
        <w:r>
          <w:rPr>
            <w:noProof/>
            <w:webHidden/>
          </w:rPr>
        </w:r>
        <w:r>
          <w:rPr>
            <w:noProof/>
            <w:webHidden/>
          </w:rPr>
          <w:fldChar w:fldCharType="separate"/>
        </w:r>
        <w:r>
          <w:rPr>
            <w:noProof/>
            <w:webHidden/>
          </w:rPr>
          <w:t>49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59" w:history="1">
        <w:r w:rsidRPr="008D3E10">
          <w:rPr>
            <w:rStyle w:val="Hyperlink"/>
            <w:noProof/>
          </w:rPr>
          <w:t>9.6.2.2</w:t>
        </w:r>
        <w:r>
          <w:rPr>
            <w:rFonts w:asciiTheme="minorHAnsi" w:eastAsiaTheme="minorEastAsia" w:hAnsiTheme="minorHAnsi" w:cs="Latha"/>
            <w:noProof/>
            <w:sz w:val="22"/>
            <w:szCs w:val="22"/>
            <w:lang w:val="en-US" w:bidi="ta-IN"/>
          </w:rPr>
          <w:tab/>
        </w:r>
        <w:r w:rsidRPr="008D3E10">
          <w:rPr>
            <w:rStyle w:val="Hyperlink"/>
            <w:noProof/>
          </w:rPr>
          <w:t>Features</w:t>
        </w:r>
        <w:r>
          <w:rPr>
            <w:noProof/>
            <w:webHidden/>
          </w:rPr>
          <w:tab/>
        </w:r>
        <w:r>
          <w:rPr>
            <w:noProof/>
            <w:webHidden/>
          </w:rPr>
          <w:fldChar w:fldCharType="begin"/>
        </w:r>
        <w:r>
          <w:rPr>
            <w:noProof/>
            <w:webHidden/>
          </w:rPr>
          <w:instrText xml:space="preserve"> PAGEREF _Toc7446059 \h </w:instrText>
        </w:r>
        <w:r>
          <w:rPr>
            <w:noProof/>
            <w:webHidden/>
          </w:rPr>
        </w:r>
        <w:r>
          <w:rPr>
            <w:noProof/>
            <w:webHidden/>
          </w:rPr>
          <w:fldChar w:fldCharType="separate"/>
        </w:r>
        <w:r>
          <w:rPr>
            <w:noProof/>
            <w:webHidden/>
          </w:rPr>
          <w:t>49</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60" w:history="1">
        <w:r w:rsidRPr="008D3E10">
          <w:rPr>
            <w:rStyle w:val="Hyperlink"/>
            <w:noProof/>
          </w:rPr>
          <w:t>9.6.2.3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_Toc7446060 \h </w:instrText>
        </w:r>
        <w:r>
          <w:rPr>
            <w:noProof/>
            <w:webHidden/>
          </w:rPr>
        </w:r>
        <w:r>
          <w:rPr>
            <w:noProof/>
            <w:webHidden/>
          </w:rPr>
          <w:fldChar w:fldCharType="separate"/>
        </w:r>
        <w:r>
          <w:rPr>
            <w:noProof/>
            <w:webHidden/>
          </w:rPr>
          <w:t>49</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61" w:history="1">
        <w:r w:rsidRPr="008D3E10">
          <w:rPr>
            <w:rStyle w:val="Hyperlink"/>
            <w:noProof/>
          </w:rPr>
          <w:t>9.6.3</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_Toc7446061 \h </w:instrText>
        </w:r>
        <w:r>
          <w:rPr>
            <w:noProof/>
            <w:webHidden/>
          </w:rPr>
        </w:r>
        <w:r>
          <w:rPr>
            <w:noProof/>
            <w:webHidden/>
          </w:rPr>
          <w:fldChar w:fldCharType="separate"/>
        </w:r>
        <w:r>
          <w:rPr>
            <w:noProof/>
            <w:webHidden/>
          </w:rPr>
          <w:t>49</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6062" w:history="1">
        <w:r w:rsidRPr="008D3E10">
          <w:rPr>
            <w:rStyle w:val="Hyperlink"/>
            <w:noProof/>
          </w:rPr>
          <w:t>9.7</w:t>
        </w:r>
        <w:r>
          <w:rPr>
            <w:rFonts w:asciiTheme="minorHAnsi" w:eastAsiaTheme="minorEastAsia" w:hAnsiTheme="minorHAnsi" w:cs="Latha"/>
            <w:noProof/>
            <w:sz w:val="22"/>
            <w:szCs w:val="22"/>
            <w:lang w:val="en-US" w:bidi="ta-IN"/>
          </w:rPr>
          <w:tab/>
        </w:r>
        <w:r w:rsidRPr="008D3E10">
          <w:rPr>
            <w:rStyle w:val="Hyperlink"/>
            <w:noProof/>
          </w:rPr>
          <w:t>Version 1.2</w:t>
        </w:r>
        <w:r>
          <w:rPr>
            <w:noProof/>
            <w:webHidden/>
          </w:rPr>
          <w:tab/>
        </w:r>
        <w:r>
          <w:rPr>
            <w:noProof/>
            <w:webHidden/>
          </w:rPr>
          <w:fldChar w:fldCharType="begin"/>
        </w:r>
        <w:r>
          <w:rPr>
            <w:noProof/>
            <w:webHidden/>
          </w:rPr>
          <w:instrText xml:space="preserve"> PAGEREF _Toc7446062 \h </w:instrText>
        </w:r>
        <w:r>
          <w:rPr>
            <w:noProof/>
            <w:webHidden/>
          </w:rPr>
        </w:r>
        <w:r>
          <w:rPr>
            <w:noProof/>
            <w:webHidden/>
          </w:rPr>
          <w:fldChar w:fldCharType="separate"/>
        </w:r>
        <w:r>
          <w:rPr>
            <w:noProof/>
            <w:webHidden/>
          </w:rPr>
          <w:t>50</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63" w:history="1">
        <w:r w:rsidRPr="008D3E10">
          <w:rPr>
            <w:rStyle w:val="Hyperlink"/>
            <w:noProof/>
          </w:rPr>
          <w:t>9.7.1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_Toc7446063 \h </w:instrText>
        </w:r>
        <w:r>
          <w:rPr>
            <w:noProof/>
            <w:webHidden/>
          </w:rPr>
        </w:r>
        <w:r>
          <w:rPr>
            <w:noProof/>
            <w:webHidden/>
          </w:rPr>
          <w:fldChar w:fldCharType="separate"/>
        </w:r>
        <w:r>
          <w:rPr>
            <w:noProof/>
            <w:webHidden/>
          </w:rPr>
          <w:t>50</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64" w:history="1">
        <w:r w:rsidRPr="008D3E10">
          <w:rPr>
            <w:rStyle w:val="Hyperlink"/>
            <w:noProof/>
          </w:rPr>
          <w:t>9.7.1.1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_Toc7446064 \h </w:instrText>
        </w:r>
        <w:r>
          <w:rPr>
            <w:noProof/>
            <w:webHidden/>
          </w:rPr>
        </w:r>
        <w:r>
          <w:rPr>
            <w:noProof/>
            <w:webHidden/>
          </w:rPr>
          <w:fldChar w:fldCharType="separate"/>
        </w:r>
        <w:r>
          <w:rPr>
            <w:noProof/>
            <w:webHidden/>
          </w:rPr>
          <w:t>50</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65" w:history="1">
        <w:r w:rsidRPr="008D3E10">
          <w:rPr>
            <w:rStyle w:val="Hyperlink"/>
            <w:noProof/>
          </w:rPr>
          <w:t>9.7.1.2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_Toc7446065 \h </w:instrText>
        </w:r>
        <w:r>
          <w:rPr>
            <w:noProof/>
            <w:webHidden/>
          </w:rPr>
        </w:r>
        <w:r>
          <w:rPr>
            <w:noProof/>
            <w:webHidden/>
          </w:rPr>
          <w:fldChar w:fldCharType="separate"/>
        </w:r>
        <w:r>
          <w:rPr>
            <w:noProof/>
            <w:webHidden/>
          </w:rPr>
          <w:t>50</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66" w:history="1">
        <w:r w:rsidRPr="008D3E10">
          <w:rPr>
            <w:rStyle w:val="Hyperlink"/>
            <w:noProof/>
          </w:rPr>
          <w:t>9.7.1.3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_Toc7446066 \h </w:instrText>
        </w:r>
        <w:r>
          <w:rPr>
            <w:noProof/>
            <w:webHidden/>
          </w:rPr>
        </w:r>
        <w:r>
          <w:rPr>
            <w:noProof/>
            <w:webHidden/>
          </w:rPr>
          <w:fldChar w:fldCharType="separate"/>
        </w:r>
        <w:r>
          <w:rPr>
            <w:noProof/>
            <w:webHidden/>
          </w:rPr>
          <w:t>50</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6067" w:history="1">
        <w:r w:rsidRPr="008D3E10">
          <w:rPr>
            <w:rStyle w:val="Hyperlink"/>
            <w:noProof/>
          </w:rPr>
          <w:t>9.8</w:t>
        </w:r>
        <w:r>
          <w:rPr>
            <w:rFonts w:asciiTheme="minorHAnsi" w:eastAsiaTheme="minorEastAsia" w:hAnsiTheme="minorHAnsi" w:cs="Latha"/>
            <w:noProof/>
            <w:sz w:val="22"/>
            <w:szCs w:val="22"/>
            <w:lang w:val="en-US" w:bidi="ta-IN"/>
          </w:rPr>
          <w:tab/>
        </w:r>
        <w:r w:rsidRPr="008D3E10">
          <w:rPr>
            <w:rStyle w:val="Hyperlink"/>
            <w:noProof/>
          </w:rPr>
          <w:t>Version 1.1</w:t>
        </w:r>
        <w:r>
          <w:rPr>
            <w:noProof/>
            <w:webHidden/>
          </w:rPr>
          <w:tab/>
        </w:r>
        <w:r>
          <w:rPr>
            <w:noProof/>
            <w:webHidden/>
          </w:rPr>
          <w:fldChar w:fldCharType="begin"/>
        </w:r>
        <w:r>
          <w:rPr>
            <w:noProof/>
            <w:webHidden/>
          </w:rPr>
          <w:instrText xml:space="preserve"> PAGEREF _Toc7446067 \h </w:instrText>
        </w:r>
        <w:r>
          <w:rPr>
            <w:noProof/>
            <w:webHidden/>
          </w:rPr>
        </w:r>
        <w:r>
          <w:rPr>
            <w:noProof/>
            <w:webHidden/>
          </w:rPr>
          <w:fldChar w:fldCharType="separate"/>
        </w:r>
        <w:r>
          <w:rPr>
            <w:noProof/>
            <w:webHidden/>
          </w:rPr>
          <w:t>51</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68" w:history="1">
        <w:r w:rsidRPr="008D3E10">
          <w:rPr>
            <w:rStyle w:val="Hyperlink"/>
            <w:noProof/>
          </w:rPr>
          <w:t>9.8.1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_Toc7446068 \h </w:instrText>
        </w:r>
        <w:r>
          <w:rPr>
            <w:noProof/>
            <w:webHidden/>
          </w:rPr>
        </w:r>
        <w:r>
          <w:rPr>
            <w:noProof/>
            <w:webHidden/>
          </w:rPr>
          <w:fldChar w:fldCharType="separate"/>
        </w:r>
        <w:r>
          <w:rPr>
            <w:noProof/>
            <w:webHidden/>
          </w:rPr>
          <w:t>51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69" w:history="1">
        <w:r w:rsidRPr="008D3E10">
          <w:rPr>
            <w:rStyle w:val="Hyperlink"/>
            <w:noProof/>
          </w:rPr>
          <w:t>9.8.1.1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_Toc7446069 \h </w:instrText>
        </w:r>
        <w:r>
          <w:rPr>
            <w:noProof/>
            <w:webHidden/>
          </w:rPr>
        </w:r>
        <w:r>
          <w:rPr>
            <w:noProof/>
            <w:webHidden/>
          </w:rPr>
          <w:fldChar w:fldCharType="separate"/>
        </w:r>
        <w:r>
          <w:rPr>
            <w:noProof/>
            <w:webHidden/>
          </w:rPr>
          <w:t>51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70" w:history="1">
        <w:r w:rsidRPr="008D3E10">
          <w:rPr>
            <w:rStyle w:val="Hyperlink"/>
            <w:noProof/>
          </w:rPr>
          <w:t>9.8.1.2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_Toc7446070 \h </w:instrText>
        </w:r>
        <w:r>
          <w:rPr>
            <w:noProof/>
            <w:webHidden/>
          </w:rPr>
        </w:r>
        <w:r>
          <w:rPr>
            <w:noProof/>
            <w:webHidden/>
          </w:rPr>
          <w:fldChar w:fldCharType="separate"/>
        </w:r>
        <w:r>
          <w:rPr>
            <w:noProof/>
            <w:webHidden/>
          </w:rPr>
          <w:t>51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71" w:history="1">
        <w:r w:rsidRPr="008D3E10">
          <w:rPr>
            <w:rStyle w:val="Hyperlink"/>
            <w:noProof/>
          </w:rPr>
          <w:t>9.8.1.3</w:t>
        </w:r>
        <w:r>
          <w:rPr>
            <w:rFonts w:asciiTheme="minorHAnsi" w:eastAsiaTheme="minorEastAsia" w:hAnsiTheme="minorHAnsi" w:cs="Latha"/>
            <w:noProof/>
            <w:sz w:val="22"/>
            <w:szCs w:val="22"/>
            <w:lang w:val="en-US" w:bidi="ta-IN"/>
          </w:rPr>
          <w:tab/>
        </w:r>
        <w:r w:rsidRPr="008D3E10">
          <w:rPr>
            <w:rStyle w:val="Hyperlink"/>
            <w:noProof/>
          </w:rPr>
          <w:t>Bug Fix</w:t>
        </w:r>
        <w:r>
          <w:rPr>
            <w:noProof/>
            <w:webHidden/>
          </w:rPr>
          <w:tab/>
        </w:r>
        <w:r>
          <w:rPr>
            <w:noProof/>
            <w:webHidden/>
          </w:rPr>
          <w:fldChar w:fldCharType="begin"/>
        </w:r>
        <w:r>
          <w:rPr>
            <w:noProof/>
            <w:webHidden/>
          </w:rPr>
          <w:instrText xml:space="preserve"> PAGEREF _Toc7446071 \h </w:instrText>
        </w:r>
        <w:r>
          <w:rPr>
            <w:noProof/>
            <w:webHidden/>
          </w:rPr>
        </w:r>
        <w:r>
          <w:rPr>
            <w:noProof/>
            <w:webHidden/>
          </w:rPr>
          <w:fldChar w:fldCharType="separate"/>
        </w:r>
        <w:r>
          <w:rPr>
            <w:noProof/>
            <w:webHidden/>
          </w:rPr>
          <w:t>51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72" w:history="1">
        <w:r w:rsidRPr="008D3E10">
          <w:rPr>
            <w:rStyle w:val="Hyperlink"/>
            <w:noProof/>
          </w:rPr>
          <w:t>9.8.1.4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_Toc7446072 \h </w:instrText>
        </w:r>
        <w:r>
          <w:rPr>
            <w:noProof/>
            <w:webHidden/>
          </w:rPr>
        </w:r>
        <w:r>
          <w:rPr>
            <w:noProof/>
            <w:webHidden/>
          </w:rPr>
          <w:fldChar w:fldCharType="separate"/>
        </w:r>
        <w:r>
          <w:rPr>
            <w:noProof/>
            <w:webHidden/>
          </w:rPr>
          <w:t>51</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73" w:history="1">
        <w:r w:rsidRPr="008D3E10">
          <w:rPr>
            <w:rStyle w:val="Hyperlink"/>
            <w:noProof/>
          </w:rPr>
          <w:t>9.8.2</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_Toc7446073 \h </w:instrText>
        </w:r>
        <w:r>
          <w:rPr>
            <w:noProof/>
            <w:webHidden/>
          </w:rPr>
        </w:r>
        <w:r>
          <w:rPr>
            <w:noProof/>
            <w:webHidden/>
          </w:rPr>
          <w:fldChar w:fldCharType="separate"/>
        </w:r>
        <w:r>
          <w:rPr>
            <w:noProof/>
            <w:webHidden/>
          </w:rPr>
          <w:t>51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74" w:history="1">
        <w:r w:rsidRPr="008D3E10">
          <w:rPr>
            <w:rStyle w:val="Hyperlink"/>
            <w:noProof/>
          </w:rPr>
          <w:t>9.8.2.1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_Toc7446074 \h </w:instrText>
        </w:r>
        <w:r>
          <w:rPr>
            <w:noProof/>
            <w:webHidden/>
          </w:rPr>
        </w:r>
        <w:r>
          <w:rPr>
            <w:noProof/>
            <w:webHidden/>
          </w:rPr>
          <w:fldChar w:fldCharType="separate"/>
        </w:r>
        <w:r>
          <w:rPr>
            <w:noProof/>
            <w:webHidden/>
          </w:rPr>
          <w:t>51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75" w:history="1">
        <w:r w:rsidRPr="008D3E10">
          <w:rPr>
            <w:rStyle w:val="Hyperlink"/>
            <w:noProof/>
          </w:rPr>
          <w:t>9.8.2.2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_Toc7446075 \h </w:instrText>
        </w:r>
        <w:r>
          <w:rPr>
            <w:noProof/>
            <w:webHidden/>
          </w:rPr>
        </w:r>
        <w:r>
          <w:rPr>
            <w:noProof/>
            <w:webHidden/>
          </w:rPr>
          <w:fldChar w:fldCharType="separate"/>
        </w:r>
        <w:r>
          <w:rPr>
            <w:noProof/>
            <w:webHidden/>
          </w:rPr>
          <w:t>51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76" w:history="1">
        <w:r w:rsidRPr="008D3E10">
          <w:rPr>
            <w:rStyle w:val="Hyperlink"/>
            <w:noProof/>
          </w:rPr>
          <w:t>9.8.2.3</w:t>
        </w:r>
        <w:r>
          <w:rPr>
            <w:rFonts w:asciiTheme="minorHAnsi" w:eastAsiaTheme="minorEastAsia" w:hAnsiTheme="minorHAnsi" w:cs="Latha"/>
            <w:noProof/>
            <w:sz w:val="22"/>
            <w:szCs w:val="22"/>
            <w:lang w:val="en-US" w:bidi="ta-IN"/>
          </w:rPr>
          <w:tab/>
        </w:r>
        <w:r w:rsidRPr="008D3E10">
          <w:rPr>
            <w:rStyle w:val="Hyperlink"/>
            <w:noProof/>
          </w:rPr>
          <w:t>Bug Fix</w:t>
        </w:r>
        <w:r>
          <w:rPr>
            <w:noProof/>
            <w:webHidden/>
          </w:rPr>
          <w:tab/>
        </w:r>
        <w:r>
          <w:rPr>
            <w:noProof/>
            <w:webHidden/>
          </w:rPr>
          <w:fldChar w:fldCharType="begin"/>
        </w:r>
        <w:r>
          <w:rPr>
            <w:noProof/>
            <w:webHidden/>
          </w:rPr>
          <w:instrText xml:space="preserve"> PAGEREF _Toc7446076 \h </w:instrText>
        </w:r>
        <w:r>
          <w:rPr>
            <w:noProof/>
            <w:webHidden/>
          </w:rPr>
        </w:r>
        <w:r>
          <w:rPr>
            <w:noProof/>
            <w:webHidden/>
          </w:rPr>
          <w:fldChar w:fldCharType="separate"/>
        </w:r>
        <w:r>
          <w:rPr>
            <w:noProof/>
            <w:webHidden/>
          </w:rPr>
          <w:t>51</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77" w:history="1">
        <w:r w:rsidRPr="008D3E10">
          <w:rPr>
            <w:rStyle w:val="Hyperlink"/>
            <w:noProof/>
          </w:rPr>
          <w:t>9.8.2.4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_Toc7446077 \h </w:instrText>
        </w:r>
        <w:r>
          <w:rPr>
            <w:noProof/>
            <w:webHidden/>
          </w:rPr>
        </w:r>
        <w:r>
          <w:rPr>
            <w:noProof/>
            <w:webHidden/>
          </w:rPr>
          <w:fldChar w:fldCharType="separate"/>
        </w:r>
        <w:r>
          <w:rPr>
            <w:noProof/>
            <w:webHidden/>
          </w:rPr>
          <w:t>51</w:t>
        </w:r>
        <w:r>
          <w:rPr>
            <w:noProof/>
            <w:webHidden/>
          </w:rPr>
          <w:fldChar w:fldCharType="end"/>
        </w:r>
      </w:hyperlink>
    </w:p>
    <w:p w:rsidR="00C67DA4" w:rsidRDefault="00C67DA4">
      <w:pPr>
        <w:pStyle w:val="TOC2"/>
        <w:tabs>
          <w:tab w:val="left" w:pos="880"/>
          <w:tab w:val="right" w:leader="dot" w:pos="8270"/>
        </w:tabs>
        <w:rPr>
          <w:rFonts w:asciiTheme="minorHAnsi" w:eastAsiaTheme="minorEastAsia" w:hAnsiTheme="minorHAnsi" w:cs="Latha"/>
          <w:noProof/>
          <w:sz w:val="22"/>
          <w:szCs w:val="22"/>
          <w:lang w:val="en-US" w:bidi="ta-IN"/>
        </w:rPr>
      </w:pPr>
      <w:hyperlink w:anchor="_Toc7446078" w:history="1">
        <w:r w:rsidRPr="008D3E10">
          <w:rPr>
            <w:rStyle w:val="Hyperlink"/>
            <w:noProof/>
          </w:rPr>
          <w:t>9.9</w:t>
        </w:r>
        <w:r>
          <w:rPr>
            <w:rFonts w:asciiTheme="minorHAnsi" w:eastAsiaTheme="minorEastAsia" w:hAnsiTheme="minorHAnsi" w:cs="Latha"/>
            <w:noProof/>
            <w:sz w:val="22"/>
            <w:szCs w:val="22"/>
            <w:lang w:val="en-US" w:bidi="ta-IN"/>
          </w:rPr>
          <w:tab/>
        </w:r>
        <w:r w:rsidRPr="008D3E10">
          <w:rPr>
            <w:rStyle w:val="Hyperlink"/>
            <w:noProof/>
          </w:rPr>
          <w:t>Version 1.0</w:t>
        </w:r>
        <w:r>
          <w:rPr>
            <w:noProof/>
            <w:webHidden/>
          </w:rPr>
          <w:tab/>
        </w:r>
        <w:r>
          <w:rPr>
            <w:noProof/>
            <w:webHidden/>
          </w:rPr>
          <w:fldChar w:fldCharType="begin"/>
        </w:r>
        <w:r>
          <w:rPr>
            <w:noProof/>
            <w:webHidden/>
          </w:rPr>
          <w:instrText xml:space="preserve"> PAGEREF _Toc7446078 \h </w:instrText>
        </w:r>
        <w:r>
          <w:rPr>
            <w:noProof/>
            <w:webHidden/>
          </w:rPr>
        </w:r>
        <w:r>
          <w:rPr>
            <w:noProof/>
            <w:webHidden/>
          </w:rPr>
          <w:fldChar w:fldCharType="separate"/>
        </w:r>
        <w:r>
          <w:rPr>
            <w:noProof/>
            <w:webHidden/>
          </w:rPr>
          <w:t>53</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79" w:history="1">
        <w:r w:rsidRPr="008D3E10">
          <w:rPr>
            <w:rStyle w:val="Hyperlink"/>
            <w:noProof/>
          </w:rPr>
          <w:t>9.9.1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_Toc7446079 \h </w:instrText>
        </w:r>
        <w:r>
          <w:rPr>
            <w:noProof/>
            <w:webHidden/>
          </w:rPr>
        </w:r>
        <w:r>
          <w:rPr>
            <w:noProof/>
            <w:webHidden/>
          </w:rPr>
          <w:fldChar w:fldCharType="separate"/>
        </w:r>
        <w:r>
          <w:rPr>
            <w:noProof/>
            <w:webHidden/>
          </w:rPr>
          <w:t>53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80" w:history="1">
        <w:r w:rsidRPr="008D3E10">
          <w:rPr>
            <w:rStyle w:val="Hyperlink"/>
            <w:noProof/>
          </w:rPr>
          <w:t>9.9.1.1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_Toc7446080 \h </w:instrText>
        </w:r>
        <w:r>
          <w:rPr>
            <w:noProof/>
            <w:webHidden/>
          </w:rPr>
        </w:r>
        <w:r>
          <w:rPr>
            <w:noProof/>
            <w:webHidden/>
          </w:rPr>
          <w:fldChar w:fldCharType="separate"/>
        </w:r>
        <w:r>
          <w:rPr>
            <w:noProof/>
            <w:webHidden/>
          </w:rPr>
          <w:t>53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81" w:history="1">
        <w:r w:rsidRPr="008D3E10">
          <w:rPr>
            <w:rStyle w:val="Hyperlink"/>
            <w:noProof/>
          </w:rPr>
          <w:t>9.9.1.2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_Toc7446081 \h </w:instrText>
        </w:r>
        <w:r>
          <w:rPr>
            <w:noProof/>
            <w:webHidden/>
          </w:rPr>
        </w:r>
        <w:r>
          <w:rPr>
            <w:noProof/>
            <w:webHidden/>
          </w:rPr>
          <w:fldChar w:fldCharType="separate"/>
        </w:r>
        <w:r>
          <w:rPr>
            <w:noProof/>
            <w:webHidden/>
          </w:rPr>
          <w:t>53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82" w:history="1">
        <w:r w:rsidRPr="008D3E10">
          <w:rPr>
            <w:rStyle w:val="Hyperlink"/>
            <w:noProof/>
          </w:rPr>
          <w:t>9.9.1.3</w:t>
        </w:r>
        <w:r>
          <w:rPr>
            <w:rFonts w:asciiTheme="minorHAnsi" w:eastAsiaTheme="minorEastAsia" w:hAnsiTheme="minorHAnsi" w:cs="Latha"/>
            <w:noProof/>
            <w:sz w:val="22"/>
            <w:szCs w:val="22"/>
            <w:lang w:val="en-US" w:bidi="ta-IN"/>
          </w:rPr>
          <w:tab/>
        </w:r>
        <w:r w:rsidRPr="008D3E10">
          <w:rPr>
            <w:rStyle w:val="Hyperlink"/>
            <w:noProof/>
          </w:rPr>
          <w:t>Bug Fix</w:t>
        </w:r>
        <w:r>
          <w:rPr>
            <w:noProof/>
            <w:webHidden/>
          </w:rPr>
          <w:tab/>
        </w:r>
        <w:r>
          <w:rPr>
            <w:noProof/>
            <w:webHidden/>
          </w:rPr>
          <w:fldChar w:fldCharType="begin"/>
        </w:r>
        <w:r>
          <w:rPr>
            <w:noProof/>
            <w:webHidden/>
          </w:rPr>
          <w:instrText xml:space="preserve"> PAGEREF _Toc7446082 \h </w:instrText>
        </w:r>
        <w:r>
          <w:rPr>
            <w:noProof/>
            <w:webHidden/>
          </w:rPr>
        </w:r>
        <w:r>
          <w:rPr>
            <w:noProof/>
            <w:webHidden/>
          </w:rPr>
          <w:fldChar w:fldCharType="separate"/>
        </w:r>
        <w:r>
          <w:rPr>
            <w:noProof/>
            <w:webHidden/>
          </w:rPr>
          <w:t>53</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83" w:history="1">
        <w:r w:rsidRPr="008D3E10">
          <w:rPr>
            <w:rStyle w:val="Hyperlink"/>
            <w:noProof/>
          </w:rPr>
          <w:t>9.9.1.4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_Toc7446083 \h </w:instrText>
        </w:r>
        <w:r>
          <w:rPr>
            <w:noProof/>
            <w:webHidden/>
          </w:rPr>
        </w:r>
        <w:r>
          <w:rPr>
            <w:noProof/>
            <w:webHidden/>
          </w:rPr>
          <w:fldChar w:fldCharType="separate"/>
        </w:r>
        <w:r>
          <w:rPr>
            <w:noProof/>
            <w:webHidden/>
          </w:rPr>
          <w:t>53</w:t>
        </w:r>
        <w:r>
          <w:rPr>
            <w:noProof/>
            <w:webHidden/>
          </w:rPr>
          <w:fldChar w:fldCharType="end"/>
        </w:r>
      </w:hyperlink>
    </w:p>
    <w:p w:rsidR="00C67DA4" w:rsidRDefault="00C67DA4">
      <w:pPr>
        <w:pStyle w:val="TOC2"/>
        <w:tabs>
          <w:tab w:val="left" w:pos="1100"/>
          <w:tab w:val="right" w:leader="dot" w:pos="8270"/>
        </w:tabs>
        <w:rPr>
          <w:rFonts w:asciiTheme="minorHAnsi" w:eastAsiaTheme="minorEastAsia" w:hAnsiTheme="minorHAnsi" w:cs="Latha"/>
          <w:noProof/>
          <w:sz w:val="22"/>
          <w:szCs w:val="22"/>
          <w:lang w:val="en-US" w:bidi="ta-IN"/>
        </w:rPr>
      </w:pPr>
      <w:hyperlink w:anchor="_Toc7446084" w:history="1">
        <w:r w:rsidRPr="008D3E10">
          <w:rPr>
            <w:rStyle w:val="Hyperlink"/>
            <w:noProof/>
          </w:rPr>
          <w:t>9.10</w:t>
        </w:r>
        <w:r>
          <w:rPr>
            <w:rFonts w:asciiTheme="minorHAnsi" w:eastAsiaTheme="minorEastAsia" w:hAnsiTheme="minorHAnsi" w:cs="Latha"/>
            <w:noProof/>
            <w:sz w:val="22"/>
            <w:szCs w:val="22"/>
            <w:lang w:val="en-US" w:bidi="ta-IN"/>
          </w:rPr>
          <w:tab/>
        </w:r>
        <w:r w:rsidRPr="008D3E10">
          <w:rPr>
            <w:rStyle w:val="Hyperlink"/>
            <w:noProof/>
          </w:rPr>
          <w:t>Version 0.9</w:t>
        </w:r>
        <w:r>
          <w:rPr>
            <w:noProof/>
            <w:webHidden/>
          </w:rPr>
          <w:tab/>
        </w:r>
        <w:r>
          <w:rPr>
            <w:noProof/>
            <w:webHidden/>
          </w:rPr>
          <w:fldChar w:fldCharType="begin"/>
        </w:r>
        <w:r>
          <w:rPr>
            <w:noProof/>
            <w:webHidden/>
          </w:rPr>
          <w:instrText xml:space="preserve"> PAGEREF _Toc7446084 \h </w:instrText>
        </w:r>
        <w:r>
          <w:rPr>
            <w:noProof/>
            <w:webHidden/>
          </w:rPr>
        </w:r>
        <w:r>
          <w:rPr>
            <w:noProof/>
            <w:webHidden/>
          </w:rPr>
          <w:fldChar w:fldCharType="separate"/>
        </w:r>
        <w:r>
          <w:rPr>
            <w:noProof/>
            <w:webHidden/>
          </w:rPr>
          <w:t>54</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85" w:history="1">
        <w:r w:rsidRPr="008D3E10">
          <w:rPr>
            <w:rStyle w:val="Hyperlink"/>
            <w:noProof/>
          </w:rPr>
          <w:t>9.10.1</w:t>
        </w:r>
        <w:r>
          <w:rPr>
            <w:rFonts w:asciiTheme="minorHAnsi" w:eastAsiaTheme="minorEastAsia" w:hAnsiTheme="minorHAnsi" w:cs="Latha"/>
            <w:noProof/>
            <w:sz w:val="22"/>
            <w:szCs w:val="22"/>
            <w:lang w:val="en-US" w:bidi="ta-IN"/>
          </w:rPr>
          <w:tab/>
        </w:r>
        <w:r w:rsidRPr="008D3E10">
          <w:rPr>
            <w:rStyle w:val="Hyperlink"/>
            <w:noProof/>
          </w:rPr>
          <w:t>Command Line Interface (CLI)</w:t>
        </w:r>
        <w:r>
          <w:rPr>
            <w:noProof/>
            <w:webHidden/>
          </w:rPr>
          <w:tab/>
        </w:r>
        <w:r>
          <w:rPr>
            <w:noProof/>
            <w:webHidden/>
          </w:rPr>
          <w:fldChar w:fldCharType="begin"/>
        </w:r>
        <w:r>
          <w:rPr>
            <w:noProof/>
            <w:webHidden/>
          </w:rPr>
          <w:instrText xml:space="preserve"> PAGEREF _Toc7446085 \h </w:instrText>
        </w:r>
        <w:r>
          <w:rPr>
            <w:noProof/>
            <w:webHidden/>
          </w:rPr>
        </w:r>
        <w:r>
          <w:rPr>
            <w:noProof/>
            <w:webHidden/>
          </w:rPr>
          <w:fldChar w:fldCharType="separate"/>
        </w:r>
        <w:r>
          <w:rPr>
            <w:noProof/>
            <w:webHidden/>
          </w:rPr>
          <w:t>54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86" w:history="1">
        <w:r w:rsidRPr="008D3E10">
          <w:rPr>
            <w:rStyle w:val="Hyperlink"/>
            <w:noProof/>
          </w:rPr>
          <w:t>9.10.1.1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_Toc7446086 \h </w:instrText>
        </w:r>
        <w:r>
          <w:rPr>
            <w:noProof/>
            <w:webHidden/>
          </w:rPr>
        </w:r>
        <w:r>
          <w:rPr>
            <w:noProof/>
            <w:webHidden/>
          </w:rPr>
          <w:fldChar w:fldCharType="separate"/>
        </w:r>
        <w:r>
          <w:rPr>
            <w:noProof/>
            <w:webHidden/>
          </w:rPr>
          <w:t>54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87" w:history="1">
        <w:r w:rsidRPr="008D3E10">
          <w:rPr>
            <w:rStyle w:val="Hyperlink"/>
            <w:noProof/>
          </w:rPr>
          <w:t>9.10.1.2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_Toc7446087 \h </w:instrText>
        </w:r>
        <w:r>
          <w:rPr>
            <w:noProof/>
            <w:webHidden/>
          </w:rPr>
        </w:r>
        <w:r>
          <w:rPr>
            <w:noProof/>
            <w:webHidden/>
          </w:rPr>
          <w:fldChar w:fldCharType="separate"/>
        </w:r>
        <w:r>
          <w:rPr>
            <w:noProof/>
            <w:webHidden/>
          </w:rPr>
          <w:t>54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88" w:history="1">
        <w:r w:rsidRPr="008D3E10">
          <w:rPr>
            <w:rStyle w:val="Hyperlink"/>
            <w:noProof/>
          </w:rPr>
          <w:t>9.10.1.3</w:t>
        </w:r>
        <w:r>
          <w:rPr>
            <w:rFonts w:asciiTheme="minorHAnsi" w:eastAsiaTheme="minorEastAsia" w:hAnsiTheme="minorHAnsi" w:cs="Latha"/>
            <w:noProof/>
            <w:sz w:val="22"/>
            <w:szCs w:val="22"/>
            <w:lang w:val="en-US" w:bidi="ta-IN"/>
          </w:rPr>
          <w:tab/>
        </w:r>
        <w:r w:rsidRPr="008D3E10">
          <w:rPr>
            <w:rStyle w:val="Hyperlink"/>
            <w:noProof/>
          </w:rPr>
          <w:t>Bug Fix</w:t>
        </w:r>
        <w:r>
          <w:rPr>
            <w:noProof/>
            <w:webHidden/>
          </w:rPr>
          <w:tab/>
        </w:r>
        <w:r>
          <w:rPr>
            <w:noProof/>
            <w:webHidden/>
          </w:rPr>
          <w:fldChar w:fldCharType="begin"/>
        </w:r>
        <w:r>
          <w:rPr>
            <w:noProof/>
            <w:webHidden/>
          </w:rPr>
          <w:instrText xml:space="preserve"> PAGEREF _Toc7446088 \h </w:instrText>
        </w:r>
        <w:r>
          <w:rPr>
            <w:noProof/>
            <w:webHidden/>
          </w:rPr>
        </w:r>
        <w:r>
          <w:rPr>
            <w:noProof/>
            <w:webHidden/>
          </w:rPr>
          <w:fldChar w:fldCharType="separate"/>
        </w:r>
        <w:r>
          <w:rPr>
            <w:noProof/>
            <w:webHidden/>
          </w:rPr>
          <w:t>54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89" w:history="1">
        <w:r w:rsidRPr="008D3E10">
          <w:rPr>
            <w:rStyle w:val="Hyperlink"/>
            <w:noProof/>
          </w:rPr>
          <w:t>9.10.1.4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_Toc7446089 \h </w:instrText>
        </w:r>
        <w:r>
          <w:rPr>
            <w:noProof/>
            <w:webHidden/>
          </w:rPr>
        </w:r>
        <w:r>
          <w:rPr>
            <w:noProof/>
            <w:webHidden/>
          </w:rPr>
          <w:fldChar w:fldCharType="separate"/>
        </w:r>
        <w:r>
          <w:rPr>
            <w:noProof/>
            <w:webHidden/>
          </w:rPr>
          <w:t>54</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90" w:history="1">
        <w:r w:rsidRPr="008D3E10">
          <w:rPr>
            <w:rStyle w:val="Hyperlink"/>
            <w:noProof/>
          </w:rPr>
          <w:t>9.10.2</w:t>
        </w:r>
        <w:r>
          <w:rPr>
            <w:rFonts w:asciiTheme="minorHAnsi" w:eastAsiaTheme="minorEastAsia" w:hAnsiTheme="minorHAnsi" w:cs="Latha"/>
            <w:noProof/>
            <w:sz w:val="22"/>
            <w:szCs w:val="22"/>
            <w:lang w:val="en-US" w:bidi="ta-IN"/>
          </w:rPr>
          <w:tab/>
        </w:r>
        <w:r w:rsidRPr="008D3E10">
          <w:rPr>
            <w:rStyle w:val="Hyperlink"/>
            <w:noProof/>
          </w:rPr>
          <w:t>Graphical User Interface (GUI)</w:t>
        </w:r>
        <w:r>
          <w:rPr>
            <w:noProof/>
            <w:webHidden/>
          </w:rPr>
          <w:tab/>
        </w:r>
        <w:r>
          <w:rPr>
            <w:noProof/>
            <w:webHidden/>
          </w:rPr>
          <w:fldChar w:fldCharType="begin"/>
        </w:r>
        <w:r>
          <w:rPr>
            <w:noProof/>
            <w:webHidden/>
          </w:rPr>
          <w:instrText xml:space="preserve"> PAGEREF _Toc7446090 \h </w:instrText>
        </w:r>
        <w:r>
          <w:rPr>
            <w:noProof/>
            <w:webHidden/>
          </w:rPr>
        </w:r>
        <w:r>
          <w:rPr>
            <w:noProof/>
            <w:webHidden/>
          </w:rPr>
          <w:fldChar w:fldCharType="separate"/>
        </w:r>
        <w:r>
          <w:rPr>
            <w:noProof/>
            <w:webHidden/>
          </w:rPr>
          <w:t>54</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91" w:history="1">
        <w:r w:rsidRPr="008D3E10">
          <w:rPr>
            <w:rStyle w:val="Hyperlink"/>
            <w:noProof/>
          </w:rPr>
          <w:t>9.10.2.1</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_Toc7446091 \h </w:instrText>
        </w:r>
        <w:r>
          <w:rPr>
            <w:noProof/>
            <w:webHidden/>
          </w:rPr>
        </w:r>
        <w:r>
          <w:rPr>
            <w:noProof/>
            <w:webHidden/>
          </w:rPr>
          <w:fldChar w:fldCharType="separate"/>
        </w:r>
        <w:r>
          <w:rPr>
            <w:noProof/>
            <w:webHidden/>
          </w:rPr>
          <w:t>54</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92" w:history="1">
        <w:r w:rsidRPr="008D3E10">
          <w:rPr>
            <w:rStyle w:val="Hyperlink"/>
            <w:noProof/>
          </w:rPr>
          <w:t>9.10.3</w:t>
        </w:r>
        <w:r>
          <w:rPr>
            <w:rFonts w:asciiTheme="minorHAnsi" w:eastAsiaTheme="minorEastAsia" w:hAnsiTheme="minorHAnsi" w:cs="Latha"/>
            <w:noProof/>
            <w:sz w:val="22"/>
            <w:szCs w:val="22"/>
            <w:lang w:val="en-US" w:bidi="ta-IN"/>
          </w:rPr>
          <w:tab/>
        </w:r>
        <w:r w:rsidRPr="008D3E10">
          <w:rPr>
            <w:rStyle w:val="Hyperlink"/>
            <w:noProof/>
          </w:rPr>
          <w:t>DLL</w:t>
        </w:r>
        <w:r>
          <w:rPr>
            <w:noProof/>
            <w:webHidden/>
          </w:rPr>
          <w:tab/>
        </w:r>
        <w:r>
          <w:rPr>
            <w:noProof/>
            <w:webHidden/>
          </w:rPr>
          <w:fldChar w:fldCharType="begin"/>
        </w:r>
        <w:r>
          <w:rPr>
            <w:noProof/>
            <w:webHidden/>
          </w:rPr>
          <w:instrText xml:space="preserve"> PAGEREF _Toc7446092 \h </w:instrText>
        </w:r>
        <w:r>
          <w:rPr>
            <w:noProof/>
            <w:webHidden/>
          </w:rPr>
        </w:r>
        <w:r>
          <w:rPr>
            <w:noProof/>
            <w:webHidden/>
          </w:rPr>
          <w:fldChar w:fldCharType="separate"/>
        </w:r>
        <w:r>
          <w:rPr>
            <w:noProof/>
            <w:webHidden/>
          </w:rPr>
          <w:t>55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93" w:history="1">
        <w:r w:rsidRPr="008D3E10">
          <w:rPr>
            <w:rStyle w:val="Hyperlink"/>
            <w:noProof/>
          </w:rPr>
          <w:t>9.10.3.1</w:t>
        </w:r>
        <w:r>
          <w:rPr>
            <w:rFonts w:asciiTheme="minorHAnsi" w:eastAsiaTheme="minorEastAsia" w:hAnsiTheme="minorHAnsi" w:cs="Latha"/>
            <w:noProof/>
            <w:sz w:val="22"/>
            <w:szCs w:val="22"/>
            <w:lang w:val="en-US" w:bidi="ta-IN"/>
          </w:rPr>
          <w:tab/>
        </w:r>
        <w:r w:rsidRPr="008D3E10">
          <w:rPr>
            <w:rStyle w:val="Hyperlink"/>
            <w:noProof/>
          </w:rPr>
          <w:t>Changes</w:t>
        </w:r>
        <w:r>
          <w:rPr>
            <w:noProof/>
            <w:webHidden/>
          </w:rPr>
          <w:tab/>
        </w:r>
        <w:r>
          <w:rPr>
            <w:noProof/>
            <w:webHidden/>
          </w:rPr>
          <w:fldChar w:fldCharType="begin"/>
        </w:r>
        <w:r>
          <w:rPr>
            <w:noProof/>
            <w:webHidden/>
          </w:rPr>
          <w:instrText xml:space="preserve"> PAGEREF _Toc7446093 \h </w:instrText>
        </w:r>
        <w:r>
          <w:rPr>
            <w:noProof/>
            <w:webHidden/>
          </w:rPr>
        </w:r>
        <w:r>
          <w:rPr>
            <w:noProof/>
            <w:webHidden/>
          </w:rPr>
          <w:fldChar w:fldCharType="separate"/>
        </w:r>
        <w:r>
          <w:rPr>
            <w:noProof/>
            <w:webHidden/>
          </w:rPr>
          <w:t>55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94" w:history="1">
        <w:r w:rsidRPr="008D3E10">
          <w:rPr>
            <w:rStyle w:val="Hyperlink"/>
            <w:noProof/>
          </w:rPr>
          <w:t>9.10.3.2</w:t>
        </w:r>
        <w:r>
          <w:rPr>
            <w:rFonts w:asciiTheme="minorHAnsi" w:eastAsiaTheme="minorEastAsia" w:hAnsiTheme="minorHAnsi" w:cs="Latha"/>
            <w:noProof/>
            <w:sz w:val="22"/>
            <w:szCs w:val="22"/>
            <w:lang w:val="en-US" w:bidi="ta-IN"/>
          </w:rPr>
          <w:tab/>
        </w:r>
        <w:r w:rsidRPr="008D3E10">
          <w:rPr>
            <w:rStyle w:val="Hyperlink"/>
            <w:noProof/>
          </w:rPr>
          <w:t>Feature Addition</w:t>
        </w:r>
        <w:r>
          <w:rPr>
            <w:noProof/>
            <w:webHidden/>
          </w:rPr>
          <w:tab/>
        </w:r>
        <w:r>
          <w:rPr>
            <w:noProof/>
            <w:webHidden/>
          </w:rPr>
          <w:fldChar w:fldCharType="begin"/>
        </w:r>
        <w:r>
          <w:rPr>
            <w:noProof/>
            <w:webHidden/>
          </w:rPr>
          <w:instrText xml:space="preserve"> PAGEREF _Toc7446094 \h </w:instrText>
        </w:r>
        <w:r>
          <w:rPr>
            <w:noProof/>
            <w:webHidden/>
          </w:rPr>
        </w:r>
        <w:r>
          <w:rPr>
            <w:noProof/>
            <w:webHidden/>
          </w:rPr>
          <w:fldChar w:fldCharType="separate"/>
        </w:r>
        <w:r>
          <w:rPr>
            <w:noProof/>
            <w:webHidden/>
          </w:rPr>
          <w:t>55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95" w:history="1">
        <w:r w:rsidRPr="008D3E10">
          <w:rPr>
            <w:rStyle w:val="Hyperlink"/>
            <w:noProof/>
          </w:rPr>
          <w:t>9.10.3.3</w:t>
        </w:r>
        <w:r>
          <w:rPr>
            <w:rFonts w:asciiTheme="minorHAnsi" w:eastAsiaTheme="minorEastAsia" w:hAnsiTheme="minorHAnsi" w:cs="Latha"/>
            <w:noProof/>
            <w:sz w:val="22"/>
            <w:szCs w:val="22"/>
            <w:lang w:val="en-US" w:bidi="ta-IN"/>
          </w:rPr>
          <w:tab/>
        </w:r>
        <w:r w:rsidRPr="008D3E10">
          <w:rPr>
            <w:rStyle w:val="Hyperlink"/>
            <w:noProof/>
          </w:rPr>
          <w:t>Bug Fix</w:t>
        </w:r>
        <w:r>
          <w:rPr>
            <w:noProof/>
            <w:webHidden/>
          </w:rPr>
          <w:tab/>
        </w:r>
        <w:r>
          <w:rPr>
            <w:noProof/>
            <w:webHidden/>
          </w:rPr>
          <w:fldChar w:fldCharType="begin"/>
        </w:r>
        <w:r>
          <w:rPr>
            <w:noProof/>
            <w:webHidden/>
          </w:rPr>
          <w:instrText xml:space="preserve"> PAGEREF _Toc7446095 \h </w:instrText>
        </w:r>
        <w:r>
          <w:rPr>
            <w:noProof/>
            <w:webHidden/>
          </w:rPr>
        </w:r>
        <w:r>
          <w:rPr>
            <w:noProof/>
            <w:webHidden/>
          </w:rPr>
          <w:fldChar w:fldCharType="separate"/>
        </w:r>
        <w:r>
          <w:rPr>
            <w:noProof/>
            <w:webHidden/>
          </w:rPr>
          <w:t>55</w:t>
        </w:r>
        <w:r>
          <w:rPr>
            <w:noProof/>
            <w:webHidden/>
          </w:rPr>
          <w:fldChar w:fldCharType="end"/>
        </w:r>
      </w:hyperlink>
    </w:p>
    <w:p w:rsidR="00C67DA4" w:rsidRDefault="00C67DA4">
      <w:pPr>
        <w:pStyle w:val="TOC4"/>
        <w:tabs>
          <w:tab w:val="left" w:pos="1760"/>
          <w:tab w:val="right" w:leader="dot" w:pos="8270"/>
        </w:tabs>
        <w:rPr>
          <w:rFonts w:asciiTheme="minorHAnsi" w:eastAsiaTheme="minorEastAsia" w:hAnsiTheme="minorHAnsi" w:cs="Latha"/>
          <w:noProof/>
          <w:sz w:val="22"/>
          <w:szCs w:val="22"/>
          <w:lang w:val="en-US" w:bidi="ta-IN"/>
        </w:rPr>
      </w:pPr>
      <w:hyperlink w:anchor="_Toc7446096" w:history="1">
        <w:r w:rsidRPr="008D3E10">
          <w:rPr>
            <w:rStyle w:val="Hyperlink"/>
            <w:noProof/>
          </w:rPr>
          <w:t>9.10.3.4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_Toc7446096 \h </w:instrText>
        </w:r>
        <w:r>
          <w:rPr>
            <w:noProof/>
            <w:webHidden/>
          </w:rPr>
        </w:r>
        <w:r>
          <w:rPr>
            <w:noProof/>
            <w:webHidden/>
          </w:rPr>
          <w:fldChar w:fldCharType="separate"/>
        </w:r>
        <w:r>
          <w:rPr>
            <w:noProof/>
            <w:webHidden/>
          </w:rPr>
          <w:t>55</w:t>
        </w:r>
        <w:r>
          <w:rPr>
            <w:noProof/>
            <w:webHidden/>
          </w:rPr>
          <w:fldChar w:fldCharType="end"/>
        </w:r>
      </w:hyperlink>
    </w:p>
    <w:p w:rsidR="00C67DA4" w:rsidRDefault="00C67DA4">
      <w:pPr>
        <w:pStyle w:val="TOC2"/>
        <w:tabs>
          <w:tab w:val="left" w:pos="1100"/>
          <w:tab w:val="right" w:leader="dot" w:pos="8270"/>
        </w:tabs>
        <w:rPr>
          <w:rFonts w:asciiTheme="minorHAnsi" w:eastAsiaTheme="minorEastAsia" w:hAnsiTheme="minorHAnsi" w:cs="Latha"/>
          <w:noProof/>
          <w:sz w:val="22"/>
          <w:szCs w:val="22"/>
          <w:lang w:val="en-US" w:bidi="ta-IN"/>
        </w:rPr>
      </w:pPr>
      <w:hyperlink w:anchor="_Toc7446097" w:history="1">
        <w:r w:rsidRPr="008D3E10">
          <w:rPr>
            <w:rStyle w:val="Hyperlink"/>
            <w:noProof/>
          </w:rPr>
          <w:t>9.11</w:t>
        </w:r>
        <w:r>
          <w:rPr>
            <w:rFonts w:asciiTheme="minorHAnsi" w:eastAsiaTheme="minorEastAsia" w:hAnsiTheme="minorHAnsi" w:cs="Latha"/>
            <w:noProof/>
            <w:sz w:val="22"/>
            <w:szCs w:val="22"/>
            <w:lang w:val="en-US" w:bidi="ta-IN"/>
          </w:rPr>
          <w:tab/>
        </w:r>
        <w:r w:rsidRPr="008D3E10">
          <w:rPr>
            <w:rStyle w:val="Hyperlink"/>
            <w:noProof/>
          </w:rPr>
          <w:t>Version 0.6</w:t>
        </w:r>
        <w:r>
          <w:rPr>
            <w:noProof/>
            <w:webHidden/>
          </w:rPr>
          <w:tab/>
        </w:r>
        <w:r>
          <w:rPr>
            <w:noProof/>
            <w:webHidden/>
          </w:rPr>
          <w:fldChar w:fldCharType="begin"/>
        </w:r>
        <w:r>
          <w:rPr>
            <w:noProof/>
            <w:webHidden/>
          </w:rPr>
          <w:instrText xml:space="preserve"> PAGEREF _Toc7446097 \h </w:instrText>
        </w:r>
        <w:r>
          <w:rPr>
            <w:noProof/>
            <w:webHidden/>
          </w:rPr>
        </w:r>
        <w:r>
          <w:rPr>
            <w:noProof/>
            <w:webHidden/>
          </w:rPr>
          <w:fldChar w:fldCharType="separate"/>
        </w:r>
        <w:r>
          <w:rPr>
            <w:noProof/>
            <w:webHidden/>
          </w:rPr>
          <w:t>56</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98" w:history="1">
        <w:r w:rsidRPr="008D3E10">
          <w:rPr>
            <w:rStyle w:val="Hyperlink"/>
            <w:noProof/>
          </w:rPr>
          <w:t>9.11.1</w:t>
        </w:r>
        <w:r>
          <w:rPr>
            <w:rFonts w:asciiTheme="minorHAnsi" w:eastAsiaTheme="minorEastAsia" w:hAnsiTheme="minorHAnsi" w:cs="Latha"/>
            <w:noProof/>
            <w:sz w:val="22"/>
            <w:szCs w:val="22"/>
            <w:lang w:val="en-US" w:bidi="ta-IN"/>
          </w:rPr>
          <w:tab/>
        </w:r>
        <w:r w:rsidRPr="008D3E10">
          <w:rPr>
            <w:rStyle w:val="Hyperlink"/>
            <w:noProof/>
          </w:rPr>
          <w:t>Changes in Version 0.6</w:t>
        </w:r>
        <w:r>
          <w:rPr>
            <w:noProof/>
            <w:webHidden/>
          </w:rPr>
          <w:tab/>
        </w:r>
        <w:r>
          <w:rPr>
            <w:noProof/>
            <w:webHidden/>
          </w:rPr>
          <w:fldChar w:fldCharType="begin"/>
        </w:r>
        <w:r>
          <w:rPr>
            <w:noProof/>
            <w:webHidden/>
          </w:rPr>
          <w:instrText xml:space="preserve"> PAGEREF _Toc7446098 \h </w:instrText>
        </w:r>
        <w:r>
          <w:rPr>
            <w:noProof/>
            <w:webHidden/>
          </w:rPr>
        </w:r>
        <w:r>
          <w:rPr>
            <w:noProof/>
            <w:webHidden/>
          </w:rPr>
          <w:fldChar w:fldCharType="separate"/>
        </w:r>
        <w:r>
          <w:rPr>
            <w:noProof/>
            <w:webHidden/>
          </w:rPr>
          <w:t>56</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099" w:history="1">
        <w:r w:rsidRPr="008D3E10">
          <w:rPr>
            <w:rStyle w:val="Hyperlink"/>
            <w:noProof/>
          </w:rPr>
          <w:t>9.11.2</w:t>
        </w:r>
        <w:r>
          <w:rPr>
            <w:rFonts w:asciiTheme="minorHAnsi" w:eastAsiaTheme="minorEastAsia" w:hAnsiTheme="minorHAnsi" w:cs="Latha"/>
            <w:noProof/>
            <w:sz w:val="22"/>
            <w:szCs w:val="22"/>
            <w:lang w:val="en-US" w:bidi="ta-IN"/>
          </w:rPr>
          <w:tab/>
        </w:r>
        <w:r w:rsidRPr="008D3E10">
          <w:rPr>
            <w:rStyle w:val="Hyperlink"/>
            <w:noProof/>
          </w:rPr>
          <w:t>Changes &amp; Bug Fixes in DLL</w:t>
        </w:r>
        <w:r>
          <w:rPr>
            <w:noProof/>
            <w:webHidden/>
          </w:rPr>
          <w:tab/>
        </w:r>
        <w:r>
          <w:rPr>
            <w:noProof/>
            <w:webHidden/>
          </w:rPr>
          <w:fldChar w:fldCharType="begin"/>
        </w:r>
        <w:r>
          <w:rPr>
            <w:noProof/>
            <w:webHidden/>
          </w:rPr>
          <w:instrText xml:space="preserve"> PAGEREF _Toc7446099 \h </w:instrText>
        </w:r>
        <w:r>
          <w:rPr>
            <w:noProof/>
            <w:webHidden/>
          </w:rPr>
        </w:r>
        <w:r>
          <w:rPr>
            <w:noProof/>
            <w:webHidden/>
          </w:rPr>
          <w:fldChar w:fldCharType="separate"/>
        </w:r>
        <w:r>
          <w:rPr>
            <w:noProof/>
            <w:webHidden/>
          </w:rPr>
          <w:t>56</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100" w:history="1">
        <w:r w:rsidRPr="008D3E10">
          <w:rPr>
            <w:rStyle w:val="Hyperlink"/>
            <w:noProof/>
          </w:rPr>
          <w:t>9.11.3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_Toc7446100 \h </w:instrText>
        </w:r>
        <w:r>
          <w:rPr>
            <w:noProof/>
            <w:webHidden/>
          </w:rPr>
        </w:r>
        <w:r>
          <w:rPr>
            <w:noProof/>
            <w:webHidden/>
          </w:rPr>
          <w:fldChar w:fldCharType="separate"/>
        </w:r>
        <w:r>
          <w:rPr>
            <w:noProof/>
            <w:webHidden/>
          </w:rPr>
          <w:t>56</w:t>
        </w:r>
        <w:r>
          <w:rPr>
            <w:noProof/>
            <w:webHidden/>
          </w:rPr>
          <w:fldChar w:fldCharType="end"/>
        </w:r>
      </w:hyperlink>
    </w:p>
    <w:p w:rsidR="00C67DA4" w:rsidRDefault="00C67DA4">
      <w:pPr>
        <w:pStyle w:val="TOC2"/>
        <w:tabs>
          <w:tab w:val="left" w:pos="1100"/>
          <w:tab w:val="right" w:leader="dot" w:pos="8270"/>
        </w:tabs>
        <w:rPr>
          <w:rFonts w:asciiTheme="minorHAnsi" w:eastAsiaTheme="minorEastAsia" w:hAnsiTheme="minorHAnsi" w:cs="Latha"/>
          <w:noProof/>
          <w:sz w:val="22"/>
          <w:szCs w:val="22"/>
          <w:lang w:val="en-US" w:bidi="ta-IN"/>
        </w:rPr>
      </w:pPr>
      <w:hyperlink w:anchor="_Toc7446101" w:history="1">
        <w:r w:rsidRPr="008D3E10">
          <w:rPr>
            <w:rStyle w:val="Hyperlink"/>
            <w:noProof/>
          </w:rPr>
          <w:t>9.12</w:t>
        </w:r>
        <w:r>
          <w:rPr>
            <w:rFonts w:asciiTheme="minorHAnsi" w:eastAsiaTheme="minorEastAsia" w:hAnsiTheme="minorHAnsi" w:cs="Latha"/>
            <w:noProof/>
            <w:sz w:val="22"/>
            <w:szCs w:val="22"/>
            <w:lang w:val="en-US" w:bidi="ta-IN"/>
          </w:rPr>
          <w:tab/>
        </w:r>
        <w:r w:rsidRPr="008D3E10">
          <w:rPr>
            <w:rStyle w:val="Hyperlink"/>
            <w:noProof/>
          </w:rPr>
          <w:t>Version 0.5</w:t>
        </w:r>
        <w:r>
          <w:rPr>
            <w:noProof/>
            <w:webHidden/>
          </w:rPr>
          <w:tab/>
        </w:r>
        <w:r>
          <w:rPr>
            <w:noProof/>
            <w:webHidden/>
          </w:rPr>
          <w:fldChar w:fldCharType="begin"/>
        </w:r>
        <w:r>
          <w:rPr>
            <w:noProof/>
            <w:webHidden/>
          </w:rPr>
          <w:instrText xml:space="preserve"> PAGEREF _Toc7446101 \h </w:instrText>
        </w:r>
        <w:r>
          <w:rPr>
            <w:noProof/>
            <w:webHidden/>
          </w:rPr>
        </w:r>
        <w:r>
          <w:rPr>
            <w:noProof/>
            <w:webHidden/>
          </w:rPr>
          <w:fldChar w:fldCharType="separate"/>
        </w:r>
        <w:r>
          <w:rPr>
            <w:noProof/>
            <w:webHidden/>
          </w:rPr>
          <w:t>57</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102" w:history="1">
        <w:r w:rsidRPr="008D3E10">
          <w:rPr>
            <w:rStyle w:val="Hyperlink"/>
            <w:noProof/>
          </w:rPr>
          <w:t>9.12.1</w:t>
        </w:r>
        <w:r>
          <w:rPr>
            <w:rFonts w:asciiTheme="minorHAnsi" w:eastAsiaTheme="minorEastAsia" w:hAnsiTheme="minorHAnsi" w:cs="Latha"/>
            <w:noProof/>
            <w:sz w:val="22"/>
            <w:szCs w:val="22"/>
            <w:lang w:val="en-US" w:bidi="ta-IN"/>
          </w:rPr>
          <w:tab/>
        </w:r>
        <w:r w:rsidRPr="008D3E10">
          <w:rPr>
            <w:rStyle w:val="Hyperlink"/>
            <w:noProof/>
          </w:rPr>
          <w:t>Changes in Version 0.5</w:t>
        </w:r>
        <w:r>
          <w:rPr>
            <w:noProof/>
            <w:webHidden/>
          </w:rPr>
          <w:tab/>
        </w:r>
        <w:r>
          <w:rPr>
            <w:noProof/>
            <w:webHidden/>
          </w:rPr>
          <w:fldChar w:fldCharType="begin"/>
        </w:r>
        <w:r>
          <w:rPr>
            <w:noProof/>
            <w:webHidden/>
          </w:rPr>
          <w:instrText xml:space="preserve"> PAGEREF _Toc7446102 \h </w:instrText>
        </w:r>
        <w:r>
          <w:rPr>
            <w:noProof/>
            <w:webHidden/>
          </w:rPr>
        </w:r>
        <w:r>
          <w:rPr>
            <w:noProof/>
            <w:webHidden/>
          </w:rPr>
          <w:fldChar w:fldCharType="separate"/>
        </w:r>
        <w:r>
          <w:rPr>
            <w:noProof/>
            <w:webHidden/>
          </w:rPr>
          <w:t>57</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103" w:history="1">
        <w:r w:rsidRPr="008D3E10">
          <w:rPr>
            <w:rStyle w:val="Hyperlink"/>
            <w:noProof/>
          </w:rPr>
          <w:t>9.12.2</w:t>
        </w:r>
        <w:r>
          <w:rPr>
            <w:rFonts w:asciiTheme="minorHAnsi" w:eastAsiaTheme="minorEastAsia" w:hAnsiTheme="minorHAnsi" w:cs="Latha"/>
            <w:noProof/>
            <w:sz w:val="22"/>
            <w:szCs w:val="22"/>
            <w:lang w:val="en-US" w:bidi="ta-IN"/>
          </w:rPr>
          <w:tab/>
        </w:r>
        <w:r w:rsidRPr="008D3E10">
          <w:rPr>
            <w:rStyle w:val="Hyperlink"/>
            <w:noProof/>
          </w:rPr>
          <w:t>Changes &amp; Bug Fixes in DLL</w:t>
        </w:r>
        <w:r>
          <w:rPr>
            <w:noProof/>
            <w:webHidden/>
          </w:rPr>
          <w:tab/>
        </w:r>
        <w:r>
          <w:rPr>
            <w:noProof/>
            <w:webHidden/>
          </w:rPr>
          <w:fldChar w:fldCharType="begin"/>
        </w:r>
        <w:r>
          <w:rPr>
            <w:noProof/>
            <w:webHidden/>
          </w:rPr>
          <w:instrText xml:space="preserve"> PAGEREF _Toc7446103 \h </w:instrText>
        </w:r>
        <w:r>
          <w:rPr>
            <w:noProof/>
            <w:webHidden/>
          </w:rPr>
        </w:r>
        <w:r>
          <w:rPr>
            <w:noProof/>
            <w:webHidden/>
          </w:rPr>
          <w:fldChar w:fldCharType="separate"/>
        </w:r>
        <w:r>
          <w:rPr>
            <w:noProof/>
            <w:webHidden/>
          </w:rPr>
          <w:t>57</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104" w:history="1">
        <w:r w:rsidRPr="008D3E10">
          <w:rPr>
            <w:rStyle w:val="Hyperlink"/>
            <w:noProof/>
          </w:rPr>
          <w:t>9.12.3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_Toc7446104 \h </w:instrText>
        </w:r>
        <w:r>
          <w:rPr>
            <w:noProof/>
            <w:webHidden/>
          </w:rPr>
        </w:r>
        <w:r>
          <w:rPr>
            <w:noProof/>
            <w:webHidden/>
          </w:rPr>
          <w:fldChar w:fldCharType="separate"/>
        </w:r>
        <w:r>
          <w:rPr>
            <w:noProof/>
            <w:webHidden/>
          </w:rPr>
          <w:t>57</w:t>
        </w:r>
        <w:r>
          <w:rPr>
            <w:noProof/>
            <w:webHidden/>
          </w:rPr>
          <w:fldChar w:fldCharType="end"/>
        </w:r>
      </w:hyperlink>
    </w:p>
    <w:p w:rsidR="00C67DA4" w:rsidRDefault="00C67DA4">
      <w:pPr>
        <w:pStyle w:val="TOC2"/>
        <w:tabs>
          <w:tab w:val="left" w:pos="1100"/>
          <w:tab w:val="right" w:leader="dot" w:pos="8270"/>
        </w:tabs>
        <w:rPr>
          <w:rFonts w:asciiTheme="minorHAnsi" w:eastAsiaTheme="minorEastAsia" w:hAnsiTheme="minorHAnsi" w:cs="Latha"/>
          <w:noProof/>
          <w:sz w:val="22"/>
          <w:szCs w:val="22"/>
          <w:lang w:val="en-US" w:bidi="ta-IN"/>
        </w:rPr>
      </w:pPr>
      <w:hyperlink w:anchor="_Toc7446105" w:history="1">
        <w:r w:rsidRPr="008D3E10">
          <w:rPr>
            <w:rStyle w:val="Hyperlink"/>
            <w:noProof/>
          </w:rPr>
          <w:t>9.13</w:t>
        </w:r>
        <w:r>
          <w:rPr>
            <w:rFonts w:asciiTheme="minorHAnsi" w:eastAsiaTheme="minorEastAsia" w:hAnsiTheme="minorHAnsi" w:cs="Latha"/>
            <w:noProof/>
            <w:sz w:val="22"/>
            <w:szCs w:val="22"/>
            <w:lang w:val="en-US" w:bidi="ta-IN"/>
          </w:rPr>
          <w:tab/>
        </w:r>
        <w:r w:rsidRPr="008D3E10">
          <w:rPr>
            <w:rStyle w:val="Hyperlink"/>
            <w:noProof/>
          </w:rPr>
          <w:t>Version 0.4</w:t>
        </w:r>
        <w:r>
          <w:rPr>
            <w:noProof/>
            <w:webHidden/>
          </w:rPr>
          <w:tab/>
        </w:r>
        <w:r>
          <w:rPr>
            <w:noProof/>
            <w:webHidden/>
          </w:rPr>
          <w:fldChar w:fldCharType="begin"/>
        </w:r>
        <w:r>
          <w:rPr>
            <w:noProof/>
            <w:webHidden/>
          </w:rPr>
          <w:instrText xml:space="preserve"> PAGEREF _Toc7446105 \h </w:instrText>
        </w:r>
        <w:r>
          <w:rPr>
            <w:noProof/>
            <w:webHidden/>
          </w:rPr>
        </w:r>
        <w:r>
          <w:rPr>
            <w:noProof/>
            <w:webHidden/>
          </w:rPr>
          <w:fldChar w:fldCharType="separate"/>
        </w:r>
        <w:r>
          <w:rPr>
            <w:noProof/>
            <w:webHidden/>
          </w:rPr>
          <w:t>58</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106" w:history="1">
        <w:r w:rsidRPr="008D3E10">
          <w:rPr>
            <w:rStyle w:val="Hyperlink"/>
            <w:noProof/>
          </w:rPr>
          <w:t>9.13.1</w:t>
        </w:r>
        <w:r>
          <w:rPr>
            <w:rFonts w:asciiTheme="minorHAnsi" w:eastAsiaTheme="minorEastAsia" w:hAnsiTheme="minorHAnsi" w:cs="Latha"/>
            <w:noProof/>
            <w:sz w:val="22"/>
            <w:szCs w:val="22"/>
            <w:lang w:val="en-US" w:bidi="ta-IN"/>
          </w:rPr>
          <w:tab/>
        </w:r>
        <w:r w:rsidRPr="008D3E10">
          <w:rPr>
            <w:rStyle w:val="Hyperlink"/>
            <w:noProof/>
          </w:rPr>
          <w:t>Changes in Version 0.4</w:t>
        </w:r>
        <w:r>
          <w:rPr>
            <w:noProof/>
            <w:webHidden/>
          </w:rPr>
          <w:tab/>
        </w:r>
        <w:r>
          <w:rPr>
            <w:noProof/>
            <w:webHidden/>
          </w:rPr>
          <w:fldChar w:fldCharType="begin"/>
        </w:r>
        <w:r>
          <w:rPr>
            <w:noProof/>
            <w:webHidden/>
          </w:rPr>
          <w:instrText xml:space="preserve"> PAGEREF _Toc7446106 \h </w:instrText>
        </w:r>
        <w:r>
          <w:rPr>
            <w:noProof/>
            <w:webHidden/>
          </w:rPr>
        </w:r>
        <w:r>
          <w:rPr>
            <w:noProof/>
            <w:webHidden/>
          </w:rPr>
          <w:fldChar w:fldCharType="separate"/>
        </w:r>
        <w:r>
          <w:rPr>
            <w:noProof/>
            <w:webHidden/>
          </w:rPr>
          <w:t>58</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107" w:history="1">
        <w:r w:rsidRPr="008D3E10">
          <w:rPr>
            <w:rStyle w:val="Hyperlink"/>
            <w:noProof/>
          </w:rPr>
          <w:t>9.13.2</w:t>
        </w:r>
        <w:r>
          <w:rPr>
            <w:rFonts w:asciiTheme="minorHAnsi" w:eastAsiaTheme="minorEastAsia" w:hAnsiTheme="minorHAnsi" w:cs="Latha"/>
            <w:noProof/>
            <w:sz w:val="22"/>
            <w:szCs w:val="22"/>
            <w:lang w:val="en-US" w:bidi="ta-IN"/>
          </w:rPr>
          <w:tab/>
        </w:r>
        <w:r w:rsidRPr="008D3E10">
          <w:rPr>
            <w:rStyle w:val="Hyperlink"/>
            <w:noProof/>
          </w:rPr>
          <w:t>Changes &amp; Bug Fixes in CLI</w:t>
        </w:r>
        <w:r>
          <w:rPr>
            <w:noProof/>
            <w:webHidden/>
          </w:rPr>
          <w:tab/>
        </w:r>
        <w:r>
          <w:rPr>
            <w:noProof/>
            <w:webHidden/>
          </w:rPr>
          <w:fldChar w:fldCharType="begin"/>
        </w:r>
        <w:r>
          <w:rPr>
            <w:noProof/>
            <w:webHidden/>
          </w:rPr>
          <w:instrText xml:space="preserve"> PAGEREF _Toc7446107 \h </w:instrText>
        </w:r>
        <w:r>
          <w:rPr>
            <w:noProof/>
            <w:webHidden/>
          </w:rPr>
        </w:r>
        <w:r>
          <w:rPr>
            <w:noProof/>
            <w:webHidden/>
          </w:rPr>
          <w:fldChar w:fldCharType="separate"/>
        </w:r>
        <w:r>
          <w:rPr>
            <w:noProof/>
            <w:webHidden/>
          </w:rPr>
          <w:t>58</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108" w:history="1">
        <w:r w:rsidRPr="008D3E10">
          <w:rPr>
            <w:rStyle w:val="Hyperlink"/>
            <w:noProof/>
          </w:rPr>
          <w:t>9.13.3</w:t>
        </w:r>
        <w:r>
          <w:rPr>
            <w:rFonts w:asciiTheme="minorHAnsi" w:eastAsiaTheme="minorEastAsia" w:hAnsiTheme="minorHAnsi" w:cs="Latha"/>
            <w:noProof/>
            <w:sz w:val="22"/>
            <w:szCs w:val="22"/>
            <w:lang w:val="en-US" w:bidi="ta-IN"/>
          </w:rPr>
          <w:tab/>
        </w:r>
        <w:r w:rsidRPr="008D3E10">
          <w:rPr>
            <w:rStyle w:val="Hyperlink"/>
            <w:noProof/>
          </w:rPr>
          <w:t>Changes &amp; Bug Fixes in DLL</w:t>
        </w:r>
        <w:r>
          <w:rPr>
            <w:noProof/>
            <w:webHidden/>
          </w:rPr>
          <w:tab/>
        </w:r>
        <w:r>
          <w:rPr>
            <w:noProof/>
            <w:webHidden/>
          </w:rPr>
          <w:fldChar w:fldCharType="begin"/>
        </w:r>
        <w:r>
          <w:rPr>
            <w:noProof/>
            <w:webHidden/>
          </w:rPr>
          <w:instrText xml:space="preserve"> PAGEREF _Toc7446108 \h </w:instrText>
        </w:r>
        <w:r>
          <w:rPr>
            <w:noProof/>
            <w:webHidden/>
          </w:rPr>
        </w:r>
        <w:r>
          <w:rPr>
            <w:noProof/>
            <w:webHidden/>
          </w:rPr>
          <w:fldChar w:fldCharType="separate"/>
        </w:r>
        <w:r>
          <w:rPr>
            <w:noProof/>
            <w:webHidden/>
          </w:rPr>
          <w:t>58</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109" w:history="1">
        <w:r w:rsidRPr="008D3E10">
          <w:rPr>
            <w:rStyle w:val="Hyperlink"/>
            <w:noProof/>
          </w:rPr>
          <w:t>9.13.4</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_Toc7446109 \h </w:instrText>
        </w:r>
        <w:r>
          <w:rPr>
            <w:noProof/>
            <w:webHidden/>
          </w:rPr>
        </w:r>
        <w:r>
          <w:rPr>
            <w:noProof/>
            <w:webHidden/>
          </w:rPr>
          <w:fldChar w:fldCharType="separate"/>
        </w:r>
        <w:r>
          <w:rPr>
            <w:noProof/>
            <w:webHidden/>
          </w:rPr>
          <w:t>58</w:t>
        </w:r>
        <w:r>
          <w:rPr>
            <w:noProof/>
            <w:webHidden/>
          </w:rPr>
          <w:fldChar w:fldCharType="end"/>
        </w:r>
      </w:hyperlink>
    </w:p>
    <w:p w:rsidR="00C67DA4" w:rsidRDefault="00C67DA4">
      <w:pPr>
        <w:pStyle w:val="TOC2"/>
        <w:tabs>
          <w:tab w:val="left" w:pos="1100"/>
          <w:tab w:val="right" w:leader="dot" w:pos="8270"/>
        </w:tabs>
        <w:rPr>
          <w:rFonts w:asciiTheme="minorHAnsi" w:eastAsiaTheme="minorEastAsia" w:hAnsiTheme="minorHAnsi" w:cs="Latha"/>
          <w:noProof/>
          <w:sz w:val="22"/>
          <w:szCs w:val="22"/>
          <w:lang w:val="en-US" w:bidi="ta-IN"/>
        </w:rPr>
      </w:pPr>
      <w:hyperlink w:anchor="_Toc7446110" w:history="1">
        <w:r w:rsidRPr="008D3E10">
          <w:rPr>
            <w:rStyle w:val="Hyperlink"/>
            <w:noProof/>
          </w:rPr>
          <w:t>9.14</w:t>
        </w:r>
        <w:r>
          <w:rPr>
            <w:rFonts w:asciiTheme="minorHAnsi" w:eastAsiaTheme="minorEastAsia" w:hAnsiTheme="minorHAnsi" w:cs="Latha"/>
            <w:noProof/>
            <w:sz w:val="22"/>
            <w:szCs w:val="22"/>
            <w:lang w:val="en-US" w:bidi="ta-IN"/>
          </w:rPr>
          <w:tab/>
        </w:r>
        <w:r w:rsidRPr="008D3E10">
          <w:rPr>
            <w:rStyle w:val="Hyperlink"/>
            <w:noProof/>
          </w:rPr>
          <w:t>Version 0.3</w:t>
        </w:r>
        <w:r>
          <w:rPr>
            <w:noProof/>
            <w:webHidden/>
          </w:rPr>
          <w:tab/>
        </w:r>
        <w:r>
          <w:rPr>
            <w:noProof/>
            <w:webHidden/>
          </w:rPr>
          <w:fldChar w:fldCharType="begin"/>
        </w:r>
        <w:r>
          <w:rPr>
            <w:noProof/>
            <w:webHidden/>
          </w:rPr>
          <w:instrText xml:space="preserve"> PAGEREF _Toc7446110 \h </w:instrText>
        </w:r>
        <w:r>
          <w:rPr>
            <w:noProof/>
            <w:webHidden/>
          </w:rPr>
        </w:r>
        <w:r>
          <w:rPr>
            <w:noProof/>
            <w:webHidden/>
          </w:rPr>
          <w:fldChar w:fldCharType="separate"/>
        </w:r>
        <w:r>
          <w:rPr>
            <w:noProof/>
            <w:webHidden/>
          </w:rPr>
          <w:t>59</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111" w:history="1">
        <w:r w:rsidRPr="008D3E10">
          <w:rPr>
            <w:rStyle w:val="Hyperlink"/>
            <w:noProof/>
          </w:rPr>
          <w:t>9.14.1</w:t>
        </w:r>
        <w:r>
          <w:rPr>
            <w:rFonts w:asciiTheme="minorHAnsi" w:eastAsiaTheme="minorEastAsia" w:hAnsiTheme="minorHAnsi" w:cs="Latha"/>
            <w:noProof/>
            <w:sz w:val="22"/>
            <w:szCs w:val="22"/>
            <w:lang w:val="en-US" w:bidi="ta-IN"/>
          </w:rPr>
          <w:tab/>
        </w:r>
        <w:r w:rsidRPr="008D3E10">
          <w:rPr>
            <w:rStyle w:val="Hyperlink"/>
            <w:noProof/>
          </w:rPr>
          <w:t>Changes in Version 0.3</w:t>
        </w:r>
        <w:r>
          <w:rPr>
            <w:noProof/>
            <w:webHidden/>
          </w:rPr>
          <w:tab/>
        </w:r>
        <w:r>
          <w:rPr>
            <w:noProof/>
            <w:webHidden/>
          </w:rPr>
          <w:fldChar w:fldCharType="begin"/>
        </w:r>
        <w:r>
          <w:rPr>
            <w:noProof/>
            <w:webHidden/>
          </w:rPr>
          <w:instrText xml:space="preserve"> PAGEREF _Toc7446111 \h </w:instrText>
        </w:r>
        <w:r>
          <w:rPr>
            <w:noProof/>
            <w:webHidden/>
          </w:rPr>
        </w:r>
        <w:r>
          <w:rPr>
            <w:noProof/>
            <w:webHidden/>
          </w:rPr>
          <w:fldChar w:fldCharType="separate"/>
        </w:r>
        <w:r>
          <w:rPr>
            <w:noProof/>
            <w:webHidden/>
          </w:rPr>
          <w:t>59</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112" w:history="1">
        <w:r w:rsidRPr="008D3E10">
          <w:rPr>
            <w:rStyle w:val="Hyperlink"/>
            <w:noProof/>
          </w:rPr>
          <w:t>9.14.2</w:t>
        </w:r>
        <w:r>
          <w:rPr>
            <w:rFonts w:asciiTheme="minorHAnsi" w:eastAsiaTheme="minorEastAsia" w:hAnsiTheme="minorHAnsi" w:cs="Latha"/>
            <w:noProof/>
            <w:sz w:val="22"/>
            <w:szCs w:val="22"/>
            <w:lang w:val="en-US" w:bidi="ta-IN"/>
          </w:rPr>
          <w:tab/>
        </w:r>
        <w:r w:rsidRPr="008D3E10">
          <w:rPr>
            <w:rStyle w:val="Hyperlink"/>
            <w:noProof/>
          </w:rPr>
          <w:t>Bug Fixes in DLL</w:t>
        </w:r>
        <w:r>
          <w:rPr>
            <w:noProof/>
            <w:webHidden/>
          </w:rPr>
          <w:tab/>
        </w:r>
        <w:r>
          <w:rPr>
            <w:noProof/>
            <w:webHidden/>
          </w:rPr>
          <w:fldChar w:fldCharType="begin"/>
        </w:r>
        <w:r>
          <w:rPr>
            <w:noProof/>
            <w:webHidden/>
          </w:rPr>
          <w:instrText xml:space="preserve"> PAGEREF _Toc7446112 \h </w:instrText>
        </w:r>
        <w:r>
          <w:rPr>
            <w:noProof/>
            <w:webHidden/>
          </w:rPr>
        </w:r>
        <w:r>
          <w:rPr>
            <w:noProof/>
            <w:webHidden/>
          </w:rPr>
          <w:fldChar w:fldCharType="separate"/>
        </w:r>
        <w:r>
          <w:rPr>
            <w:noProof/>
            <w:webHidden/>
          </w:rPr>
          <w:t>59</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113" w:history="1">
        <w:r w:rsidRPr="008D3E10">
          <w:rPr>
            <w:rStyle w:val="Hyperlink"/>
            <w:noProof/>
          </w:rPr>
          <w:t>9.14.3</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_Toc7446113 \h </w:instrText>
        </w:r>
        <w:r>
          <w:rPr>
            <w:noProof/>
            <w:webHidden/>
          </w:rPr>
        </w:r>
        <w:r>
          <w:rPr>
            <w:noProof/>
            <w:webHidden/>
          </w:rPr>
          <w:fldChar w:fldCharType="separate"/>
        </w:r>
        <w:r>
          <w:rPr>
            <w:noProof/>
            <w:webHidden/>
          </w:rPr>
          <w:t>59</w:t>
        </w:r>
        <w:r>
          <w:rPr>
            <w:noProof/>
            <w:webHidden/>
          </w:rPr>
          <w:fldChar w:fldCharType="end"/>
        </w:r>
      </w:hyperlink>
    </w:p>
    <w:p w:rsidR="00C67DA4" w:rsidRDefault="00C67DA4">
      <w:pPr>
        <w:pStyle w:val="TOC2"/>
        <w:tabs>
          <w:tab w:val="left" w:pos="1100"/>
          <w:tab w:val="right" w:leader="dot" w:pos="8270"/>
        </w:tabs>
        <w:rPr>
          <w:rFonts w:asciiTheme="minorHAnsi" w:eastAsiaTheme="minorEastAsia" w:hAnsiTheme="minorHAnsi" w:cs="Latha"/>
          <w:noProof/>
          <w:sz w:val="22"/>
          <w:szCs w:val="22"/>
          <w:lang w:val="en-US" w:bidi="ta-IN"/>
        </w:rPr>
      </w:pPr>
      <w:hyperlink w:anchor="_Toc7446114" w:history="1">
        <w:r w:rsidRPr="008D3E10">
          <w:rPr>
            <w:rStyle w:val="Hyperlink"/>
            <w:noProof/>
          </w:rPr>
          <w:t>9.15</w:t>
        </w:r>
        <w:r>
          <w:rPr>
            <w:rFonts w:asciiTheme="minorHAnsi" w:eastAsiaTheme="minorEastAsia" w:hAnsiTheme="minorHAnsi" w:cs="Latha"/>
            <w:noProof/>
            <w:sz w:val="22"/>
            <w:szCs w:val="22"/>
            <w:lang w:val="en-US" w:bidi="ta-IN"/>
          </w:rPr>
          <w:tab/>
        </w:r>
        <w:r w:rsidRPr="008D3E10">
          <w:rPr>
            <w:rStyle w:val="Hyperlink"/>
            <w:noProof/>
          </w:rPr>
          <w:t>Version 0.2</w:t>
        </w:r>
        <w:r>
          <w:rPr>
            <w:noProof/>
            <w:webHidden/>
          </w:rPr>
          <w:tab/>
        </w:r>
        <w:r>
          <w:rPr>
            <w:noProof/>
            <w:webHidden/>
          </w:rPr>
          <w:fldChar w:fldCharType="begin"/>
        </w:r>
        <w:r>
          <w:rPr>
            <w:noProof/>
            <w:webHidden/>
          </w:rPr>
          <w:instrText xml:space="preserve"> PAGEREF _Toc7446114 \h </w:instrText>
        </w:r>
        <w:r>
          <w:rPr>
            <w:noProof/>
            <w:webHidden/>
          </w:rPr>
        </w:r>
        <w:r>
          <w:rPr>
            <w:noProof/>
            <w:webHidden/>
          </w:rPr>
          <w:fldChar w:fldCharType="separate"/>
        </w:r>
        <w:r>
          <w:rPr>
            <w:noProof/>
            <w:webHidden/>
          </w:rPr>
          <w:t>60</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115" w:history="1">
        <w:r w:rsidRPr="008D3E10">
          <w:rPr>
            <w:rStyle w:val="Hyperlink"/>
            <w:noProof/>
          </w:rPr>
          <w:t>9.15.1</w:t>
        </w:r>
        <w:r>
          <w:rPr>
            <w:rFonts w:asciiTheme="minorHAnsi" w:eastAsiaTheme="minorEastAsia" w:hAnsiTheme="minorHAnsi" w:cs="Latha"/>
            <w:noProof/>
            <w:sz w:val="22"/>
            <w:szCs w:val="22"/>
            <w:lang w:val="en-US" w:bidi="ta-IN"/>
          </w:rPr>
          <w:tab/>
        </w:r>
        <w:r w:rsidRPr="008D3E10">
          <w:rPr>
            <w:rStyle w:val="Hyperlink"/>
            <w:noProof/>
          </w:rPr>
          <w:t>Changes in Version 0.2</w:t>
        </w:r>
        <w:r>
          <w:rPr>
            <w:noProof/>
            <w:webHidden/>
          </w:rPr>
          <w:tab/>
        </w:r>
        <w:r>
          <w:rPr>
            <w:noProof/>
            <w:webHidden/>
          </w:rPr>
          <w:fldChar w:fldCharType="begin"/>
        </w:r>
        <w:r>
          <w:rPr>
            <w:noProof/>
            <w:webHidden/>
          </w:rPr>
          <w:instrText xml:space="preserve"> PAGEREF _Toc7446115 \h </w:instrText>
        </w:r>
        <w:r>
          <w:rPr>
            <w:noProof/>
            <w:webHidden/>
          </w:rPr>
        </w:r>
        <w:r>
          <w:rPr>
            <w:noProof/>
            <w:webHidden/>
          </w:rPr>
          <w:fldChar w:fldCharType="separate"/>
        </w:r>
        <w:r>
          <w:rPr>
            <w:noProof/>
            <w:webHidden/>
          </w:rPr>
          <w:t>60</w:t>
        </w:r>
        <w:r>
          <w:rPr>
            <w:noProof/>
            <w:webHidden/>
          </w:rPr>
          <w:fldChar w:fldCharType="end"/>
        </w:r>
      </w:hyperlink>
    </w:p>
    <w:p w:rsidR="00C67DA4" w:rsidRDefault="00C67DA4">
      <w:pPr>
        <w:pStyle w:val="TOC3"/>
        <w:tabs>
          <w:tab w:val="left" w:pos="1320"/>
          <w:tab w:val="right" w:leader="dot" w:pos="8270"/>
        </w:tabs>
        <w:rPr>
          <w:rFonts w:asciiTheme="minorHAnsi" w:eastAsiaTheme="minorEastAsia" w:hAnsiTheme="minorHAnsi" w:cs="Latha"/>
          <w:noProof/>
          <w:sz w:val="22"/>
          <w:szCs w:val="22"/>
          <w:lang w:val="en-US" w:bidi="ta-IN"/>
        </w:rPr>
      </w:pPr>
      <w:hyperlink w:anchor="_Toc7446116" w:history="1">
        <w:r w:rsidRPr="008D3E10">
          <w:rPr>
            <w:rStyle w:val="Hyperlink"/>
            <w:noProof/>
          </w:rPr>
          <w:t>9.15.2</w:t>
        </w:r>
        <w:r>
          <w:rPr>
            <w:rFonts w:asciiTheme="minorHAnsi" w:eastAsiaTheme="minorEastAsia" w:hAnsiTheme="minorHAnsi" w:cs="Latha"/>
            <w:noProof/>
            <w:sz w:val="22"/>
            <w:szCs w:val="22"/>
            <w:lang w:val="en-US" w:bidi="ta-IN"/>
          </w:rPr>
          <w:tab/>
        </w:r>
        <w:r w:rsidRPr="008D3E10">
          <w:rPr>
            <w:rStyle w:val="Hyperlink"/>
            <w:noProof/>
          </w:rPr>
          <w:t>Known Limitations</w:t>
        </w:r>
        <w:r>
          <w:rPr>
            <w:noProof/>
            <w:webHidden/>
          </w:rPr>
          <w:tab/>
        </w:r>
        <w:r>
          <w:rPr>
            <w:noProof/>
            <w:webHidden/>
          </w:rPr>
          <w:fldChar w:fldCharType="begin"/>
        </w:r>
        <w:r>
          <w:rPr>
            <w:noProof/>
            <w:webHidden/>
          </w:rPr>
          <w:instrText xml:space="preserve"> PAGEREF _Toc7446116 \h </w:instrText>
        </w:r>
        <w:r>
          <w:rPr>
            <w:noProof/>
            <w:webHidden/>
          </w:rPr>
        </w:r>
        <w:r>
          <w:rPr>
            <w:noProof/>
            <w:webHidden/>
          </w:rPr>
          <w:fldChar w:fldCharType="separate"/>
        </w:r>
        <w:r>
          <w:rPr>
            <w:noProof/>
            <w:webHidden/>
          </w:rPr>
          <w:t>60</w:t>
        </w:r>
        <w:r>
          <w:rPr>
            <w:noProof/>
            <w:webHidden/>
          </w:rPr>
          <w:fldChar w:fldCharType="end"/>
        </w:r>
      </w:hyperlink>
    </w:p>
    <w:p w:rsidR="00C67DA4" w:rsidRDefault="00C67DA4">
      <w:pPr>
        <w:pStyle w:val="TOC1"/>
        <w:tabs>
          <w:tab w:val="left" w:pos="480"/>
        </w:tabs>
        <w:rPr>
          <w:rFonts w:asciiTheme="minorHAnsi" w:eastAsiaTheme="minorEastAsia" w:hAnsiTheme="minorHAnsi" w:cs="Latha"/>
          <w:noProof/>
          <w:sz w:val="22"/>
          <w:szCs w:val="22"/>
          <w:lang w:val="en-US" w:bidi="ta-IN"/>
        </w:rPr>
      </w:pPr>
      <w:hyperlink w:anchor="_Toc7446117" w:history="1">
        <w:r w:rsidRPr="008D3E10">
          <w:rPr>
            <w:rStyle w:val="Hyperlink"/>
            <w:noProof/>
          </w:rPr>
          <w:t>10</w:t>
        </w:r>
        <w:r>
          <w:rPr>
            <w:rFonts w:asciiTheme="minorHAnsi" w:eastAsiaTheme="minorEastAsia" w:hAnsiTheme="minorHAnsi" w:cs="Latha"/>
            <w:noProof/>
            <w:sz w:val="22"/>
            <w:szCs w:val="22"/>
            <w:lang w:val="en-US" w:bidi="ta-IN"/>
          </w:rPr>
          <w:tab/>
        </w:r>
        <w:r w:rsidRPr="008D3E10">
          <w:rPr>
            <w:rStyle w:val="Hyperlink"/>
            <w:noProof/>
          </w:rPr>
          <w:t>Appendix I - SPI flash memory</w:t>
        </w:r>
        <w:r>
          <w:rPr>
            <w:noProof/>
            <w:webHidden/>
          </w:rPr>
          <w:tab/>
        </w:r>
        <w:r>
          <w:rPr>
            <w:noProof/>
            <w:webHidden/>
          </w:rPr>
          <w:fldChar w:fldCharType="begin"/>
        </w:r>
        <w:r>
          <w:rPr>
            <w:noProof/>
            <w:webHidden/>
          </w:rPr>
          <w:instrText xml:space="preserve"> PAGEREF _Toc7446117 \h </w:instrText>
        </w:r>
        <w:r>
          <w:rPr>
            <w:noProof/>
            <w:webHidden/>
          </w:rPr>
        </w:r>
        <w:r>
          <w:rPr>
            <w:noProof/>
            <w:webHidden/>
          </w:rPr>
          <w:fldChar w:fldCharType="separate"/>
        </w:r>
        <w:r>
          <w:rPr>
            <w:noProof/>
            <w:webHidden/>
          </w:rPr>
          <w:t>61</w:t>
        </w:r>
        <w:r>
          <w:rPr>
            <w:noProof/>
            <w:webHidden/>
          </w:rPr>
          <w:fldChar w:fldCharType="end"/>
        </w:r>
      </w:hyperlink>
    </w:p>
    <w:p w:rsidR="00C67DA4" w:rsidRDefault="00C67DA4">
      <w:pPr>
        <w:pStyle w:val="TOC2"/>
        <w:tabs>
          <w:tab w:val="left" w:pos="1100"/>
          <w:tab w:val="right" w:leader="dot" w:pos="8270"/>
        </w:tabs>
        <w:rPr>
          <w:rFonts w:asciiTheme="minorHAnsi" w:eastAsiaTheme="minorEastAsia" w:hAnsiTheme="minorHAnsi" w:cs="Latha"/>
          <w:noProof/>
          <w:sz w:val="22"/>
          <w:szCs w:val="22"/>
          <w:lang w:val="en-US" w:bidi="ta-IN"/>
        </w:rPr>
      </w:pPr>
      <w:hyperlink w:anchor="_Toc7446118" w:history="1">
        <w:r w:rsidRPr="008D3E10">
          <w:rPr>
            <w:rStyle w:val="Hyperlink"/>
            <w:noProof/>
          </w:rPr>
          <w:t>10.1</w:t>
        </w:r>
        <w:r>
          <w:rPr>
            <w:rFonts w:asciiTheme="minorHAnsi" w:eastAsiaTheme="minorEastAsia" w:hAnsiTheme="minorHAnsi" w:cs="Latha"/>
            <w:noProof/>
            <w:sz w:val="22"/>
            <w:szCs w:val="22"/>
            <w:lang w:val="en-US" w:bidi="ta-IN"/>
          </w:rPr>
          <w:tab/>
        </w:r>
        <w:r w:rsidRPr="008D3E10">
          <w:rPr>
            <w:rStyle w:val="Hyperlink"/>
            <w:noProof/>
          </w:rPr>
          <w:t>USB253x/(8)4604/USB57x4</w:t>
        </w:r>
        <w:r>
          <w:rPr>
            <w:noProof/>
            <w:webHidden/>
          </w:rPr>
          <w:tab/>
        </w:r>
        <w:r>
          <w:rPr>
            <w:noProof/>
            <w:webHidden/>
          </w:rPr>
          <w:fldChar w:fldCharType="begin"/>
        </w:r>
        <w:r>
          <w:rPr>
            <w:noProof/>
            <w:webHidden/>
          </w:rPr>
          <w:instrText xml:space="preserve"> PAGEREF _Toc7446118 \h </w:instrText>
        </w:r>
        <w:r>
          <w:rPr>
            <w:noProof/>
            <w:webHidden/>
          </w:rPr>
        </w:r>
        <w:r>
          <w:rPr>
            <w:noProof/>
            <w:webHidden/>
          </w:rPr>
          <w:fldChar w:fldCharType="separate"/>
        </w:r>
        <w:r>
          <w:rPr>
            <w:noProof/>
            <w:webHidden/>
          </w:rPr>
          <w:t>61</w:t>
        </w:r>
        <w:r>
          <w:rPr>
            <w:noProof/>
            <w:webHidden/>
          </w:rPr>
          <w:fldChar w:fldCharType="end"/>
        </w:r>
      </w:hyperlink>
    </w:p>
    <w:p w:rsidR="00C67DA4" w:rsidRDefault="00C67DA4">
      <w:pPr>
        <w:pStyle w:val="TOC2"/>
        <w:tabs>
          <w:tab w:val="left" w:pos="1100"/>
          <w:tab w:val="right" w:leader="dot" w:pos="8270"/>
        </w:tabs>
        <w:rPr>
          <w:rFonts w:asciiTheme="minorHAnsi" w:eastAsiaTheme="minorEastAsia" w:hAnsiTheme="minorHAnsi" w:cs="Latha"/>
          <w:noProof/>
          <w:sz w:val="22"/>
          <w:szCs w:val="22"/>
          <w:lang w:val="en-US" w:bidi="ta-IN"/>
        </w:rPr>
      </w:pPr>
      <w:hyperlink w:anchor="_Toc7446119" w:history="1">
        <w:r w:rsidRPr="008D3E10">
          <w:rPr>
            <w:rStyle w:val="Hyperlink"/>
            <w:noProof/>
          </w:rPr>
          <w:t>10.2</w:t>
        </w:r>
        <w:r>
          <w:rPr>
            <w:rFonts w:asciiTheme="minorHAnsi" w:eastAsiaTheme="minorEastAsia" w:hAnsiTheme="minorHAnsi" w:cs="Latha"/>
            <w:noProof/>
            <w:sz w:val="22"/>
            <w:szCs w:val="22"/>
            <w:lang w:val="en-US" w:bidi="ta-IN"/>
          </w:rPr>
          <w:tab/>
        </w:r>
        <w:r w:rsidRPr="008D3E10">
          <w:rPr>
            <w:rStyle w:val="Hyperlink"/>
            <w:noProof/>
          </w:rPr>
          <w:t>USB58xx/USB59xx</w:t>
        </w:r>
        <w:r>
          <w:rPr>
            <w:noProof/>
            <w:webHidden/>
          </w:rPr>
          <w:tab/>
        </w:r>
        <w:r>
          <w:rPr>
            <w:noProof/>
            <w:webHidden/>
          </w:rPr>
          <w:fldChar w:fldCharType="begin"/>
        </w:r>
        <w:r>
          <w:rPr>
            <w:noProof/>
            <w:webHidden/>
          </w:rPr>
          <w:instrText xml:space="preserve"> PAGEREF _Toc7446119 \h </w:instrText>
        </w:r>
        <w:r>
          <w:rPr>
            <w:noProof/>
            <w:webHidden/>
          </w:rPr>
        </w:r>
        <w:r>
          <w:rPr>
            <w:noProof/>
            <w:webHidden/>
          </w:rPr>
          <w:fldChar w:fldCharType="separate"/>
        </w:r>
        <w:r>
          <w:rPr>
            <w:noProof/>
            <w:webHidden/>
          </w:rPr>
          <w:t>61</w:t>
        </w:r>
        <w:r>
          <w:rPr>
            <w:noProof/>
            <w:webHidden/>
          </w:rPr>
          <w:fldChar w:fldCharType="end"/>
        </w:r>
      </w:hyperlink>
    </w:p>
    <w:p w:rsidR="00C67DA4" w:rsidRDefault="00C67DA4">
      <w:pPr>
        <w:pStyle w:val="TOC2"/>
        <w:tabs>
          <w:tab w:val="left" w:pos="1100"/>
          <w:tab w:val="right" w:leader="dot" w:pos="8270"/>
        </w:tabs>
        <w:rPr>
          <w:rFonts w:asciiTheme="minorHAnsi" w:eastAsiaTheme="minorEastAsia" w:hAnsiTheme="minorHAnsi" w:cs="Latha"/>
          <w:noProof/>
          <w:sz w:val="22"/>
          <w:szCs w:val="22"/>
          <w:lang w:val="en-US" w:bidi="ta-IN"/>
        </w:rPr>
      </w:pPr>
      <w:hyperlink w:anchor="_Toc7446120" w:history="1">
        <w:r w:rsidRPr="008D3E10">
          <w:rPr>
            <w:rStyle w:val="Hyperlink"/>
            <w:noProof/>
          </w:rPr>
          <w:t>10.3</w:t>
        </w:r>
        <w:r>
          <w:rPr>
            <w:rFonts w:asciiTheme="minorHAnsi" w:eastAsiaTheme="minorEastAsia" w:hAnsiTheme="minorHAnsi" w:cs="Latha"/>
            <w:noProof/>
            <w:sz w:val="22"/>
            <w:szCs w:val="22"/>
            <w:lang w:val="en-US" w:bidi="ta-IN"/>
          </w:rPr>
          <w:tab/>
        </w:r>
        <w:r w:rsidRPr="008D3E10">
          <w:rPr>
            <w:rStyle w:val="Hyperlink"/>
            <w:noProof/>
          </w:rPr>
          <w:t>USB49xx/USB4715</w:t>
        </w:r>
        <w:r>
          <w:rPr>
            <w:noProof/>
            <w:webHidden/>
          </w:rPr>
          <w:tab/>
        </w:r>
        <w:r>
          <w:rPr>
            <w:noProof/>
            <w:webHidden/>
          </w:rPr>
          <w:fldChar w:fldCharType="begin"/>
        </w:r>
        <w:r>
          <w:rPr>
            <w:noProof/>
            <w:webHidden/>
          </w:rPr>
          <w:instrText xml:space="preserve"> PAGEREF _Toc7446120 \h </w:instrText>
        </w:r>
        <w:r>
          <w:rPr>
            <w:noProof/>
            <w:webHidden/>
          </w:rPr>
        </w:r>
        <w:r>
          <w:rPr>
            <w:noProof/>
            <w:webHidden/>
          </w:rPr>
          <w:fldChar w:fldCharType="separate"/>
        </w:r>
        <w:r>
          <w:rPr>
            <w:noProof/>
            <w:webHidden/>
          </w:rPr>
          <w:t>61</w:t>
        </w:r>
        <w:r>
          <w:rPr>
            <w:noProof/>
            <w:webHidden/>
          </w:rPr>
          <w:fldChar w:fldCharType="end"/>
        </w:r>
      </w:hyperlink>
    </w:p>
    <w:p w:rsidR="00C67DA4" w:rsidRDefault="00C67DA4">
      <w:pPr>
        <w:pStyle w:val="TOC2"/>
        <w:tabs>
          <w:tab w:val="left" w:pos="1100"/>
          <w:tab w:val="right" w:leader="dot" w:pos="8270"/>
        </w:tabs>
        <w:rPr>
          <w:rFonts w:asciiTheme="minorHAnsi" w:eastAsiaTheme="minorEastAsia" w:hAnsiTheme="minorHAnsi" w:cs="Latha"/>
          <w:noProof/>
          <w:sz w:val="22"/>
          <w:szCs w:val="22"/>
          <w:lang w:val="en-US" w:bidi="ta-IN"/>
        </w:rPr>
      </w:pPr>
      <w:hyperlink w:anchor="_Toc7446121" w:history="1">
        <w:r w:rsidRPr="008D3E10">
          <w:rPr>
            <w:rStyle w:val="Hyperlink"/>
            <w:noProof/>
          </w:rPr>
          <w:t>10.4</w:t>
        </w:r>
        <w:r>
          <w:rPr>
            <w:rFonts w:asciiTheme="minorHAnsi" w:eastAsiaTheme="minorEastAsia" w:hAnsiTheme="minorHAnsi" w:cs="Latha"/>
            <w:noProof/>
            <w:sz w:val="22"/>
            <w:szCs w:val="22"/>
            <w:lang w:val="en-US" w:bidi="ta-IN"/>
          </w:rPr>
          <w:tab/>
        </w:r>
        <w:r w:rsidRPr="008D3E10">
          <w:rPr>
            <w:rStyle w:val="Hyperlink"/>
            <w:noProof/>
          </w:rPr>
          <w:t>USB70xx</w:t>
        </w:r>
        <w:r>
          <w:rPr>
            <w:noProof/>
            <w:webHidden/>
          </w:rPr>
          <w:tab/>
        </w:r>
        <w:r>
          <w:rPr>
            <w:noProof/>
            <w:webHidden/>
          </w:rPr>
          <w:fldChar w:fldCharType="begin"/>
        </w:r>
        <w:r>
          <w:rPr>
            <w:noProof/>
            <w:webHidden/>
          </w:rPr>
          <w:instrText xml:space="preserve"> PAGEREF _Toc7446121 \h </w:instrText>
        </w:r>
        <w:r>
          <w:rPr>
            <w:noProof/>
            <w:webHidden/>
          </w:rPr>
        </w:r>
        <w:r>
          <w:rPr>
            <w:noProof/>
            <w:webHidden/>
          </w:rPr>
          <w:fldChar w:fldCharType="separate"/>
        </w:r>
        <w:r>
          <w:rPr>
            <w:noProof/>
            <w:webHidden/>
          </w:rPr>
          <w:t>61</w:t>
        </w:r>
        <w:r>
          <w:rPr>
            <w:noProof/>
            <w:webHidden/>
          </w:rPr>
          <w:fldChar w:fldCharType="end"/>
        </w:r>
      </w:hyperlink>
    </w:p>
    <w:p w:rsidR="00C67DA4" w:rsidRDefault="00C67DA4">
      <w:pPr>
        <w:pStyle w:val="TOC2"/>
        <w:tabs>
          <w:tab w:val="left" w:pos="1100"/>
          <w:tab w:val="right" w:leader="dot" w:pos="8270"/>
        </w:tabs>
        <w:rPr>
          <w:rFonts w:asciiTheme="minorHAnsi" w:eastAsiaTheme="minorEastAsia" w:hAnsiTheme="minorHAnsi" w:cs="Latha"/>
          <w:noProof/>
          <w:sz w:val="22"/>
          <w:szCs w:val="22"/>
          <w:lang w:val="en-US" w:bidi="ta-IN"/>
        </w:rPr>
      </w:pPr>
      <w:hyperlink w:anchor="_Toc7446122" w:history="1">
        <w:r w:rsidRPr="008D3E10">
          <w:rPr>
            <w:rStyle w:val="Hyperlink"/>
            <w:noProof/>
          </w:rPr>
          <w:t>10.5</w:t>
        </w:r>
        <w:r>
          <w:rPr>
            <w:rFonts w:asciiTheme="minorHAnsi" w:eastAsiaTheme="minorEastAsia" w:hAnsiTheme="minorHAnsi" w:cs="Latha"/>
            <w:noProof/>
            <w:sz w:val="22"/>
            <w:szCs w:val="22"/>
            <w:lang w:val="en-US" w:bidi="ta-IN"/>
          </w:rPr>
          <w:tab/>
        </w:r>
        <w:r w:rsidRPr="008D3E10">
          <w:rPr>
            <w:rStyle w:val="Hyperlink"/>
            <w:noProof/>
          </w:rPr>
          <w:t>USB72xx</w:t>
        </w:r>
        <w:r>
          <w:rPr>
            <w:noProof/>
            <w:webHidden/>
          </w:rPr>
          <w:tab/>
        </w:r>
        <w:r>
          <w:rPr>
            <w:noProof/>
            <w:webHidden/>
          </w:rPr>
          <w:fldChar w:fldCharType="begin"/>
        </w:r>
        <w:r>
          <w:rPr>
            <w:noProof/>
            <w:webHidden/>
          </w:rPr>
          <w:instrText xml:space="preserve"> PAGEREF _Toc7446122 \h </w:instrText>
        </w:r>
        <w:r>
          <w:rPr>
            <w:noProof/>
            <w:webHidden/>
          </w:rPr>
        </w:r>
        <w:r>
          <w:rPr>
            <w:noProof/>
            <w:webHidden/>
          </w:rPr>
          <w:fldChar w:fldCharType="separate"/>
        </w:r>
        <w:r>
          <w:rPr>
            <w:noProof/>
            <w:webHidden/>
          </w:rPr>
          <w:t>62</w:t>
        </w:r>
        <w:r>
          <w:rPr>
            <w:noProof/>
            <w:webHidden/>
          </w:rPr>
          <w:fldChar w:fldCharType="end"/>
        </w:r>
      </w:hyperlink>
    </w:p>
    <w:p w:rsidR="000067D8" w:rsidRDefault="00F84A9F" w:rsidP="000067D8">
      <w:r>
        <w:fldChar w:fldCharType="end"/>
      </w:r>
    </w:p>
    <w:p w:rsidR="000067D8" w:rsidRDefault="000067D8" w:rsidP="002117F8">
      <w:pPr>
        <w:pStyle w:val="Heading1"/>
      </w:pPr>
      <w:r>
        <w:br w:type="page"/>
      </w:r>
      <w:bookmarkStart w:id="3" w:name="_Toc7445820"/>
      <w:r>
        <w:lastRenderedPageBreak/>
        <w:t>Introduction</w:t>
      </w:r>
      <w:bookmarkEnd w:id="3"/>
    </w:p>
    <w:p w:rsidR="000E645F" w:rsidRDefault="0084144F" w:rsidP="000E645F">
      <w:r>
        <w:t xml:space="preserve">This document provides </w:t>
      </w:r>
      <w:r w:rsidR="00235E2F">
        <w:t xml:space="preserve">release </w:t>
      </w:r>
      <w:r>
        <w:t xml:space="preserve">information </w:t>
      </w:r>
      <w:r w:rsidR="00235E2F">
        <w:t>about</w:t>
      </w:r>
      <w:r>
        <w:t xml:space="preserve"> </w:t>
      </w:r>
      <w:r w:rsidR="00235E2F">
        <w:t>different versions of</w:t>
      </w:r>
      <w:r>
        <w:t xml:space="preserve"> </w:t>
      </w:r>
      <w:r w:rsidR="00C7007F">
        <w:t xml:space="preserve">MPLAB Connect </w:t>
      </w:r>
      <w:r w:rsidR="00CE0F91">
        <w:t xml:space="preserve">Configurator </w:t>
      </w:r>
      <w:r w:rsidR="00C501B0">
        <w:t>components</w:t>
      </w:r>
      <w:r>
        <w:t>.</w:t>
      </w:r>
    </w:p>
    <w:p w:rsidR="007A658A" w:rsidRDefault="007A658A" w:rsidP="007A658A">
      <w:pPr>
        <w:pStyle w:val="Heading1"/>
      </w:pPr>
      <w:bookmarkStart w:id="4" w:name="_Toc280203303"/>
      <w:bookmarkStart w:id="5" w:name="_Toc280206233"/>
      <w:bookmarkStart w:id="6" w:name="_Toc7445821"/>
      <w:r>
        <w:t>Legal Information</w:t>
      </w:r>
      <w:bookmarkEnd w:id="6"/>
    </w:p>
    <w:p w:rsidR="007A658A" w:rsidRPr="003801A5" w:rsidRDefault="007A658A" w:rsidP="007A658A">
      <w:pPr>
        <w:autoSpaceDE w:val="0"/>
        <w:autoSpaceDN w:val="0"/>
        <w:adjustRightInd w:val="0"/>
        <w:rPr>
          <w:rFonts w:ascii="Arial" w:hAnsi="Arial" w:cs="Arial"/>
          <w:b/>
          <w:bCs/>
          <w:sz w:val="20"/>
          <w:szCs w:val="18"/>
        </w:rPr>
      </w:pPr>
      <w:r w:rsidRPr="003801A5">
        <w:rPr>
          <w:rFonts w:ascii="Arial" w:hAnsi="Arial" w:cs="Arial"/>
          <w:b/>
          <w:bCs/>
          <w:sz w:val="20"/>
          <w:szCs w:val="18"/>
        </w:rPr>
        <w:t>Software License Agreement</w:t>
      </w:r>
    </w:p>
    <w:p w:rsidR="008D2AA1" w:rsidRPr="008D2AA1" w:rsidRDefault="008D2AA1" w:rsidP="00FC79D2">
      <w:pPr>
        <w:autoSpaceDE w:val="0"/>
        <w:autoSpaceDN w:val="0"/>
        <w:adjustRightInd w:val="0"/>
        <w:jc w:val="both"/>
        <w:rPr>
          <w:rFonts w:ascii="Arial" w:hAnsi="Arial" w:cs="Arial"/>
          <w:sz w:val="20"/>
          <w:szCs w:val="18"/>
        </w:rPr>
      </w:pPr>
      <w:r w:rsidRPr="008D2AA1">
        <w:rPr>
          <w:rFonts w:ascii="Arial" w:hAnsi="Arial" w:cs="Arial"/>
          <w:sz w:val="20"/>
          <w:szCs w:val="18"/>
        </w:rPr>
        <w:t>Copyright ©  [201</w:t>
      </w:r>
      <w:r w:rsidR="00FC79D2">
        <w:rPr>
          <w:rFonts w:ascii="Arial" w:hAnsi="Arial" w:cs="Arial"/>
          <w:sz w:val="20"/>
          <w:szCs w:val="18"/>
        </w:rPr>
        <w:t>9</w:t>
      </w:r>
      <w:r w:rsidRPr="008D2AA1">
        <w:rPr>
          <w:rFonts w:ascii="Arial" w:hAnsi="Arial" w:cs="Arial"/>
          <w:sz w:val="20"/>
          <w:szCs w:val="18"/>
        </w:rPr>
        <w:t>] Microchip Technology Inc. and its subsidiaries.</w:t>
      </w:r>
    </w:p>
    <w:p w:rsidR="008D2AA1" w:rsidRPr="008D2AA1" w:rsidRDefault="008D2AA1" w:rsidP="00FC79D2">
      <w:pPr>
        <w:autoSpaceDE w:val="0"/>
        <w:autoSpaceDN w:val="0"/>
        <w:adjustRightInd w:val="0"/>
        <w:jc w:val="both"/>
        <w:rPr>
          <w:rFonts w:ascii="Arial" w:hAnsi="Arial" w:cs="Arial"/>
          <w:sz w:val="20"/>
          <w:szCs w:val="18"/>
        </w:rPr>
      </w:pPr>
    </w:p>
    <w:p w:rsidR="008D2AA1" w:rsidRPr="008D2AA1" w:rsidRDefault="008D2AA1" w:rsidP="00FC79D2">
      <w:pPr>
        <w:autoSpaceDE w:val="0"/>
        <w:autoSpaceDN w:val="0"/>
        <w:adjustRightInd w:val="0"/>
        <w:jc w:val="both"/>
        <w:rPr>
          <w:rFonts w:ascii="Arial" w:hAnsi="Arial" w:cs="Arial"/>
          <w:sz w:val="20"/>
          <w:szCs w:val="18"/>
        </w:rPr>
      </w:pPr>
      <w:r w:rsidRPr="008D2AA1">
        <w:rPr>
          <w:rFonts w:ascii="Arial" w:hAnsi="Arial" w:cs="Arial"/>
          <w:sz w:val="20"/>
          <w:szCs w:val="18"/>
        </w:rPr>
        <w:t>Subject to your compliance with these terms, you may use Microchip software and</w:t>
      </w:r>
      <w:r w:rsidR="00FC79D2">
        <w:rPr>
          <w:rFonts w:ascii="Arial" w:hAnsi="Arial" w:cs="Arial"/>
          <w:sz w:val="20"/>
          <w:szCs w:val="18"/>
        </w:rPr>
        <w:t xml:space="preserve"> </w:t>
      </w:r>
      <w:r w:rsidRPr="008D2AA1">
        <w:rPr>
          <w:rFonts w:ascii="Arial" w:hAnsi="Arial" w:cs="Arial"/>
          <w:sz w:val="20"/>
          <w:szCs w:val="18"/>
        </w:rPr>
        <w:t>any</w:t>
      </w:r>
      <w:r w:rsidR="00FC79D2">
        <w:rPr>
          <w:rFonts w:ascii="Arial" w:hAnsi="Arial" w:cs="Arial"/>
          <w:sz w:val="20"/>
          <w:szCs w:val="18"/>
        </w:rPr>
        <w:t xml:space="preserve"> </w:t>
      </w:r>
      <w:r w:rsidRPr="008D2AA1">
        <w:rPr>
          <w:rFonts w:ascii="Arial" w:hAnsi="Arial" w:cs="Arial"/>
          <w:sz w:val="20"/>
          <w:szCs w:val="18"/>
        </w:rPr>
        <w:t>derivatives exclusively with Microchip products. It is your responsibility</w:t>
      </w:r>
      <w:r w:rsidR="00FC79D2">
        <w:rPr>
          <w:rFonts w:ascii="Arial" w:hAnsi="Arial" w:cs="Arial"/>
          <w:sz w:val="20"/>
          <w:szCs w:val="18"/>
        </w:rPr>
        <w:t xml:space="preserve"> </w:t>
      </w:r>
      <w:r w:rsidRPr="008D2AA1">
        <w:rPr>
          <w:rFonts w:ascii="Arial" w:hAnsi="Arial" w:cs="Arial"/>
          <w:sz w:val="20"/>
          <w:szCs w:val="18"/>
        </w:rPr>
        <w:t>to comply with third party license terms applicable to your use of third party</w:t>
      </w:r>
      <w:r w:rsidR="00FC79D2">
        <w:rPr>
          <w:rFonts w:ascii="Arial" w:hAnsi="Arial" w:cs="Arial"/>
          <w:sz w:val="20"/>
          <w:szCs w:val="18"/>
        </w:rPr>
        <w:t xml:space="preserve"> </w:t>
      </w:r>
      <w:r w:rsidRPr="008D2AA1">
        <w:rPr>
          <w:rFonts w:ascii="Arial" w:hAnsi="Arial" w:cs="Arial"/>
          <w:sz w:val="20"/>
          <w:szCs w:val="18"/>
        </w:rPr>
        <w:t>software (including open source software) that may accompany Microchip software.</w:t>
      </w:r>
    </w:p>
    <w:p w:rsidR="008D2AA1" w:rsidRPr="008D2AA1" w:rsidRDefault="008D2AA1" w:rsidP="00FC79D2">
      <w:pPr>
        <w:autoSpaceDE w:val="0"/>
        <w:autoSpaceDN w:val="0"/>
        <w:adjustRightInd w:val="0"/>
        <w:jc w:val="both"/>
        <w:rPr>
          <w:rFonts w:ascii="Arial" w:hAnsi="Arial" w:cs="Arial"/>
          <w:sz w:val="20"/>
          <w:szCs w:val="18"/>
        </w:rPr>
      </w:pPr>
    </w:p>
    <w:p w:rsidR="008D2AA1" w:rsidRPr="00FC79D2" w:rsidRDefault="008D2AA1" w:rsidP="00FC79D2">
      <w:pPr>
        <w:autoSpaceDE w:val="0"/>
        <w:autoSpaceDN w:val="0"/>
        <w:adjustRightInd w:val="0"/>
        <w:jc w:val="both"/>
        <w:rPr>
          <w:rFonts w:ascii="Arial" w:hAnsi="Arial" w:cs="Arial"/>
          <w:sz w:val="20"/>
          <w:szCs w:val="18"/>
        </w:rPr>
      </w:pPr>
      <w:r w:rsidRPr="008D2AA1">
        <w:rPr>
          <w:rFonts w:ascii="Arial" w:hAnsi="Arial" w:cs="Arial"/>
          <w:sz w:val="20"/>
          <w:szCs w:val="18"/>
        </w:rPr>
        <w:t>THIS SOFTWARE IS SUPPLIED BY MICROCHIP "AS IS".  NO WARRANTIES, WHETHER EXPRESS,</w:t>
      </w:r>
      <w:r w:rsidR="00FC79D2">
        <w:rPr>
          <w:rFonts w:ascii="Arial" w:hAnsi="Arial" w:cs="Arial"/>
          <w:sz w:val="20"/>
          <w:szCs w:val="18"/>
        </w:rPr>
        <w:t xml:space="preserve"> </w:t>
      </w:r>
      <w:r w:rsidRPr="008D2AA1">
        <w:rPr>
          <w:rFonts w:ascii="Arial" w:hAnsi="Arial" w:cs="Arial"/>
          <w:sz w:val="20"/>
          <w:szCs w:val="18"/>
        </w:rPr>
        <w:t>IMPLIED OR STATUTORY, APPLY TO THIS SOFTWARE, INCLUDING ANY IMPLIED WARRANTIES</w:t>
      </w:r>
      <w:r w:rsidR="00FC79D2">
        <w:rPr>
          <w:rFonts w:ascii="Arial" w:hAnsi="Arial" w:cs="Arial"/>
          <w:sz w:val="20"/>
          <w:szCs w:val="18"/>
        </w:rPr>
        <w:t xml:space="preserve"> </w:t>
      </w:r>
      <w:r w:rsidRPr="008D2AA1">
        <w:rPr>
          <w:rFonts w:ascii="Arial" w:hAnsi="Arial" w:cs="Arial"/>
          <w:sz w:val="20"/>
          <w:szCs w:val="18"/>
        </w:rPr>
        <w:t>OF NON-INFRINGEMENT, MERCHANTABILITY, AND FITNESS FOR A PARTICULAR PURPOSE. IN</w:t>
      </w:r>
      <w:r w:rsidR="00FC79D2">
        <w:rPr>
          <w:rFonts w:ascii="Arial" w:hAnsi="Arial" w:cs="Arial"/>
          <w:sz w:val="20"/>
          <w:szCs w:val="18"/>
        </w:rPr>
        <w:t xml:space="preserve"> </w:t>
      </w:r>
      <w:r w:rsidRPr="008D2AA1">
        <w:rPr>
          <w:rFonts w:ascii="Arial" w:hAnsi="Arial" w:cs="Arial"/>
          <w:sz w:val="20"/>
          <w:szCs w:val="18"/>
        </w:rPr>
        <w:t>NO EVENT WILL MICROCHIP BE LIABLE FOR ANY INDIRECT, SPECIAL, PUNITIVE,</w:t>
      </w:r>
      <w:r w:rsidR="00FC79D2">
        <w:rPr>
          <w:rFonts w:ascii="Arial" w:hAnsi="Arial" w:cs="Arial"/>
          <w:sz w:val="20"/>
          <w:szCs w:val="18"/>
        </w:rPr>
        <w:t xml:space="preserve"> </w:t>
      </w:r>
      <w:r w:rsidRPr="008D2AA1">
        <w:rPr>
          <w:rFonts w:ascii="Arial" w:hAnsi="Arial" w:cs="Arial"/>
          <w:sz w:val="20"/>
          <w:szCs w:val="18"/>
        </w:rPr>
        <w:t>INCIDENTAL OR CONSEQUENTIAL LOSS, DAMAGE, COST OR EXPENSE OF ANY KIND</w:t>
      </w:r>
      <w:r w:rsidR="00FC79D2">
        <w:rPr>
          <w:rFonts w:ascii="Arial" w:hAnsi="Arial" w:cs="Arial"/>
          <w:sz w:val="20"/>
          <w:szCs w:val="18"/>
        </w:rPr>
        <w:t xml:space="preserve"> </w:t>
      </w:r>
      <w:r w:rsidRPr="008D2AA1">
        <w:rPr>
          <w:rFonts w:ascii="Arial" w:hAnsi="Arial" w:cs="Arial"/>
          <w:sz w:val="20"/>
          <w:szCs w:val="18"/>
        </w:rPr>
        <w:t>WHATSOEVER RELATED TO THE SOFTWARE, HOWEVER CAUSED, EVEN IF MICROCHIP HAS BEEN</w:t>
      </w:r>
      <w:r w:rsidR="00FC79D2">
        <w:rPr>
          <w:rFonts w:ascii="Arial" w:hAnsi="Arial" w:cs="Arial"/>
          <w:sz w:val="20"/>
          <w:szCs w:val="18"/>
        </w:rPr>
        <w:t xml:space="preserve"> </w:t>
      </w:r>
      <w:r w:rsidRPr="008D2AA1">
        <w:rPr>
          <w:rFonts w:ascii="Arial" w:hAnsi="Arial" w:cs="Arial"/>
          <w:sz w:val="20"/>
          <w:szCs w:val="18"/>
        </w:rPr>
        <w:t>ADVISED OF THE POSSIBILITY OR THE DAMAGES ARE FORESEEABLE.  TO THE FULLEST</w:t>
      </w:r>
      <w:r w:rsidR="00FC79D2">
        <w:rPr>
          <w:rFonts w:ascii="Arial" w:hAnsi="Arial" w:cs="Arial"/>
          <w:sz w:val="20"/>
          <w:szCs w:val="18"/>
        </w:rPr>
        <w:t xml:space="preserve"> </w:t>
      </w:r>
      <w:r w:rsidRPr="008D2AA1">
        <w:rPr>
          <w:rFonts w:ascii="Arial" w:hAnsi="Arial" w:cs="Arial"/>
          <w:sz w:val="20"/>
          <w:szCs w:val="18"/>
        </w:rPr>
        <w:t>EXTENT ALLOWED BY LAW, MICROCHIP'S TOTAL LIABILITY ON ALL CLAIMS IN ANY WAY</w:t>
      </w:r>
      <w:r w:rsidR="00FC79D2">
        <w:rPr>
          <w:rFonts w:ascii="Arial" w:hAnsi="Arial" w:cs="Arial"/>
          <w:sz w:val="20"/>
          <w:szCs w:val="18"/>
        </w:rPr>
        <w:t xml:space="preserve"> </w:t>
      </w:r>
      <w:r w:rsidRPr="008D2AA1">
        <w:rPr>
          <w:rFonts w:ascii="Arial" w:hAnsi="Arial" w:cs="Arial"/>
          <w:sz w:val="20"/>
          <w:szCs w:val="18"/>
        </w:rPr>
        <w:t>RELATED TO THIS SOFTWARE WILL NOT EXCEED THE AMOUNT OF FEES, IF ANY, THAT YOU</w:t>
      </w:r>
      <w:r w:rsidR="00FC79D2">
        <w:rPr>
          <w:rFonts w:ascii="Arial" w:hAnsi="Arial" w:cs="Arial"/>
          <w:sz w:val="20"/>
          <w:szCs w:val="18"/>
        </w:rPr>
        <w:t xml:space="preserve"> </w:t>
      </w:r>
      <w:r w:rsidRPr="008D2AA1">
        <w:rPr>
          <w:rFonts w:ascii="Arial" w:hAnsi="Arial" w:cs="Arial"/>
          <w:sz w:val="20"/>
          <w:szCs w:val="18"/>
        </w:rPr>
        <w:t>HAVE PAID DIRECTLY TO MICROCHIP FOR THIS SOFTWARE.</w:t>
      </w:r>
      <w:r w:rsidRPr="008D2AA1">
        <w:rPr>
          <w:rFonts w:ascii="Arial" w:hAnsi="Arial" w:cs="Arial"/>
          <w:b/>
          <w:bCs/>
          <w:sz w:val="20"/>
          <w:szCs w:val="18"/>
        </w:rPr>
        <w:t xml:space="preserve"> </w:t>
      </w:r>
    </w:p>
    <w:p w:rsidR="007A658A" w:rsidRPr="003801A5" w:rsidRDefault="007A658A" w:rsidP="008D2AA1">
      <w:pPr>
        <w:autoSpaceDE w:val="0"/>
        <w:autoSpaceDN w:val="0"/>
        <w:adjustRightInd w:val="0"/>
        <w:rPr>
          <w:rFonts w:ascii="Arial" w:hAnsi="Arial" w:cs="Arial"/>
          <w:b/>
          <w:bCs/>
          <w:sz w:val="20"/>
          <w:szCs w:val="18"/>
        </w:rPr>
      </w:pPr>
      <w:r w:rsidRPr="003801A5">
        <w:rPr>
          <w:rFonts w:ascii="Arial" w:hAnsi="Arial" w:cs="Arial"/>
          <w:b/>
          <w:bCs/>
          <w:sz w:val="20"/>
          <w:szCs w:val="18"/>
        </w:rPr>
        <w:t>Trademark Information</w:t>
      </w:r>
    </w:p>
    <w:p w:rsidR="007A658A" w:rsidRPr="003801A5" w:rsidRDefault="007A658A" w:rsidP="007A658A">
      <w:pPr>
        <w:autoSpaceDE w:val="0"/>
        <w:autoSpaceDN w:val="0"/>
        <w:adjustRightInd w:val="0"/>
        <w:rPr>
          <w:rFonts w:ascii="Arial" w:hAnsi="Arial" w:cs="Arial"/>
          <w:sz w:val="20"/>
          <w:szCs w:val="18"/>
        </w:rPr>
      </w:pPr>
      <w:r w:rsidRPr="003801A5">
        <w:rPr>
          <w:rFonts w:ascii="Arial" w:hAnsi="Arial" w:cs="Arial"/>
          <w:sz w:val="20"/>
          <w:szCs w:val="18"/>
        </w:rPr>
        <w:t>The Microchip name and logo, the Microchip logo, MPLAB, and PIC are registered trademarks of Microchip Technology</w:t>
      </w:r>
    </w:p>
    <w:p w:rsidR="007A658A" w:rsidRPr="003801A5" w:rsidRDefault="007A658A" w:rsidP="007A658A">
      <w:pPr>
        <w:autoSpaceDE w:val="0"/>
        <w:autoSpaceDN w:val="0"/>
        <w:adjustRightInd w:val="0"/>
        <w:rPr>
          <w:rFonts w:ascii="Arial" w:hAnsi="Arial" w:cs="Arial"/>
          <w:sz w:val="20"/>
          <w:szCs w:val="18"/>
        </w:rPr>
      </w:pPr>
      <w:r w:rsidRPr="003801A5">
        <w:rPr>
          <w:rFonts w:ascii="Arial" w:hAnsi="Arial" w:cs="Arial"/>
          <w:sz w:val="20"/>
          <w:szCs w:val="18"/>
        </w:rPr>
        <w:t>Incorporated in the U.S.A. and other countries.</w:t>
      </w:r>
    </w:p>
    <w:p w:rsidR="007A658A" w:rsidRPr="003801A5" w:rsidRDefault="007A658A" w:rsidP="007A658A">
      <w:pPr>
        <w:autoSpaceDE w:val="0"/>
        <w:autoSpaceDN w:val="0"/>
        <w:adjustRightInd w:val="0"/>
        <w:rPr>
          <w:rFonts w:ascii="Arial" w:hAnsi="Arial" w:cs="Arial"/>
          <w:sz w:val="20"/>
          <w:szCs w:val="18"/>
        </w:rPr>
      </w:pPr>
      <w:r w:rsidRPr="003801A5">
        <w:rPr>
          <w:rFonts w:ascii="Arial" w:hAnsi="Arial" w:cs="Arial"/>
          <w:sz w:val="20"/>
          <w:szCs w:val="18"/>
        </w:rPr>
        <w:t>PICDEM and PICtail are trademarks of Microchip Technology Incorporated in the U.S.A. and other countries.</w:t>
      </w:r>
    </w:p>
    <w:p w:rsidR="007A658A" w:rsidRDefault="007A658A" w:rsidP="007A658A">
      <w:pPr>
        <w:autoSpaceDE w:val="0"/>
        <w:autoSpaceDN w:val="0"/>
        <w:adjustRightInd w:val="0"/>
        <w:rPr>
          <w:rFonts w:ascii="Arial" w:hAnsi="Arial" w:cs="Arial"/>
          <w:sz w:val="20"/>
          <w:szCs w:val="18"/>
        </w:rPr>
      </w:pPr>
      <w:r w:rsidRPr="003801A5">
        <w:rPr>
          <w:rFonts w:ascii="Arial" w:hAnsi="Arial" w:cs="Arial"/>
          <w:sz w:val="20"/>
          <w:szCs w:val="18"/>
        </w:rPr>
        <w:t>Microsoft, Windows, Windows Vista, and Authenticode are either registered trademarks or trademarks of Microsoft Corporation in the United States and/or other countries.</w:t>
      </w:r>
    </w:p>
    <w:p w:rsidR="007A658A" w:rsidRDefault="007A658A" w:rsidP="007A658A">
      <w:pPr>
        <w:autoSpaceDE w:val="0"/>
        <w:autoSpaceDN w:val="0"/>
        <w:adjustRightInd w:val="0"/>
        <w:rPr>
          <w:rFonts w:ascii="Arial" w:hAnsi="Arial" w:cs="Arial"/>
          <w:sz w:val="20"/>
          <w:szCs w:val="18"/>
        </w:rPr>
      </w:pPr>
    </w:p>
    <w:p w:rsidR="003801A5" w:rsidRDefault="007A658A" w:rsidP="007A658A">
      <w:pPr>
        <w:autoSpaceDE w:val="0"/>
        <w:autoSpaceDN w:val="0"/>
        <w:adjustRightInd w:val="0"/>
      </w:pPr>
      <w:r w:rsidRPr="003801A5">
        <w:rPr>
          <w:rFonts w:ascii="Arial" w:hAnsi="Arial" w:cs="Arial"/>
          <w:sz w:val="20"/>
          <w:szCs w:val="18"/>
        </w:rPr>
        <w:t>SD is a trademark of the SD Association in the U.S.A and other countries</w:t>
      </w:r>
    </w:p>
    <w:p w:rsidR="006626EF" w:rsidRDefault="006626EF">
      <w:pPr>
        <w:rPr>
          <w:rFonts w:ascii="Arial" w:hAnsi="Arial" w:cs="Arial"/>
          <w:b/>
          <w:bCs/>
          <w:kern w:val="32"/>
          <w:sz w:val="32"/>
          <w:szCs w:val="32"/>
          <w:lang w:val="en-GB"/>
        </w:rPr>
      </w:pPr>
      <w:r>
        <w:br w:type="page"/>
      </w:r>
    </w:p>
    <w:p w:rsidR="00A32653" w:rsidRDefault="00A32653" w:rsidP="00947E2D">
      <w:pPr>
        <w:pStyle w:val="Heading1"/>
      </w:pPr>
      <w:bookmarkStart w:id="7" w:name="_Toc7445822"/>
      <w:r>
        <w:lastRenderedPageBreak/>
        <w:t>OS supported</w:t>
      </w:r>
      <w:bookmarkEnd w:id="7"/>
    </w:p>
    <w:p w:rsidR="00E35EEC" w:rsidRDefault="00E35EEC" w:rsidP="00EF68ED">
      <w:pPr>
        <w:pStyle w:val="ListParagraph"/>
        <w:numPr>
          <w:ilvl w:val="0"/>
          <w:numId w:val="5"/>
        </w:numPr>
      </w:pPr>
      <w:r w:rsidRPr="00235E2F">
        <w:t>Windows 7 (32 and 64 bit)</w:t>
      </w:r>
    </w:p>
    <w:p w:rsidR="008D4496" w:rsidRDefault="00296CC2" w:rsidP="00EF68ED">
      <w:pPr>
        <w:pStyle w:val="ListParagraph"/>
        <w:numPr>
          <w:ilvl w:val="0"/>
          <w:numId w:val="5"/>
        </w:numPr>
      </w:pPr>
      <w:r>
        <w:t xml:space="preserve">Windows 8 </w:t>
      </w:r>
      <w:r w:rsidR="008F597E">
        <w:t>(32 and 64 bit)</w:t>
      </w:r>
      <w:r w:rsidR="006429FB">
        <w:t xml:space="preserve"> </w:t>
      </w:r>
    </w:p>
    <w:p w:rsidR="0030180D" w:rsidRDefault="0030180D" w:rsidP="00EF68ED">
      <w:pPr>
        <w:pStyle w:val="ListParagraph"/>
        <w:numPr>
          <w:ilvl w:val="0"/>
          <w:numId w:val="5"/>
        </w:numPr>
      </w:pPr>
      <w:r>
        <w:t xml:space="preserve">Windows 8.1 (32 and 64 bit) </w:t>
      </w:r>
    </w:p>
    <w:p w:rsidR="00B06038" w:rsidRDefault="00B06038" w:rsidP="00EF68ED">
      <w:pPr>
        <w:pStyle w:val="ListParagraph"/>
        <w:numPr>
          <w:ilvl w:val="0"/>
          <w:numId w:val="5"/>
        </w:numPr>
      </w:pPr>
      <w:r>
        <w:t>Windows 10</w:t>
      </w:r>
      <w:r w:rsidR="007D36AE">
        <w:t xml:space="preserve"> (32 and 64 bit)</w:t>
      </w:r>
    </w:p>
    <w:p w:rsidR="004725CA" w:rsidRDefault="004725CA" w:rsidP="004725CA">
      <w:pPr>
        <w:pStyle w:val="ListParagraph"/>
      </w:pPr>
    </w:p>
    <w:p w:rsidR="004725CA" w:rsidRDefault="004725CA" w:rsidP="004725CA">
      <w:pPr>
        <w:pStyle w:val="Heading1"/>
      </w:pPr>
      <w:bookmarkStart w:id="8" w:name="_Toc7445823"/>
      <w:r>
        <w:t>Required Software</w:t>
      </w:r>
      <w:bookmarkEnd w:id="8"/>
    </w:p>
    <w:p w:rsidR="00EE34AE" w:rsidRDefault="00EE34AE" w:rsidP="00EE34AE">
      <w:pPr>
        <w:pStyle w:val="ListParagraph"/>
        <w:numPr>
          <w:ilvl w:val="0"/>
          <w:numId w:val="46"/>
        </w:numPr>
      </w:pPr>
      <w:r>
        <w:t>JDK 1.8.0_60</w:t>
      </w:r>
    </w:p>
    <w:p w:rsidR="00EE34AE" w:rsidRDefault="00EE34AE" w:rsidP="00EE34AE">
      <w:pPr>
        <w:ind w:firstLine="720"/>
      </w:pPr>
      <w:r>
        <w:t>Download JDK from the following website</w:t>
      </w:r>
    </w:p>
    <w:p w:rsidR="004725CA" w:rsidRPr="00235E2F" w:rsidRDefault="0031585C" w:rsidP="00EE34AE">
      <w:pPr>
        <w:pStyle w:val="ListParagraph"/>
      </w:pPr>
      <w:hyperlink r:id="rId11" w:history="1">
        <w:r w:rsidR="00EE34AE" w:rsidRPr="001C6F4A">
          <w:rPr>
            <w:rStyle w:val="Hyperlink"/>
          </w:rPr>
          <w:t>http://www.oracle.com/technetwork/java/javase/downloads/jdk8-downloads-2133151.html</w:t>
        </w:r>
      </w:hyperlink>
    </w:p>
    <w:p w:rsidR="006429FB" w:rsidRDefault="006429FB" w:rsidP="006429FB">
      <w:pPr>
        <w:pStyle w:val="Heading1"/>
      </w:pPr>
      <w:bookmarkStart w:id="9" w:name="_Toc390782243"/>
      <w:bookmarkStart w:id="10" w:name="_Toc387328961"/>
      <w:bookmarkStart w:id="11" w:name="_Toc7445824"/>
      <w:r>
        <w:t>USB Controller</w:t>
      </w:r>
      <w:bookmarkEnd w:id="9"/>
      <w:r w:rsidR="00C60F0B">
        <w:t>s supported</w:t>
      </w:r>
      <w:bookmarkEnd w:id="11"/>
    </w:p>
    <w:p w:rsidR="006429FB" w:rsidRDefault="006429FB" w:rsidP="00EF68ED">
      <w:pPr>
        <w:numPr>
          <w:ilvl w:val="0"/>
          <w:numId w:val="6"/>
        </w:numPr>
      </w:pPr>
      <w:r>
        <w:t>EHCI - USB 2.0</w:t>
      </w:r>
    </w:p>
    <w:p w:rsidR="006429FB" w:rsidRDefault="006429FB" w:rsidP="00EF68ED">
      <w:pPr>
        <w:numPr>
          <w:ilvl w:val="0"/>
          <w:numId w:val="6"/>
        </w:numPr>
      </w:pPr>
      <w:r>
        <w:t>XHCI - USB 3.0</w:t>
      </w:r>
    </w:p>
    <w:p w:rsidR="00C60F0B" w:rsidRDefault="00C60F0B" w:rsidP="00C60F0B"/>
    <w:p w:rsidR="00C60F0B" w:rsidRPr="007515AF" w:rsidRDefault="00C60F0B" w:rsidP="00C60F0B">
      <w:r>
        <w:rPr>
          <w:b/>
          <w:i/>
        </w:rPr>
        <w:t>Note</w:t>
      </w:r>
      <w:r w:rsidRPr="00C60F0B">
        <w:rPr>
          <w:b/>
          <w:i/>
        </w:rPr>
        <w:t>:</w:t>
      </w:r>
      <w:r>
        <w:t xml:space="preserve"> External PCI USB controllers </w:t>
      </w:r>
      <w:r w:rsidR="000C5D29">
        <w:t>may</w:t>
      </w:r>
      <w:r>
        <w:t xml:space="preserve"> not </w:t>
      </w:r>
      <w:r w:rsidR="000C5D29">
        <w:t xml:space="preserve">be </w:t>
      </w:r>
      <w:r>
        <w:t>supported.</w:t>
      </w:r>
    </w:p>
    <w:p w:rsidR="00A32653" w:rsidRDefault="00A32653" w:rsidP="00A32653">
      <w:pPr>
        <w:pStyle w:val="Heading1"/>
        <w:rPr>
          <w:i/>
        </w:rPr>
      </w:pPr>
      <w:bookmarkStart w:id="12" w:name="_Toc7445825"/>
      <w:r>
        <w:t>Supported SKU List</w:t>
      </w:r>
      <w:bookmarkEnd w:id="10"/>
      <w:bookmarkEnd w:id="12"/>
    </w:p>
    <w:p w:rsidR="00A32653" w:rsidRDefault="00A32653" w:rsidP="00A32653">
      <w:pPr>
        <w:rPr>
          <w:lang w:val="en-GB"/>
        </w:rPr>
      </w:pPr>
      <w:r>
        <w:rPr>
          <w:lang w:val="en-GB"/>
        </w:rPr>
        <w:t xml:space="preserve">The following </w:t>
      </w:r>
      <w:r w:rsidR="003A74DC">
        <w:rPr>
          <w:lang w:val="en-GB"/>
        </w:rPr>
        <w:t>d</w:t>
      </w:r>
      <w:r w:rsidR="002776AF">
        <w:rPr>
          <w:lang w:val="en-GB"/>
        </w:rPr>
        <w:t>evices are supported in this release</w:t>
      </w:r>
    </w:p>
    <w:p w:rsidR="00E8095A" w:rsidRDefault="00E8095A" w:rsidP="00E8095A">
      <w:pPr>
        <w:pStyle w:val="Heading2"/>
      </w:pPr>
      <w:bookmarkStart w:id="13" w:name="_Toc7445826"/>
      <w:r>
        <w:t>CLI</w:t>
      </w:r>
      <w:r w:rsidR="00271E2B">
        <w:t>/DLL</w:t>
      </w:r>
      <w:bookmarkEnd w:id="13"/>
    </w:p>
    <w:p w:rsidR="00565A6F" w:rsidRPr="00565A6F" w:rsidRDefault="00565A6F" w:rsidP="00565A6F">
      <w:pPr>
        <w:pStyle w:val="Heading3"/>
      </w:pPr>
      <w:bookmarkStart w:id="14" w:name="_Toc7445827"/>
      <w:r>
        <w:t>USB 2.0 Hub</w:t>
      </w:r>
      <w:bookmarkEnd w:id="14"/>
    </w:p>
    <w:p w:rsidR="00E8095A" w:rsidRDefault="00E8095A" w:rsidP="00EF68ED">
      <w:pPr>
        <w:pStyle w:val="ListParagraph"/>
        <w:numPr>
          <w:ilvl w:val="0"/>
          <w:numId w:val="7"/>
        </w:numPr>
      </w:pPr>
      <w:r>
        <w:t>USB2532</w:t>
      </w:r>
    </w:p>
    <w:p w:rsidR="00E8095A" w:rsidRDefault="00E8095A" w:rsidP="00EF68ED">
      <w:pPr>
        <w:pStyle w:val="ListParagraph"/>
        <w:numPr>
          <w:ilvl w:val="0"/>
          <w:numId w:val="7"/>
        </w:numPr>
      </w:pPr>
      <w:r>
        <w:t>USB2533</w:t>
      </w:r>
    </w:p>
    <w:p w:rsidR="00E8095A" w:rsidRDefault="00E8095A" w:rsidP="00EF68ED">
      <w:pPr>
        <w:pStyle w:val="ListParagraph"/>
        <w:numPr>
          <w:ilvl w:val="0"/>
          <w:numId w:val="7"/>
        </w:numPr>
      </w:pPr>
      <w:r>
        <w:t>USB2534</w:t>
      </w:r>
    </w:p>
    <w:p w:rsidR="00E8095A" w:rsidRDefault="00E8095A" w:rsidP="00EF68ED">
      <w:pPr>
        <w:pStyle w:val="ListParagraph"/>
        <w:numPr>
          <w:ilvl w:val="0"/>
          <w:numId w:val="7"/>
        </w:numPr>
      </w:pPr>
      <w:r>
        <w:t>USB3503</w:t>
      </w:r>
    </w:p>
    <w:p w:rsidR="00E8095A" w:rsidRDefault="00E8095A" w:rsidP="00EF68ED">
      <w:pPr>
        <w:pStyle w:val="ListParagraph"/>
        <w:numPr>
          <w:ilvl w:val="0"/>
          <w:numId w:val="7"/>
        </w:numPr>
      </w:pPr>
      <w:r>
        <w:t>USB3613</w:t>
      </w:r>
    </w:p>
    <w:p w:rsidR="00E8095A" w:rsidRDefault="00E8095A" w:rsidP="00EF68ED">
      <w:pPr>
        <w:pStyle w:val="ListParagraph"/>
        <w:numPr>
          <w:ilvl w:val="0"/>
          <w:numId w:val="7"/>
        </w:numPr>
      </w:pPr>
      <w:r>
        <w:t>USB3803</w:t>
      </w:r>
    </w:p>
    <w:p w:rsidR="00E8095A" w:rsidRDefault="00E8095A" w:rsidP="00EF68ED">
      <w:pPr>
        <w:pStyle w:val="ListParagraph"/>
        <w:numPr>
          <w:ilvl w:val="0"/>
          <w:numId w:val="7"/>
        </w:numPr>
      </w:pPr>
      <w:r>
        <w:t>USB3813</w:t>
      </w:r>
    </w:p>
    <w:p w:rsidR="00E8095A" w:rsidRDefault="00E8095A" w:rsidP="00EF68ED">
      <w:pPr>
        <w:pStyle w:val="ListParagraph"/>
        <w:numPr>
          <w:ilvl w:val="0"/>
          <w:numId w:val="7"/>
        </w:numPr>
      </w:pPr>
      <w:r>
        <w:t>USB4604</w:t>
      </w:r>
    </w:p>
    <w:p w:rsidR="00E8095A" w:rsidRDefault="00E8095A" w:rsidP="00EF68ED">
      <w:pPr>
        <w:pStyle w:val="ListParagraph"/>
        <w:numPr>
          <w:ilvl w:val="0"/>
          <w:numId w:val="7"/>
        </w:numPr>
      </w:pPr>
      <w:r>
        <w:t>USB4624</w:t>
      </w:r>
    </w:p>
    <w:p w:rsidR="00E8095A" w:rsidRDefault="00E8095A" w:rsidP="00EF68ED">
      <w:pPr>
        <w:pStyle w:val="ListParagraph"/>
        <w:numPr>
          <w:ilvl w:val="0"/>
          <w:numId w:val="7"/>
        </w:numPr>
      </w:pPr>
      <w:r>
        <w:t>USB82512</w:t>
      </w:r>
    </w:p>
    <w:p w:rsidR="00E8095A" w:rsidRDefault="00E8095A" w:rsidP="00EF68ED">
      <w:pPr>
        <w:pStyle w:val="ListParagraph"/>
        <w:numPr>
          <w:ilvl w:val="0"/>
          <w:numId w:val="7"/>
        </w:numPr>
      </w:pPr>
      <w:r>
        <w:t>USB82513</w:t>
      </w:r>
    </w:p>
    <w:p w:rsidR="00E8095A" w:rsidRDefault="00E8095A" w:rsidP="00EF68ED">
      <w:pPr>
        <w:pStyle w:val="ListParagraph"/>
        <w:numPr>
          <w:ilvl w:val="0"/>
          <w:numId w:val="7"/>
        </w:numPr>
      </w:pPr>
      <w:r>
        <w:t>USB82514</w:t>
      </w:r>
    </w:p>
    <w:p w:rsidR="00E8095A" w:rsidRDefault="00E8095A" w:rsidP="00EF68ED">
      <w:pPr>
        <w:pStyle w:val="ListParagraph"/>
        <w:numPr>
          <w:ilvl w:val="0"/>
          <w:numId w:val="7"/>
        </w:numPr>
      </w:pPr>
      <w:r>
        <w:t>USB82640</w:t>
      </w:r>
    </w:p>
    <w:p w:rsidR="00E8095A" w:rsidRDefault="00E8095A" w:rsidP="00EF68ED">
      <w:pPr>
        <w:pStyle w:val="ListParagraph"/>
        <w:numPr>
          <w:ilvl w:val="0"/>
          <w:numId w:val="7"/>
        </w:numPr>
      </w:pPr>
      <w:r>
        <w:t>USB82642</w:t>
      </w:r>
    </w:p>
    <w:p w:rsidR="00565A6F" w:rsidRDefault="00E8095A" w:rsidP="00EF68ED">
      <w:pPr>
        <w:pStyle w:val="ListParagraph"/>
        <w:numPr>
          <w:ilvl w:val="0"/>
          <w:numId w:val="7"/>
        </w:numPr>
      </w:pPr>
      <w:r>
        <w:t>USB84604</w:t>
      </w:r>
    </w:p>
    <w:p w:rsidR="00502D85" w:rsidRDefault="00502D85" w:rsidP="00EF68ED">
      <w:pPr>
        <w:pStyle w:val="ListParagraph"/>
        <w:numPr>
          <w:ilvl w:val="0"/>
          <w:numId w:val="7"/>
        </w:numPr>
      </w:pPr>
      <w:r>
        <w:t>USB4914</w:t>
      </w:r>
    </w:p>
    <w:p w:rsidR="00502D85" w:rsidRDefault="00502D85" w:rsidP="00EF68ED">
      <w:pPr>
        <w:pStyle w:val="ListParagraph"/>
        <w:numPr>
          <w:ilvl w:val="0"/>
          <w:numId w:val="7"/>
        </w:numPr>
      </w:pPr>
      <w:r>
        <w:t>USB4916</w:t>
      </w:r>
    </w:p>
    <w:p w:rsidR="00502D85" w:rsidRDefault="00502D85" w:rsidP="00EF68ED">
      <w:pPr>
        <w:pStyle w:val="ListParagraph"/>
        <w:numPr>
          <w:ilvl w:val="0"/>
          <w:numId w:val="7"/>
        </w:numPr>
      </w:pPr>
      <w:r>
        <w:t>USB4925</w:t>
      </w:r>
    </w:p>
    <w:p w:rsidR="00502D85" w:rsidRDefault="00502D85" w:rsidP="00EF68ED">
      <w:pPr>
        <w:pStyle w:val="ListParagraph"/>
        <w:numPr>
          <w:ilvl w:val="0"/>
          <w:numId w:val="7"/>
        </w:numPr>
      </w:pPr>
      <w:r>
        <w:lastRenderedPageBreak/>
        <w:t>USB4927</w:t>
      </w:r>
    </w:p>
    <w:p w:rsidR="00502D85" w:rsidRDefault="00502D85" w:rsidP="00EF68ED">
      <w:pPr>
        <w:pStyle w:val="ListParagraph"/>
        <w:numPr>
          <w:ilvl w:val="0"/>
          <w:numId w:val="7"/>
        </w:numPr>
      </w:pPr>
      <w:r>
        <w:t>USB4715</w:t>
      </w:r>
    </w:p>
    <w:p w:rsidR="00F16974" w:rsidRDefault="00F16974" w:rsidP="00EF68ED">
      <w:pPr>
        <w:pStyle w:val="ListParagraph"/>
        <w:numPr>
          <w:ilvl w:val="0"/>
          <w:numId w:val="7"/>
        </w:numPr>
      </w:pPr>
      <w:r>
        <w:t>USB4912</w:t>
      </w:r>
    </w:p>
    <w:p w:rsidR="00F16974" w:rsidRDefault="00F16974" w:rsidP="00EF68ED">
      <w:pPr>
        <w:pStyle w:val="ListParagraph"/>
        <w:numPr>
          <w:ilvl w:val="0"/>
          <w:numId w:val="7"/>
        </w:numPr>
      </w:pPr>
      <w:r>
        <w:t>USB4712</w:t>
      </w:r>
    </w:p>
    <w:p w:rsidR="00E8095A" w:rsidRDefault="00565A6F" w:rsidP="00565A6F">
      <w:pPr>
        <w:pStyle w:val="Heading3"/>
      </w:pPr>
      <w:bookmarkStart w:id="15" w:name="_Toc7445828"/>
      <w:r>
        <w:t>USB 3.0 Hub</w:t>
      </w:r>
      <w:bookmarkEnd w:id="15"/>
    </w:p>
    <w:p w:rsidR="00FE310A" w:rsidRDefault="00FE310A" w:rsidP="00E83430">
      <w:pPr>
        <w:pStyle w:val="ListParagraph"/>
        <w:numPr>
          <w:ilvl w:val="0"/>
          <w:numId w:val="31"/>
        </w:numPr>
      </w:pPr>
      <w:r>
        <w:t>USB5734</w:t>
      </w:r>
    </w:p>
    <w:p w:rsidR="00FE310A" w:rsidRDefault="00FE310A" w:rsidP="00E83430">
      <w:pPr>
        <w:pStyle w:val="ListParagraph"/>
        <w:numPr>
          <w:ilvl w:val="0"/>
          <w:numId w:val="31"/>
        </w:numPr>
      </w:pPr>
      <w:r>
        <w:t>USB5744</w:t>
      </w:r>
    </w:p>
    <w:p w:rsidR="007E6B7C" w:rsidRDefault="007E6B7C" w:rsidP="00E83430">
      <w:pPr>
        <w:pStyle w:val="ListParagraph"/>
        <w:numPr>
          <w:ilvl w:val="0"/>
          <w:numId w:val="31"/>
        </w:numPr>
      </w:pPr>
      <w:r>
        <w:t>USB57</w:t>
      </w:r>
      <w:r w:rsidR="00D20C1F">
        <w:t>4</w:t>
      </w:r>
      <w:r>
        <w:t>2</w:t>
      </w:r>
    </w:p>
    <w:p w:rsidR="004118BF" w:rsidRDefault="004118BF" w:rsidP="004118BF">
      <w:pPr>
        <w:pStyle w:val="ListParagraph"/>
        <w:numPr>
          <w:ilvl w:val="0"/>
          <w:numId w:val="31"/>
        </w:numPr>
      </w:pPr>
      <w:r>
        <w:t>USB5806</w:t>
      </w:r>
    </w:p>
    <w:p w:rsidR="000D24FB" w:rsidRDefault="000D24FB" w:rsidP="000D24FB">
      <w:pPr>
        <w:pStyle w:val="ListParagraph"/>
        <w:numPr>
          <w:ilvl w:val="0"/>
          <w:numId w:val="31"/>
        </w:numPr>
      </w:pPr>
      <w:r>
        <w:t>USB5806C</w:t>
      </w:r>
    </w:p>
    <w:p w:rsidR="000D24FB" w:rsidRDefault="000D24FB" w:rsidP="000D24FB">
      <w:pPr>
        <w:pStyle w:val="ListParagraph"/>
        <w:numPr>
          <w:ilvl w:val="0"/>
          <w:numId w:val="31"/>
        </w:numPr>
      </w:pPr>
      <w:r>
        <w:t>USB5807C</w:t>
      </w:r>
    </w:p>
    <w:p w:rsidR="004118BF" w:rsidRDefault="004118BF" w:rsidP="000D24FB">
      <w:pPr>
        <w:pStyle w:val="ListParagraph"/>
        <w:numPr>
          <w:ilvl w:val="0"/>
          <w:numId w:val="31"/>
        </w:numPr>
      </w:pPr>
      <w:r>
        <w:t>USB5807</w:t>
      </w:r>
    </w:p>
    <w:p w:rsidR="004118BF" w:rsidRDefault="004118BF" w:rsidP="004118BF">
      <w:pPr>
        <w:pStyle w:val="ListParagraph"/>
        <w:numPr>
          <w:ilvl w:val="0"/>
          <w:numId w:val="31"/>
        </w:numPr>
      </w:pPr>
      <w:r>
        <w:t>USB5816</w:t>
      </w:r>
    </w:p>
    <w:p w:rsidR="004118BF" w:rsidRDefault="004118BF" w:rsidP="004118BF">
      <w:pPr>
        <w:pStyle w:val="ListParagraph"/>
        <w:numPr>
          <w:ilvl w:val="0"/>
          <w:numId w:val="31"/>
        </w:numPr>
      </w:pPr>
      <w:r>
        <w:t>USB5826</w:t>
      </w:r>
    </w:p>
    <w:p w:rsidR="004118BF" w:rsidRDefault="004118BF" w:rsidP="004118BF">
      <w:pPr>
        <w:pStyle w:val="ListParagraph"/>
        <w:numPr>
          <w:ilvl w:val="0"/>
          <w:numId w:val="31"/>
        </w:numPr>
      </w:pPr>
      <w:r>
        <w:t>USB5906</w:t>
      </w:r>
    </w:p>
    <w:p w:rsidR="00A837E1" w:rsidRDefault="00A837E1" w:rsidP="004118BF">
      <w:pPr>
        <w:pStyle w:val="ListParagraph"/>
        <w:numPr>
          <w:ilvl w:val="0"/>
          <w:numId w:val="31"/>
        </w:numPr>
      </w:pPr>
      <w:r>
        <w:t>USB5916</w:t>
      </w:r>
    </w:p>
    <w:p w:rsidR="004118BF" w:rsidRDefault="004118BF" w:rsidP="004118BF">
      <w:pPr>
        <w:pStyle w:val="ListParagraph"/>
        <w:numPr>
          <w:ilvl w:val="0"/>
          <w:numId w:val="31"/>
        </w:numPr>
      </w:pPr>
      <w:r>
        <w:t>USB5926</w:t>
      </w:r>
    </w:p>
    <w:p w:rsidR="005D6506" w:rsidRDefault="005D6506" w:rsidP="004118BF">
      <w:pPr>
        <w:pStyle w:val="ListParagraph"/>
        <w:numPr>
          <w:ilvl w:val="0"/>
          <w:numId w:val="31"/>
        </w:numPr>
      </w:pPr>
      <w:r>
        <w:t>USB7002</w:t>
      </w:r>
    </w:p>
    <w:p w:rsidR="005D6506" w:rsidRDefault="005D6506" w:rsidP="004118BF">
      <w:pPr>
        <w:pStyle w:val="ListParagraph"/>
        <w:numPr>
          <w:ilvl w:val="0"/>
          <w:numId w:val="31"/>
        </w:numPr>
      </w:pPr>
      <w:r>
        <w:t>USB7050</w:t>
      </w:r>
    </w:p>
    <w:p w:rsidR="005D6506" w:rsidRDefault="005D6506" w:rsidP="004118BF">
      <w:pPr>
        <w:pStyle w:val="ListParagraph"/>
        <w:numPr>
          <w:ilvl w:val="0"/>
          <w:numId w:val="31"/>
        </w:numPr>
      </w:pPr>
      <w:r>
        <w:t>USB7051</w:t>
      </w:r>
    </w:p>
    <w:p w:rsidR="005D6506" w:rsidRDefault="005D6506" w:rsidP="004118BF">
      <w:pPr>
        <w:pStyle w:val="ListParagraph"/>
        <w:numPr>
          <w:ilvl w:val="0"/>
          <w:numId w:val="31"/>
        </w:numPr>
      </w:pPr>
      <w:r>
        <w:t>USB7052</w:t>
      </w:r>
    </w:p>
    <w:p w:rsidR="005D6506" w:rsidRDefault="005D6506" w:rsidP="005D6506">
      <w:pPr>
        <w:pStyle w:val="ListParagraph"/>
        <w:numPr>
          <w:ilvl w:val="0"/>
          <w:numId w:val="31"/>
        </w:numPr>
      </w:pPr>
      <w:r>
        <w:t>USB7056</w:t>
      </w:r>
    </w:p>
    <w:p w:rsidR="00503ACF" w:rsidRDefault="00503ACF" w:rsidP="005D6506">
      <w:pPr>
        <w:pStyle w:val="ListParagraph"/>
        <w:numPr>
          <w:ilvl w:val="0"/>
          <w:numId w:val="31"/>
        </w:numPr>
      </w:pPr>
      <w:r>
        <w:t>USB7202</w:t>
      </w:r>
    </w:p>
    <w:p w:rsidR="00503ACF" w:rsidRDefault="00503ACF" w:rsidP="00503ACF">
      <w:pPr>
        <w:pStyle w:val="ListParagraph"/>
        <w:numPr>
          <w:ilvl w:val="0"/>
          <w:numId w:val="31"/>
        </w:numPr>
      </w:pPr>
      <w:r>
        <w:t>USB7250</w:t>
      </w:r>
    </w:p>
    <w:p w:rsidR="00503ACF" w:rsidRDefault="00503ACF" w:rsidP="00503ACF">
      <w:pPr>
        <w:pStyle w:val="ListParagraph"/>
        <w:numPr>
          <w:ilvl w:val="0"/>
          <w:numId w:val="31"/>
        </w:numPr>
      </w:pPr>
      <w:r>
        <w:t>USB7256</w:t>
      </w:r>
    </w:p>
    <w:p w:rsidR="00F108D5" w:rsidRDefault="00F108D5" w:rsidP="00503ACF">
      <w:pPr>
        <w:pStyle w:val="ListParagraph"/>
        <w:numPr>
          <w:ilvl w:val="0"/>
          <w:numId w:val="31"/>
        </w:numPr>
      </w:pPr>
      <w:r>
        <w:t>USB7206</w:t>
      </w:r>
    </w:p>
    <w:p w:rsidR="00731EA8" w:rsidRDefault="00731EA8" w:rsidP="00503ACF">
      <w:pPr>
        <w:pStyle w:val="ListParagraph"/>
        <w:numPr>
          <w:ilvl w:val="0"/>
          <w:numId w:val="31"/>
        </w:numPr>
      </w:pPr>
      <w:r>
        <w:t>USB7216</w:t>
      </w:r>
    </w:p>
    <w:p w:rsidR="004118BF" w:rsidRDefault="004118BF" w:rsidP="000D63F4">
      <w:pPr>
        <w:pStyle w:val="ListParagraph"/>
      </w:pPr>
    </w:p>
    <w:p w:rsidR="007E6B7C" w:rsidRDefault="00C5046C" w:rsidP="007E6B7C">
      <w:pPr>
        <w:pStyle w:val="Heading3"/>
      </w:pPr>
      <w:bookmarkStart w:id="16" w:name="_Toc7445829"/>
      <w:r>
        <w:t>USB to Ethernet Controller</w:t>
      </w:r>
      <w:bookmarkEnd w:id="16"/>
    </w:p>
    <w:p w:rsidR="007E6B7C" w:rsidRDefault="007E6B7C" w:rsidP="007E6B7C">
      <w:pPr>
        <w:pStyle w:val="ListParagraph"/>
        <w:numPr>
          <w:ilvl w:val="0"/>
          <w:numId w:val="7"/>
        </w:numPr>
      </w:pPr>
      <w:r>
        <w:t>LAN7800</w:t>
      </w:r>
    </w:p>
    <w:p w:rsidR="007E6B7C" w:rsidRDefault="007E6B7C" w:rsidP="007E6B7C">
      <w:pPr>
        <w:pStyle w:val="ListParagraph"/>
        <w:numPr>
          <w:ilvl w:val="0"/>
          <w:numId w:val="7"/>
        </w:numPr>
      </w:pPr>
      <w:r>
        <w:t>LAN7801</w:t>
      </w:r>
    </w:p>
    <w:p w:rsidR="007E6B7C" w:rsidRDefault="007E6B7C" w:rsidP="007E6B7C">
      <w:pPr>
        <w:pStyle w:val="ListParagraph"/>
        <w:numPr>
          <w:ilvl w:val="0"/>
          <w:numId w:val="7"/>
        </w:numPr>
      </w:pPr>
      <w:r>
        <w:t>LAN7850</w:t>
      </w:r>
    </w:p>
    <w:p w:rsidR="00F61977" w:rsidRDefault="00F61977" w:rsidP="00F61977">
      <w:pPr>
        <w:pStyle w:val="Heading3"/>
      </w:pPr>
      <w:bookmarkStart w:id="17" w:name="_Toc7445830"/>
      <w:r>
        <w:t>PCIe to Gigabit Ethernet Controller</w:t>
      </w:r>
      <w:bookmarkEnd w:id="17"/>
    </w:p>
    <w:p w:rsidR="00F61977" w:rsidRDefault="00F61977" w:rsidP="00F61977">
      <w:pPr>
        <w:pStyle w:val="ListParagraph"/>
        <w:numPr>
          <w:ilvl w:val="0"/>
          <w:numId w:val="7"/>
        </w:numPr>
      </w:pPr>
      <w:r>
        <w:t>LAN7430</w:t>
      </w:r>
    </w:p>
    <w:p w:rsidR="00F61977" w:rsidRDefault="00F61977" w:rsidP="00F61977">
      <w:pPr>
        <w:pStyle w:val="ListParagraph"/>
        <w:numPr>
          <w:ilvl w:val="0"/>
          <w:numId w:val="7"/>
        </w:numPr>
      </w:pPr>
      <w:r>
        <w:t>LAN7431</w:t>
      </w:r>
    </w:p>
    <w:p w:rsidR="00F61977" w:rsidRDefault="00F61977" w:rsidP="00F61977">
      <w:pPr>
        <w:pStyle w:val="ListParagraph"/>
      </w:pPr>
    </w:p>
    <w:p w:rsidR="007E6B7C" w:rsidRDefault="007E6B7C" w:rsidP="007E6B7C">
      <w:pPr>
        <w:pStyle w:val="ListParagraph"/>
      </w:pPr>
    </w:p>
    <w:p w:rsidR="00E8095A" w:rsidRDefault="00E8095A">
      <w:pPr>
        <w:pStyle w:val="Heading2"/>
      </w:pPr>
      <w:bookmarkStart w:id="18" w:name="_Toc7445831"/>
      <w:r>
        <w:lastRenderedPageBreak/>
        <w:t>GUI</w:t>
      </w:r>
      <w:bookmarkEnd w:id="18"/>
    </w:p>
    <w:p w:rsidR="00EB3F3D" w:rsidRDefault="00EB3F3D">
      <w:pPr>
        <w:pStyle w:val="Heading3"/>
      </w:pPr>
      <w:bookmarkStart w:id="19" w:name="_Toc7445832"/>
      <w:r>
        <w:t>USB 2.0 Hub</w:t>
      </w:r>
      <w:bookmarkEnd w:id="19"/>
    </w:p>
    <w:p w:rsidR="00EB3F3D" w:rsidRDefault="00EB3F3D" w:rsidP="00E83430">
      <w:pPr>
        <w:pStyle w:val="ListParagraph"/>
        <w:numPr>
          <w:ilvl w:val="0"/>
          <w:numId w:val="26"/>
        </w:numPr>
      </w:pPr>
      <w:r>
        <w:t>USB2532</w:t>
      </w:r>
    </w:p>
    <w:p w:rsidR="00EB3F3D" w:rsidRDefault="00EB3F3D" w:rsidP="00E83430">
      <w:pPr>
        <w:pStyle w:val="ListParagraph"/>
        <w:numPr>
          <w:ilvl w:val="0"/>
          <w:numId w:val="26"/>
        </w:numPr>
      </w:pPr>
      <w:r>
        <w:t>USB2533</w:t>
      </w:r>
    </w:p>
    <w:p w:rsidR="00EB3F3D" w:rsidRDefault="00EB3F3D" w:rsidP="00E83430">
      <w:pPr>
        <w:pStyle w:val="ListParagraph"/>
        <w:numPr>
          <w:ilvl w:val="0"/>
          <w:numId w:val="26"/>
        </w:numPr>
      </w:pPr>
      <w:r>
        <w:t>USB2534</w:t>
      </w:r>
    </w:p>
    <w:p w:rsidR="00EB3F3D" w:rsidRDefault="00EB3F3D" w:rsidP="00E83430">
      <w:pPr>
        <w:pStyle w:val="ListParagraph"/>
        <w:numPr>
          <w:ilvl w:val="0"/>
          <w:numId w:val="26"/>
        </w:numPr>
      </w:pPr>
      <w:r>
        <w:t>USB4604</w:t>
      </w:r>
    </w:p>
    <w:p w:rsidR="00EB3F3D" w:rsidRDefault="00EB3F3D" w:rsidP="00E83430">
      <w:pPr>
        <w:pStyle w:val="ListParagraph"/>
        <w:numPr>
          <w:ilvl w:val="0"/>
          <w:numId w:val="26"/>
        </w:numPr>
      </w:pPr>
      <w:r>
        <w:t>USB84604</w:t>
      </w:r>
    </w:p>
    <w:p w:rsidR="00E01A80" w:rsidRDefault="00E01A80" w:rsidP="00E83430">
      <w:pPr>
        <w:pStyle w:val="ListParagraph"/>
        <w:numPr>
          <w:ilvl w:val="0"/>
          <w:numId w:val="26"/>
        </w:numPr>
      </w:pPr>
      <w:r>
        <w:t>USB3813</w:t>
      </w:r>
    </w:p>
    <w:p w:rsidR="00E01A80" w:rsidRDefault="00E01A80" w:rsidP="00E83430">
      <w:pPr>
        <w:pStyle w:val="ListParagraph"/>
        <w:numPr>
          <w:ilvl w:val="0"/>
          <w:numId w:val="26"/>
        </w:numPr>
      </w:pPr>
      <w:r>
        <w:t>USB3613</w:t>
      </w:r>
    </w:p>
    <w:p w:rsidR="000C3BB7" w:rsidRDefault="000C3BB7" w:rsidP="000C3BB7">
      <w:pPr>
        <w:pStyle w:val="ListParagraph"/>
        <w:numPr>
          <w:ilvl w:val="0"/>
          <w:numId w:val="26"/>
        </w:numPr>
      </w:pPr>
      <w:r>
        <w:t>USB4914</w:t>
      </w:r>
    </w:p>
    <w:p w:rsidR="000C3BB7" w:rsidRDefault="000C3BB7" w:rsidP="000C3BB7">
      <w:pPr>
        <w:pStyle w:val="ListParagraph"/>
        <w:numPr>
          <w:ilvl w:val="0"/>
          <w:numId w:val="26"/>
        </w:numPr>
      </w:pPr>
      <w:r>
        <w:t>USB4916</w:t>
      </w:r>
    </w:p>
    <w:p w:rsidR="000C3BB7" w:rsidRDefault="000C3BB7" w:rsidP="000C3BB7">
      <w:pPr>
        <w:pStyle w:val="ListParagraph"/>
        <w:numPr>
          <w:ilvl w:val="0"/>
          <w:numId w:val="26"/>
        </w:numPr>
      </w:pPr>
      <w:r>
        <w:t>USB4925</w:t>
      </w:r>
    </w:p>
    <w:p w:rsidR="000C3BB7" w:rsidRDefault="000C3BB7" w:rsidP="000C3BB7">
      <w:pPr>
        <w:pStyle w:val="ListParagraph"/>
        <w:numPr>
          <w:ilvl w:val="0"/>
          <w:numId w:val="26"/>
        </w:numPr>
      </w:pPr>
      <w:r>
        <w:t>USB4927</w:t>
      </w:r>
    </w:p>
    <w:p w:rsidR="000C3BB7" w:rsidRDefault="000C3BB7" w:rsidP="000C3BB7">
      <w:pPr>
        <w:pStyle w:val="ListParagraph"/>
        <w:numPr>
          <w:ilvl w:val="0"/>
          <w:numId w:val="26"/>
        </w:numPr>
      </w:pPr>
      <w:r>
        <w:t>USB4715</w:t>
      </w:r>
    </w:p>
    <w:p w:rsidR="001104A3" w:rsidRDefault="001104A3" w:rsidP="000C3BB7">
      <w:pPr>
        <w:pStyle w:val="ListParagraph"/>
        <w:numPr>
          <w:ilvl w:val="0"/>
          <w:numId w:val="26"/>
        </w:numPr>
      </w:pPr>
      <w:r>
        <w:t>USB4912</w:t>
      </w:r>
    </w:p>
    <w:p w:rsidR="001104A3" w:rsidRDefault="001104A3" w:rsidP="000C3BB7">
      <w:pPr>
        <w:pStyle w:val="ListParagraph"/>
        <w:numPr>
          <w:ilvl w:val="0"/>
          <w:numId w:val="26"/>
        </w:numPr>
      </w:pPr>
      <w:r>
        <w:t>USB4712</w:t>
      </w:r>
    </w:p>
    <w:p w:rsidR="000C3BB7" w:rsidRPr="00EB3F3D" w:rsidRDefault="000C3BB7" w:rsidP="00D70063">
      <w:pPr>
        <w:pStyle w:val="ListParagraph"/>
      </w:pPr>
    </w:p>
    <w:p w:rsidR="00565A6F" w:rsidRDefault="00565A6F" w:rsidP="00565A6F">
      <w:pPr>
        <w:pStyle w:val="Heading3"/>
      </w:pPr>
      <w:bookmarkStart w:id="20" w:name="_Toc7445833"/>
      <w:r>
        <w:t>USB 3.0 Hub</w:t>
      </w:r>
      <w:bookmarkEnd w:id="20"/>
    </w:p>
    <w:p w:rsidR="00D37C9E" w:rsidRDefault="00D37C9E" w:rsidP="00E83430">
      <w:pPr>
        <w:pStyle w:val="ListParagraph"/>
        <w:numPr>
          <w:ilvl w:val="0"/>
          <w:numId w:val="31"/>
        </w:numPr>
      </w:pPr>
      <w:r>
        <w:t>USB5734</w:t>
      </w:r>
    </w:p>
    <w:p w:rsidR="00D37C9E" w:rsidRDefault="00D37C9E" w:rsidP="00E83430">
      <w:pPr>
        <w:pStyle w:val="ListParagraph"/>
        <w:numPr>
          <w:ilvl w:val="0"/>
          <w:numId w:val="31"/>
        </w:numPr>
      </w:pPr>
      <w:r>
        <w:t>USB5744</w:t>
      </w:r>
    </w:p>
    <w:p w:rsidR="007E6B7C" w:rsidRDefault="007E6B7C" w:rsidP="00E83430">
      <w:pPr>
        <w:pStyle w:val="ListParagraph"/>
        <w:numPr>
          <w:ilvl w:val="0"/>
          <w:numId w:val="31"/>
        </w:numPr>
      </w:pPr>
      <w:r>
        <w:t>USB57</w:t>
      </w:r>
      <w:r w:rsidR="00D20C1F">
        <w:t>4</w:t>
      </w:r>
      <w:r>
        <w:t>2</w:t>
      </w:r>
    </w:p>
    <w:p w:rsidR="00544BAC" w:rsidRDefault="00544BAC" w:rsidP="00544BAC">
      <w:pPr>
        <w:pStyle w:val="ListParagraph"/>
        <w:numPr>
          <w:ilvl w:val="0"/>
          <w:numId w:val="31"/>
        </w:numPr>
      </w:pPr>
      <w:r>
        <w:t>USB5806</w:t>
      </w:r>
    </w:p>
    <w:p w:rsidR="00544BAC" w:rsidRDefault="00544BAC" w:rsidP="00544BAC">
      <w:pPr>
        <w:pStyle w:val="ListParagraph"/>
        <w:numPr>
          <w:ilvl w:val="0"/>
          <w:numId w:val="31"/>
        </w:numPr>
      </w:pPr>
      <w:r>
        <w:t>USB5807</w:t>
      </w:r>
    </w:p>
    <w:p w:rsidR="00544BAC" w:rsidRDefault="00544BAC" w:rsidP="00544BAC">
      <w:pPr>
        <w:pStyle w:val="ListParagraph"/>
        <w:numPr>
          <w:ilvl w:val="0"/>
          <w:numId w:val="31"/>
        </w:numPr>
      </w:pPr>
      <w:r>
        <w:t>USB5816</w:t>
      </w:r>
    </w:p>
    <w:p w:rsidR="00544BAC" w:rsidRDefault="00544BAC" w:rsidP="00544BAC">
      <w:pPr>
        <w:pStyle w:val="ListParagraph"/>
        <w:numPr>
          <w:ilvl w:val="0"/>
          <w:numId w:val="31"/>
        </w:numPr>
      </w:pPr>
      <w:r>
        <w:t>USB5826</w:t>
      </w:r>
    </w:p>
    <w:p w:rsidR="00544BAC" w:rsidRDefault="00544BAC" w:rsidP="00544BAC">
      <w:pPr>
        <w:pStyle w:val="ListParagraph"/>
        <w:numPr>
          <w:ilvl w:val="0"/>
          <w:numId w:val="31"/>
        </w:numPr>
      </w:pPr>
      <w:r>
        <w:t>USB5906</w:t>
      </w:r>
    </w:p>
    <w:p w:rsidR="00544BAC" w:rsidRDefault="00544BAC" w:rsidP="00544BAC">
      <w:pPr>
        <w:pStyle w:val="ListParagraph"/>
        <w:numPr>
          <w:ilvl w:val="0"/>
          <w:numId w:val="31"/>
        </w:numPr>
      </w:pPr>
      <w:r>
        <w:t>USB5916</w:t>
      </w:r>
    </w:p>
    <w:p w:rsidR="00544BAC" w:rsidRDefault="00544BAC" w:rsidP="00544BAC">
      <w:pPr>
        <w:pStyle w:val="ListParagraph"/>
        <w:numPr>
          <w:ilvl w:val="0"/>
          <w:numId w:val="31"/>
        </w:numPr>
      </w:pPr>
      <w:r>
        <w:t>USB5926</w:t>
      </w:r>
    </w:p>
    <w:p w:rsidR="00981756" w:rsidRDefault="00981756" w:rsidP="00981756">
      <w:pPr>
        <w:pStyle w:val="ListParagraph"/>
        <w:numPr>
          <w:ilvl w:val="0"/>
          <w:numId w:val="31"/>
        </w:numPr>
      </w:pPr>
      <w:r>
        <w:t>USB5806C</w:t>
      </w:r>
    </w:p>
    <w:p w:rsidR="00981756" w:rsidRDefault="00981756" w:rsidP="00981756">
      <w:pPr>
        <w:pStyle w:val="ListParagraph"/>
        <w:numPr>
          <w:ilvl w:val="0"/>
          <w:numId w:val="31"/>
        </w:numPr>
      </w:pPr>
      <w:r>
        <w:t>USB5807C</w:t>
      </w:r>
    </w:p>
    <w:p w:rsidR="00115BEC" w:rsidRDefault="00115BEC" w:rsidP="00544BAC">
      <w:pPr>
        <w:pStyle w:val="ListParagraph"/>
        <w:numPr>
          <w:ilvl w:val="0"/>
          <w:numId w:val="31"/>
        </w:numPr>
      </w:pPr>
      <w:r>
        <w:t>USB7002</w:t>
      </w:r>
    </w:p>
    <w:p w:rsidR="00115BEC" w:rsidRDefault="00115BEC" w:rsidP="00544BAC">
      <w:pPr>
        <w:pStyle w:val="ListParagraph"/>
        <w:numPr>
          <w:ilvl w:val="0"/>
          <w:numId w:val="31"/>
        </w:numPr>
      </w:pPr>
      <w:r>
        <w:t>USB7050</w:t>
      </w:r>
    </w:p>
    <w:p w:rsidR="00115BEC" w:rsidRDefault="00115BEC" w:rsidP="00544BAC">
      <w:pPr>
        <w:pStyle w:val="ListParagraph"/>
        <w:numPr>
          <w:ilvl w:val="0"/>
          <w:numId w:val="31"/>
        </w:numPr>
      </w:pPr>
      <w:r>
        <w:t>USB7051</w:t>
      </w:r>
    </w:p>
    <w:p w:rsidR="00115BEC" w:rsidRDefault="00115BEC" w:rsidP="00544BAC">
      <w:pPr>
        <w:pStyle w:val="ListParagraph"/>
        <w:numPr>
          <w:ilvl w:val="0"/>
          <w:numId w:val="31"/>
        </w:numPr>
      </w:pPr>
      <w:r>
        <w:t>USB7052</w:t>
      </w:r>
    </w:p>
    <w:p w:rsidR="00115BEC" w:rsidRDefault="00115BEC" w:rsidP="00544BAC">
      <w:pPr>
        <w:pStyle w:val="ListParagraph"/>
        <w:numPr>
          <w:ilvl w:val="0"/>
          <w:numId w:val="31"/>
        </w:numPr>
      </w:pPr>
      <w:r>
        <w:t>USB7056</w:t>
      </w:r>
    </w:p>
    <w:p w:rsidR="00A34D7B" w:rsidRDefault="00A34D7B" w:rsidP="00A34D7B">
      <w:pPr>
        <w:pStyle w:val="ListParagraph"/>
        <w:numPr>
          <w:ilvl w:val="0"/>
          <w:numId w:val="31"/>
        </w:numPr>
      </w:pPr>
      <w:r>
        <w:t>USB7202</w:t>
      </w:r>
    </w:p>
    <w:p w:rsidR="00A34D7B" w:rsidRDefault="00A34D7B" w:rsidP="00A34D7B">
      <w:pPr>
        <w:pStyle w:val="ListParagraph"/>
        <w:numPr>
          <w:ilvl w:val="0"/>
          <w:numId w:val="31"/>
        </w:numPr>
      </w:pPr>
      <w:r>
        <w:t>USB7250</w:t>
      </w:r>
    </w:p>
    <w:p w:rsidR="00A34D7B" w:rsidRDefault="00A34D7B" w:rsidP="00A34D7B">
      <w:pPr>
        <w:pStyle w:val="ListParagraph"/>
        <w:numPr>
          <w:ilvl w:val="0"/>
          <w:numId w:val="31"/>
        </w:numPr>
      </w:pPr>
      <w:r>
        <w:t>USB7256</w:t>
      </w:r>
    </w:p>
    <w:p w:rsidR="008A54D2" w:rsidRDefault="008A54D2" w:rsidP="00A34D7B">
      <w:pPr>
        <w:pStyle w:val="ListParagraph"/>
        <w:numPr>
          <w:ilvl w:val="0"/>
          <w:numId w:val="31"/>
        </w:numPr>
      </w:pPr>
      <w:r>
        <w:t>USB7206</w:t>
      </w:r>
    </w:p>
    <w:p w:rsidR="0072658B" w:rsidRDefault="0072658B" w:rsidP="00A34D7B">
      <w:pPr>
        <w:pStyle w:val="ListParagraph"/>
        <w:numPr>
          <w:ilvl w:val="0"/>
          <w:numId w:val="31"/>
        </w:numPr>
      </w:pPr>
      <w:r>
        <w:t>USB7216</w:t>
      </w:r>
    </w:p>
    <w:p w:rsidR="008943EB" w:rsidRDefault="008943EB" w:rsidP="008943EB">
      <w:pPr>
        <w:pStyle w:val="Heading3"/>
      </w:pPr>
      <w:bookmarkStart w:id="21" w:name="_Toc7445834"/>
      <w:r>
        <w:lastRenderedPageBreak/>
        <w:t>USB to Ethernet Controller</w:t>
      </w:r>
      <w:bookmarkEnd w:id="21"/>
    </w:p>
    <w:p w:rsidR="007E6B7C" w:rsidRDefault="007E6B7C" w:rsidP="007E6B7C">
      <w:pPr>
        <w:pStyle w:val="ListParagraph"/>
        <w:numPr>
          <w:ilvl w:val="0"/>
          <w:numId w:val="7"/>
        </w:numPr>
      </w:pPr>
      <w:r>
        <w:t>LAN7800</w:t>
      </w:r>
    </w:p>
    <w:p w:rsidR="007E6B7C" w:rsidRDefault="007E6B7C" w:rsidP="007E6B7C">
      <w:pPr>
        <w:pStyle w:val="ListParagraph"/>
        <w:numPr>
          <w:ilvl w:val="0"/>
          <w:numId w:val="7"/>
        </w:numPr>
      </w:pPr>
      <w:r>
        <w:t>LAN7801</w:t>
      </w:r>
    </w:p>
    <w:p w:rsidR="007E6B7C" w:rsidRDefault="007E6B7C" w:rsidP="007E6B7C">
      <w:pPr>
        <w:pStyle w:val="ListParagraph"/>
        <w:numPr>
          <w:ilvl w:val="0"/>
          <w:numId w:val="7"/>
        </w:numPr>
      </w:pPr>
      <w:r>
        <w:t>LAN7850</w:t>
      </w:r>
    </w:p>
    <w:p w:rsidR="00AF3F33" w:rsidRDefault="00AF3F33" w:rsidP="00AF3F33">
      <w:pPr>
        <w:pStyle w:val="Heading3"/>
      </w:pPr>
      <w:bookmarkStart w:id="22" w:name="_Toc7445835"/>
      <w:r>
        <w:t>PCIe to Gigabit Ethernet Controller</w:t>
      </w:r>
      <w:bookmarkEnd w:id="22"/>
    </w:p>
    <w:p w:rsidR="00AF3F33" w:rsidRDefault="00AF3F33" w:rsidP="00AF3F33">
      <w:pPr>
        <w:pStyle w:val="ListParagraph"/>
        <w:numPr>
          <w:ilvl w:val="0"/>
          <w:numId w:val="7"/>
        </w:numPr>
      </w:pPr>
      <w:r>
        <w:t>LAN7430</w:t>
      </w:r>
    </w:p>
    <w:p w:rsidR="00AF3F33" w:rsidRDefault="00AF3F33" w:rsidP="00AF3F33">
      <w:pPr>
        <w:pStyle w:val="ListParagraph"/>
        <w:numPr>
          <w:ilvl w:val="0"/>
          <w:numId w:val="7"/>
        </w:numPr>
      </w:pPr>
      <w:r>
        <w:t>LAN7431</w:t>
      </w:r>
    </w:p>
    <w:p w:rsidR="00AF3F33" w:rsidRDefault="00AF3F33" w:rsidP="00AF3F33">
      <w:pPr>
        <w:pStyle w:val="ListParagraph"/>
      </w:pPr>
    </w:p>
    <w:p w:rsidR="00565A6F" w:rsidRPr="00B5720A" w:rsidRDefault="00565A6F" w:rsidP="00B5720A">
      <w:pPr>
        <w:rPr>
          <w:rFonts w:ascii="Arial" w:hAnsi="Arial" w:cs="Arial"/>
          <w:b/>
          <w:bCs/>
          <w:kern w:val="32"/>
          <w:sz w:val="32"/>
          <w:szCs w:val="32"/>
        </w:rPr>
      </w:pPr>
      <w:r>
        <w:br w:type="page"/>
      </w:r>
    </w:p>
    <w:p w:rsidR="003270A1" w:rsidRDefault="008C7026" w:rsidP="003270A1">
      <w:pPr>
        <w:pStyle w:val="Heading1"/>
      </w:pPr>
      <w:bookmarkStart w:id="23" w:name="_Toc7445836"/>
      <w:r>
        <w:lastRenderedPageBreak/>
        <w:t>MPLAB</w:t>
      </w:r>
      <w:r w:rsidR="00C87EA5">
        <w:t xml:space="preserve"> </w:t>
      </w:r>
      <w:r>
        <w:t>Connect</w:t>
      </w:r>
      <w:r w:rsidR="003270A1">
        <w:t xml:space="preserve"> Components</w:t>
      </w:r>
      <w:bookmarkEnd w:id="23"/>
    </w:p>
    <w:p w:rsidR="003270A1" w:rsidRPr="00C22D15" w:rsidRDefault="003270A1" w:rsidP="00EF68ED">
      <w:pPr>
        <w:pStyle w:val="ListParagraph"/>
        <w:numPr>
          <w:ilvl w:val="0"/>
          <w:numId w:val="8"/>
        </w:numPr>
      </w:pPr>
      <w:r>
        <w:t xml:space="preserve">Command line programmer </w:t>
      </w:r>
      <w:r w:rsidR="00C22D15">
        <w:t>–</w:t>
      </w:r>
      <w:r>
        <w:t xml:space="preserve"> </w:t>
      </w:r>
      <w:r w:rsidRPr="003270A1">
        <w:rPr>
          <w:b/>
        </w:rPr>
        <w:t>CLI</w:t>
      </w:r>
    </w:p>
    <w:p w:rsidR="00C22D15" w:rsidRPr="00271E2B" w:rsidRDefault="00C22D15" w:rsidP="00EF68ED">
      <w:pPr>
        <w:pStyle w:val="ListParagraph"/>
        <w:numPr>
          <w:ilvl w:val="0"/>
          <w:numId w:val="8"/>
        </w:numPr>
      </w:pPr>
      <w:r w:rsidRPr="00C22D15">
        <w:t xml:space="preserve">Graphical User </w:t>
      </w:r>
      <w:r w:rsidRPr="00565A6F">
        <w:t>Interface</w:t>
      </w:r>
      <w:r w:rsidR="00565A6F" w:rsidRPr="00565A6F">
        <w:t xml:space="preserve"> for configuration and programming</w:t>
      </w:r>
      <w:r>
        <w:rPr>
          <w:b/>
        </w:rPr>
        <w:t>- GUI</w:t>
      </w:r>
    </w:p>
    <w:p w:rsidR="00271E2B" w:rsidRPr="00623240" w:rsidRDefault="00271E2B" w:rsidP="00EF68ED">
      <w:pPr>
        <w:pStyle w:val="ListParagraph"/>
        <w:numPr>
          <w:ilvl w:val="0"/>
          <w:numId w:val="8"/>
        </w:numPr>
      </w:pPr>
      <w:r w:rsidRPr="00271E2B">
        <w:t>SDK which contains APIs that can be used for custom applications</w:t>
      </w:r>
      <w:r>
        <w:rPr>
          <w:b/>
        </w:rPr>
        <w:t xml:space="preserve"> - DLL</w:t>
      </w:r>
    </w:p>
    <w:p w:rsidR="006E10D9" w:rsidRDefault="006E10D9" w:rsidP="006E10D9">
      <w:pPr>
        <w:pStyle w:val="Heading1"/>
      </w:pPr>
      <w:bookmarkStart w:id="24" w:name="_Toc397354664"/>
      <w:bookmarkStart w:id="25" w:name="_Toc7445837"/>
      <w:r>
        <w:t>Package Content</w:t>
      </w:r>
      <w:bookmarkEnd w:id="24"/>
      <w:bookmarkEnd w:id="25"/>
    </w:p>
    <w:p w:rsidR="006E10D9" w:rsidRDefault="006E10D9" w:rsidP="006E10D9">
      <w:pPr>
        <w:ind w:left="432"/>
        <w:rPr>
          <w:lang w:val="en-GB"/>
        </w:rPr>
      </w:pPr>
      <w:r>
        <w:rPr>
          <w:lang w:val="en-GB"/>
        </w:rPr>
        <w:t>The release package contains the following files and directories</w:t>
      </w:r>
    </w:p>
    <w:p w:rsidR="006E10D9" w:rsidRDefault="006E10D9" w:rsidP="006E10D9">
      <w:pPr>
        <w:ind w:left="432"/>
        <w:rPr>
          <w:lang w:val="en-GB"/>
        </w:rPr>
      </w:pPr>
    </w:p>
    <w:p w:rsidR="00565A6F" w:rsidRDefault="00565A6F" w:rsidP="00565A6F">
      <w:pPr>
        <w:pStyle w:val="Heading2"/>
      </w:pPr>
      <w:bookmarkStart w:id="26" w:name="_Toc7445838"/>
      <w:r>
        <w:t>Drivers</w:t>
      </w:r>
      <w:bookmarkEnd w:id="26"/>
    </w:p>
    <w:p w:rsidR="00565A6F" w:rsidRDefault="00565A6F" w:rsidP="00EF68ED">
      <w:pPr>
        <w:pStyle w:val="ListParagraph"/>
        <w:numPr>
          <w:ilvl w:val="0"/>
          <w:numId w:val="4"/>
        </w:numPr>
      </w:pPr>
      <w:r>
        <w:rPr>
          <w:b/>
        </w:rPr>
        <w:t>Drivers/</w:t>
      </w:r>
      <w:r w:rsidRPr="00235E2F">
        <w:rPr>
          <w:b/>
        </w:rPr>
        <w:t>VsmFilter</w:t>
      </w:r>
      <w:r w:rsidR="00A56D2F">
        <w:rPr>
          <w:b/>
        </w:rPr>
        <w:t>/</w:t>
      </w:r>
      <w:r>
        <w:t xml:space="preserve"> - This folder contains the driver files for </w:t>
      </w:r>
      <w:r w:rsidR="00604C44">
        <w:t>VSM</w:t>
      </w:r>
      <w:r>
        <w:t xml:space="preserve"> filter install/uninstall.</w:t>
      </w:r>
    </w:p>
    <w:p w:rsidR="00A56D2F" w:rsidRDefault="00A56D2F" w:rsidP="00A56D2F">
      <w:pPr>
        <w:pStyle w:val="ListParagraph"/>
        <w:ind w:left="1152"/>
      </w:pPr>
    </w:p>
    <w:p w:rsidR="00565A6F" w:rsidRDefault="00565A6F" w:rsidP="00EF68ED">
      <w:pPr>
        <w:pStyle w:val="ListParagraph"/>
        <w:numPr>
          <w:ilvl w:val="0"/>
          <w:numId w:val="4"/>
        </w:numPr>
      </w:pPr>
      <w:r>
        <w:rPr>
          <w:b/>
        </w:rPr>
        <w:t>Drivers/</w:t>
      </w:r>
      <w:r w:rsidRPr="00F23B91">
        <w:rPr>
          <w:b/>
        </w:rPr>
        <w:t>UDC_WINUSB_Drive</w:t>
      </w:r>
      <w:r>
        <w:rPr>
          <w:b/>
        </w:rPr>
        <w:t>r</w:t>
      </w:r>
      <w:r w:rsidR="00A56D2F">
        <w:rPr>
          <w:b/>
        </w:rPr>
        <w:t>/</w:t>
      </w:r>
      <w:r>
        <w:rPr>
          <w:b/>
        </w:rPr>
        <w:t xml:space="preserve"> – </w:t>
      </w:r>
      <w:r>
        <w:t>This folder contains the driver files for WinUSB installation and uninstallation</w:t>
      </w:r>
    </w:p>
    <w:p w:rsidR="000C5D29" w:rsidRDefault="000C5D29" w:rsidP="000C5D29">
      <w:pPr>
        <w:pStyle w:val="ListParagraph"/>
      </w:pPr>
    </w:p>
    <w:p w:rsidR="000C5D29" w:rsidRDefault="000C5D29" w:rsidP="000C5D29">
      <w:pPr>
        <w:pStyle w:val="ListParagraph"/>
        <w:numPr>
          <w:ilvl w:val="0"/>
          <w:numId w:val="4"/>
        </w:numPr>
      </w:pPr>
      <w:r w:rsidRPr="000C5D29">
        <w:rPr>
          <w:b/>
        </w:rPr>
        <w:t>Drivers/ LAN78xxDriver/-</w:t>
      </w:r>
      <w:r>
        <w:t xml:space="preserve"> This folder contains the driver file for LAN devices</w:t>
      </w:r>
    </w:p>
    <w:p w:rsidR="003270A1" w:rsidRDefault="003270A1" w:rsidP="003270A1">
      <w:pPr>
        <w:pStyle w:val="Heading2"/>
      </w:pPr>
      <w:bookmarkStart w:id="27" w:name="_Toc7445839"/>
      <w:r>
        <w:t>CLI</w:t>
      </w:r>
      <w:bookmarkEnd w:id="27"/>
      <w:r>
        <w:t xml:space="preserve"> </w:t>
      </w:r>
    </w:p>
    <w:p w:rsidR="00C501B0" w:rsidRDefault="006C4079" w:rsidP="00EF68ED">
      <w:pPr>
        <w:pStyle w:val="ListParagraph"/>
        <w:numPr>
          <w:ilvl w:val="0"/>
          <w:numId w:val="4"/>
        </w:numPr>
      </w:pPr>
      <w:r>
        <w:rPr>
          <w:b/>
        </w:rPr>
        <w:t xml:space="preserve">MPLAB® Connect </w:t>
      </w:r>
      <w:r w:rsidR="00C501B0">
        <w:rPr>
          <w:b/>
        </w:rPr>
        <w:t xml:space="preserve">CLI </w:t>
      </w:r>
      <w:r w:rsidR="00565A6F">
        <w:rPr>
          <w:b/>
        </w:rPr>
        <w:t>User Manual.pdf</w:t>
      </w:r>
      <w:r w:rsidR="00C501B0">
        <w:rPr>
          <w:b/>
        </w:rPr>
        <w:t xml:space="preserve"> – </w:t>
      </w:r>
      <w:r w:rsidR="00C501B0" w:rsidRPr="00C60F0B">
        <w:t>User Manual for th</w:t>
      </w:r>
      <w:r w:rsidR="00C501B0">
        <w:t>e command line</w:t>
      </w:r>
      <w:r w:rsidR="00C501B0" w:rsidRPr="00C60F0B">
        <w:t xml:space="preserve"> </w:t>
      </w:r>
      <w:r w:rsidR="00C501B0">
        <w:t>tool</w:t>
      </w:r>
    </w:p>
    <w:p w:rsidR="00A56D2F" w:rsidRDefault="00A56D2F" w:rsidP="00A56D2F">
      <w:pPr>
        <w:pStyle w:val="ListParagraph"/>
        <w:ind w:left="1152"/>
      </w:pPr>
    </w:p>
    <w:p w:rsidR="006E10D9" w:rsidRDefault="00432FBE" w:rsidP="00EF68ED">
      <w:pPr>
        <w:pStyle w:val="ListParagraph"/>
        <w:numPr>
          <w:ilvl w:val="0"/>
          <w:numId w:val="4"/>
        </w:numPr>
      </w:pPr>
      <w:r>
        <w:rPr>
          <w:b/>
        </w:rPr>
        <w:t>MPLABConnect</w:t>
      </w:r>
      <w:r w:rsidR="00565A6F">
        <w:rPr>
          <w:b/>
        </w:rPr>
        <w:t>_CLI</w:t>
      </w:r>
      <w:r w:rsidR="00C501B0">
        <w:rPr>
          <w:b/>
        </w:rPr>
        <w:t>/</w:t>
      </w:r>
      <w:r w:rsidR="0088591A">
        <w:rPr>
          <w:b/>
        </w:rPr>
        <w:t>MPLABConnect</w:t>
      </w:r>
      <w:r w:rsidR="006E10D9" w:rsidRPr="00235E2F">
        <w:rPr>
          <w:b/>
        </w:rPr>
        <w:t>.exe</w:t>
      </w:r>
      <w:r w:rsidR="006E10D9" w:rsidRPr="004E342B">
        <w:t xml:space="preserve"> - </w:t>
      </w:r>
      <w:r w:rsidR="008263C0">
        <w:t xml:space="preserve">MPLAB® Connect </w:t>
      </w:r>
      <w:r w:rsidR="006E10D9" w:rsidRPr="004E342B">
        <w:t>command line executable application</w:t>
      </w:r>
    </w:p>
    <w:p w:rsidR="00A56D2F" w:rsidRDefault="00A56D2F" w:rsidP="00A56D2F">
      <w:pPr>
        <w:pStyle w:val="ListParagraph"/>
        <w:ind w:left="1152"/>
      </w:pPr>
    </w:p>
    <w:p w:rsidR="00A56D2F" w:rsidRDefault="00A3085E" w:rsidP="00EF68ED">
      <w:pPr>
        <w:pStyle w:val="ListParagraph"/>
        <w:numPr>
          <w:ilvl w:val="0"/>
          <w:numId w:val="4"/>
        </w:numPr>
      </w:pPr>
      <w:r>
        <w:rPr>
          <w:b/>
        </w:rPr>
        <w:t>MPLABConnect</w:t>
      </w:r>
      <w:r w:rsidR="00A56D2F">
        <w:rPr>
          <w:b/>
        </w:rPr>
        <w:t>_CLI/</w:t>
      </w:r>
      <w:r w:rsidR="00FA2D95">
        <w:rPr>
          <w:b/>
        </w:rPr>
        <w:t>MPLABConnect</w:t>
      </w:r>
      <w:r w:rsidR="00A56D2F">
        <w:rPr>
          <w:b/>
        </w:rPr>
        <w:t>.ini</w:t>
      </w:r>
      <w:r w:rsidR="00A56D2F" w:rsidRPr="004E342B">
        <w:t xml:space="preserve"> - </w:t>
      </w:r>
      <w:r w:rsidR="00CD4310">
        <w:t xml:space="preserve">MPLAB® Connect </w:t>
      </w:r>
      <w:r w:rsidR="00A56D2F" w:rsidRPr="004E342B">
        <w:t xml:space="preserve">command line executable </w:t>
      </w:r>
      <w:r w:rsidR="00A56D2F">
        <w:t>initialisation file</w:t>
      </w:r>
    </w:p>
    <w:p w:rsidR="00A56D2F" w:rsidRDefault="00A56D2F" w:rsidP="00A56D2F">
      <w:pPr>
        <w:pStyle w:val="ListParagraph"/>
      </w:pPr>
    </w:p>
    <w:p w:rsidR="00A56D2F" w:rsidRPr="00A56D2F" w:rsidRDefault="002566F9" w:rsidP="00EF68ED">
      <w:pPr>
        <w:pStyle w:val="ListParagraph"/>
        <w:numPr>
          <w:ilvl w:val="0"/>
          <w:numId w:val="4"/>
        </w:numPr>
      </w:pPr>
      <w:r>
        <w:rPr>
          <w:b/>
        </w:rPr>
        <w:t>MPLABConnect</w:t>
      </w:r>
      <w:r w:rsidR="00A56D2F">
        <w:rPr>
          <w:b/>
        </w:rPr>
        <w:t>_CLI/</w:t>
      </w:r>
      <w:r w:rsidR="00A56D2F" w:rsidRPr="00A56D2F">
        <w:rPr>
          <w:b/>
        </w:rPr>
        <w:t>/DisableSPIFlash.bin</w:t>
      </w:r>
      <w:r w:rsidR="00A56D2F">
        <w:rPr>
          <w:b/>
        </w:rPr>
        <w:t xml:space="preserve"> </w:t>
      </w:r>
      <w:r w:rsidR="00A56D2F" w:rsidRPr="00A56D2F">
        <w:t>– Bin File used for erasing the SPI Flash firmware – Refer to “</w:t>
      </w:r>
      <w:r w:rsidR="008263C0">
        <w:t xml:space="preserve">MPLAB® Connect </w:t>
      </w:r>
      <w:r w:rsidR="00A56D2F" w:rsidRPr="00A56D2F">
        <w:t>CLI User Manual.pdf” for more details</w:t>
      </w:r>
    </w:p>
    <w:p w:rsidR="00A56D2F" w:rsidRDefault="00A56D2F" w:rsidP="00A56D2F"/>
    <w:p w:rsidR="00A56D2F" w:rsidRPr="00A56D2F" w:rsidRDefault="009D4FE7" w:rsidP="00EF68ED">
      <w:pPr>
        <w:pStyle w:val="ListParagraph"/>
        <w:numPr>
          <w:ilvl w:val="0"/>
          <w:numId w:val="4"/>
        </w:numPr>
      </w:pPr>
      <w:r>
        <w:rPr>
          <w:b/>
        </w:rPr>
        <w:t>MPLABC</w:t>
      </w:r>
      <w:r w:rsidR="00B17626">
        <w:rPr>
          <w:b/>
        </w:rPr>
        <w:t>onnect</w:t>
      </w:r>
      <w:r w:rsidR="00A56D2F">
        <w:rPr>
          <w:b/>
        </w:rPr>
        <w:t>_CLI/</w:t>
      </w:r>
      <w:r w:rsidR="00A56D2F" w:rsidRPr="00A56D2F">
        <w:rPr>
          <w:b/>
        </w:rPr>
        <w:t>SerialNumberSuppression</w:t>
      </w:r>
      <w:r w:rsidR="00A56D2F">
        <w:rPr>
          <w:b/>
        </w:rPr>
        <w:t xml:space="preserve">/ </w:t>
      </w:r>
      <w:r w:rsidR="00A56D2F" w:rsidRPr="00A56D2F">
        <w:t>–</w:t>
      </w:r>
      <w:r w:rsidR="00A56D2F">
        <w:t xml:space="preserve"> Contains Batch file used for supressing new driver load on each Serial number change.</w:t>
      </w:r>
      <w:r w:rsidR="00A56D2F" w:rsidRPr="00A56D2F">
        <w:t xml:space="preserve"> Refer to “</w:t>
      </w:r>
      <w:r w:rsidR="00EA66D3">
        <w:t xml:space="preserve">MPLAB® Connect </w:t>
      </w:r>
      <w:r w:rsidR="00A56D2F" w:rsidRPr="00A56D2F">
        <w:t>CLI User Manual.pdf” for more details</w:t>
      </w:r>
    </w:p>
    <w:p w:rsidR="00565A6F" w:rsidRDefault="00565A6F" w:rsidP="00565A6F">
      <w:pPr>
        <w:pStyle w:val="Heading2"/>
      </w:pPr>
      <w:bookmarkStart w:id="28" w:name="_Toc404787143"/>
      <w:bookmarkStart w:id="29" w:name="_Toc7445840"/>
      <w:r>
        <w:t>DLL</w:t>
      </w:r>
      <w:bookmarkEnd w:id="28"/>
      <w:bookmarkEnd w:id="29"/>
    </w:p>
    <w:p w:rsidR="00565A6F" w:rsidRDefault="008263C0" w:rsidP="00EF68ED">
      <w:pPr>
        <w:pStyle w:val="ListParagraph"/>
        <w:numPr>
          <w:ilvl w:val="0"/>
          <w:numId w:val="4"/>
        </w:numPr>
      </w:pPr>
      <w:r>
        <w:rPr>
          <w:b/>
        </w:rPr>
        <w:t xml:space="preserve">MPLAB® Connect </w:t>
      </w:r>
      <w:r w:rsidR="00565A6F">
        <w:rPr>
          <w:b/>
        </w:rPr>
        <w:t xml:space="preserve">DLL </w:t>
      </w:r>
      <w:r w:rsidR="00565A6F" w:rsidRPr="00C60F0B">
        <w:rPr>
          <w:b/>
        </w:rPr>
        <w:t>User</w:t>
      </w:r>
      <w:r w:rsidR="00565A6F">
        <w:rPr>
          <w:b/>
        </w:rPr>
        <w:t xml:space="preserve"> Guide.pdf – </w:t>
      </w:r>
      <w:r w:rsidR="00565A6F" w:rsidRPr="00C60F0B">
        <w:t>User Manual for th</w:t>
      </w:r>
      <w:r w:rsidR="00565A6F">
        <w:t>e DLL and its APIs</w:t>
      </w:r>
    </w:p>
    <w:p w:rsidR="00565A6F" w:rsidRPr="00C60F0B" w:rsidRDefault="00565A6F" w:rsidP="00565A6F">
      <w:pPr>
        <w:pStyle w:val="ListParagraph"/>
        <w:ind w:left="1152"/>
      </w:pPr>
    </w:p>
    <w:p w:rsidR="00565A6F" w:rsidRDefault="00FB3AF0" w:rsidP="00EF68ED">
      <w:pPr>
        <w:pStyle w:val="ListParagraph"/>
        <w:numPr>
          <w:ilvl w:val="0"/>
          <w:numId w:val="4"/>
        </w:numPr>
      </w:pPr>
      <w:r>
        <w:rPr>
          <w:b/>
        </w:rPr>
        <w:t>MPLABConnect</w:t>
      </w:r>
      <w:r w:rsidR="00565A6F">
        <w:rPr>
          <w:b/>
        </w:rPr>
        <w:t>_DLL/</w:t>
      </w:r>
      <w:r w:rsidR="00565A6F" w:rsidRPr="003A74DC">
        <w:rPr>
          <w:b/>
        </w:rPr>
        <w:t>APIHeader</w:t>
      </w:r>
      <w:r w:rsidR="00A56D2F">
        <w:rPr>
          <w:b/>
        </w:rPr>
        <w:t>/</w:t>
      </w:r>
      <w:r w:rsidR="00565A6F" w:rsidRPr="003A74DC">
        <w:rPr>
          <w:b/>
        </w:rPr>
        <w:t>:</w:t>
      </w:r>
      <w:r w:rsidR="00565A6F" w:rsidRPr="003A74DC">
        <w:t xml:space="preserve"> Contains the header file (supported API list) in this SDK</w:t>
      </w:r>
    </w:p>
    <w:p w:rsidR="00565A6F" w:rsidRPr="003A74DC" w:rsidRDefault="00565A6F" w:rsidP="00565A6F">
      <w:pPr>
        <w:pStyle w:val="ListParagraph"/>
        <w:ind w:left="1152"/>
      </w:pPr>
    </w:p>
    <w:p w:rsidR="00565A6F" w:rsidRDefault="00E53395" w:rsidP="00EF68ED">
      <w:pPr>
        <w:pStyle w:val="ListParagraph"/>
        <w:numPr>
          <w:ilvl w:val="0"/>
          <w:numId w:val="4"/>
        </w:numPr>
      </w:pPr>
      <w:r>
        <w:rPr>
          <w:b/>
        </w:rPr>
        <w:t>MPLABConnect</w:t>
      </w:r>
      <w:r w:rsidR="00565A6F">
        <w:rPr>
          <w:b/>
        </w:rPr>
        <w:t>_DLL/</w:t>
      </w:r>
      <w:r w:rsidR="00565A6F" w:rsidRPr="003A74DC">
        <w:rPr>
          <w:b/>
        </w:rPr>
        <w:t>APILib</w:t>
      </w:r>
      <w:r w:rsidR="00A56D2F">
        <w:rPr>
          <w:b/>
        </w:rPr>
        <w:t>/</w:t>
      </w:r>
      <w:r w:rsidR="00565A6F" w:rsidRPr="003A74DC">
        <w:rPr>
          <w:b/>
        </w:rPr>
        <w:t>:</w:t>
      </w:r>
      <w:r w:rsidR="00565A6F" w:rsidRPr="003A74DC">
        <w:t xml:space="preserve"> Contains the </w:t>
      </w:r>
      <w:r w:rsidR="0087435E">
        <w:t xml:space="preserve">32 bit and the 64 bit </w:t>
      </w:r>
      <w:r w:rsidR="00565A6F" w:rsidRPr="003A74DC">
        <w:t>library file that supports the API list in the header file</w:t>
      </w:r>
    </w:p>
    <w:p w:rsidR="00B32A91" w:rsidRDefault="00B32A91" w:rsidP="00B32A91">
      <w:pPr>
        <w:pStyle w:val="ListParagraph"/>
      </w:pPr>
    </w:p>
    <w:p w:rsidR="00B32A91" w:rsidRDefault="00481D4F" w:rsidP="00B32A91">
      <w:pPr>
        <w:pStyle w:val="ListParagraph"/>
        <w:numPr>
          <w:ilvl w:val="0"/>
          <w:numId w:val="4"/>
        </w:numPr>
      </w:pPr>
      <w:r>
        <w:rPr>
          <w:b/>
        </w:rPr>
        <w:t>MPLABConnect</w:t>
      </w:r>
      <w:r w:rsidR="00E770EE">
        <w:rPr>
          <w:b/>
        </w:rPr>
        <w:t>_</w:t>
      </w:r>
      <w:r w:rsidR="00B32A91">
        <w:rPr>
          <w:b/>
        </w:rPr>
        <w:t>DLL/</w:t>
      </w:r>
      <w:r w:rsidR="00B32A91" w:rsidRPr="003A74DC">
        <w:rPr>
          <w:b/>
        </w:rPr>
        <w:t>APILib</w:t>
      </w:r>
      <w:r w:rsidR="00B32A91">
        <w:rPr>
          <w:b/>
        </w:rPr>
        <w:t>/</w:t>
      </w:r>
      <w:r w:rsidR="00812DCC">
        <w:rPr>
          <w:b/>
        </w:rPr>
        <w:t>MPLABConnect</w:t>
      </w:r>
      <w:r w:rsidR="00B32A91">
        <w:rPr>
          <w:b/>
        </w:rPr>
        <w:t>.ini</w:t>
      </w:r>
      <w:r w:rsidR="00B32A91" w:rsidRPr="004E342B">
        <w:t xml:space="preserve"> - </w:t>
      </w:r>
      <w:r w:rsidR="00910087">
        <w:t>MPLABConnect</w:t>
      </w:r>
      <w:r w:rsidR="00B32A91" w:rsidRPr="004E342B">
        <w:t xml:space="preserve"> </w:t>
      </w:r>
      <w:r w:rsidR="00B32A91">
        <w:t>DLL</w:t>
      </w:r>
      <w:r w:rsidR="00B32A91" w:rsidRPr="004E342B">
        <w:t xml:space="preserve">  </w:t>
      </w:r>
      <w:r w:rsidR="00B32A91">
        <w:t>initialisation file</w:t>
      </w:r>
    </w:p>
    <w:p w:rsidR="00565A6F" w:rsidRDefault="00565A6F" w:rsidP="00B32A91">
      <w:pPr>
        <w:pStyle w:val="ListParagraph"/>
        <w:ind w:left="1152"/>
      </w:pPr>
    </w:p>
    <w:p w:rsidR="00565A6F" w:rsidRDefault="00C75CE6" w:rsidP="00EF68ED">
      <w:pPr>
        <w:pStyle w:val="ListParagraph"/>
        <w:numPr>
          <w:ilvl w:val="0"/>
          <w:numId w:val="4"/>
        </w:numPr>
      </w:pPr>
      <w:r>
        <w:rPr>
          <w:b/>
        </w:rPr>
        <w:t>MPLABConnect</w:t>
      </w:r>
      <w:r w:rsidR="00E770EE">
        <w:rPr>
          <w:b/>
        </w:rPr>
        <w:t>_</w:t>
      </w:r>
      <w:r w:rsidR="00565A6F">
        <w:rPr>
          <w:b/>
        </w:rPr>
        <w:t>DLL/</w:t>
      </w:r>
      <w:r w:rsidR="00565A6F" w:rsidRPr="003A74DC">
        <w:rPr>
          <w:b/>
        </w:rPr>
        <w:t>SampleApp</w:t>
      </w:r>
      <w:r w:rsidR="00A56D2F">
        <w:rPr>
          <w:b/>
        </w:rPr>
        <w:t>/</w:t>
      </w:r>
      <w:r w:rsidR="00565A6F" w:rsidRPr="003A74DC">
        <w:rPr>
          <w:b/>
        </w:rPr>
        <w:t>:</w:t>
      </w:r>
      <w:r w:rsidR="00565A6F">
        <w:t xml:space="preserve"> Contains the Sample Visual Studio project</w:t>
      </w:r>
      <w:r w:rsidR="00A56D2F">
        <w:t xml:space="preserve"> </w:t>
      </w:r>
      <w:r w:rsidR="00565A6F">
        <w:t>(2010 or later) that demonstrates the usage of the library for programming MCHP hubs.</w:t>
      </w:r>
    </w:p>
    <w:p w:rsidR="00565A6F" w:rsidRDefault="00565A6F" w:rsidP="00565A6F">
      <w:pPr>
        <w:pStyle w:val="ListParagraph"/>
      </w:pPr>
    </w:p>
    <w:p w:rsidR="00C22D15" w:rsidRDefault="00C22D15">
      <w:pPr>
        <w:pStyle w:val="Heading2"/>
      </w:pPr>
      <w:bookmarkStart w:id="30" w:name="_Toc7445841"/>
      <w:r>
        <w:t>GUI</w:t>
      </w:r>
      <w:bookmarkEnd w:id="30"/>
    </w:p>
    <w:p w:rsidR="00C22D15" w:rsidRDefault="000D6F9C" w:rsidP="00EF68ED">
      <w:pPr>
        <w:pStyle w:val="ListParagraph"/>
        <w:numPr>
          <w:ilvl w:val="0"/>
          <w:numId w:val="4"/>
        </w:numPr>
      </w:pPr>
      <w:r>
        <w:rPr>
          <w:b/>
        </w:rPr>
        <w:t xml:space="preserve">MPLAB® Connect </w:t>
      </w:r>
      <w:r w:rsidR="00A56D2F">
        <w:rPr>
          <w:b/>
        </w:rPr>
        <w:t>GUI User Manual.pdf</w:t>
      </w:r>
      <w:r w:rsidR="00C22D15">
        <w:rPr>
          <w:b/>
        </w:rPr>
        <w:t xml:space="preserve"> - </w:t>
      </w:r>
      <w:r w:rsidR="00C22D15" w:rsidRPr="00C60F0B">
        <w:t>User Manual for th</w:t>
      </w:r>
      <w:r w:rsidR="00C22D15">
        <w:t>e GUI</w:t>
      </w:r>
      <w:r w:rsidR="00C22D15" w:rsidRPr="00C60F0B">
        <w:t xml:space="preserve"> </w:t>
      </w:r>
      <w:r w:rsidR="00C22D15">
        <w:t>tool</w:t>
      </w:r>
    </w:p>
    <w:p w:rsidR="00A56D2F" w:rsidRDefault="00A56D2F" w:rsidP="00A56D2F">
      <w:pPr>
        <w:pStyle w:val="ListParagraph"/>
        <w:ind w:left="1152"/>
      </w:pPr>
    </w:p>
    <w:p w:rsidR="00A56D2F" w:rsidRDefault="000F5F29" w:rsidP="00EF68ED">
      <w:pPr>
        <w:pStyle w:val="ListParagraph"/>
        <w:numPr>
          <w:ilvl w:val="0"/>
          <w:numId w:val="4"/>
        </w:numPr>
      </w:pPr>
      <w:r>
        <w:rPr>
          <w:b/>
        </w:rPr>
        <w:t>MPLABConnect</w:t>
      </w:r>
      <w:r w:rsidR="00A56D2F">
        <w:rPr>
          <w:b/>
        </w:rPr>
        <w:t>_GUI/</w:t>
      </w:r>
      <w:r w:rsidR="004E6689">
        <w:rPr>
          <w:b/>
        </w:rPr>
        <w:t>MPLABConnect</w:t>
      </w:r>
      <w:r w:rsidR="00C22D15" w:rsidRPr="00A56D2F">
        <w:rPr>
          <w:b/>
        </w:rPr>
        <w:t xml:space="preserve">.exe – </w:t>
      </w:r>
      <w:r w:rsidR="000D6F9C">
        <w:t xml:space="preserve">MPLAB® Connect </w:t>
      </w:r>
      <w:r w:rsidR="00C22D15">
        <w:t>GUI executable application</w:t>
      </w:r>
    </w:p>
    <w:p w:rsidR="00A56D2F" w:rsidRDefault="00A56D2F" w:rsidP="00A56D2F">
      <w:pPr>
        <w:pStyle w:val="ListParagraph"/>
      </w:pPr>
    </w:p>
    <w:p w:rsidR="00A56D2F" w:rsidRPr="009C0D05" w:rsidRDefault="0037478C" w:rsidP="00EF68ED">
      <w:pPr>
        <w:pStyle w:val="ListParagraph"/>
        <w:numPr>
          <w:ilvl w:val="0"/>
          <w:numId w:val="4"/>
        </w:numPr>
        <w:rPr>
          <w:b/>
        </w:rPr>
      </w:pPr>
      <w:r>
        <w:rPr>
          <w:b/>
        </w:rPr>
        <w:t>MPLABConnect</w:t>
      </w:r>
      <w:r w:rsidR="000344D9">
        <w:rPr>
          <w:b/>
        </w:rPr>
        <w:t>_GUI/UI</w:t>
      </w:r>
      <w:r w:rsidR="00A56D2F">
        <w:rPr>
          <w:b/>
        </w:rPr>
        <w:t xml:space="preserve">/ </w:t>
      </w:r>
      <w:r w:rsidR="00A56D2F" w:rsidRPr="00A56D2F">
        <w:t xml:space="preserve">– UI and DLL files used by the </w:t>
      </w:r>
      <w:r w:rsidR="000D6F9C">
        <w:t xml:space="preserve">MPLAB® Connect </w:t>
      </w:r>
      <w:r w:rsidR="00A56D2F" w:rsidRPr="00A56D2F">
        <w:t>GUI</w:t>
      </w:r>
      <w:r w:rsidR="00B322F4">
        <w:t xml:space="preserve">: </w:t>
      </w:r>
      <w:r w:rsidR="00084FF2">
        <w:t>For internal use only – Please do not change anything in this folder.</w:t>
      </w:r>
    </w:p>
    <w:p w:rsidR="009C0D05" w:rsidRPr="009C0D05" w:rsidRDefault="009C0D05" w:rsidP="009C0D05">
      <w:pPr>
        <w:pStyle w:val="ListParagraph"/>
        <w:rPr>
          <w:b/>
        </w:rPr>
      </w:pPr>
    </w:p>
    <w:p w:rsidR="00565A6F" w:rsidRPr="00B32A91" w:rsidRDefault="007950B6" w:rsidP="00D2380E">
      <w:pPr>
        <w:pStyle w:val="ListParagraph"/>
        <w:numPr>
          <w:ilvl w:val="0"/>
          <w:numId w:val="4"/>
        </w:numPr>
        <w:rPr>
          <w:b/>
        </w:rPr>
      </w:pPr>
      <w:r>
        <w:rPr>
          <w:b/>
        </w:rPr>
        <w:t>MPLABConnect</w:t>
      </w:r>
      <w:r w:rsidR="009C0D05">
        <w:rPr>
          <w:b/>
        </w:rPr>
        <w:t xml:space="preserve">_GUI/DefaultBin/ - </w:t>
      </w:r>
      <w:r w:rsidR="00232A4F">
        <w:t xml:space="preserve">Default bin files for each SKU </w:t>
      </w:r>
    </w:p>
    <w:p w:rsidR="00B32A91" w:rsidRPr="00B32A91" w:rsidRDefault="00B32A91" w:rsidP="00B32A91">
      <w:pPr>
        <w:pStyle w:val="ListParagraph"/>
        <w:rPr>
          <w:b/>
        </w:rPr>
      </w:pPr>
    </w:p>
    <w:p w:rsidR="00B32A91" w:rsidRDefault="00B76AA0" w:rsidP="00B32A91">
      <w:pPr>
        <w:pStyle w:val="ListParagraph"/>
        <w:numPr>
          <w:ilvl w:val="0"/>
          <w:numId w:val="4"/>
        </w:numPr>
      </w:pPr>
      <w:r>
        <w:rPr>
          <w:b/>
        </w:rPr>
        <w:t>MPLABConnect</w:t>
      </w:r>
      <w:r w:rsidR="00B32A91">
        <w:rPr>
          <w:b/>
        </w:rPr>
        <w:t>_GUI/</w:t>
      </w:r>
      <w:r w:rsidR="002932EC">
        <w:rPr>
          <w:b/>
        </w:rPr>
        <w:t>MPLABConnect</w:t>
      </w:r>
      <w:r w:rsidR="00B32A91">
        <w:rPr>
          <w:b/>
        </w:rPr>
        <w:t>.ini</w:t>
      </w:r>
      <w:r w:rsidR="00B32A91" w:rsidRPr="004E342B">
        <w:t xml:space="preserve"> - </w:t>
      </w:r>
      <w:r w:rsidR="00E822A3">
        <w:t xml:space="preserve">MPLAB® Connect </w:t>
      </w:r>
      <w:r w:rsidR="00AD2F48">
        <w:t>GUI</w:t>
      </w:r>
      <w:r w:rsidR="00AD2F48" w:rsidRPr="004E342B">
        <w:t xml:space="preserve"> initialisation</w:t>
      </w:r>
      <w:r w:rsidR="00B32A91">
        <w:t xml:space="preserve"> file</w:t>
      </w:r>
    </w:p>
    <w:p w:rsidR="00B32A91" w:rsidRPr="00D2380E" w:rsidRDefault="00B32A91" w:rsidP="00B32A91">
      <w:pPr>
        <w:pStyle w:val="ListParagraph"/>
        <w:ind w:left="1152"/>
        <w:rPr>
          <w:b/>
        </w:rPr>
      </w:pPr>
    </w:p>
    <w:p w:rsidR="00350F25" w:rsidRPr="00916145" w:rsidRDefault="00350F25">
      <w:pPr>
        <w:pStyle w:val="Heading2"/>
      </w:pPr>
      <w:bookmarkStart w:id="31" w:name="_Toc7445842"/>
      <w:r w:rsidRPr="00916145">
        <w:t>Sample CFG</w:t>
      </w:r>
      <w:bookmarkEnd w:id="31"/>
    </w:p>
    <w:p w:rsidR="00350F25" w:rsidRDefault="00350F25" w:rsidP="00E83430">
      <w:pPr>
        <w:pStyle w:val="ListParagraph"/>
        <w:numPr>
          <w:ilvl w:val="0"/>
          <w:numId w:val="30"/>
        </w:numPr>
      </w:pPr>
      <w:r>
        <w:t>Folder con</w:t>
      </w:r>
      <w:r w:rsidR="0050061E">
        <w:t>tains sample configuration file</w:t>
      </w:r>
    </w:p>
    <w:p w:rsidR="00350F25" w:rsidRDefault="00350F25" w:rsidP="00350F25">
      <w:pPr>
        <w:pStyle w:val="ListParagraph"/>
      </w:pPr>
    </w:p>
    <w:p w:rsidR="00350F25" w:rsidRDefault="00350F25" w:rsidP="00E83430">
      <w:pPr>
        <w:pStyle w:val="ListParagraph"/>
        <w:numPr>
          <w:ilvl w:val="1"/>
          <w:numId w:val="30"/>
        </w:numPr>
      </w:pPr>
      <w:r>
        <w:rPr>
          <w:b/>
          <w:i/>
        </w:rPr>
        <w:t>Sample CFG\USB5744_HCE_DISABLE.cfg</w:t>
      </w:r>
      <w:r>
        <w:t>: This file can be used for disabling the internal HCE device if it is not required for the user.</w:t>
      </w:r>
    </w:p>
    <w:p w:rsidR="00350F25" w:rsidRPr="00350F25" w:rsidRDefault="007A06D7" w:rsidP="00350F25">
      <w:pPr>
        <w:rPr>
          <w:lang w:val="en-GB"/>
        </w:rPr>
      </w:pPr>
      <w:r>
        <w:rPr>
          <w:lang w:val="en-GB"/>
        </w:rPr>
        <w:br w:type="page"/>
      </w:r>
    </w:p>
    <w:p w:rsidR="00090C10" w:rsidRPr="005607D3" w:rsidRDefault="0033534B" w:rsidP="00296B05">
      <w:pPr>
        <w:pStyle w:val="Heading1"/>
      </w:pPr>
      <w:bookmarkStart w:id="32" w:name="_Toc7445843"/>
      <w:r>
        <w:lastRenderedPageBreak/>
        <w:t>Release History</w:t>
      </w:r>
      <w:bookmarkEnd w:id="32"/>
    </w:p>
    <w:p w:rsidR="00AC3ECE" w:rsidRDefault="00AC3ECE" w:rsidP="00AC3ECE">
      <w:pPr>
        <w:pStyle w:val="Heading2"/>
      </w:pPr>
      <w:bookmarkStart w:id="33" w:name="_Toc510005559"/>
      <w:bookmarkStart w:id="34" w:name="_Toc475108476"/>
      <w:bookmarkStart w:id="35" w:name="_Toc7445844"/>
      <w:r>
        <w:t>Version 2.3.</w:t>
      </w:r>
      <w:r w:rsidR="009E7F1D">
        <w:t>4</w:t>
      </w:r>
      <w:bookmarkEnd w:id="35"/>
    </w:p>
    <w:p w:rsidR="00AC3ECE" w:rsidRDefault="00AC3ECE" w:rsidP="00AC3ECE">
      <w:pPr>
        <w:rPr>
          <w:lang w:val="en-GB"/>
        </w:rPr>
      </w:pPr>
      <w:r>
        <w:rPr>
          <w:lang w:val="en-GB"/>
        </w:rPr>
        <w:t>GUI, CLI and DLL are available as part of this release.</w:t>
      </w:r>
    </w:p>
    <w:p w:rsidR="00AC3ECE" w:rsidRDefault="00AC3ECE" w:rsidP="00AC3ECE">
      <w:pPr>
        <w:pStyle w:val="Heading3"/>
      </w:pPr>
      <w:bookmarkStart w:id="36" w:name="_Toc7445845"/>
      <w:r>
        <w:t>Command Line Interface (CLI)</w:t>
      </w:r>
      <w:bookmarkEnd w:id="36"/>
    </w:p>
    <w:p w:rsidR="00AC3ECE" w:rsidRDefault="00AC3ECE" w:rsidP="00AC3ECE">
      <w:pPr>
        <w:pStyle w:val="Heading4"/>
      </w:pPr>
      <w:bookmarkStart w:id="37" w:name="_Toc7445846"/>
      <w:r>
        <w:t>Changes</w:t>
      </w:r>
      <w:bookmarkEnd w:id="37"/>
    </w:p>
    <w:p w:rsidR="00AC3ECE" w:rsidRPr="00045F10" w:rsidRDefault="00274D5C" w:rsidP="00AC3ECE">
      <w:pPr>
        <w:pStyle w:val="ListParagraph"/>
        <w:numPr>
          <w:ilvl w:val="0"/>
          <w:numId w:val="34"/>
        </w:numPr>
      </w:pPr>
      <w:r>
        <w:t>None</w:t>
      </w:r>
    </w:p>
    <w:p w:rsidR="00AC3ECE" w:rsidRDefault="00AC3ECE" w:rsidP="00AC3ECE">
      <w:pPr>
        <w:pStyle w:val="Heading4"/>
      </w:pPr>
      <w:bookmarkStart w:id="38" w:name="_Toc7445847"/>
      <w:r>
        <w:t>Feature Addition</w:t>
      </w:r>
      <w:bookmarkEnd w:id="38"/>
    </w:p>
    <w:p w:rsidR="008C0009" w:rsidRDefault="00EC1424" w:rsidP="008C0009">
      <w:pPr>
        <w:pStyle w:val="ListParagraph"/>
        <w:numPr>
          <w:ilvl w:val="0"/>
          <w:numId w:val="32"/>
        </w:numPr>
        <w:contextualSpacing/>
      </w:pPr>
      <w:r>
        <w:t>Added support for USB72xx – B1</w:t>
      </w:r>
    </w:p>
    <w:p w:rsidR="00AC3ECE" w:rsidRDefault="00AC3ECE" w:rsidP="00AC3ECE">
      <w:pPr>
        <w:pStyle w:val="Heading4"/>
      </w:pPr>
      <w:bookmarkStart w:id="39" w:name="_Toc7445848"/>
      <w:r>
        <w:t>Bug fixes</w:t>
      </w:r>
      <w:bookmarkEnd w:id="39"/>
    </w:p>
    <w:p w:rsidR="00AC3ECE" w:rsidRDefault="00B73F5B" w:rsidP="00AC3ECE">
      <w:pPr>
        <w:pStyle w:val="ListParagraph"/>
        <w:numPr>
          <w:ilvl w:val="0"/>
          <w:numId w:val="32"/>
        </w:numPr>
        <w:contextualSpacing/>
      </w:pPr>
      <w:r>
        <w:t>Fixed – Serial number programming along with configuration programming not working properly.</w:t>
      </w:r>
    </w:p>
    <w:p w:rsidR="0064675D" w:rsidRDefault="00941272" w:rsidP="00AC3ECE">
      <w:pPr>
        <w:pStyle w:val="ListParagraph"/>
        <w:numPr>
          <w:ilvl w:val="0"/>
          <w:numId w:val="32"/>
        </w:numPr>
        <w:contextualSpacing/>
      </w:pPr>
      <w:r>
        <w:t>Auto Identified Part number is</w:t>
      </w:r>
      <w:r w:rsidR="0064675D">
        <w:t xml:space="preserve"> displayed wrongly for USB4712 SKU.</w:t>
      </w:r>
    </w:p>
    <w:p w:rsidR="00AC3ECE" w:rsidRDefault="00AC3ECE" w:rsidP="00AC3ECE">
      <w:pPr>
        <w:pStyle w:val="Heading4"/>
      </w:pPr>
      <w:bookmarkStart w:id="40" w:name="_Toc7445849"/>
      <w:r>
        <w:t>Known limitations</w:t>
      </w:r>
      <w:bookmarkEnd w:id="40"/>
    </w:p>
    <w:p w:rsidR="00AC3ECE" w:rsidRPr="00A621F0" w:rsidRDefault="00AC3ECE" w:rsidP="00AC3ECE">
      <w:pPr>
        <w:numPr>
          <w:ilvl w:val="0"/>
          <w:numId w:val="34"/>
        </w:numPr>
        <w:shd w:val="clear" w:color="auto" w:fill="FFFFFF"/>
        <w:rPr>
          <w:color w:val="333333"/>
          <w:lang w:val="en-IN"/>
        </w:rPr>
      </w:pPr>
      <w:r>
        <w:rPr>
          <w:color w:val="333333"/>
          <w:lang w:val="en-IN"/>
        </w:rPr>
        <w:t xml:space="preserve">PCIE - </w:t>
      </w:r>
      <w:r w:rsidRPr="00A621F0">
        <w:rPr>
          <w:color w:val="333333"/>
          <w:lang w:val="en-IN"/>
        </w:rPr>
        <w:t>/el command may work.</w:t>
      </w:r>
    </w:p>
    <w:p w:rsidR="00AC3ECE" w:rsidRPr="00EA1EA7" w:rsidRDefault="00AC3ECE" w:rsidP="00AC3ECE">
      <w:pPr>
        <w:numPr>
          <w:ilvl w:val="0"/>
          <w:numId w:val="34"/>
        </w:numPr>
        <w:shd w:val="clear" w:color="auto" w:fill="FFFFFF"/>
        <w:rPr>
          <w:rStyle w:val="Hyperlink"/>
          <w:rFonts w:ascii="Arial" w:hAnsi="Arial" w:cs="Arial"/>
          <w:color w:val="333333"/>
          <w:sz w:val="21"/>
          <w:szCs w:val="21"/>
          <w:u w:val="none"/>
          <w:lang w:val="en-IN"/>
        </w:rPr>
      </w:pPr>
      <w:r>
        <w:t xml:space="preserve">Refer to </w:t>
      </w:r>
      <w:hyperlink w:anchor="_Known_limitations_for" w:history="1">
        <w:r w:rsidRPr="005604E3">
          <w:rPr>
            <w:rStyle w:val="Hyperlink"/>
          </w:rPr>
          <w:t>Known limitations for CLI, DLL, GUI</w:t>
        </w:r>
      </w:hyperlink>
    </w:p>
    <w:p w:rsidR="00AC3ECE" w:rsidRDefault="00AC3ECE" w:rsidP="00AC3ECE">
      <w:pPr>
        <w:pStyle w:val="Heading3"/>
      </w:pPr>
      <w:bookmarkStart w:id="41" w:name="_Toc7445850"/>
      <w:r>
        <w:t>DLL</w:t>
      </w:r>
      <w:bookmarkEnd w:id="41"/>
    </w:p>
    <w:p w:rsidR="00AC3ECE" w:rsidRDefault="00AC3ECE" w:rsidP="00AC3ECE">
      <w:pPr>
        <w:pStyle w:val="Heading4"/>
      </w:pPr>
      <w:bookmarkStart w:id="42" w:name="_Toc7445851"/>
      <w:r>
        <w:t>Changes</w:t>
      </w:r>
      <w:bookmarkEnd w:id="42"/>
    </w:p>
    <w:p w:rsidR="00AC3ECE" w:rsidRPr="00045F10" w:rsidRDefault="00845E43" w:rsidP="00AC3ECE">
      <w:pPr>
        <w:pStyle w:val="ListParagraph"/>
        <w:numPr>
          <w:ilvl w:val="0"/>
          <w:numId w:val="34"/>
        </w:numPr>
      </w:pPr>
      <w:r>
        <w:t>None</w:t>
      </w:r>
    </w:p>
    <w:p w:rsidR="00AC3ECE" w:rsidRDefault="00AC3ECE" w:rsidP="00AC3ECE">
      <w:pPr>
        <w:pStyle w:val="Heading4"/>
      </w:pPr>
      <w:bookmarkStart w:id="43" w:name="_Toc7445852"/>
      <w:r>
        <w:t>Feature Addition</w:t>
      </w:r>
      <w:bookmarkEnd w:id="43"/>
    </w:p>
    <w:p w:rsidR="00EC1424" w:rsidRDefault="00EC1424" w:rsidP="00EC1424">
      <w:pPr>
        <w:pStyle w:val="ListParagraph"/>
        <w:numPr>
          <w:ilvl w:val="0"/>
          <w:numId w:val="32"/>
        </w:numPr>
        <w:contextualSpacing/>
      </w:pPr>
      <w:r>
        <w:t>Added support for USB72xx – B1</w:t>
      </w:r>
    </w:p>
    <w:p w:rsidR="00AC3ECE" w:rsidRDefault="00AC3ECE" w:rsidP="00AC3ECE">
      <w:pPr>
        <w:pStyle w:val="Heading4"/>
      </w:pPr>
      <w:bookmarkStart w:id="44" w:name="_Toc7445853"/>
      <w:r>
        <w:t>Bug fixes</w:t>
      </w:r>
      <w:bookmarkEnd w:id="44"/>
    </w:p>
    <w:p w:rsidR="005A3A83" w:rsidRDefault="005A3A83" w:rsidP="005A3A83">
      <w:pPr>
        <w:pStyle w:val="ListParagraph"/>
        <w:numPr>
          <w:ilvl w:val="0"/>
          <w:numId w:val="32"/>
        </w:numPr>
        <w:contextualSpacing/>
      </w:pPr>
      <w:r>
        <w:t>Fixed – Serial number programming along with configuration programming not working properly.</w:t>
      </w:r>
    </w:p>
    <w:p w:rsidR="00EC1424" w:rsidRDefault="005A3A83" w:rsidP="00EC1424">
      <w:pPr>
        <w:pStyle w:val="ListParagraph"/>
        <w:numPr>
          <w:ilvl w:val="0"/>
          <w:numId w:val="32"/>
        </w:numPr>
        <w:contextualSpacing/>
      </w:pPr>
      <w:r>
        <w:t>Fixed – USB72xx – GPIO bridging not working properly.</w:t>
      </w:r>
    </w:p>
    <w:p w:rsidR="00C8345F" w:rsidRDefault="00C8345F" w:rsidP="00C8345F">
      <w:pPr>
        <w:pStyle w:val="ListParagraph"/>
        <w:numPr>
          <w:ilvl w:val="0"/>
          <w:numId w:val="32"/>
        </w:numPr>
        <w:contextualSpacing/>
      </w:pPr>
      <w:r>
        <w:t>Auto Identified Part number is displayed wrongly for USB4712 SKU.</w:t>
      </w:r>
    </w:p>
    <w:p w:rsidR="00AC3ECE" w:rsidRDefault="00AC3ECE" w:rsidP="00AC3ECE">
      <w:pPr>
        <w:pStyle w:val="Heading4"/>
      </w:pPr>
      <w:bookmarkStart w:id="45" w:name="_Toc7445854"/>
      <w:r>
        <w:t>Known limitations</w:t>
      </w:r>
      <w:bookmarkEnd w:id="45"/>
    </w:p>
    <w:p w:rsidR="00AC3ECE" w:rsidRDefault="00AC3ECE" w:rsidP="00AC3ECE">
      <w:pPr>
        <w:pStyle w:val="ListParagraph"/>
        <w:numPr>
          <w:ilvl w:val="0"/>
          <w:numId w:val="11"/>
        </w:numPr>
      </w:pPr>
      <w:r>
        <w:t>For USB253x/4604 family hubs, Mchp</w:t>
      </w:r>
      <w:r w:rsidRPr="00CE3975">
        <w:t>I2Csetconfig</w:t>
      </w:r>
      <w:r>
        <w:t xml:space="preserve"> </w:t>
      </w:r>
      <w:r w:rsidRPr="00CE3975">
        <w:t>API supports only 62.5 KH</w:t>
      </w:r>
      <w:r>
        <w:t>z.</w:t>
      </w:r>
    </w:p>
    <w:p w:rsidR="00AC3ECE" w:rsidRDefault="00AC3ECE" w:rsidP="00AC3ECE">
      <w:pPr>
        <w:pStyle w:val="ListParagraph"/>
        <w:numPr>
          <w:ilvl w:val="0"/>
          <w:numId w:val="11"/>
        </w:numPr>
      </w:pPr>
      <w:r>
        <w:t xml:space="preserve">LAN – </w:t>
      </w:r>
      <w:r w:rsidRPr="002C4B7C">
        <w:t>MchpLanReadUsbPhyStat</w:t>
      </w:r>
      <w:r>
        <w:t xml:space="preserve"> API always return False.</w:t>
      </w:r>
    </w:p>
    <w:p w:rsidR="00AC3ECE" w:rsidRDefault="00AC3ECE" w:rsidP="00AC3ECE">
      <w:pPr>
        <w:pStyle w:val="ListParagraph"/>
        <w:numPr>
          <w:ilvl w:val="0"/>
          <w:numId w:val="11"/>
        </w:numPr>
      </w:pPr>
      <w:r>
        <w:t>PCIE – MchpPciePing – External LoopBack API may work.</w:t>
      </w:r>
    </w:p>
    <w:p w:rsidR="00AC3ECE" w:rsidRDefault="00AC3ECE" w:rsidP="00AC3ECE">
      <w:pPr>
        <w:pStyle w:val="ListParagraph"/>
        <w:numPr>
          <w:ilvl w:val="0"/>
          <w:numId w:val="11"/>
        </w:numPr>
      </w:pPr>
      <w:r>
        <w:t>USB70xx – USB3.0 port disable through Dynamic port mapping will not work</w:t>
      </w:r>
    </w:p>
    <w:p w:rsidR="00AC3ECE" w:rsidRDefault="00AC3ECE" w:rsidP="00AC3ECE">
      <w:pPr>
        <w:pStyle w:val="ListParagraph"/>
        <w:numPr>
          <w:ilvl w:val="0"/>
          <w:numId w:val="11"/>
        </w:numPr>
      </w:pPr>
      <w:r>
        <w:t xml:space="preserve">Refer to </w:t>
      </w:r>
      <w:hyperlink w:anchor="_Known_limitations_for" w:history="1">
        <w:r w:rsidRPr="005604E3">
          <w:rPr>
            <w:rStyle w:val="Hyperlink"/>
          </w:rPr>
          <w:t>Known limitations for CLI, DLL, GUI</w:t>
        </w:r>
      </w:hyperlink>
    </w:p>
    <w:p w:rsidR="00AC3ECE" w:rsidRDefault="00AC3ECE" w:rsidP="00AC3ECE">
      <w:pPr>
        <w:pStyle w:val="Heading3"/>
      </w:pPr>
      <w:bookmarkStart w:id="46" w:name="_Toc7445855"/>
      <w:r>
        <w:lastRenderedPageBreak/>
        <w:t>Graphical User Interface (GUI)</w:t>
      </w:r>
      <w:bookmarkEnd w:id="46"/>
    </w:p>
    <w:p w:rsidR="00AC3ECE" w:rsidRDefault="00AC3ECE" w:rsidP="00AC3ECE">
      <w:pPr>
        <w:pStyle w:val="Heading4"/>
      </w:pPr>
      <w:bookmarkStart w:id="47" w:name="_Toc7445856"/>
      <w:r>
        <w:t>Changes</w:t>
      </w:r>
      <w:bookmarkEnd w:id="47"/>
    </w:p>
    <w:p w:rsidR="00AC3ECE" w:rsidRDefault="00BF3781" w:rsidP="00AC3ECE">
      <w:pPr>
        <w:pStyle w:val="ListParagraph"/>
        <w:numPr>
          <w:ilvl w:val="0"/>
          <w:numId w:val="32"/>
        </w:numPr>
      </w:pPr>
      <w:r>
        <w:t>None</w:t>
      </w:r>
    </w:p>
    <w:p w:rsidR="00AC3ECE" w:rsidRDefault="00AC3ECE" w:rsidP="00AC3ECE">
      <w:pPr>
        <w:pStyle w:val="Heading4"/>
      </w:pPr>
      <w:bookmarkStart w:id="48" w:name="_Toc7445857"/>
      <w:r>
        <w:t>Feature Addition</w:t>
      </w:r>
      <w:bookmarkEnd w:id="48"/>
    </w:p>
    <w:p w:rsidR="00EC1424" w:rsidRDefault="00EC1424" w:rsidP="00EC1424">
      <w:pPr>
        <w:pStyle w:val="ListParagraph"/>
        <w:numPr>
          <w:ilvl w:val="0"/>
          <w:numId w:val="32"/>
        </w:numPr>
        <w:contextualSpacing/>
      </w:pPr>
      <w:r>
        <w:t>Added support for USB72xx – B1</w:t>
      </w:r>
    </w:p>
    <w:p w:rsidR="00AC3ECE" w:rsidRDefault="00AC3ECE" w:rsidP="00AC3ECE">
      <w:pPr>
        <w:pStyle w:val="Heading4"/>
      </w:pPr>
      <w:bookmarkStart w:id="49" w:name="_Toc7445858"/>
      <w:r>
        <w:t>Bug fixes</w:t>
      </w:r>
      <w:bookmarkEnd w:id="49"/>
    </w:p>
    <w:p w:rsidR="00B73F5B" w:rsidRDefault="00B73F5B" w:rsidP="00B73F5B">
      <w:pPr>
        <w:pStyle w:val="ListParagraph"/>
        <w:numPr>
          <w:ilvl w:val="0"/>
          <w:numId w:val="32"/>
        </w:numPr>
        <w:contextualSpacing/>
      </w:pPr>
      <w:r>
        <w:t>Fixed – USB70xx – Reset button is not working in Offline page.</w:t>
      </w:r>
    </w:p>
    <w:p w:rsidR="003B5AD5" w:rsidRDefault="009B59AE" w:rsidP="00B73F5B">
      <w:pPr>
        <w:pStyle w:val="ListParagraph"/>
        <w:numPr>
          <w:ilvl w:val="0"/>
          <w:numId w:val="32"/>
        </w:numPr>
        <w:contextualSpacing/>
      </w:pPr>
      <w:r>
        <w:t xml:space="preserve">Fixed - </w:t>
      </w:r>
      <w:r w:rsidR="003B5AD5" w:rsidRPr="003B5AD5">
        <w:t>Configuration file parser doesn't show option to save parsed output</w:t>
      </w:r>
      <w:r w:rsidR="00FA487B">
        <w:t>.</w:t>
      </w:r>
    </w:p>
    <w:p w:rsidR="00FA487B" w:rsidRDefault="00FA487B" w:rsidP="00FA487B">
      <w:pPr>
        <w:pStyle w:val="ListParagraph"/>
        <w:numPr>
          <w:ilvl w:val="0"/>
          <w:numId w:val="32"/>
        </w:numPr>
        <w:contextualSpacing/>
      </w:pPr>
      <w:r>
        <w:t>Fixed – USB72xx – GPIO bridging not working properly.</w:t>
      </w:r>
    </w:p>
    <w:p w:rsidR="0070259E" w:rsidRDefault="0070259E" w:rsidP="0070259E">
      <w:pPr>
        <w:pStyle w:val="ListParagraph"/>
        <w:numPr>
          <w:ilvl w:val="0"/>
          <w:numId w:val="32"/>
        </w:numPr>
        <w:contextualSpacing/>
      </w:pPr>
      <w:r>
        <w:t>Auto Identified Part number is displayed wrongly for USB4712 SKU.</w:t>
      </w:r>
    </w:p>
    <w:p w:rsidR="00AC3ECE" w:rsidRDefault="00AC3ECE" w:rsidP="00AC3ECE">
      <w:pPr>
        <w:pStyle w:val="Heading4"/>
      </w:pPr>
      <w:bookmarkStart w:id="50" w:name="_Toc7445859"/>
      <w:r>
        <w:t>Known limitations</w:t>
      </w:r>
      <w:bookmarkEnd w:id="50"/>
    </w:p>
    <w:p w:rsidR="00AC3ECE" w:rsidRDefault="00AC3ECE" w:rsidP="00AC3ECE">
      <w:pPr>
        <w:pStyle w:val="ListParagraph"/>
        <w:numPr>
          <w:ilvl w:val="0"/>
          <w:numId w:val="34"/>
        </w:numPr>
      </w:pPr>
      <w:r w:rsidRPr="00384D90">
        <w:rPr>
          <w:b/>
        </w:rPr>
        <w:t>USB70xx – A0 ROM - Configuration file generation is not supported in both Online and Offline Page</w:t>
      </w:r>
      <w:r>
        <w:t>.</w:t>
      </w:r>
    </w:p>
    <w:p w:rsidR="00AC3ECE" w:rsidRDefault="00AC3ECE" w:rsidP="00AC3ECE">
      <w:pPr>
        <w:pStyle w:val="ListParagraph"/>
        <w:numPr>
          <w:ilvl w:val="0"/>
          <w:numId w:val="34"/>
        </w:numPr>
      </w:pPr>
      <w:r>
        <w:t>Inconsistent failure while programming USB84604 continuously</w:t>
      </w:r>
    </w:p>
    <w:p w:rsidR="00AC3ECE" w:rsidRDefault="00AC3ECE" w:rsidP="00AC3ECE">
      <w:pPr>
        <w:pStyle w:val="ListParagraph"/>
        <w:numPr>
          <w:ilvl w:val="0"/>
          <w:numId w:val="34"/>
        </w:numPr>
      </w:pPr>
      <w:r>
        <w:t>Default values loaded in offline page and online page may be different because of configuration strap value of the device connected.</w:t>
      </w:r>
    </w:p>
    <w:p w:rsidR="00AC3ECE" w:rsidRDefault="00AC3ECE" w:rsidP="00AC3ECE">
      <w:pPr>
        <w:pStyle w:val="ListParagraph"/>
        <w:numPr>
          <w:ilvl w:val="0"/>
          <w:numId w:val="34"/>
        </w:numPr>
      </w:pPr>
      <w:r>
        <w:t>External LoopBack option in special features tab may work.</w:t>
      </w:r>
    </w:p>
    <w:p w:rsidR="00AC3ECE" w:rsidRDefault="00AC3ECE" w:rsidP="00AC3ECE">
      <w:pPr>
        <w:pStyle w:val="ListParagraph"/>
        <w:numPr>
          <w:ilvl w:val="0"/>
          <w:numId w:val="34"/>
        </w:numPr>
      </w:pPr>
      <w:r>
        <w:t>USB70xx – USB3 port disable through Dynamic port mapping will not work</w:t>
      </w:r>
    </w:p>
    <w:p w:rsidR="00AC3ECE" w:rsidRPr="00E54434" w:rsidRDefault="00AC3ECE" w:rsidP="00AC3ECE">
      <w:pPr>
        <w:pStyle w:val="ListParagraph"/>
        <w:numPr>
          <w:ilvl w:val="0"/>
          <w:numId w:val="34"/>
        </w:numPr>
        <w:rPr>
          <w:rStyle w:val="Hyperlink"/>
          <w:color w:val="auto"/>
          <w:u w:val="none"/>
        </w:rPr>
      </w:pPr>
      <w:r>
        <w:t xml:space="preserve">Refer to </w:t>
      </w:r>
      <w:hyperlink w:anchor="_Known_limitations_for" w:history="1">
        <w:r w:rsidRPr="005604E3">
          <w:rPr>
            <w:rStyle w:val="Hyperlink"/>
          </w:rPr>
          <w:t>Known limitations for CLI, DLL, GUI</w:t>
        </w:r>
      </w:hyperlink>
    </w:p>
    <w:p w:rsidR="00AC3ECE" w:rsidRPr="00CD1D31" w:rsidRDefault="00AC3ECE" w:rsidP="00AC3ECE"/>
    <w:p w:rsidR="00AC3ECE" w:rsidRDefault="00AC3ECE" w:rsidP="00AC3ECE">
      <w:pPr>
        <w:pStyle w:val="Heading3"/>
      </w:pPr>
      <w:bookmarkStart w:id="51" w:name="_Toc7445860"/>
      <w:r>
        <w:t>Known limitations for CLI, DLL, GUI</w:t>
      </w:r>
      <w:bookmarkEnd w:id="51"/>
    </w:p>
    <w:p w:rsidR="00AC3ECE" w:rsidRDefault="00AC3ECE" w:rsidP="00AC3ECE">
      <w:pPr>
        <w:pStyle w:val="ListParagraph"/>
        <w:numPr>
          <w:ilvl w:val="0"/>
          <w:numId w:val="3"/>
        </w:numPr>
      </w:pPr>
      <w:r>
        <w:t>The tool supports programming of only one Microchip device at a time for CLI and GUI.</w:t>
      </w:r>
    </w:p>
    <w:p w:rsidR="00AC3ECE" w:rsidRDefault="00AC3ECE" w:rsidP="00AC3ECE">
      <w:pPr>
        <w:pStyle w:val="ListParagraph"/>
        <w:numPr>
          <w:ilvl w:val="0"/>
          <w:numId w:val="3"/>
        </w:numPr>
      </w:pPr>
      <w:r>
        <w:t>EEPROM with size 256 byte may not work for LAN78XX products.</w:t>
      </w:r>
    </w:p>
    <w:p w:rsidR="00AC3ECE" w:rsidRDefault="00AC3ECE" w:rsidP="00AC3ECE">
      <w:pPr>
        <w:pStyle w:val="ListParagraph"/>
        <w:numPr>
          <w:ilvl w:val="0"/>
          <w:numId w:val="3"/>
        </w:numPr>
      </w:pPr>
      <w:r>
        <w:t xml:space="preserve">Admin privilege is required for running the tool. </w:t>
      </w:r>
      <w:r>
        <w:rPr>
          <w:b/>
        </w:rPr>
        <w:t>“Run as administrator”</w:t>
      </w:r>
      <w:r>
        <w:t xml:space="preserve"> needs to be done for running the tool for LAN78XX and HFC disabled USB hub products.</w:t>
      </w:r>
    </w:p>
    <w:p w:rsidR="00AC3ECE" w:rsidRPr="00DD3364" w:rsidRDefault="00AC3ECE" w:rsidP="00AC3ECE">
      <w:pPr>
        <w:pStyle w:val="ListParagraph"/>
        <w:numPr>
          <w:ilvl w:val="0"/>
          <w:numId w:val="3"/>
        </w:numPr>
      </w:pPr>
      <w:r w:rsidRPr="001E70C3">
        <w:rPr>
          <w:b/>
        </w:rPr>
        <w:t>The LAN78xx driver is not supported for other than Microchip vendor id and product id</w:t>
      </w:r>
      <w:r>
        <w:rPr>
          <w:b/>
        </w:rPr>
        <w:t>.</w:t>
      </w:r>
    </w:p>
    <w:p w:rsidR="00AC3ECE" w:rsidRDefault="00AC3ECE" w:rsidP="00AC3ECE">
      <w:pPr>
        <w:pStyle w:val="ListParagraph"/>
        <w:numPr>
          <w:ilvl w:val="0"/>
          <w:numId w:val="3"/>
        </w:numPr>
      </w:pPr>
      <w:r w:rsidRPr="001657D3">
        <w:t xml:space="preserve">MCHP </w:t>
      </w:r>
      <w:r>
        <w:t>Device should be connected before launching the application.</w:t>
      </w:r>
    </w:p>
    <w:p w:rsidR="00AC3ECE" w:rsidRPr="0045599C" w:rsidRDefault="00AC3ECE" w:rsidP="00AC3ECE">
      <w:pPr>
        <w:pStyle w:val="ListParagraph"/>
        <w:numPr>
          <w:ilvl w:val="0"/>
          <w:numId w:val="3"/>
        </w:numPr>
      </w:pPr>
      <w:r w:rsidRPr="001657D3">
        <w:t>If the MCHP device</w:t>
      </w:r>
      <w:r>
        <w:t xml:space="preserve"> (USB Hub)</w:t>
      </w:r>
      <w:r w:rsidRPr="001657D3">
        <w:t xml:space="preserve"> is connected to a XHCI - USB 3.0 controller or the controller which supports hub to sleep, please connect a pen drive to the MCHP hub to avoid the controller from putting the hub to sleep</w:t>
      </w:r>
      <w:r>
        <w:rPr>
          <w:b/>
        </w:rPr>
        <w:t xml:space="preserve"> (</w:t>
      </w:r>
      <w:r w:rsidRPr="004760D6">
        <w:rPr>
          <w:b/>
        </w:rPr>
        <w:t>Only if the internal HFC device is disabled)</w:t>
      </w:r>
    </w:p>
    <w:p w:rsidR="00AC3ECE" w:rsidRDefault="00AC3ECE" w:rsidP="00AC3ECE">
      <w:pPr>
        <w:pStyle w:val="ListParagraph"/>
        <w:numPr>
          <w:ilvl w:val="0"/>
          <w:numId w:val="3"/>
        </w:numPr>
      </w:pPr>
      <w:r>
        <w:t>SPI flashes other than listed in Appendix I may or may not work.</w:t>
      </w:r>
    </w:p>
    <w:p w:rsidR="00AC3ECE" w:rsidRDefault="00AC3ECE" w:rsidP="00AC3ECE">
      <w:pPr>
        <w:pStyle w:val="ListParagraph"/>
        <w:numPr>
          <w:ilvl w:val="0"/>
          <w:numId w:val="3"/>
        </w:numPr>
      </w:pPr>
      <w:r>
        <w:t>For USB70xx family hubs along SST25 series SPI Flash, Programming configuration file alone when device is booting from SPI is not supported. Alternatively, Firmware programming along with configuration file can be used.</w:t>
      </w:r>
    </w:p>
    <w:p w:rsidR="00AC3ECE" w:rsidRDefault="00AC3ECE" w:rsidP="00AC3ECE">
      <w:pPr>
        <w:pStyle w:val="ListParagraph"/>
        <w:numPr>
          <w:ilvl w:val="0"/>
          <w:numId w:val="3"/>
        </w:numPr>
      </w:pPr>
      <w:r>
        <w:lastRenderedPageBreak/>
        <w:t>Following are the limitations of USB70xx – B0 ROM</w:t>
      </w:r>
    </w:p>
    <w:p w:rsidR="00AC3ECE" w:rsidRDefault="00AC3ECE" w:rsidP="00AC3ECE">
      <w:pPr>
        <w:pStyle w:val="ListParagraph"/>
        <w:numPr>
          <w:ilvl w:val="0"/>
          <w:numId w:val="42"/>
        </w:numPr>
      </w:pPr>
      <w:r>
        <w:t>Mini Host not supported in PD Enabled SKUs</w:t>
      </w:r>
    </w:p>
    <w:p w:rsidR="00AC3ECE" w:rsidRDefault="00AC3ECE" w:rsidP="00AC3ECE">
      <w:pPr>
        <w:pStyle w:val="ListParagraph"/>
        <w:numPr>
          <w:ilvl w:val="0"/>
          <w:numId w:val="42"/>
        </w:numPr>
      </w:pPr>
      <w:r>
        <w:t>Multi Host (MHB) not supported in PD enabled SKUs</w:t>
      </w:r>
    </w:p>
    <w:p w:rsidR="00AC3ECE" w:rsidRDefault="00AC3ECE" w:rsidP="00AC3ECE">
      <w:pPr>
        <w:pStyle w:val="ListParagraph"/>
        <w:numPr>
          <w:ilvl w:val="0"/>
          <w:numId w:val="42"/>
        </w:numPr>
      </w:pPr>
      <w:r>
        <w:t>FlexConnect will not be supported for PD enabled SKUs</w:t>
      </w:r>
    </w:p>
    <w:p w:rsidR="00AC3ECE" w:rsidRPr="002A3D06" w:rsidRDefault="00AC3ECE" w:rsidP="00AC3ECE">
      <w:pPr>
        <w:pStyle w:val="ListParagraph"/>
        <w:numPr>
          <w:ilvl w:val="0"/>
          <w:numId w:val="42"/>
        </w:numPr>
      </w:pPr>
      <w:r>
        <w:t>Battery Charging will be disabled for PD enabled ports</w:t>
      </w:r>
    </w:p>
    <w:p w:rsidR="000D4E1B" w:rsidRDefault="00AC3ECE" w:rsidP="00AC3ECE">
      <w:pPr>
        <w:pStyle w:val="Heading2"/>
      </w:pPr>
      <w:r>
        <w:br w:type="page"/>
      </w:r>
      <w:bookmarkStart w:id="52" w:name="_Toc7445861"/>
      <w:r w:rsidR="000D4E1B">
        <w:lastRenderedPageBreak/>
        <w:t>Version 2.3</w:t>
      </w:r>
      <w:r w:rsidR="00FC6508">
        <w:t>.1</w:t>
      </w:r>
      <w:bookmarkEnd w:id="52"/>
    </w:p>
    <w:p w:rsidR="000D4E1B" w:rsidRDefault="000D4E1B" w:rsidP="000D4E1B">
      <w:pPr>
        <w:rPr>
          <w:lang w:val="en-GB"/>
        </w:rPr>
      </w:pPr>
      <w:r>
        <w:rPr>
          <w:lang w:val="en-GB"/>
        </w:rPr>
        <w:t>GUI, CLI and DLL are available as part of this release.</w:t>
      </w:r>
    </w:p>
    <w:p w:rsidR="000D4E1B" w:rsidRDefault="000D4E1B" w:rsidP="000D4E1B">
      <w:pPr>
        <w:pStyle w:val="Heading3"/>
      </w:pPr>
      <w:bookmarkStart w:id="53" w:name="_Toc7445862"/>
      <w:r>
        <w:t>Command Line Interface (CLI)</w:t>
      </w:r>
      <w:bookmarkEnd w:id="53"/>
    </w:p>
    <w:p w:rsidR="000D4E1B" w:rsidRDefault="000D4E1B" w:rsidP="000D4E1B">
      <w:pPr>
        <w:pStyle w:val="Heading4"/>
      </w:pPr>
      <w:bookmarkStart w:id="54" w:name="_Toc7445863"/>
      <w:r>
        <w:t>Changes</w:t>
      </w:r>
      <w:bookmarkEnd w:id="54"/>
    </w:p>
    <w:p w:rsidR="000D4E1B" w:rsidRDefault="005A1051" w:rsidP="000D4E1B">
      <w:pPr>
        <w:pStyle w:val="ListParagraph"/>
        <w:numPr>
          <w:ilvl w:val="0"/>
          <w:numId w:val="34"/>
        </w:numPr>
      </w:pPr>
      <w:r>
        <w:t>Updated LAN74xx Driver</w:t>
      </w:r>
    </w:p>
    <w:p w:rsidR="00F577BC" w:rsidRDefault="00F577BC" w:rsidP="000D4E1B">
      <w:pPr>
        <w:pStyle w:val="ListParagraph"/>
        <w:numPr>
          <w:ilvl w:val="0"/>
          <w:numId w:val="34"/>
        </w:numPr>
      </w:pPr>
      <w:r>
        <w:t>LAN78xx – Initial Device Index will not be changed on removal/insertion of new LAN78xx devices in between. Device index will get reinitialised if and only if all devices were removed and inserted.</w:t>
      </w:r>
    </w:p>
    <w:p w:rsidR="00FC6508" w:rsidRDefault="00FC6508" w:rsidP="00FC6508">
      <w:pPr>
        <w:pStyle w:val="ListParagraph"/>
        <w:numPr>
          <w:ilvl w:val="0"/>
          <w:numId w:val="34"/>
        </w:numPr>
      </w:pPr>
      <w:r>
        <w:t xml:space="preserve">LAN78xx – </w:t>
      </w:r>
      <w:r w:rsidRPr="00C72638">
        <w:t>LAN780x images updated as per 7800WinCmd 1.0.9.0</w:t>
      </w:r>
      <w:r>
        <w:t xml:space="preserve"> (</w:t>
      </w:r>
      <w:hyperlink r:id="rId12" w:history="1">
        <w:r w:rsidRPr="00B9267C">
          <w:rPr>
            <w:rStyle w:val="Hyperlink"/>
          </w:rPr>
          <w:t>AP-16</w:t>
        </w:r>
      </w:hyperlink>
      <w:r>
        <w:t>)</w:t>
      </w:r>
    </w:p>
    <w:p w:rsidR="00FC6508" w:rsidRPr="00045F10" w:rsidRDefault="00FC6508" w:rsidP="00C171DD">
      <w:pPr>
        <w:pStyle w:val="ListParagraph"/>
        <w:numPr>
          <w:ilvl w:val="0"/>
          <w:numId w:val="34"/>
        </w:numPr>
      </w:pPr>
      <w:r w:rsidRPr="00C72638">
        <w:t>Updated</w:t>
      </w:r>
      <w:r>
        <w:t xml:space="preserve"> </w:t>
      </w:r>
      <w:r w:rsidRPr="00C72638">
        <w:t>UDC_WINUSB_Driver Driver (</w:t>
      </w:r>
      <w:hyperlink r:id="rId13" w:history="1">
        <w:r w:rsidRPr="00B9267C">
          <w:rPr>
            <w:rStyle w:val="Hyperlink"/>
          </w:rPr>
          <w:t>AP-51</w:t>
        </w:r>
      </w:hyperlink>
      <w:r w:rsidRPr="00C72638">
        <w:t>)</w:t>
      </w:r>
    </w:p>
    <w:p w:rsidR="000D4E1B" w:rsidRDefault="000D4E1B" w:rsidP="000D4E1B">
      <w:pPr>
        <w:pStyle w:val="Heading4"/>
      </w:pPr>
      <w:bookmarkStart w:id="55" w:name="_Toc7445864"/>
      <w:r>
        <w:t>Feature Addition</w:t>
      </w:r>
      <w:bookmarkEnd w:id="55"/>
    </w:p>
    <w:p w:rsidR="001F25A5" w:rsidRDefault="001F25A5" w:rsidP="000D4E1B">
      <w:pPr>
        <w:pStyle w:val="ListParagraph"/>
        <w:numPr>
          <w:ilvl w:val="0"/>
          <w:numId w:val="34"/>
        </w:numPr>
      </w:pPr>
      <w:r>
        <w:t>Added support to access and program following SKU</w:t>
      </w:r>
    </w:p>
    <w:p w:rsidR="001F25A5" w:rsidRDefault="001F25A5" w:rsidP="001F25A5">
      <w:pPr>
        <w:pStyle w:val="ListParagraph"/>
        <w:numPr>
          <w:ilvl w:val="1"/>
          <w:numId w:val="34"/>
        </w:numPr>
      </w:pPr>
      <w:r>
        <w:t>USB7206 (B0)</w:t>
      </w:r>
    </w:p>
    <w:p w:rsidR="001F25A5" w:rsidRDefault="001F25A5" w:rsidP="001F25A5">
      <w:pPr>
        <w:pStyle w:val="ListParagraph"/>
        <w:numPr>
          <w:ilvl w:val="1"/>
          <w:numId w:val="34"/>
        </w:numPr>
      </w:pPr>
      <w:r>
        <w:t>USB7216 (B0)</w:t>
      </w:r>
    </w:p>
    <w:p w:rsidR="001F25A5" w:rsidRDefault="001F25A5" w:rsidP="001F25A5">
      <w:pPr>
        <w:pStyle w:val="ListParagraph"/>
        <w:numPr>
          <w:ilvl w:val="1"/>
          <w:numId w:val="34"/>
        </w:numPr>
      </w:pPr>
      <w:r>
        <w:t>USB7202</w:t>
      </w:r>
    </w:p>
    <w:p w:rsidR="001F25A5" w:rsidRDefault="001F25A5" w:rsidP="001F25A5">
      <w:pPr>
        <w:pStyle w:val="ListParagraph"/>
        <w:numPr>
          <w:ilvl w:val="1"/>
          <w:numId w:val="34"/>
        </w:numPr>
      </w:pPr>
      <w:r>
        <w:t>USB7250</w:t>
      </w:r>
    </w:p>
    <w:p w:rsidR="001F25A5" w:rsidRDefault="001F25A5" w:rsidP="001F25A5">
      <w:pPr>
        <w:pStyle w:val="ListParagraph"/>
        <w:numPr>
          <w:ilvl w:val="1"/>
          <w:numId w:val="34"/>
        </w:numPr>
      </w:pPr>
      <w:r>
        <w:t>USB7251</w:t>
      </w:r>
    </w:p>
    <w:p w:rsidR="001F25A5" w:rsidRDefault="001F25A5" w:rsidP="001F25A5">
      <w:pPr>
        <w:pStyle w:val="ListParagraph"/>
        <w:numPr>
          <w:ilvl w:val="1"/>
          <w:numId w:val="34"/>
        </w:numPr>
      </w:pPr>
      <w:r>
        <w:t>USB7252</w:t>
      </w:r>
    </w:p>
    <w:p w:rsidR="001F25A5" w:rsidRDefault="001F25A5" w:rsidP="001F25A5">
      <w:pPr>
        <w:pStyle w:val="ListParagraph"/>
        <w:numPr>
          <w:ilvl w:val="1"/>
          <w:numId w:val="34"/>
        </w:numPr>
      </w:pPr>
      <w:r>
        <w:t>USB7256</w:t>
      </w:r>
    </w:p>
    <w:p w:rsidR="001F25A5" w:rsidRDefault="001F25A5" w:rsidP="001F25A5">
      <w:pPr>
        <w:pStyle w:val="ListParagraph"/>
        <w:numPr>
          <w:ilvl w:val="1"/>
          <w:numId w:val="34"/>
        </w:numPr>
      </w:pPr>
      <w:r>
        <w:t>USB4912</w:t>
      </w:r>
    </w:p>
    <w:p w:rsidR="001F25A5" w:rsidRDefault="001F25A5" w:rsidP="001F25A5">
      <w:pPr>
        <w:pStyle w:val="ListParagraph"/>
        <w:numPr>
          <w:ilvl w:val="1"/>
          <w:numId w:val="34"/>
        </w:numPr>
      </w:pPr>
      <w:r>
        <w:t>USB4712</w:t>
      </w:r>
    </w:p>
    <w:p w:rsidR="001F25A5" w:rsidRPr="005A4E44" w:rsidRDefault="001F25A5" w:rsidP="001F25A5">
      <w:pPr>
        <w:pStyle w:val="ListParagraph"/>
        <w:numPr>
          <w:ilvl w:val="1"/>
          <w:numId w:val="34"/>
        </w:numPr>
        <w:contextualSpacing/>
        <w:rPr>
          <w:sz w:val="22"/>
          <w:szCs w:val="22"/>
        </w:rPr>
      </w:pPr>
      <w:r>
        <w:t>USB5806C</w:t>
      </w:r>
    </w:p>
    <w:p w:rsidR="001F25A5" w:rsidRDefault="001F25A5" w:rsidP="001F25A5">
      <w:pPr>
        <w:pStyle w:val="ListParagraph"/>
        <w:numPr>
          <w:ilvl w:val="1"/>
          <w:numId w:val="34"/>
        </w:numPr>
        <w:contextualSpacing/>
      </w:pPr>
      <w:r>
        <w:t>USB5807C</w:t>
      </w:r>
    </w:p>
    <w:p w:rsidR="00D45301" w:rsidRDefault="00D45301" w:rsidP="001F25A5">
      <w:pPr>
        <w:pStyle w:val="ListParagraph"/>
        <w:numPr>
          <w:ilvl w:val="1"/>
          <w:numId w:val="34"/>
        </w:numPr>
        <w:contextualSpacing/>
      </w:pPr>
      <w:r>
        <w:t>USB58xx (C0)</w:t>
      </w:r>
    </w:p>
    <w:p w:rsidR="001F25A5" w:rsidRDefault="001F25A5" w:rsidP="001F25A5">
      <w:pPr>
        <w:pStyle w:val="ListParagraph"/>
        <w:numPr>
          <w:ilvl w:val="0"/>
          <w:numId w:val="34"/>
        </w:numPr>
      </w:pPr>
      <w:r>
        <w:t>USB70xx – Support for programming SPI Firmware file of size 320KB</w:t>
      </w:r>
    </w:p>
    <w:p w:rsidR="000D4E1B" w:rsidRDefault="000D4E1B" w:rsidP="000D4E1B">
      <w:pPr>
        <w:pStyle w:val="Heading4"/>
      </w:pPr>
      <w:bookmarkStart w:id="56" w:name="_Toc7445865"/>
      <w:r>
        <w:t>Bug fixes</w:t>
      </w:r>
      <w:bookmarkEnd w:id="56"/>
    </w:p>
    <w:p w:rsidR="000D4E1B" w:rsidRDefault="000D4E1B" w:rsidP="000D4E1B">
      <w:pPr>
        <w:pStyle w:val="ListParagraph"/>
        <w:numPr>
          <w:ilvl w:val="0"/>
          <w:numId w:val="32"/>
        </w:numPr>
        <w:contextualSpacing/>
      </w:pPr>
      <w:r>
        <w:t>None</w:t>
      </w:r>
    </w:p>
    <w:p w:rsidR="000D4E1B" w:rsidRDefault="000D4E1B" w:rsidP="000D4E1B">
      <w:pPr>
        <w:pStyle w:val="Heading4"/>
      </w:pPr>
      <w:bookmarkStart w:id="57" w:name="_Toc7445866"/>
      <w:r>
        <w:t>Known limitations</w:t>
      </w:r>
      <w:bookmarkEnd w:id="57"/>
    </w:p>
    <w:p w:rsidR="000D4E1B" w:rsidRPr="00A621F0" w:rsidRDefault="000D4E1B" w:rsidP="000D4E1B">
      <w:pPr>
        <w:numPr>
          <w:ilvl w:val="0"/>
          <w:numId w:val="34"/>
        </w:numPr>
        <w:shd w:val="clear" w:color="auto" w:fill="FFFFFF"/>
        <w:rPr>
          <w:color w:val="333333"/>
          <w:lang w:val="en-IN"/>
        </w:rPr>
      </w:pPr>
      <w:r>
        <w:rPr>
          <w:color w:val="333333"/>
          <w:lang w:val="en-IN"/>
        </w:rPr>
        <w:t xml:space="preserve">PCIE - </w:t>
      </w:r>
      <w:r w:rsidRPr="00A621F0">
        <w:rPr>
          <w:color w:val="333333"/>
          <w:lang w:val="en-IN"/>
        </w:rPr>
        <w:t>/el command may work.</w:t>
      </w:r>
    </w:p>
    <w:p w:rsidR="000D4E1B" w:rsidRPr="00EA1EA7" w:rsidRDefault="000D4E1B" w:rsidP="000D4E1B">
      <w:pPr>
        <w:numPr>
          <w:ilvl w:val="0"/>
          <w:numId w:val="34"/>
        </w:numPr>
        <w:shd w:val="clear" w:color="auto" w:fill="FFFFFF"/>
        <w:rPr>
          <w:rStyle w:val="Hyperlink"/>
          <w:rFonts w:ascii="Arial" w:hAnsi="Arial" w:cs="Arial"/>
          <w:color w:val="333333"/>
          <w:sz w:val="21"/>
          <w:szCs w:val="21"/>
          <w:u w:val="none"/>
          <w:lang w:val="en-IN"/>
        </w:rPr>
      </w:pPr>
      <w:r>
        <w:t xml:space="preserve">Refer to </w:t>
      </w:r>
      <w:hyperlink w:anchor="_Known_limitations_for" w:history="1">
        <w:r w:rsidRPr="005604E3">
          <w:rPr>
            <w:rStyle w:val="Hyperlink"/>
          </w:rPr>
          <w:t>Known limitations for CLI, DLL, GUI</w:t>
        </w:r>
      </w:hyperlink>
    </w:p>
    <w:p w:rsidR="000D4E1B" w:rsidRDefault="000D4E1B" w:rsidP="000D4E1B">
      <w:pPr>
        <w:pStyle w:val="Heading3"/>
      </w:pPr>
      <w:bookmarkStart w:id="58" w:name="_Toc7445867"/>
      <w:r>
        <w:t>DLL</w:t>
      </w:r>
      <w:bookmarkEnd w:id="58"/>
    </w:p>
    <w:p w:rsidR="000D4E1B" w:rsidRDefault="000D4E1B" w:rsidP="000D4E1B">
      <w:pPr>
        <w:pStyle w:val="Heading4"/>
      </w:pPr>
      <w:bookmarkStart w:id="59" w:name="_Toc7445868"/>
      <w:r>
        <w:t>Changes</w:t>
      </w:r>
      <w:bookmarkEnd w:id="59"/>
    </w:p>
    <w:p w:rsidR="00E448E3" w:rsidRDefault="00E448E3" w:rsidP="00E448E3">
      <w:pPr>
        <w:pStyle w:val="ListParagraph"/>
        <w:numPr>
          <w:ilvl w:val="0"/>
          <w:numId w:val="34"/>
        </w:numPr>
      </w:pPr>
      <w:r>
        <w:t>Updated LAN74xx Driver</w:t>
      </w:r>
    </w:p>
    <w:p w:rsidR="00E81B5F" w:rsidRDefault="00E81B5F" w:rsidP="00E81B5F">
      <w:pPr>
        <w:pStyle w:val="ListParagraph"/>
        <w:numPr>
          <w:ilvl w:val="0"/>
          <w:numId w:val="34"/>
        </w:numPr>
      </w:pPr>
      <w:r>
        <w:t>LAN78xx – Initial Device Index will not be changed on removal/insertion of new LAN78xx devices in between. Device index will get reinitialised if and only if all devices were removed and inserted.</w:t>
      </w:r>
    </w:p>
    <w:p w:rsidR="00453078" w:rsidRDefault="00453078" w:rsidP="00453078">
      <w:pPr>
        <w:pStyle w:val="ListParagraph"/>
        <w:numPr>
          <w:ilvl w:val="0"/>
          <w:numId w:val="34"/>
        </w:numPr>
      </w:pPr>
      <w:r>
        <w:t xml:space="preserve">LAN78xx – </w:t>
      </w:r>
      <w:r w:rsidRPr="00C72638">
        <w:t>LAN780x images updated as per 7800WinCmd 1.0.9.0</w:t>
      </w:r>
      <w:r>
        <w:t xml:space="preserve"> (</w:t>
      </w:r>
      <w:hyperlink r:id="rId14" w:history="1">
        <w:r w:rsidRPr="00B9267C">
          <w:rPr>
            <w:rStyle w:val="Hyperlink"/>
          </w:rPr>
          <w:t>AP-16</w:t>
        </w:r>
      </w:hyperlink>
      <w:r>
        <w:t>)</w:t>
      </w:r>
    </w:p>
    <w:p w:rsidR="00453078" w:rsidRPr="00045F10" w:rsidRDefault="00453078" w:rsidP="00453078">
      <w:pPr>
        <w:pStyle w:val="ListParagraph"/>
        <w:numPr>
          <w:ilvl w:val="0"/>
          <w:numId w:val="34"/>
        </w:numPr>
      </w:pPr>
      <w:r w:rsidRPr="00C72638">
        <w:t>Updated</w:t>
      </w:r>
      <w:r>
        <w:t xml:space="preserve"> </w:t>
      </w:r>
      <w:r w:rsidRPr="00C72638">
        <w:t>UDC_WINUSB_Driver Driver (</w:t>
      </w:r>
      <w:hyperlink r:id="rId15" w:history="1">
        <w:r w:rsidRPr="00B9267C">
          <w:rPr>
            <w:rStyle w:val="Hyperlink"/>
          </w:rPr>
          <w:t>AP-51</w:t>
        </w:r>
      </w:hyperlink>
      <w:r w:rsidRPr="00C72638">
        <w:t>)</w:t>
      </w:r>
    </w:p>
    <w:p w:rsidR="000D4E1B" w:rsidRDefault="000D4E1B" w:rsidP="000D4E1B">
      <w:pPr>
        <w:pStyle w:val="Heading4"/>
      </w:pPr>
      <w:bookmarkStart w:id="60" w:name="_Toc7445869"/>
      <w:r>
        <w:lastRenderedPageBreak/>
        <w:t>Feature Addition</w:t>
      </w:r>
      <w:bookmarkEnd w:id="60"/>
    </w:p>
    <w:p w:rsidR="009E0ACB" w:rsidRDefault="009E0ACB" w:rsidP="009E0ACB">
      <w:pPr>
        <w:pStyle w:val="ListParagraph"/>
        <w:numPr>
          <w:ilvl w:val="0"/>
          <w:numId w:val="34"/>
        </w:numPr>
      </w:pPr>
      <w:r>
        <w:t>Added support to access and program following SKU</w:t>
      </w:r>
    </w:p>
    <w:p w:rsidR="009E0ACB" w:rsidRDefault="009E0ACB" w:rsidP="009E0ACB">
      <w:pPr>
        <w:pStyle w:val="ListParagraph"/>
        <w:numPr>
          <w:ilvl w:val="1"/>
          <w:numId w:val="34"/>
        </w:numPr>
      </w:pPr>
      <w:r>
        <w:t>USB7206 (B0)</w:t>
      </w:r>
    </w:p>
    <w:p w:rsidR="009E0ACB" w:rsidRDefault="009E0ACB" w:rsidP="009E0ACB">
      <w:pPr>
        <w:pStyle w:val="ListParagraph"/>
        <w:numPr>
          <w:ilvl w:val="1"/>
          <w:numId w:val="34"/>
        </w:numPr>
      </w:pPr>
      <w:r>
        <w:t>USB7216 (B0)</w:t>
      </w:r>
    </w:p>
    <w:p w:rsidR="009E0ACB" w:rsidRDefault="009E0ACB" w:rsidP="009E0ACB">
      <w:pPr>
        <w:pStyle w:val="ListParagraph"/>
        <w:numPr>
          <w:ilvl w:val="1"/>
          <w:numId w:val="34"/>
        </w:numPr>
      </w:pPr>
      <w:r>
        <w:t>USB7202</w:t>
      </w:r>
    </w:p>
    <w:p w:rsidR="009E0ACB" w:rsidRDefault="009E0ACB" w:rsidP="009E0ACB">
      <w:pPr>
        <w:pStyle w:val="ListParagraph"/>
        <w:numPr>
          <w:ilvl w:val="1"/>
          <w:numId w:val="34"/>
        </w:numPr>
      </w:pPr>
      <w:r>
        <w:t>USB7250</w:t>
      </w:r>
    </w:p>
    <w:p w:rsidR="009E0ACB" w:rsidRDefault="009E0ACB" w:rsidP="009E0ACB">
      <w:pPr>
        <w:pStyle w:val="ListParagraph"/>
        <w:numPr>
          <w:ilvl w:val="1"/>
          <w:numId w:val="34"/>
        </w:numPr>
      </w:pPr>
      <w:r>
        <w:t>USB7251</w:t>
      </w:r>
    </w:p>
    <w:p w:rsidR="009E0ACB" w:rsidRDefault="009E0ACB" w:rsidP="009E0ACB">
      <w:pPr>
        <w:pStyle w:val="ListParagraph"/>
        <w:numPr>
          <w:ilvl w:val="1"/>
          <w:numId w:val="34"/>
        </w:numPr>
      </w:pPr>
      <w:r>
        <w:t>USB7252</w:t>
      </w:r>
    </w:p>
    <w:p w:rsidR="009E0ACB" w:rsidRDefault="009E0ACB" w:rsidP="009E0ACB">
      <w:pPr>
        <w:pStyle w:val="ListParagraph"/>
        <w:numPr>
          <w:ilvl w:val="1"/>
          <w:numId w:val="34"/>
        </w:numPr>
      </w:pPr>
      <w:r>
        <w:t>USB7256</w:t>
      </w:r>
    </w:p>
    <w:p w:rsidR="009E0ACB" w:rsidRDefault="009E0ACB" w:rsidP="009E0ACB">
      <w:pPr>
        <w:pStyle w:val="ListParagraph"/>
        <w:numPr>
          <w:ilvl w:val="1"/>
          <w:numId w:val="34"/>
        </w:numPr>
      </w:pPr>
      <w:r>
        <w:t>USB4912</w:t>
      </w:r>
    </w:p>
    <w:p w:rsidR="009E0ACB" w:rsidRDefault="009E0ACB" w:rsidP="009E0ACB">
      <w:pPr>
        <w:pStyle w:val="ListParagraph"/>
        <w:numPr>
          <w:ilvl w:val="1"/>
          <w:numId w:val="34"/>
        </w:numPr>
      </w:pPr>
      <w:r>
        <w:t>USB4712</w:t>
      </w:r>
    </w:p>
    <w:p w:rsidR="009E0ACB" w:rsidRPr="005A4E44" w:rsidRDefault="009E0ACB" w:rsidP="009E0ACB">
      <w:pPr>
        <w:pStyle w:val="ListParagraph"/>
        <w:numPr>
          <w:ilvl w:val="1"/>
          <w:numId w:val="34"/>
        </w:numPr>
        <w:contextualSpacing/>
        <w:rPr>
          <w:sz w:val="22"/>
          <w:szCs w:val="22"/>
        </w:rPr>
      </w:pPr>
      <w:r>
        <w:t>USB5806C</w:t>
      </w:r>
    </w:p>
    <w:p w:rsidR="009E0ACB" w:rsidRDefault="009E0ACB" w:rsidP="009E0ACB">
      <w:pPr>
        <w:pStyle w:val="ListParagraph"/>
        <w:numPr>
          <w:ilvl w:val="1"/>
          <w:numId w:val="34"/>
        </w:numPr>
        <w:contextualSpacing/>
      </w:pPr>
      <w:r>
        <w:t>USB5807C</w:t>
      </w:r>
    </w:p>
    <w:p w:rsidR="009E0ACB" w:rsidRDefault="009E0ACB" w:rsidP="009E0ACB">
      <w:pPr>
        <w:pStyle w:val="ListParagraph"/>
        <w:numPr>
          <w:ilvl w:val="1"/>
          <w:numId w:val="34"/>
        </w:numPr>
        <w:contextualSpacing/>
      </w:pPr>
      <w:r>
        <w:t>USB58xx (C0)</w:t>
      </w:r>
    </w:p>
    <w:p w:rsidR="009E0ACB" w:rsidRDefault="009E0ACB" w:rsidP="009E0ACB">
      <w:pPr>
        <w:pStyle w:val="ListParagraph"/>
        <w:numPr>
          <w:ilvl w:val="0"/>
          <w:numId w:val="34"/>
        </w:numPr>
      </w:pPr>
      <w:r>
        <w:t>USB70xx – Support for programming SPI Firmware file of size 320KB</w:t>
      </w:r>
    </w:p>
    <w:p w:rsidR="000D4E1B" w:rsidRDefault="000D4E1B" w:rsidP="000D4E1B">
      <w:pPr>
        <w:pStyle w:val="Heading4"/>
      </w:pPr>
      <w:bookmarkStart w:id="61" w:name="_Toc7445870"/>
      <w:r>
        <w:t>Bug fixes</w:t>
      </w:r>
      <w:bookmarkEnd w:id="61"/>
    </w:p>
    <w:p w:rsidR="000D4E1B" w:rsidRDefault="006702A9" w:rsidP="000D4E1B">
      <w:pPr>
        <w:pStyle w:val="ListParagraph"/>
        <w:numPr>
          <w:ilvl w:val="0"/>
          <w:numId w:val="32"/>
        </w:numPr>
        <w:contextualSpacing/>
      </w:pPr>
      <w:r>
        <w:t>Updated DLL sample application to check null pointer before accessing argument</w:t>
      </w:r>
    </w:p>
    <w:p w:rsidR="000D4E1B" w:rsidRDefault="000D4E1B" w:rsidP="000D4E1B">
      <w:pPr>
        <w:pStyle w:val="Heading4"/>
      </w:pPr>
      <w:bookmarkStart w:id="62" w:name="_Toc7445871"/>
      <w:r>
        <w:t>Known limitations</w:t>
      </w:r>
      <w:bookmarkEnd w:id="62"/>
    </w:p>
    <w:p w:rsidR="000D4E1B" w:rsidRDefault="000D4E1B" w:rsidP="000D4E1B">
      <w:pPr>
        <w:pStyle w:val="ListParagraph"/>
        <w:numPr>
          <w:ilvl w:val="0"/>
          <w:numId w:val="11"/>
        </w:numPr>
      </w:pPr>
      <w:r>
        <w:t>For USB253x/4604 family hubs, Mchp</w:t>
      </w:r>
      <w:r w:rsidRPr="00CE3975">
        <w:t>I2Csetconfig</w:t>
      </w:r>
      <w:r>
        <w:t xml:space="preserve"> </w:t>
      </w:r>
      <w:r w:rsidRPr="00CE3975">
        <w:t>API supports only 62.5 KH</w:t>
      </w:r>
      <w:r>
        <w:t>z.</w:t>
      </w:r>
    </w:p>
    <w:p w:rsidR="000D4E1B" w:rsidRDefault="000D4E1B" w:rsidP="000D4E1B">
      <w:pPr>
        <w:pStyle w:val="ListParagraph"/>
        <w:numPr>
          <w:ilvl w:val="0"/>
          <w:numId w:val="11"/>
        </w:numPr>
      </w:pPr>
      <w:r>
        <w:t xml:space="preserve">LAN – </w:t>
      </w:r>
      <w:r w:rsidRPr="002C4B7C">
        <w:t>MchpLanReadUsbPhyStat</w:t>
      </w:r>
      <w:r>
        <w:t xml:space="preserve"> API always return False.</w:t>
      </w:r>
    </w:p>
    <w:p w:rsidR="000D4E1B" w:rsidRDefault="000D4E1B" w:rsidP="000D4E1B">
      <w:pPr>
        <w:pStyle w:val="ListParagraph"/>
        <w:numPr>
          <w:ilvl w:val="0"/>
          <w:numId w:val="11"/>
        </w:numPr>
      </w:pPr>
      <w:r>
        <w:t>PCIE – MchpPciePing – External LoopBack API may work.</w:t>
      </w:r>
    </w:p>
    <w:p w:rsidR="000D4E1B" w:rsidRDefault="000D4E1B" w:rsidP="000D4E1B">
      <w:pPr>
        <w:pStyle w:val="ListParagraph"/>
        <w:numPr>
          <w:ilvl w:val="0"/>
          <w:numId w:val="11"/>
        </w:numPr>
      </w:pPr>
      <w:r>
        <w:t>USB70xx</w:t>
      </w:r>
      <w:r w:rsidR="00F36554">
        <w:t xml:space="preserve"> </w:t>
      </w:r>
      <w:r>
        <w:t>– USB3</w:t>
      </w:r>
      <w:r w:rsidR="00F36554">
        <w:t>.0</w:t>
      </w:r>
      <w:r>
        <w:t xml:space="preserve"> port disable through Dynamic port mapping will not work</w:t>
      </w:r>
    </w:p>
    <w:p w:rsidR="000D4E1B" w:rsidRDefault="000D4E1B" w:rsidP="000D4E1B">
      <w:pPr>
        <w:pStyle w:val="ListParagraph"/>
        <w:numPr>
          <w:ilvl w:val="0"/>
          <w:numId w:val="11"/>
        </w:numPr>
      </w:pPr>
      <w:r>
        <w:t xml:space="preserve">Refer to </w:t>
      </w:r>
      <w:hyperlink w:anchor="_Known_limitations_for" w:history="1">
        <w:r w:rsidRPr="005604E3">
          <w:rPr>
            <w:rStyle w:val="Hyperlink"/>
          </w:rPr>
          <w:t>Known limitations for CLI, DLL, GUI</w:t>
        </w:r>
      </w:hyperlink>
    </w:p>
    <w:p w:rsidR="000D4E1B" w:rsidRDefault="000D4E1B" w:rsidP="000D4E1B">
      <w:pPr>
        <w:pStyle w:val="Heading3"/>
      </w:pPr>
      <w:bookmarkStart w:id="63" w:name="_Toc7445872"/>
      <w:r>
        <w:t>Graphical User Interface (GUI)</w:t>
      </w:r>
      <w:bookmarkEnd w:id="63"/>
    </w:p>
    <w:p w:rsidR="000D4E1B" w:rsidRDefault="000D4E1B" w:rsidP="000D4E1B">
      <w:pPr>
        <w:pStyle w:val="Heading4"/>
      </w:pPr>
      <w:bookmarkStart w:id="64" w:name="_Toc7445873"/>
      <w:r>
        <w:t>Changes</w:t>
      </w:r>
      <w:bookmarkEnd w:id="64"/>
    </w:p>
    <w:p w:rsidR="000C440C" w:rsidRDefault="000C440C" w:rsidP="000C440C">
      <w:pPr>
        <w:pStyle w:val="ListParagraph"/>
        <w:numPr>
          <w:ilvl w:val="0"/>
          <w:numId w:val="34"/>
        </w:numPr>
      </w:pPr>
      <w:r>
        <w:t>Updated LAN74xx Driver</w:t>
      </w:r>
    </w:p>
    <w:p w:rsidR="00246E7E" w:rsidRPr="00045F10" w:rsidRDefault="00246E7E" w:rsidP="00246E7E">
      <w:pPr>
        <w:pStyle w:val="ListParagraph"/>
        <w:numPr>
          <w:ilvl w:val="0"/>
          <w:numId w:val="34"/>
        </w:numPr>
      </w:pPr>
      <w:r>
        <w:t>LAN78xx – Initial Device Index will not be changed on removal/insertion of new LAN78xx devices in between. Device index will get reinitialised if and only if all devices were removed and inserted.</w:t>
      </w:r>
    </w:p>
    <w:p w:rsidR="000D4E1B" w:rsidRDefault="000D4E1B" w:rsidP="000D4E1B">
      <w:pPr>
        <w:pStyle w:val="ListParagraph"/>
        <w:numPr>
          <w:ilvl w:val="0"/>
          <w:numId w:val="32"/>
        </w:numPr>
        <w:contextualSpacing/>
      </w:pPr>
      <w:r>
        <w:t>Added option to disable all downstream ports along with HCE</w:t>
      </w:r>
    </w:p>
    <w:p w:rsidR="00A51EAD" w:rsidRDefault="00E95896" w:rsidP="00A51EAD">
      <w:pPr>
        <w:pStyle w:val="ListParagraph"/>
        <w:numPr>
          <w:ilvl w:val="0"/>
          <w:numId w:val="32"/>
        </w:numPr>
        <w:contextualSpacing/>
      </w:pPr>
      <w:r>
        <w:t xml:space="preserve">USB49xx, USB70xx - </w:t>
      </w:r>
      <w:r w:rsidR="00A51EAD">
        <w:t xml:space="preserve">NCM Device is renamed to </w:t>
      </w:r>
      <w:r w:rsidR="00A51EAD" w:rsidRPr="00A51EAD">
        <w:t>NCM/IAP and IAP/EAP Class Device</w:t>
      </w:r>
      <w:r w:rsidR="00A51EAD">
        <w:t xml:space="preserve"> and fields are User editable</w:t>
      </w:r>
    </w:p>
    <w:p w:rsidR="00E95896" w:rsidRDefault="00E95896" w:rsidP="00A51EAD">
      <w:pPr>
        <w:pStyle w:val="ListParagraph"/>
        <w:numPr>
          <w:ilvl w:val="0"/>
          <w:numId w:val="32"/>
        </w:numPr>
        <w:contextualSpacing/>
      </w:pPr>
      <w:r>
        <w:t>USB70xx – Downstream ports are displayed as per customer DOS</w:t>
      </w:r>
    </w:p>
    <w:p w:rsidR="00E95896" w:rsidRDefault="00E95896" w:rsidP="00A51EAD">
      <w:pPr>
        <w:pStyle w:val="ListParagraph"/>
        <w:numPr>
          <w:ilvl w:val="0"/>
          <w:numId w:val="32"/>
        </w:numPr>
        <w:contextualSpacing/>
      </w:pPr>
      <w:r>
        <w:t xml:space="preserve">USB70xx – RoleSwitch demo – Added option to select USB2.0, USB3.1 Gen1 hub Attach and Detach, option to select MHB </w:t>
      </w:r>
      <w:r w:rsidR="00931E2F">
        <w:t>mode</w:t>
      </w:r>
    </w:p>
    <w:p w:rsidR="005D072F" w:rsidRDefault="005D072F" w:rsidP="00A51EAD">
      <w:pPr>
        <w:pStyle w:val="ListParagraph"/>
        <w:numPr>
          <w:ilvl w:val="0"/>
          <w:numId w:val="32"/>
        </w:numPr>
        <w:contextualSpacing/>
      </w:pPr>
      <w:r>
        <w:t>Direct Register Option - Added log window to view entries</w:t>
      </w:r>
    </w:p>
    <w:p w:rsidR="005D072F" w:rsidRDefault="005D072F" w:rsidP="00A51EAD">
      <w:pPr>
        <w:pStyle w:val="ListParagraph"/>
        <w:numPr>
          <w:ilvl w:val="0"/>
          <w:numId w:val="32"/>
        </w:numPr>
        <w:contextualSpacing/>
      </w:pPr>
      <w:r>
        <w:t>Moved Live update from Advance features tab to Basic Features Tab</w:t>
      </w:r>
    </w:p>
    <w:p w:rsidR="0031466E" w:rsidRDefault="0031466E" w:rsidP="00A51EAD">
      <w:pPr>
        <w:pStyle w:val="ListParagraph"/>
        <w:numPr>
          <w:ilvl w:val="0"/>
          <w:numId w:val="32"/>
        </w:numPr>
        <w:contextualSpacing/>
      </w:pPr>
      <w:r>
        <w:lastRenderedPageBreak/>
        <w:t xml:space="preserve">USB49xx – Free memory used to support maximum characters for a string is changed from </w:t>
      </w:r>
      <w:r w:rsidR="00742856" w:rsidRPr="00742856">
        <w:t>0xBFD242</w:t>
      </w:r>
      <w:r w:rsidR="00742856">
        <w:t>C</w:t>
      </w:r>
      <w:r w:rsidR="00742856" w:rsidRPr="00742856">
        <w:t>8</w:t>
      </w:r>
      <w:r w:rsidR="00742856">
        <w:t xml:space="preserve"> to </w:t>
      </w:r>
      <w:r w:rsidR="00AB0739" w:rsidRPr="00AB0739">
        <w:t>0xBFD27000</w:t>
      </w:r>
    </w:p>
    <w:p w:rsidR="006E160B" w:rsidRDefault="006E160B" w:rsidP="006E160B">
      <w:pPr>
        <w:pStyle w:val="ListParagraph"/>
        <w:numPr>
          <w:ilvl w:val="0"/>
          <w:numId w:val="32"/>
        </w:numPr>
      </w:pPr>
      <w:r>
        <w:t xml:space="preserve">LAN78xx – </w:t>
      </w:r>
      <w:r w:rsidRPr="00C72638">
        <w:t>LAN780x images updated as per 7800WinCmd 1.0.9.0</w:t>
      </w:r>
      <w:r>
        <w:t xml:space="preserve"> (</w:t>
      </w:r>
      <w:hyperlink r:id="rId16" w:history="1">
        <w:r w:rsidRPr="00B9267C">
          <w:rPr>
            <w:rStyle w:val="Hyperlink"/>
          </w:rPr>
          <w:t>AP-16</w:t>
        </w:r>
      </w:hyperlink>
      <w:r>
        <w:t>)</w:t>
      </w:r>
    </w:p>
    <w:p w:rsidR="006E160B" w:rsidRDefault="006E160B" w:rsidP="006E160B">
      <w:pPr>
        <w:pStyle w:val="ListParagraph"/>
        <w:numPr>
          <w:ilvl w:val="0"/>
          <w:numId w:val="32"/>
        </w:numPr>
      </w:pPr>
      <w:r w:rsidRPr="00C72638">
        <w:t>Updated</w:t>
      </w:r>
      <w:r>
        <w:t xml:space="preserve"> </w:t>
      </w:r>
      <w:r w:rsidRPr="00C72638">
        <w:t>UDC_WINUSB_Driver Driver (</w:t>
      </w:r>
      <w:hyperlink r:id="rId17" w:history="1">
        <w:r w:rsidRPr="00B9267C">
          <w:rPr>
            <w:rStyle w:val="Hyperlink"/>
          </w:rPr>
          <w:t>AP-51</w:t>
        </w:r>
      </w:hyperlink>
      <w:r w:rsidRPr="00C72638">
        <w:t>)</w:t>
      </w:r>
    </w:p>
    <w:p w:rsidR="000D4E1B" w:rsidRDefault="000D4E1B" w:rsidP="000D4E1B">
      <w:pPr>
        <w:pStyle w:val="Heading4"/>
      </w:pPr>
      <w:bookmarkStart w:id="65" w:name="_Toc7445874"/>
      <w:r>
        <w:t>Feature Addition</w:t>
      </w:r>
      <w:bookmarkEnd w:id="65"/>
    </w:p>
    <w:p w:rsidR="00FD5887" w:rsidRDefault="00FD5887" w:rsidP="00FD5887">
      <w:pPr>
        <w:pStyle w:val="ListParagraph"/>
        <w:numPr>
          <w:ilvl w:val="0"/>
          <w:numId w:val="34"/>
        </w:numPr>
      </w:pPr>
      <w:r>
        <w:t>Added support to access and program following SKU</w:t>
      </w:r>
    </w:p>
    <w:p w:rsidR="00FD5887" w:rsidRDefault="00FD5887" w:rsidP="00FD5887">
      <w:pPr>
        <w:pStyle w:val="ListParagraph"/>
        <w:numPr>
          <w:ilvl w:val="1"/>
          <w:numId w:val="34"/>
        </w:numPr>
      </w:pPr>
      <w:r>
        <w:t>USB7206 (B0)</w:t>
      </w:r>
    </w:p>
    <w:p w:rsidR="00FD5887" w:rsidRDefault="00FD5887" w:rsidP="00FD5887">
      <w:pPr>
        <w:pStyle w:val="ListParagraph"/>
        <w:numPr>
          <w:ilvl w:val="1"/>
          <w:numId w:val="34"/>
        </w:numPr>
      </w:pPr>
      <w:r>
        <w:t>USB7216 (B0)</w:t>
      </w:r>
    </w:p>
    <w:p w:rsidR="00FD5887" w:rsidRDefault="00FD5887" w:rsidP="00FD5887">
      <w:pPr>
        <w:pStyle w:val="ListParagraph"/>
        <w:numPr>
          <w:ilvl w:val="1"/>
          <w:numId w:val="34"/>
        </w:numPr>
      </w:pPr>
      <w:r>
        <w:t>USB7202</w:t>
      </w:r>
    </w:p>
    <w:p w:rsidR="00FD5887" w:rsidRDefault="00FD5887" w:rsidP="00FD5887">
      <w:pPr>
        <w:pStyle w:val="ListParagraph"/>
        <w:numPr>
          <w:ilvl w:val="1"/>
          <w:numId w:val="34"/>
        </w:numPr>
      </w:pPr>
      <w:r>
        <w:t>USB7250</w:t>
      </w:r>
    </w:p>
    <w:p w:rsidR="00FD5887" w:rsidRDefault="00FD5887" w:rsidP="00FD5887">
      <w:pPr>
        <w:pStyle w:val="ListParagraph"/>
        <w:numPr>
          <w:ilvl w:val="1"/>
          <w:numId w:val="34"/>
        </w:numPr>
      </w:pPr>
      <w:r>
        <w:t>USB7251</w:t>
      </w:r>
    </w:p>
    <w:p w:rsidR="00FD5887" w:rsidRDefault="00FD5887" w:rsidP="00FD5887">
      <w:pPr>
        <w:pStyle w:val="ListParagraph"/>
        <w:numPr>
          <w:ilvl w:val="1"/>
          <w:numId w:val="34"/>
        </w:numPr>
      </w:pPr>
      <w:r>
        <w:t>USB7252</w:t>
      </w:r>
    </w:p>
    <w:p w:rsidR="00FD5887" w:rsidRDefault="00FD5887" w:rsidP="00FD5887">
      <w:pPr>
        <w:pStyle w:val="ListParagraph"/>
        <w:numPr>
          <w:ilvl w:val="1"/>
          <w:numId w:val="34"/>
        </w:numPr>
      </w:pPr>
      <w:r>
        <w:t>USB7256</w:t>
      </w:r>
    </w:p>
    <w:p w:rsidR="00FD5887" w:rsidRDefault="00FD5887" w:rsidP="00FD5887">
      <w:pPr>
        <w:pStyle w:val="ListParagraph"/>
        <w:numPr>
          <w:ilvl w:val="1"/>
          <w:numId w:val="34"/>
        </w:numPr>
      </w:pPr>
      <w:r>
        <w:t>USB4912</w:t>
      </w:r>
    </w:p>
    <w:p w:rsidR="00FD5887" w:rsidRDefault="00FD5887" w:rsidP="00FD5887">
      <w:pPr>
        <w:pStyle w:val="ListParagraph"/>
        <w:numPr>
          <w:ilvl w:val="1"/>
          <w:numId w:val="34"/>
        </w:numPr>
      </w:pPr>
      <w:r>
        <w:t>USB4712</w:t>
      </w:r>
    </w:p>
    <w:p w:rsidR="00FD5887" w:rsidRPr="005A4E44" w:rsidRDefault="00FD5887" w:rsidP="00FD5887">
      <w:pPr>
        <w:pStyle w:val="ListParagraph"/>
        <w:numPr>
          <w:ilvl w:val="1"/>
          <w:numId w:val="34"/>
        </w:numPr>
        <w:contextualSpacing/>
        <w:rPr>
          <w:sz w:val="22"/>
          <w:szCs w:val="22"/>
        </w:rPr>
      </w:pPr>
      <w:r>
        <w:t>USB5806C</w:t>
      </w:r>
    </w:p>
    <w:p w:rsidR="00FD5887" w:rsidRDefault="00FD5887" w:rsidP="00FD5887">
      <w:pPr>
        <w:pStyle w:val="ListParagraph"/>
        <w:numPr>
          <w:ilvl w:val="1"/>
          <w:numId w:val="34"/>
        </w:numPr>
        <w:contextualSpacing/>
      </w:pPr>
      <w:r>
        <w:t>USB5807C</w:t>
      </w:r>
    </w:p>
    <w:p w:rsidR="00FD5887" w:rsidRDefault="00FD5887" w:rsidP="00FD5887">
      <w:pPr>
        <w:pStyle w:val="ListParagraph"/>
        <w:numPr>
          <w:ilvl w:val="1"/>
          <w:numId w:val="34"/>
        </w:numPr>
        <w:contextualSpacing/>
      </w:pPr>
      <w:r>
        <w:t>USB58xx (C0)</w:t>
      </w:r>
    </w:p>
    <w:p w:rsidR="00FD5887" w:rsidRDefault="00FD5887" w:rsidP="00E32D2C">
      <w:pPr>
        <w:pStyle w:val="ListParagraph"/>
        <w:numPr>
          <w:ilvl w:val="0"/>
          <w:numId w:val="34"/>
        </w:numPr>
      </w:pPr>
      <w:r>
        <w:t>USB70xx – Support for programming SPI Firmware file of size 320KB</w:t>
      </w:r>
    </w:p>
    <w:p w:rsidR="000D4E1B" w:rsidRDefault="00A51EAD" w:rsidP="000D4E1B">
      <w:pPr>
        <w:pStyle w:val="ListParagraph"/>
        <w:numPr>
          <w:ilvl w:val="0"/>
          <w:numId w:val="34"/>
        </w:numPr>
      </w:pPr>
      <w:r>
        <w:t>USB49xx, USB70xx, USB72xx – Added support to read and program EAP/IAP Class Device String Descriptors</w:t>
      </w:r>
    </w:p>
    <w:p w:rsidR="00E95896" w:rsidRDefault="00E95896" w:rsidP="000D4E1B">
      <w:pPr>
        <w:pStyle w:val="ListParagraph"/>
        <w:numPr>
          <w:ilvl w:val="0"/>
          <w:numId w:val="34"/>
        </w:numPr>
      </w:pPr>
      <w:r>
        <w:t>Added option to parse configuration file and view register details</w:t>
      </w:r>
    </w:p>
    <w:p w:rsidR="00E95896" w:rsidRDefault="00E95896" w:rsidP="00E95896">
      <w:pPr>
        <w:pStyle w:val="ListParagraph"/>
        <w:numPr>
          <w:ilvl w:val="0"/>
          <w:numId w:val="34"/>
        </w:numPr>
      </w:pPr>
      <w:r>
        <w:t>Added option to merge two configuration files</w:t>
      </w:r>
    </w:p>
    <w:p w:rsidR="000D4E1B" w:rsidRDefault="000D4E1B" w:rsidP="000D4E1B">
      <w:pPr>
        <w:pStyle w:val="Heading4"/>
      </w:pPr>
      <w:bookmarkStart w:id="66" w:name="_Toc7445875"/>
      <w:r>
        <w:t>Bug fixes</w:t>
      </w:r>
      <w:bookmarkEnd w:id="66"/>
    </w:p>
    <w:p w:rsidR="001F7227" w:rsidRDefault="001F7227" w:rsidP="001F7227">
      <w:pPr>
        <w:pStyle w:val="ListParagraph"/>
        <w:numPr>
          <w:ilvl w:val="0"/>
          <w:numId w:val="32"/>
        </w:numPr>
        <w:contextualSpacing/>
      </w:pPr>
      <w:r>
        <w:t xml:space="preserve">USB70xx – Downstream ports will </w:t>
      </w:r>
      <w:r w:rsidR="00630148">
        <w:t>be</w:t>
      </w:r>
      <w:r>
        <w:t xml:space="preserve"> displayed as per customer DOS</w:t>
      </w:r>
      <w:r w:rsidR="00CC247E">
        <w:t xml:space="preserve"> from V2.3</w:t>
      </w:r>
    </w:p>
    <w:p w:rsidR="000D4E1B" w:rsidRDefault="000D4E1B" w:rsidP="000D4E1B">
      <w:pPr>
        <w:pStyle w:val="Heading4"/>
      </w:pPr>
      <w:bookmarkStart w:id="67" w:name="_Toc7445876"/>
      <w:r>
        <w:t>Known limitations</w:t>
      </w:r>
      <w:bookmarkEnd w:id="67"/>
    </w:p>
    <w:p w:rsidR="000D4E1B" w:rsidRDefault="000D4E1B" w:rsidP="000D4E1B">
      <w:pPr>
        <w:pStyle w:val="ListParagraph"/>
        <w:numPr>
          <w:ilvl w:val="0"/>
          <w:numId w:val="34"/>
        </w:numPr>
      </w:pPr>
      <w:r w:rsidRPr="00384D90">
        <w:rPr>
          <w:b/>
        </w:rPr>
        <w:t>USB70xx – A0 ROM - Configuration file generation is not supported in both Online and Offline Page</w:t>
      </w:r>
      <w:r>
        <w:t>.</w:t>
      </w:r>
    </w:p>
    <w:p w:rsidR="000D4E1B" w:rsidRDefault="000D4E1B" w:rsidP="000D4E1B">
      <w:pPr>
        <w:pStyle w:val="ListParagraph"/>
        <w:numPr>
          <w:ilvl w:val="0"/>
          <w:numId w:val="34"/>
        </w:numPr>
      </w:pPr>
      <w:r>
        <w:t>Inconsistent failure while programming USB84604 continuously</w:t>
      </w:r>
    </w:p>
    <w:p w:rsidR="000D4E1B" w:rsidRDefault="000D4E1B" w:rsidP="00DD25F4">
      <w:pPr>
        <w:pStyle w:val="ListParagraph"/>
        <w:numPr>
          <w:ilvl w:val="0"/>
          <w:numId w:val="34"/>
        </w:numPr>
      </w:pPr>
      <w:r>
        <w:t>Default values loaded in offline page and online page may be different because of configuration strap value of the device connected.</w:t>
      </w:r>
    </w:p>
    <w:p w:rsidR="000D4E1B" w:rsidRDefault="000D4E1B" w:rsidP="00DD25F4">
      <w:pPr>
        <w:pStyle w:val="ListParagraph"/>
        <w:numPr>
          <w:ilvl w:val="0"/>
          <w:numId w:val="34"/>
        </w:numPr>
      </w:pPr>
      <w:r>
        <w:t>External LoopBack option in special features tab may work.</w:t>
      </w:r>
    </w:p>
    <w:p w:rsidR="005E5169" w:rsidRDefault="000D4E1B" w:rsidP="002A235C">
      <w:pPr>
        <w:pStyle w:val="ListParagraph"/>
        <w:numPr>
          <w:ilvl w:val="0"/>
          <w:numId w:val="34"/>
        </w:numPr>
      </w:pPr>
      <w:r>
        <w:t>USB70xx – USB3 port disable through Dynamic port mapping will not work</w:t>
      </w:r>
    </w:p>
    <w:p w:rsidR="000D4E1B" w:rsidRPr="00E54434" w:rsidRDefault="000D4E1B" w:rsidP="000D4E1B">
      <w:pPr>
        <w:pStyle w:val="ListParagraph"/>
        <w:numPr>
          <w:ilvl w:val="0"/>
          <w:numId w:val="34"/>
        </w:numPr>
        <w:rPr>
          <w:rStyle w:val="Hyperlink"/>
          <w:color w:val="auto"/>
          <w:u w:val="none"/>
        </w:rPr>
      </w:pPr>
      <w:r>
        <w:t xml:space="preserve">Refer to </w:t>
      </w:r>
      <w:hyperlink w:anchor="_Known_limitations_for" w:history="1">
        <w:r w:rsidRPr="005604E3">
          <w:rPr>
            <w:rStyle w:val="Hyperlink"/>
          </w:rPr>
          <w:t>Known limitations for CLI, DLL, GUI</w:t>
        </w:r>
      </w:hyperlink>
    </w:p>
    <w:p w:rsidR="000D4E1B" w:rsidRPr="00CD1D31" w:rsidRDefault="000D4E1B" w:rsidP="000D4E1B"/>
    <w:p w:rsidR="000D4E1B" w:rsidRDefault="000D4E1B" w:rsidP="000D4E1B">
      <w:pPr>
        <w:pStyle w:val="Heading3"/>
      </w:pPr>
      <w:bookmarkStart w:id="68" w:name="_Toc7445877"/>
      <w:r>
        <w:t>Known limitations for CLI, DLL, GUI</w:t>
      </w:r>
      <w:bookmarkEnd w:id="68"/>
    </w:p>
    <w:p w:rsidR="000D4E1B" w:rsidRDefault="000D4E1B" w:rsidP="000D4E1B">
      <w:pPr>
        <w:pStyle w:val="ListParagraph"/>
        <w:numPr>
          <w:ilvl w:val="0"/>
          <w:numId w:val="3"/>
        </w:numPr>
      </w:pPr>
      <w:r>
        <w:t>The tool supports programming of only one Microchip device at a time for CLI and GUI.</w:t>
      </w:r>
    </w:p>
    <w:p w:rsidR="000D4E1B" w:rsidRDefault="000D4E1B" w:rsidP="000D4E1B">
      <w:pPr>
        <w:pStyle w:val="ListParagraph"/>
        <w:numPr>
          <w:ilvl w:val="0"/>
          <w:numId w:val="3"/>
        </w:numPr>
      </w:pPr>
      <w:r>
        <w:t>EEPROM with size 256 byte may not work for LAN78XX products.</w:t>
      </w:r>
    </w:p>
    <w:p w:rsidR="000D4E1B" w:rsidRDefault="000D4E1B" w:rsidP="000D4E1B">
      <w:pPr>
        <w:pStyle w:val="ListParagraph"/>
        <w:numPr>
          <w:ilvl w:val="0"/>
          <w:numId w:val="3"/>
        </w:numPr>
      </w:pPr>
      <w:r>
        <w:lastRenderedPageBreak/>
        <w:t xml:space="preserve">Admin privilege is required for running the tool. </w:t>
      </w:r>
      <w:r>
        <w:rPr>
          <w:b/>
        </w:rPr>
        <w:t>“Run as administrator”</w:t>
      </w:r>
      <w:r>
        <w:t xml:space="preserve"> needs to be done for running the tool for LAN78XX and HFC disabled USB hub products.</w:t>
      </w:r>
    </w:p>
    <w:p w:rsidR="000D4E1B" w:rsidRPr="00DD3364" w:rsidRDefault="000D4E1B" w:rsidP="000D4E1B">
      <w:pPr>
        <w:pStyle w:val="ListParagraph"/>
        <w:numPr>
          <w:ilvl w:val="0"/>
          <w:numId w:val="3"/>
        </w:numPr>
      </w:pPr>
      <w:r w:rsidRPr="001E70C3">
        <w:rPr>
          <w:b/>
        </w:rPr>
        <w:t>The LAN78xx driver is not supported for other than Microchip vendor id and product id</w:t>
      </w:r>
      <w:r>
        <w:rPr>
          <w:b/>
        </w:rPr>
        <w:t>.</w:t>
      </w:r>
    </w:p>
    <w:p w:rsidR="000D4E1B" w:rsidRDefault="000D4E1B" w:rsidP="000D4E1B">
      <w:pPr>
        <w:pStyle w:val="ListParagraph"/>
        <w:numPr>
          <w:ilvl w:val="0"/>
          <w:numId w:val="3"/>
        </w:numPr>
      </w:pPr>
      <w:r w:rsidRPr="001657D3">
        <w:t xml:space="preserve">MCHP </w:t>
      </w:r>
      <w:r>
        <w:t>Device should be connected before launching the application.</w:t>
      </w:r>
    </w:p>
    <w:p w:rsidR="000D4E1B" w:rsidRPr="0045599C" w:rsidRDefault="000D4E1B" w:rsidP="000D4E1B">
      <w:pPr>
        <w:pStyle w:val="ListParagraph"/>
        <w:numPr>
          <w:ilvl w:val="0"/>
          <w:numId w:val="3"/>
        </w:numPr>
      </w:pPr>
      <w:r w:rsidRPr="001657D3">
        <w:t>If the MCHP device</w:t>
      </w:r>
      <w:r>
        <w:t xml:space="preserve"> (USB Hub)</w:t>
      </w:r>
      <w:r w:rsidRPr="001657D3">
        <w:t xml:space="preserve"> is connected to a XHCI - USB 3.0 controller or the controller which supports hub to sleep, please connect a pen drive to the MCHP hub to avoid the controller from putting the hub to sleep</w:t>
      </w:r>
      <w:r>
        <w:rPr>
          <w:b/>
        </w:rPr>
        <w:t xml:space="preserve"> (</w:t>
      </w:r>
      <w:r w:rsidRPr="004760D6">
        <w:rPr>
          <w:b/>
        </w:rPr>
        <w:t>Only if the internal HFC device is disabled)</w:t>
      </w:r>
    </w:p>
    <w:p w:rsidR="000D4E1B" w:rsidRDefault="000D4E1B" w:rsidP="000D4E1B">
      <w:pPr>
        <w:pStyle w:val="ListParagraph"/>
        <w:numPr>
          <w:ilvl w:val="0"/>
          <w:numId w:val="3"/>
        </w:numPr>
      </w:pPr>
      <w:r>
        <w:t>SPI flashes other than listed in Appendix I may or may not work.</w:t>
      </w:r>
    </w:p>
    <w:p w:rsidR="000D4E1B" w:rsidRDefault="000D4E1B" w:rsidP="000D4E1B">
      <w:pPr>
        <w:pStyle w:val="ListParagraph"/>
        <w:numPr>
          <w:ilvl w:val="0"/>
          <w:numId w:val="3"/>
        </w:numPr>
      </w:pPr>
      <w:r>
        <w:t>For USB70xx family hubs along SST25 series SPI Flash, Programming configuration file alone when device is booting from SPI is not supported. Alternatively, Firmware programming along with configuration file can be used.</w:t>
      </w:r>
    </w:p>
    <w:p w:rsidR="000D4E1B" w:rsidRDefault="000D4E1B" w:rsidP="000D4E1B">
      <w:pPr>
        <w:pStyle w:val="ListParagraph"/>
        <w:numPr>
          <w:ilvl w:val="0"/>
          <w:numId w:val="3"/>
        </w:numPr>
      </w:pPr>
      <w:r>
        <w:t>Following are the limitations of USB70xx – B0 ROM</w:t>
      </w:r>
    </w:p>
    <w:p w:rsidR="000D4E1B" w:rsidRDefault="000D4E1B" w:rsidP="000D4E1B">
      <w:pPr>
        <w:pStyle w:val="ListParagraph"/>
        <w:numPr>
          <w:ilvl w:val="0"/>
          <w:numId w:val="42"/>
        </w:numPr>
      </w:pPr>
      <w:r>
        <w:t>Mini Host not supported in PD Enabled SKUs</w:t>
      </w:r>
    </w:p>
    <w:p w:rsidR="000D4E1B" w:rsidRDefault="000D4E1B" w:rsidP="000D4E1B">
      <w:pPr>
        <w:pStyle w:val="ListParagraph"/>
        <w:numPr>
          <w:ilvl w:val="0"/>
          <w:numId w:val="42"/>
        </w:numPr>
      </w:pPr>
      <w:r>
        <w:t>Multi Host (MHB) not supported in PD enabled SKUs</w:t>
      </w:r>
    </w:p>
    <w:p w:rsidR="000D4E1B" w:rsidRDefault="000D4E1B" w:rsidP="000D4E1B">
      <w:pPr>
        <w:pStyle w:val="ListParagraph"/>
        <w:numPr>
          <w:ilvl w:val="0"/>
          <w:numId w:val="42"/>
        </w:numPr>
      </w:pPr>
      <w:r>
        <w:t>FlexConnect will not be supported for PD enabled SKUs</w:t>
      </w:r>
    </w:p>
    <w:p w:rsidR="000D4E1B" w:rsidRPr="002A3D06" w:rsidRDefault="000D4E1B" w:rsidP="000D4E1B">
      <w:pPr>
        <w:pStyle w:val="ListParagraph"/>
        <w:numPr>
          <w:ilvl w:val="0"/>
          <w:numId w:val="42"/>
        </w:numPr>
      </w:pPr>
      <w:r>
        <w:t>Battery Charging will be disabled for PD enabled ports</w:t>
      </w:r>
    </w:p>
    <w:p w:rsidR="00171C2E" w:rsidRDefault="00171C2E">
      <w:pPr>
        <w:rPr>
          <w:lang w:val="en-GB"/>
        </w:rPr>
      </w:pPr>
      <w:r>
        <w:rPr>
          <w:lang w:val="en-GB"/>
        </w:rPr>
        <w:br w:type="page"/>
      </w:r>
    </w:p>
    <w:p w:rsidR="00633798" w:rsidRDefault="00633798">
      <w:pPr>
        <w:pStyle w:val="Heading2"/>
      </w:pPr>
      <w:bookmarkStart w:id="69" w:name="_Toc7445878"/>
      <w:r>
        <w:lastRenderedPageBreak/>
        <w:t>Version 2.0</w:t>
      </w:r>
      <w:bookmarkEnd w:id="69"/>
    </w:p>
    <w:p w:rsidR="00633798" w:rsidRDefault="00633798" w:rsidP="00633798">
      <w:pPr>
        <w:rPr>
          <w:lang w:val="en-GB"/>
        </w:rPr>
      </w:pPr>
      <w:r>
        <w:rPr>
          <w:lang w:val="en-GB"/>
        </w:rPr>
        <w:t>GUI, CLI and DLL are available as part of this release.</w:t>
      </w:r>
    </w:p>
    <w:p w:rsidR="005217CA" w:rsidRDefault="005217CA" w:rsidP="005217CA">
      <w:pPr>
        <w:pStyle w:val="Heading3"/>
      </w:pPr>
      <w:bookmarkStart w:id="70" w:name="_Toc7445879"/>
      <w:r>
        <w:t>Command Line Interface (CLI)</w:t>
      </w:r>
      <w:bookmarkEnd w:id="70"/>
    </w:p>
    <w:p w:rsidR="005217CA" w:rsidRDefault="005217CA" w:rsidP="005217CA">
      <w:pPr>
        <w:pStyle w:val="Heading4"/>
      </w:pPr>
      <w:bookmarkStart w:id="71" w:name="_Toc7445880"/>
      <w:r>
        <w:t>Changes</w:t>
      </w:r>
      <w:bookmarkEnd w:id="71"/>
    </w:p>
    <w:p w:rsidR="005217CA" w:rsidRPr="00045F10" w:rsidRDefault="005217CA" w:rsidP="005217CA">
      <w:pPr>
        <w:pStyle w:val="ListParagraph"/>
        <w:numPr>
          <w:ilvl w:val="0"/>
          <w:numId w:val="34"/>
        </w:numPr>
      </w:pPr>
      <w:r>
        <w:t>None</w:t>
      </w:r>
    </w:p>
    <w:p w:rsidR="005217CA" w:rsidRDefault="005217CA" w:rsidP="005217CA">
      <w:pPr>
        <w:pStyle w:val="Heading4"/>
      </w:pPr>
      <w:bookmarkStart w:id="72" w:name="_Toc7445881"/>
      <w:r>
        <w:t>Feature Addition</w:t>
      </w:r>
      <w:bookmarkEnd w:id="72"/>
    </w:p>
    <w:p w:rsidR="005217CA" w:rsidRDefault="005217CA" w:rsidP="005217CA">
      <w:pPr>
        <w:pStyle w:val="ListParagraph"/>
        <w:numPr>
          <w:ilvl w:val="0"/>
          <w:numId w:val="34"/>
        </w:numPr>
      </w:pPr>
      <w:r>
        <w:t>None</w:t>
      </w:r>
    </w:p>
    <w:p w:rsidR="005217CA" w:rsidRDefault="005217CA" w:rsidP="005217CA">
      <w:pPr>
        <w:pStyle w:val="Heading4"/>
      </w:pPr>
      <w:bookmarkStart w:id="73" w:name="_Toc7445882"/>
      <w:r>
        <w:t>Bug fixes</w:t>
      </w:r>
      <w:bookmarkEnd w:id="73"/>
    </w:p>
    <w:p w:rsidR="005217CA" w:rsidRDefault="005217CA" w:rsidP="005217CA">
      <w:pPr>
        <w:pStyle w:val="ListParagraph"/>
        <w:numPr>
          <w:ilvl w:val="0"/>
          <w:numId w:val="34"/>
        </w:numPr>
      </w:pPr>
      <w:r>
        <w:t>Fixed JIRA Bugs – Affects Version MPLABConnect V1.9.3_BETA1</w:t>
      </w:r>
    </w:p>
    <w:p w:rsidR="00FE61DD" w:rsidRPr="00045F10" w:rsidRDefault="003E0BF2" w:rsidP="005217CA">
      <w:pPr>
        <w:pStyle w:val="ListParagraph"/>
        <w:numPr>
          <w:ilvl w:val="0"/>
          <w:numId w:val="34"/>
        </w:numPr>
      </w:pPr>
      <w:r>
        <w:t xml:space="preserve">Fixed </w:t>
      </w:r>
      <w:r w:rsidR="00FE61DD">
        <w:t>LAN7801</w:t>
      </w:r>
      <w:r>
        <w:t xml:space="preserve"> .ini file programming issue</w:t>
      </w:r>
    </w:p>
    <w:p w:rsidR="005217CA" w:rsidRDefault="005217CA" w:rsidP="005217CA">
      <w:pPr>
        <w:pStyle w:val="Heading4"/>
      </w:pPr>
      <w:bookmarkStart w:id="74" w:name="_Toc7445883"/>
      <w:r>
        <w:t>Known limitations</w:t>
      </w:r>
      <w:bookmarkEnd w:id="74"/>
    </w:p>
    <w:p w:rsidR="005217CA" w:rsidRPr="00A621F0" w:rsidRDefault="005217CA" w:rsidP="005217CA">
      <w:pPr>
        <w:numPr>
          <w:ilvl w:val="0"/>
          <w:numId w:val="34"/>
        </w:numPr>
        <w:shd w:val="clear" w:color="auto" w:fill="FFFFFF"/>
        <w:rPr>
          <w:color w:val="333333"/>
          <w:lang w:val="en-IN"/>
        </w:rPr>
      </w:pPr>
      <w:r>
        <w:rPr>
          <w:color w:val="333333"/>
          <w:lang w:val="en-IN"/>
        </w:rPr>
        <w:t xml:space="preserve">PCIE - </w:t>
      </w:r>
      <w:r w:rsidRPr="00A621F0">
        <w:rPr>
          <w:color w:val="333333"/>
          <w:lang w:val="en-IN"/>
        </w:rPr>
        <w:t>/el command may work.</w:t>
      </w:r>
    </w:p>
    <w:p w:rsidR="005217CA" w:rsidRPr="00EA1EA7" w:rsidRDefault="005217CA" w:rsidP="005217CA">
      <w:pPr>
        <w:numPr>
          <w:ilvl w:val="0"/>
          <w:numId w:val="34"/>
        </w:numPr>
        <w:shd w:val="clear" w:color="auto" w:fill="FFFFFF"/>
        <w:rPr>
          <w:rStyle w:val="Hyperlink"/>
          <w:rFonts w:ascii="Arial" w:hAnsi="Arial" w:cs="Arial"/>
          <w:color w:val="333333"/>
          <w:sz w:val="21"/>
          <w:szCs w:val="21"/>
          <w:u w:val="none"/>
          <w:lang w:val="en-IN"/>
        </w:rPr>
      </w:pPr>
      <w:r>
        <w:t xml:space="preserve">Refer to </w:t>
      </w:r>
      <w:hyperlink w:anchor="_Known_limitations_for" w:history="1">
        <w:r w:rsidRPr="005604E3">
          <w:rPr>
            <w:rStyle w:val="Hyperlink"/>
          </w:rPr>
          <w:t>Known limitations for CLI, DLL, GUI</w:t>
        </w:r>
      </w:hyperlink>
    </w:p>
    <w:p w:rsidR="005217CA" w:rsidRDefault="005217CA" w:rsidP="005217CA">
      <w:pPr>
        <w:pStyle w:val="Heading3"/>
      </w:pPr>
      <w:bookmarkStart w:id="75" w:name="_Toc7445884"/>
      <w:r>
        <w:t>DLL</w:t>
      </w:r>
      <w:bookmarkEnd w:id="75"/>
    </w:p>
    <w:p w:rsidR="005217CA" w:rsidRDefault="005217CA" w:rsidP="005217CA">
      <w:pPr>
        <w:pStyle w:val="Heading4"/>
      </w:pPr>
      <w:bookmarkStart w:id="76" w:name="_Toc7445885"/>
      <w:r>
        <w:t>Changes</w:t>
      </w:r>
      <w:bookmarkEnd w:id="76"/>
    </w:p>
    <w:p w:rsidR="005217CA" w:rsidRPr="00045F10" w:rsidRDefault="005217CA" w:rsidP="005217CA">
      <w:pPr>
        <w:pStyle w:val="ListParagraph"/>
        <w:numPr>
          <w:ilvl w:val="0"/>
          <w:numId w:val="34"/>
        </w:numPr>
      </w:pPr>
      <w:r>
        <w:t>None</w:t>
      </w:r>
    </w:p>
    <w:p w:rsidR="005217CA" w:rsidRDefault="005217CA" w:rsidP="005217CA">
      <w:pPr>
        <w:autoSpaceDE w:val="0"/>
        <w:autoSpaceDN w:val="0"/>
        <w:adjustRightInd w:val="0"/>
        <w:rPr>
          <w:rFonts w:ascii="Consolas" w:hAnsi="Consolas" w:cs="Consolas"/>
          <w:sz w:val="19"/>
          <w:szCs w:val="19"/>
        </w:rPr>
      </w:pPr>
    </w:p>
    <w:p w:rsidR="005217CA" w:rsidRDefault="005217CA" w:rsidP="005217CA">
      <w:pPr>
        <w:pStyle w:val="Heading4"/>
      </w:pPr>
      <w:bookmarkStart w:id="77" w:name="_Toc7445886"/>
      <w:r>
        <w:t>Feature Addition</w:t>
      </w:r>
      <w:bookmarkEnd w:id="77"/>
    </w:p>
    <w:p w:rsidR="005217CA" w:rsidRDefault="00C26443" w:rsidP="005217CA">
      <w:pPr>
        <w:pStyle w:val="ListParagraph"/>
        <w:numPr>
          <w:ilvl w:val="0"/>
          <w:numId w:val="34"/>
        </w:numPr>
      </w:pPr>
      <w:r>
        <w:t>None</w:t>
      </w:r>
    </w:p>
    <w:p w:rsidR="005217CA" w:rsidRDefault="005217CA" w:rsidP="005217CA">
      <w:pPr>
        <w:pStyle w:val="Heading4"/>
      </w:pPr>
      <w:bookmarkStart w:id="78" w:name="_Toc7445887"/>
      <w:r>
        <w:t>Bug fixes</w:t>
      </w:r>
      <w:bookmarkEnd w:id="78"/>
    </w:p>
    <w:p w:rsidR="005217CA" w:rsidRPr="00CE5692" w:rsidRDefault="005217CA" w:rsidP="005217CA">
      <w:pPr>
        <w:pStyle w:val="ListParagraph"/>
        <w:numPr>
          <w:ilvl w:val="0"/>
          <w:numId w:val="34"/>
        </w:numPr>
      </w:pPr>
      <w:r>
        <w:t>Fixed JIRA Bugs – Affects Version MPLABConnect V1.9.</w:t>
      </w:r>
      <w:r w:rsidR="00DB1D9E">
        <w:t>3</w:t>
      </w:r>
      <w:r>
        <w:t>_BETA1</w:t>
      </w:r>
    </w:p>
    <w:p w:rsidR="005217CA" w:rsidRDefault="005217CA" w:rsidP="005217CA">
      <w:pPr>
        <w:pStyle w:val="Heading4"/>
      </w:pPr>
      <w:bookmarkStart w:id="79" w:name="_Toc7445888"/>
      <w:r>
        <w:t>Known limitations</w:t>
      </w:r>
      <w:bookmarkEnd w:id="79"/>
    </w:p>
    <w:p w:rsidR="005217CA" w:rsidRDefault="005217CA" w:rsidP="005217CA">
      <w:pPr>
        <w:pStyle w:val="ListParagraph"/>
        <w:numPr>
          <w:ilvl w:val="0"/>
          <w:numId w:val="11"/>
        </w:numPr>
      </w:pPr>
      <w:r>
        <w:t>For USB253x/4604 family hubs, Mchp</w:t>
      </w:r>
      <w:r w:rsidRPr="00CE3975">
        <w:t>I2Csetconfig</w:t>
      </w:r>
      <w:r>
        <w:t xml:space="preserve"> </w:t>
      </w:r>
      <w:r w:rsidRPr="00CE3975">
        <w:t>API supports only 62.5 KH</w:t>
      </w:r>
      <w:r>
        <w:t>z.</w:t>
      </w:r>
    </w:p>
    <w:p w:rsidR="005217CA" w:rsidRDefault="005217CA" w:rsidP="005217CA">
      <w:pPr>
        <w:pStyle w:val="ListParagraph"/>
        <w:numPr>
          <w:ilvl w:val="0"/>
          <w:numId w:val="11"/>
        </w:numPr>
      </w:pPr>
      <w:r>
        <w:t xml:space="preserve">LAN – </w:t>
      </w:r>
      <w:r w:rsidRPr="002C4B7C">
        <w:t>MchpLanReadUsbPhyStat</w:t>
      </w:r>
      <w:r>
        <w:t xml:space="preserve"> API always return False.</w:t>
      </w:r>
    </w:p>
    <w:p w:rsidR="005217CA" w:rsidRDefault="005217CA" w:rsidP="005217CA">
      <w:pPr>
        <w:pStyle w:val="ListParagraph"/>
        <w:numPr>
          <w:ilvl w:val="0"/>
          <w:numId w:val="11"/>
        </w:numPr>
      </w:pPr>
      <w:r>
        <w:t>PCIE – MchpPciePing – External LoopBack API may work.</w:t>
      </w:r>
    </w:p>
    <w:p w:rsidR="005217CA" w:rsidRDefault="005217CA" w:rsidP="005217CA">
      <w:pPr>
        <w:pStyle w:val="ListParagraph"/>
        <w:numPr>
          <w:ilvl w:val="0"/>
          <w:numId w:val="11"/>
        </w:numPr>
      </w:pPr>
      <w:r>
        <w:t xml:space="preserve">Refer to </w:t>
      </w:r>
      <w:hyperlink w:anchor="_Known_limitations_for" w:history="1">
        <w:r w:rsidRPr="005604E3">
          <w:rPr>
            <w:rStyle w:val="Hyperlink"/>
          </w:rPr>
          <w:t>Known limitations for CLI, DLL, GUI</w:t>
        </w:r>
      </w:hyperlink>
    </w:p>
    <w:p w:rsidR="005217CA" w:rsidRDefault="005217CA" w:rsidP="005217CA">
      <w:pPr>
        <w:pStyle w:val="Heading3"/>
      </w:pPr>
      <w:bookmarkStart w:id="80" w:name="_Toc7445889"/>
      <w:r>
        <w:t>Graphical User Interface (GUI)</w:t>
      </w:r>
      <w:bookmarkEnd w:id="80"/>
    </w:p>
    <w:p w:rsidR="005217CA" w:rsidRDefault="005217CA" w:rsidP="005217CA">
      <w:pPr>
        <w:pStyle w:val="Heading4"/>
      </w:pPr>
      <w:bookmarkStart w:id="81" w:name="_Toc7445890"/>
      <w:r>
        <w:t>Changes</w:t>
      </w:r>
      <w:bookmarkEnd w:id="81"/>
    </w:p>
    <w:p w:rsidR="005217CA" w:rsidRDefault="00BF66C6" w:rsidP="005217CA">
      <w:pPr>
        <w:pStyle w:val="ListParagraph"/>
        <w:numPr>
          <w:ilvl w:val="0"/>
          <w:numId w:val="34"/>
        </w:numPr>
      </w:pPr>
      <w:r>
        <w:t>None</w:t>
      </w:r>
    </w:p>
    <w:p w:rsidR="005217CA" w:rsidRDefault="005217CA" w:rsidP="005217CA">
      <w:pPr>
        <w:pStyle w:val="Heading4"/>
      </w:pPr>
      <w:bookmarkStart w:id="82" w:name="_Toc7445891"/>
      <w:r>
        <w:lastRenderedPageBreak/>
        <w:t>Feature Addition</w:t>
      </w:r>
      <w:bookmarkEnd w:id="82"/>
    </w:p>
    <w:p w:rsidR="005217CA" w:rsidRDefault="005217CA" w:rsidP="005217CA">
      <w:pPr>
        <w:pStyle w:val="ListParagraph"/>
        <w:numPr>
          <w:ilvl w:val="0"/>
          <w:numId w:val="34"/>
        </w:numPr>
      </w:pPr>
      <w:r>
        <w:t>None</w:t>
      </w:r>
    </w:p>
    <w:p w:rsidR="005217CA" w:rsidRDefault="005217CA" w:rsidP="005217CA">
      <w:pPr>
        <w:pStyle w:val="Heading4"/>
      </w:pPr>
      <w:bookmarkStart w:id="83" w:name="_Toc7445892"/>
      <w:r>
        <w:t>Bug fixes</w:t>
      </w:r>
      <w:bookmarkEnd w:id="83"/>
    </w:p>
    <w:p w:rsidR="005217CA" w:rsidRPr="00CE5692" w:rsidRDefault="005217CA" w:rsidP="005217CA">
      <w:pPr>
        <w:pStyle w:val="ListParagraph"/>
        <w:numPr>
          <w:ilvl w:val="0"/>
          <w:numId w:val="34"/>
        </w:numPr>
      </w:pPr>
      <w:r>
        <w:t>Fixed JIRA Bugs – Aff</w:t>
      </w:r>
      <w:r w:rsidR="0079023E">
        <w:t>ects Version MPLABConnect V1.9.3</w:t>
      </w:r>
      <w:r>
        <w:t>_BETA1</w:t>
      </w:r>
    </w:p>
    <w:p w:rsidR="005217CA" w:rsidRDefault="005217CA" w:rsidP="005217CA">
      <w:pPr>
        <w:pStyle w:val="Heading4"/>
      </w:pPr>
      <w:bookmarkStart w:id="84" w:name="_Toc7445893"/>
      <w:r>
        <w:t>Known limitations</w:t>
      </w:r>
      <w:bookmarkEnd w:id="84"/>
    </w:p>
    <w:p w:rsidR="005217CA" w:rsidRDefault="005217CA" w:rsidP="005217CA">
      <w:pPr>
        <w:pStyle w:val="ListParagraph"/>
        <w:numPr>
          <w:ilvl w:val="0"/>
          <w:numId w:val="34"/>
        </w:numPr>
      </w:pPr>
      <w:r w:rsidRPr="00384D90">
        <w:rPr>
          <w:b/>
        </w:rPr>
        <w:t>USB70xx – A0 ROM - Configuration file generation is not supported in both Online and Offline Page</w:t>
      </w:r>
      <w:r>
        <w:t>.</w:t>
      </w:r>
    </w:p>
    <w:p w:rsidR="005217CA" w:rsidRDefault="005217CA" w:rsidP="005217CA">
      <w:pPr>
        <w:pStyle w:val="ListParagraph"/>
        <w:numPr>
          <w:ilvl w:val="0"/>
          <w:numId w:val="34"/>
        </w:numPr>
      </w:pPr>
      <w:r>
        <w:t>Inconsistent failure while programming USB84604 continuously</w:t>
      </w:r>
    </w:p>
    <w:p w:rsidR="005217CA" w:rsidRPr="00062BB6" w:rsidRDefault="0031585C" w:rsidP="005217CA">
      <w:pPr>
        <w:pStyle w:val="ListParagraph"/>
        <w:numPr>
          <w:ilvl w:val="0"/>
          <w:numId w:val="34"/>
        </w:numPr>
      </w:pPr>
      <w:hyperlink r:id="rId18" w:history="1">
        <w:r w:rsidR="005217CA" w:rsidRPr="00062BB6">
          <w:t>AP-50</w:t>
        </w:r>
      </w:hyperlink>
      <w:r w:rsidR="005217CA" w:rsidRPr="00062BB6">
        <w:t xml:space="preserve"> - </w:t>
      </w:r>
      <w:r w:rsidR="005217CA" w:rsidRPr="00062BB6">
        <w:rPr>
          <w:rStyle w:val="Hyperlink"/>
        </w:rPr>
        <w:t>https://jira.microchip.com:8443/browse/AP-50</w:t>
      </w:r>
    </w:p>
    <w:p w:rsidR="005217CA" w:rsidRDefault="005217CA" w:rsidP="005217CA">
      <w:pPr>
        <w:pStyle w:val="ListParagraph"/>
      </w:pPr>
      <w:r>
        <w:t>Default values loaded in offline page and online page may be different because of configuration strap value of the device connected.</w:t>
      </w:r>
    </w:p>
    <w:p w:rsidR="005217CA" w:rsidRDefault="005217CA" w:rsidP="005217CA">
      <w:pPr>
        <w:pStyle w:val="ListParagraph"/>
        <w:numPr>
          <w:ilvl w:val="0"/>
          <w:numId w:val="34"/>
        </w:numPr>
      </w:pPr>
      <w:r>
        <w:t>Default ini file for USB70xx offline page were created using V1.30 SPI Firmware</w:t>
      </w:r>
    </w:p>
    <w:p w:rsidR="005217CA" w:rsidRDefault="005217CA" w:rsidP="005217CA">
      <w:pPr>
        <w:pStyle w:val="ListParagraph"/>
        <w:numPr>
          <w:ilvl w:val="0"/>
          <w:numId w:val="34"/>
        </w:numPr>
      </w:pPr>
      <w:r>
        <w:t>External LoopBack option in special features tab may work.</w:t>
      </w:r>
    </w:p>
    <w:p w:rsidR="005217CA" w:rsidRPr="00E54434" w:rsidRDefault="005217CA" w:rsidP="005217CA">
      <w:pPr>
        <w:pStyle w:val="ListParagraph"/>
        <w:numPr>
          <w:ilvl w:val="0"/>
          <w:numId w:val="34"/>
        </w:numPr>
        <w:rPr>
          <w:rStyle w:val="Hyperlink"/>
          <w:color w:val="auto"/>
          <w:u w:val="none"/>
        </w:rPr>
      </w:pPr>
      <w:r>
        <w:t xml:space="preserve">Refer to </w:t>
      </w:r>
      <w:hyperlink w:anchor="_Known_limitations_for" w:history="1">
        <w:r w:rsidRPr="005604E3">
          <w:rPr>
            <w:rStyle w:val="Hyperlink"/>
          </w:rPr>
          <w:t>Known limitations for CLI, DLL, GUI</w:t>
        </w:r>
      </w:hyperlink>
    </w:p>
    <w:p w:rsidR="005217CA" w:rsidRPr="00CD1D31" w:rsidRDefault="005217CA" w:rsidP="005217CA"/>
    <w:p w:rsidR="005217CA" w:rsidRDefault="005217CA" w:rsidP="005217CA">
      <w:pPr>
        <w:pStyle w:val="Heading3"/>
      </w:pPr>
      <w:bookmarkStart w:id="85" w:name="_Toc7445894"/>
      <w:r>
        <w:t>Known limitations for CLI, DLL, GUI</w:t>
      </w:r>
      <w:bookmarkEnd w:id="85"/>
    </w:p>
    <w:p w:rsidR="005217CA" w:rsidRDefault="005217CA" w:rsidP="005217CA">
      <w:pPr>
        <w:pStyle w:val="ListParagraph"/>
        <w:numPr>
          <w:ilvl w:val="0"/>
          <w:numId w:val="3"/>
        </w:numPr>
      </w:pPr>
      <w:r>
        <w:t>The tool supports programming of only one Microchip device at a time for CLI and GUI.</w:t>
      </w:r>
    </w:p>
    <w:p w:rsidR="005217CA" w:rsidRDefault="005217CA" w:rsidP="005217CA">
      <w:pPr>
        <w:pStyle w:val="ListParagraph"/>
        <w:numPr>
          <w:ilvl w:val="0"/>
          <w:numId w:val="3"/>
        </w:numPr>
      </w:pPr>
      <w:r>
        <w:t>EEPROM with size 256 byte may not work for LAN78XX products.</w:t>
      </w:r>
    </w:p>
    <w:p w:rsidR="005217CA" w:rsidRDefault="005217CA" w:rsidP="005217CA">
      <w:pPr>
        <w:pStyle w:val="ListParagraph"/>
        <w:numPr>
          <w:ilvl w:val="0"/>
          <w:numId w:val="3"/>
        </w:numPr>
      </w:pPr>
      <w:r>
        <w:t xml:space="preserve">Admin privilege is required for running the tool. </w:t>
      </w:r>
      <w:r>
        <w:rPr>
          <w:b/>
        </w:rPr>
        <w:t>“Run as administrator”</w:t>
      </w:r>
      <w:r>
        <w:t xml:space="preserve"> needs to be done for running the tool for LAN78XX and HFC disabled USB hub products.</w:t>
      </w:r>
    </w:p>
    <w:p w:rsidR="005217CA" w:rsidRPr="00DD3364" w:rsidRDefault="005217CA" w:rsidP="005217CA">
      <w:pPr>
        <w:pStyle w:val="ListParagraph"/>
        <w:numPr>
          <w:ilvl w:val="0"/>
          <w:numId w:val="3"/>
        </w:numPr>
      </w:pPr>
      <w:r w:rsidRPr="001E70C3">
        <w:rPr>
          <w:b/>
        </w:rPr>
        <w:t>The LAN78xx driver is not supported for other than Microchip vendor id and product id</w:t>
      </w:r>
      <w:r>
        <w:rPr>
          <w:b/>
        </w:rPr>
        <w:t>.</w:t>
      </w:r>
    </w:p>
    <w:p w:rsidR="005217CA" w:rsidRDefault="005217CA" w:rsidP="005217CA">
      <w:pPr>
        <w:pStyle w:val="ListParagraph"/>
        <w:numPr>
          <w:ilvl w:val="0"/>
          <w:numId w:val="3"/>
        </w:numPr>
      </w:pPr>
      <w:r w:rsidRPr="001657D3">
        <w:t xml:space="preserve">MCHP </w:t>
      </w:r>
      <w:r>
        <w:t xml:space="preserve">Device </w:t>
      </w:r>
      <w:r w:rsidR="008B17DC">
        <w:t>should</w:t>
      </w:r>
      <w:r>
        <w:t xml:space="preserve"> be connected before launching the application.</w:t>
      </w:r>
    </w:p>
    <w:p w:rsidR="005217CA" w:rsidRPr="0045599C" w:rsidRDefault="005217CA" w:rsidP="005217CA">
      <w:pPr>
        <w:pStyle w:val="ListParagraph"/>
        <w:numPr>
          <w:ilvl w:val="0"/>
          <w:numId w:val="3"/>
        </w:numPr>
      </w:pPr>
      <w:r w:rsidRPr="001657D3">
        <w:t xml:space="preserve">If the MCHP </w:t>
      </w:r>
      <w:r w:rsidR="008B17DC" w:rsidRPr="001657D3">
        <w:t>device</w:t>
      </w:r>
      <w:r w:rsidR="008B17DC">
        <w:t xml:space="preserve"> (</w:t>
      </w:r>
      <w:r>
        <w:t>USB Hub)</w:t>
      </w:r>
      <w:r w:rsidRPr="001657D3">
        <w:t xml:space="preserve"> is connected to a XHCI - USB 3.0 controller or the controller which supports hub to sleep, please connect a pen drive to the MCHP hub to avoid the controller from putting the hub to sleep</w:t>
      </w:r>
      <w:r w:rsidRPr="004760D6">
        <w:rPr>
          <w:b/>
        </w:rPr>
        <w:t xml:space="preserve"> </w:t>
      </w:r>
      <w:r w:rsidR="00CD06FB" w:rsidRPr="004760D6">
        <w:rPr>
          <w:b/>
        </w:rPr>
        <w:t>(Only</w:t>
      </w:r>
      <w:r w:rsidRPr="004760D6">
        <w:rPr>
          <w:b/>
        </w:rPr>
        <w:t xml:space="preserve"> if the internal HFC device is disabled)</w:t>
      </w:r>
    </w:p>
    <w:p w:rsidR="005217CA" w:rsidRDefault="005217CA" w:rsidP="005217CA">
      <w:pPr>
        <w:pStyle w:val="ListParagraph"/>
        <w:numPr>
          <w:ilvl w:val="0"/>
          <w:numId w:val="3"/>
        </w:numPr>
      </w:pPr>
      <w:r>
        <w:t xml:space="preserve">SPI flashes other than listed in </w:t>
      </w:r>
      <w:hyperlink w:anchor="_Appendix_I_-" w:history="1">
        <w:r w:rsidRPr="00E45EDA">
          <w:rPr>
            <w:rStyle w:val="Hyperlink"/>
          </w:rPr>
          <w:t>Appendix I</w:t>
        </w:r>
      </w:hyperlink>
      <w:r>
        <w:t xml:space="preserve"> may or may not work.</w:t>
      </w:r>
    </w:p>
    <w:p w:rsidR="001360A2" w:rsidRDefault="00A36339" w:rsidP="005217CA">
      <w:pPr>
        <w:pStyle w:val="ListParagraph"/>
        <w:numPr>
          <w:ilvl w:val="0"/>
          <w:numId w:val="3"/>
        </w:numPr>
      </w:pPr>
      <w:r>
        <w:t xml:space="preserve">For USB70xx family hubs along </w:t>
      </w:r>
      <w:r w:rsidR="001360A2">
        <w:t>SST25 series SPI Flash</w:t>
      </w:r>
      <w:r>
        <w:t>,</w:t>
      </w:r>
      <w:r w:rsidR="00E1265C">
        <w:t xml:space="preserve"> </w:t>
      </w:r>
      <w:r w:rsidR="001360A2">
        <w:t xml:space="preserve">Programming configuration </w:t>
      </w:r>
      <w:r w:rsidR="00E1265C">
        <w:t xml:space="preserve">file </w:t>
      </w:r>
      <w:r w:rsidR="001360A2">
        <w:t>alone when device is booting from SPI is not supported.</w:t>
      </w:r>
      <w:r w:rsidR="00E1265C">
        <w:t xml:space="preserve"> </w:t>
      </w:r>
      <w:r w:rsidR="00E530A9">
        <w:t>Alternatively,</w:t>
      </w:r>
      <w:r w:rsidR="00E1265C">
        <w:t xml:space="preserve"> Firmware programming along with configuration file can be used.</w:t>
      </w:r>
    </w:p>
    <w:p w:rsidR="005217CA" w:rsidRDefault="005217CA" w:rsidP="005217CA">
      <w:pPr>
        <w:pStyle w:val="ListParagraph"/>
        <w:numPr>
          <w:ilvl w:val="0"/>
          <w:numId w:val="3"/>
        </w:numPr>
      </w:pPr>
      <w:r>
        <w:t>Following are the limitations of USB70xx – B0 ROM</w:t>
      </w:r>
    </w:p>
    <w:p w:rsidR="005217CA" w:rsidRDefault="005217CA" w:rsidP="005217CA">
      <w:pPr>
        <w:pStyle w:val="ListParagraph"/>
        <w:numPr>
          <w:ilvl w:val="0"/>
          <w:numId w:val="42"/>
        </w:numPr>
      </w:pPr>
      <w:r>
        <w:t>Mini Host not supported in PD Enabled SKUs</w:t>
      </w:r>
    </w:p>
    <w:p w:rsidR="005217CA" w:rsidRDefault="005217CA" w:rsidP="005217CA">
      <w:pPr>
        <w:pStyle w:val="ListParagraph"/>
        <w:numPr>
          <w:ilvl w:val="0"/>
          <w:numId w:val="42"/>
        </w:numPr>
      </w:pPr>
      <w:r>
        <w:t>Multi Host (MHB) not supported in PD enabled SKUs</w:t>
      </w:r>
    </w:p>
    <w:p w:rsidR="005217CA" w:rsidRDefault="005217CA" w:rsidP="005217CA">
      <w:pPr>
        <w:pStyle w:val="ListParagraph"/>
        <w:numPr>
          <w:ilvl w:val="0"/>
          <w:numId w:val="42"/>
        </w:numPr>
      </w:pPr>
      <w:r>
        <w:t>FlexConnect will not be supported for PD enabled SKUs</w:t>
      </w:r>
    </w:p>
    <w:p w:rsidR="005217CA" w:rsidRDefault="005217CA" w:rsidP="005217CA">
      <w:pPr>
        <w:pStyle w:val="ListParagraph"/>
        <w:numPr>
          <w:ilvl w:val="0"/>
          <w:numId w:val="42"/>
        </w:numPr>
      </w:pPr>
      <w:r>
        <w:t>Battery Charging will be disabled for PD enabled ports</w:t>
      </w:r>
    </w:p>
    <w:p w:rsidR="005217CA" w:rsidRDefault="005217CA" w:rsidP="00633798">
      <w:pPr>
        <w:rPr>
          <w:lang w:val="en-GB"/>
        </w:rPr>
      </w:pPr>
      <w:r>
        <w:rPr>
          <w:lang w:val="en-GB"/>
        </w:rPr>
        <w:br w:type="page"/>
      </w:r>
    </w:p>
    <w:p w:rsidR="00AD2F48" w:rsidRDefault="00AD2F48" w:rsidP="00AD2F48">
      <w:pPr>
        <w:pStyle w:val="Heading2"/>
      </w:pPr>
      <w:bookmarkStart w:id="86" w:name="_Toc7445895"/>
      <w:r>
        <w:lastRenderedPageBreak/>
        <w:t>Version 1.9.3</w:t>
      </w:r>
      <w:bookmarkEnd w:id="33"/>
      <w:bookmarkEnd w:id="86"/>
    </w:p>
    <w:p w:rsidR="00AD2F48" w:rsidRDefault="00AD2F48" w:rsidP="00AD2F48">
      <w:pPr>
        <w:rPr>
          <w:lang w:val="en-GB"/>
        </w:rPr>
      </w:pPr>
      <w:r>
        <w:rPr>
          <w:lang w:val="en-GB"/>
        </w:rPr>
        <w:t>GUI, CLI and DLL are available as part of this release.</w:t>
      </w:r>
    </w:p>
    <w:p w:rsidR="00AD2F48" w:rsidRDefault="00AD2F48" w:rsidP="00AD2F48">
      <w:pPr>
        <w:pStyle w:val="Heading3"/>
      </w:pPr>
      <w:bookmarkStart w:id="87" w:name="_Toc510005560"/>
      <w:bookmarkStart w:id="88" w:name="_Toc7445896"/>
      <w:r>
        <w:t>Command Line Interface (CLI)</w:t>
      </w:r>
      <w:bookmarkEnd w:id="87"/>
      <w:bookmarkEnd w:id="88"/>
    </w:p>
    <w:p w:rsidR="00AD2F48" w:rsidRDefault="00AD2F48" w:rsidP="00AD2F48">
      <w:pPr>
        <w:pStyle w:val="Heading4"/>
      </w:pPr>
      <w:bookmarkStart w:id="89" w:name="_Toc510005561"/>
      <w:bookmarkStart w:id="90" w:name="_Toc7445897"/>
      <w:r>
        <w:t>Changes</w:t>
      </w:r>
      <w:bookmarkEnd w:id="89"/>
      <w:bookmarkEnd w:id="90"/>
    </w:p>
    <w:p w:rsidR="00AD2F48" w:rsidRPr="00045F10" w:rsidRDefault="00AD2F48" w:rsidP="00AD2F48">
      <w:pPr>
        <w:pStyle w:val="ListParagraph"/>
        <w:numPr>
          <w:ilvl w:val="0"/>
          <w:numId w:val="34"/>
        </w:numPr>
      </w:pPr>
      <w:r>
        <w:t>None</w:t>
      </w:r>
    </w:p>
    <w:p w:rsidR="00AD2F48" w:rsidRDefault="00AD2F48" w:rsidP="00AD2F48">
      <w:pPr>
        <w:pStyle w:val="Heading4"/>
      </w:pPr>
      <w:bookmarkStart w:id="91" w:name="_Toc510005562"/>
      <w:bookmarkStart w:id="92" w:name="_Toc7445898"/>
      <w:r>
        <w:t>Feature Addition</w:t>
      </w:r>
      <w:bookmarkEnd w:id="91"/>
      <w:bookmarkEnd w:id="92"/>
    </w:p>
    <w:p w:rsidR="00AD2F48" w:rsidRDefault="00AD2F48" w:rsidP="00AD2F48">
      <w:pPr>
        <w:pStyle w:val="ListParagraph"/>
        <w:numPr>
          <w:ilvl w:val="0"/>
          <w:numId w:val="34"/>
        </w:numPr>
      </w:pPr>
      <w:r>
        <w:t>None</w:t>
      </w:r>
    </w:p>
    <w:p w:rsidR="00AD2F48" w:rsidRDefault="00AD2F48" w:rsidP="00AD2F48">
      <w:pPr>
        <w:pStyle w:val="Heading4"/>
      </w:pPr>
      <w:bookmarkStart w:id="93" w:name="_Toc510005563"/>
      <w:bookmarkStart w:id="94" w:name="_Toc7445899"/>
      <w:r>
        <w:t>Bug fixes</w:t>
      </w:r>
      <w:bookmarkEnd w:id="93"/>
      <w:bookmarkEnd w:id="94"/>
    </w:p>
    <w:p w:rsidR="00AD2F48" w:rsidRPr="00045F10" w:rsidRDefault="00AD2F48" w:rsidP="00AD2F48">
      <w:pPr>
        <w:pStyle w:val="ListParagraph"/>
        <w:numPr>
          <w:ilvl w:val="0"/>
          <w:numId w:val="34"/>
        </w:numPr>
      </w:pPr>
      <w:r>
        <w:t>Fixed JIRA Bugs – Affects Version MPLABConnect V1.9.2_BETA1</w:t>
      </w:r>
    </w:p>
    <w:p w:rsidR="00AD2F48" w:rsidRDefault="00AD2F48" w:rsidP="00AD2F48">
      <w:pPr>
        <w:pStyle w:val="Heading4"/>
      </w:pPr>
      <w:bookmarkStart w:id="95" w:name="_Toc510005564"/>
      <w:bookmarkStart w:id="96" w:name="_Toc7445900"/>
      <w:r>
        <w:t>Known limitations</w:t>
      </w:r>
      <w:bookmarkEnd w:id="95"/>
      <w:bookmarkEnd w:id="96"/>
    </w:p>
    <w:p w:rsidR="00AD2F48" w:rsidRPr="00A621F0" w:rsidRDefault="00AD2F48" w:rsidP="00AD2F48">
      <w:pPr>
        <w:numPr>
          <w:ilvl w:val="0"/>
          <w:numId w:val="34"/>
        </w:numPr>
        <w:shd w:val="clear" w:color="auto" w:fill="FFFFFF"/>
        <w:rPr>
          <w:color w:val="333333"/>
          <w:lang w:val="en-IN"/>
        </w:rPr>
      </w:pPr>
      <w:r>
        <w:rPr>
          <w:color w:val="333333"/>
          <w:lang w:val="en-IN"/>
        </w:rPr>
        <w:t xml:space="preserve">PCIE - </w:t>
      </w:r>
      <w:r w:rsidRPr="00A621F0">
        <w:rPr>
          <w:color w:val="333333"/>
          <w:lang w:val="en-IN"/>
        </w:rPr>
        <w:t>/el command may work.</w:t>
      </w:r>
    </w:p>
    <w:p w:rsidR="00AD2F48" w:rsidRPr="00EA1EA7" w:rsidRDefault="00AD2F48" w:rsidP="00AD2F48">
      <w:pPr>
        <w:numPr>
          <w:ilvl w:val="0"/>
          <w:numId w:val="34"/>
        </w:numPr>
        <w:shd w:val="clear" w:color="auto" w:fill="FFFFFF"/>
        <w:rPr>
          <w:rStyle w:val="Hyperlink"/>
          <w:rFonts w:ascii="Arial" w:hAnsi="Arial" w:cs="Arial"/>
          <w:color w:val="333333"/>
          <w:sz w:val="21"/>
          <w:szCs w:val="21"/>
          <w:u w:val="none"/>
          <w:lang w:val="en-IN"/>
        </w:rPr>
      </w:pPr>
      <w:r>
        <w:t xml:space="preserve">Refer to </w:t>
      </w:r>
      <w:hyperlink w:anchor="_Known_limitations_for" w:history="1">
        <w:r w:rsidRPr="005604E3">
          <w:rPr>
            <w:rStyle w:val="Hyperlink"/>
          </w:rPr>
          <w:t>Known limitations for CLI, DLL, GUI</w:t>
        </w:r>
      </w:hyperlink>
    </w:p>
    <w:p w:rsidR="00AD2F48" w:rsidRDefault="00AD2F48" w:rsidP="00AD2F48">
      <w:pPr>
        <w:pStyle w:val="Heading3"/>
      </w:pPr>
      <w:bookmarkStart w:id="97" w:name="_Toc510005565"/>
      <w:bookmarkStart w:id="98" w:name="_Toc7445901"/>
      <w:r>
        <w:t>DLL</w:t>
      </w:r>
      <w:bookmarkEnd w:id="97"/>
      <w:bookmarkEnd w:id="98"/>
    </w:p>
    <w:p w:rsidR="00AD2F48" w:rsidRDefault="00AD2F48" w:rsidP="00AD2F48">
      <w:pPr>
        <w:pStyle w:val="Heading4"/>
      </w:pPr>
      <w:bookmarkStart w:id="99" w:name="_Toc510005566"/>
      <w:bookmarkStart w:id="100" w:name="_Toc7445902"/>
      <w:r>
        <w:t>Changes</w:t>
      </w:r>
      <w:bookmarkEnd w:id="99"/>
      <w:bookmarkEnd w:id="100"/>
    </w:p>
    <w:p w:rsidR="00AD2F48" w:rsidRDefault="00AD2F48" w:rsidP="00AD2F48">
      <w:pPr>
        <w:pStyle w:val="ListParagraph"/>
        <w:numPr>
          <w:ilvl w:val="0"/>
          <w:numId w:val="34"/>
        </w:numPr>
      </w:pPr>
      <w:r>
        <w:t>Added new sample application with separate project for each feature.</w:t>
      </w:r>
    </w:p>
    <w:p w:rsidR="00AD2F48" w:rsidRPr="00045F10" w:rsidRDefault="00AD2F48" w:rsidP="00AD2F48">
      <w:pPr>
        <w:pStyle w:val="ListParagraph"/>
        <w:numPr>
          <w:ilvl w:val="0"/>
          <w:numId w:val="34"/>
        </w:numPr>
      </w:pPr>
      <w:r w:rsidRPr="0083601B">
        <w:t>SampleApp.exe</w:t>
      </w:r>
      <w:r>
        <w:t xml:space="preserve"> will not delivered as part of release. User </w:t>
      </w:r>
      <w:r w:rsidR="004C0737">
        <w:t>should</w:t>
      </w:r>
      <w:r>
        <w:t xml:space="preserve"> build the sample application source to get executable file</w:t>
      </w:r>
    </w:p>
    <w:p w:rsidR="00AD2F48" w:rsidRDefault="00AD2F48" w:rsidP="00AD2F48">
      <w:pPr>
        <w:autoSpaceDE w:val="0"/>
        <w:autoSpaceDN w:val="0"/>
        <w:adjustRightInd w:val="0"/>
        <w:rPr>
          <w:rFonts w:ascii="Consolas" w:hAnsi="Consolas" w:cs="Consolas"/>
          <w:sz w:val="19"/>
          <w:szCs w:val="19"/>
        </w:rPr>
      </w:pPr>
    </w:p>
    <w:p w:rsidR="00AD2F48" w:rsidRDefault="00AD2F48" w:rsidP="00AD2F48">
      <w:pPr>
        <w:pStyle w:val="Heading4"/>
      </w:pPr>
      <w:bookmarkStart w:id="101" w:name="_Toc510005567"/>
      <w:bookmarkStart w:id="102" w:name="_Toc7445903"/>
      <w:r>
        <w:t>Feature Addition</w:t>
      </w:r>
      <w:bookmarkEnd w:id="101"/>
      <w:bookmarkEnd w:id="102"/>
    </w:p>
    <w:p w:rsidR="00AD2F48" w:rsidRDefault="00AD2F48" w:rsidP="00AD2F48">
      <w:pPr>
        <w:pStyle w:val="ListParagraph"/>
        <w:numPr>
          <w:ilvl w:val="0"/>
          <w:numId w:val="34"/>
        </w:numPr>
      </w:pPr>
      <w:r>
        <w:t>Added MchpUsbSetRoleSwitch API to support RoleSwitch feature for USB70xx and USB49xx family hubs.</w:t>
      </w:r>
    </w:p>
    <w:p w:rsidR="00AD2F48" w:rsidRDefault="00AD2F48" w:rsidP="00AD2F48">
      <w:pPr>
        <w:pStyle w:val="Heading4"/>
      </w:pPr>
      <w:bookmarkStart w:id="103" w:name="_Toc510005568"/>
      <w:bookmarkStart w:id="104" w:name="_Toc7445904"/>
      <w:r>
        <w:t>Bug fixes</w:t>
      </w:r>
      <w:bookmarkEnd w:id="103"/>
      <w:bookmarkEnd w:id="104"/>
    </w:p>
    <w:p w:rsidR="00AD2F48" w:rsidRPr="00CE5692" w:rsidRDefault="00AD2F48" w:rsidP="00AD2F48">
      <w:pPr>
        <w:pStyle w:val="ListParagraph"/>
        <w:numPr>
          <w:ilvl w:val="0"/>
          <w:numId w:val="34"/>
        </w:numPr>
      </w:pPr>
      <w:r>
        <w:t>Fixed JIRA Bugs – Affects Version MPLABConnect V1.9.2_BETA1</w:t>
      </w:r>
    </w:p>
    <w:p w:rsidR="00AD2F48" w:rsidRDefault="00AD2F48" w:rsidP="00AD2F48">
      <w:pPr>
        <w:pStyle w:val="Heading4"/>
      </w:pPr>
      <w:bookmarkStart w:id="105" w:name="_Toc510005569"/>
      <w:bookmarkStart w:id="106" w:name="_Toc7445905"/>
      <w:r>
        <w:t>Known limitations</w:t>
      </w:r>
      <w:bookmarkEnd w:id="105"/>
      <w:bookmarkEnd w:id="106"/>
    </w:p>
    <w:p w:rsidR="00AD2F48" w:rsidRDefault="00AD2F48" w:rsidP="00AD2F48">
      <w:pPr>
        <w:pStyle w:val="ListParagraph"/>
        <w:numPr>
          <w:ilvl w:val="0"/>
          <w:numId w:val="11"/>
        </w:numPr>
      </w:pPr>
      <w:r>
        <w:t>For USB253x/4604 family hubs, Mchp</w:t>
      </w:r>
      <w:r w:rsidRPr="00CE3975">
        <w:t>I2Csetconfig</w:t>
      </w:r>
      <w:r>
        <w:t xml:space="preserve"> </w:t>
      </w:r>
      <w:r w:rsidRPr="00CE3975">
        <w:t>API supports only 62.5 KH</w:t>
      </w:r>
      <w:r>
        <w:t>z.</w:t>
      </w:r>
    </w:p>
    <w:p w:rsidR="00AD2F48" w:rsidRDefault="00AD2F48" w:rsidP="00AD2F48">
      <w:pPr>
        <w:pStyle w:val="ListParagraph"/>
        <w:numPr>
          <w:ilvl w:val="0"/>
          <w:numId w:val="11"/>
        </w:numPr>
      </w:pPr>
      <w:r>
        <w:t xml:space="preserve">LAN – </w:t>
      </w:r>
      <w:r w:rsidRPr="002C4B7C">
        <w:t>MchpLanReadUsbPhyStat</w:t>
      </w:r>
      <w:r>
        <w:t xml:space="preserve"> API always return False.</w:t>
      </w:r>
    </w:p>
    <w:p w:rsidR="00AD2F48" w:rsidRDefault="00AD2F48" w:rsidP="00AD2F48">
      <w:pPr>
        <w:pStyle w:val="ListParagraph"/>
        <w:numPr>
          <w:ilvl w:val="0"/>
          <w:numId w:val="11"/>
        </w:numPr>
      </w:pPr>
      <w:r>
        <w:t>PCIE – MchpPciePing – External LoopBack API may work.</w:t>
      </w:r>
    </w:p>
    <w:p w:rsidR="00AD2F48" w:rsidRDefault="00AD2F48" w:rsidP="00AD2F48">
      <w:pPr>
        <w:pStyle w:val="ListParagraph"/>
        <w:numPr>
          <w:ilvl w:val="0"/>
          <w:numId w:val="11"/>
        </w:numPr>
      </w:pPr>
      <w:r>
        <w:t xml:space="preserve">Refer to </w:t>
      </w:r>
      <w:hyperlink w:anchor="_Known_limitations_for" w:history="1">
        <w:r w:rsidRPr="005604E3">
          <w:rPr>
            <w:rStyle w:val="Hyperlink"/>
          </w:rPr>
          <w:t>Known limitations for CLI, DLL, GUI</w:t>
        </w:r>
      </w:hyperlink>
    </w:p>
    <w:p w:rsidR="00AD2F48" w:rsidRDefault="00AD2F48" w:rsidP="00AD2F48">
      <w:pPr>
        <w:pStyle w:val="Heading3"/>
      </w:pPr>
      <w:bookmarkStart w:id="107" w:name="_Toc510005570"/>
      <w:bookmarkStart w:id="108" w:name="_Toc7445906"/>
      <w:r>
        <w:lastRenderedPageBreak/>
        <w:t>Graphical User Interface (GUI)</w:t>
      </w:r>
      <w:bookmarkEnd w:id="107"/>
      <w:bookmarkEnd w:id="108"/>
    </w:p>
    <w:p w:rsidR="00AD2F48" w:rsidRDefault="00AD2F48" w:rsidP="00AD2F48">
      <w:pPr>
        <w:pStyle w:val="Heading4"/>
      </w:pPr>
      <w:bookmarkStart w:id="109" w:name="_Toc510005571"/>
      <w:bookmarkStart w:id="110" w:name="_Toc7445907"/>
      <w:r>
        <w:t>Changes</w:t>
      </w:r>
      <w:bookmarkEnd w:id="109"/>
      <w:bookmarkEnd w:id="110"/>
    </w:p>
    <w:p w:rsidR="00AD2F48" w:rsidRDefault="00AD2F48" w:rsidP="00AD2F48">
      <w:pPr>
        <w:pStyle w:val="ListParagraph"/>
        <w:numPr>
          <w:ilvl w:val="0"/>
          <w:numId w:val="34"/>
        </w:numPr>
      </w:pPr>
      <w:r>
        <w:t>USB70xx – Offline and Online page will display downstream ports as per customer DOS</w:t>
      </w:r>
    </w:p>
    <w:p w:rsidR="00AD2F48" w:rsidRDefault="00AD2F48" w:rsidP="00AD2F48">
      <w:pPr>
        <w:pStyle w:val="Heading4"/>
      </w:pPr>
      <w:bookmarkStart w:id="111" w:name="_Toc510005572"/>
      <w:bookmarkStart w:id="112" w:name="_Toc7445908"/>
      <w:r>
        <w:t>Feature Addition</w:t>
      </w:r>
      <w:bookmarkEnd w:id="111"/>
      <w:bookmarkEnd w:id="112"/>
    </w:p>
    <w:p w:rsidR="00AD2F48" w:rsidRDefault="00AD2F48" w:rsidP="00AD2F48">
      <w:pPr>
        <w:pStyle w:val="ListParagraph"/>
        <w:numPr>
          <w:ilvl w:val="0"/>
          <w:numId w:val="34"/>
        </w:numPr>
      </w:pPr>
      <w:r>
        <w:t>None</w:t>
      </w:r>
    </w:p>
    <w:p w:rsidR="00AD2F48" w:rsidRDefault="00AD2F48" w:rsidP="00AD2F48">
      <w:pPr>
        <w:pStyle w:val="Heading4"/>
      </w:pPr>
      <w:bookmarkStart w:id="113" w:name="_Toc510005573"/>
      <w:bookmarkStart w:id="114" w:name="_Toc7445909"/>
      <w:r>
        <w:t>Bug fixes</w:t>
      </w:r>
      <w:bookmarkEnd w:id="113"/>
      <w:bookmarkEnd w:id="114"/>
    </w:p>
    <w:p w:rsidR="00AD2F48" w:rsidRPr="00CE5692" w:rsidRDefault="00AD2F48" w:rsidP="00AD2F48">
      <w:pPr>
        <w:pStyle w:val="ListParagraph"/>
        <w:numPr>
          <w:ilvl w:val="0"/>
          <w:numId w:val="34"/>
        </w:numPr>
      </w:pPr>
      <w:r>
        <w:t>Fixed JIRA Bugs – Affects Version MPLABConnect V1.9.2_BETA1</w:t>
      </w:r>
    </w:p>
    <w:p w:rsidR="00AD2F48" w:rsidRDefault="00AD2F48" w:rsidP="00AD2F48">
      <w:pPr>
        <w:pStyle w:val="Heading4"/>
      </w:pPr>
      <w:bookmarkStart w:id="115" w:name="_Toc510005574"/>
      <w:bookmarkStart w:id="116" w:name="_Toc7445910"/>
      <w:r>
        <w:t>Known limitations</w:t>
      </w:r>
      <w:bookmarkEnd w:id="115"/>
      <w:bookmarkEnd w:id="116"/>
    </w:p>
    <w:p w:rsidR="00AD2F48" w:rsidRDefault="00AD2F48" w:rsidP="00AD2F48">
      <w:pPr>
        <w:pStyle w:val="ListParagraph"/>
        <w:numPr>
          <w:ilvl w:val="0"/>
          <w:numId w:val="34"/>
        </w:numPr>
      </w:pPr>
      <w:r w:rsidRPr="00384D90">
        <w:rPr>
          <w:b/>
        </w:rPr>
        <w:t>USB70xx – A0 ROM - Configuration file generation is not supported in both Online and Offline Page</w:t>
      </w:r>
      <w:r>
        <w:t>.</w:t>
      </w:r>
    </w:p>
    <w:p w:rsidR="00AD2F48" w:rsidRDefault="00AD2F48" w:rsidP="00AD2F48">
      <w:pPr>
        <w:pStyle w:val="ListParagraph"/>
        <w:numPr>
          <w:ilvl w:val="0"/>
          <w:numId w:val="34"/>
        </w:numPr>
      </w:pPr>
      <w:r>
        <w:t>Inconsistent failure while programming USB84604 continuously</w:t>
      </w:r>
    </w:p>
    <w:p w:rsidR="00AD2F48" w:rsidRPr="00062BB6" w:rsidRDefault="0031585C" w:rsidP="00AD2F48">
      <w:pPr>
        <w:pStyle w:val="ListParagraph"/>
        <w:numPr>
          <w:ilvl w:val="0"/>
          <w:numId w:val="34"/>
        </w:numPr>
      </w:pPr>
      <w:hyperlink r:id="rId19" w:history="1">
        <w:r w:rsidR="00AD2F48" w:rsidRPr="00062BB6">
          <w:t>AP-50</w:t>
        </w:r>
      </w:hyperlink>
      <w:r w:rsidR="00AD2F48" w:rsidRPr="00062BB6">
        <w:t xml:space="preserve"> - </w:t>
      </w:r>
      <w:r w:rsidR="00AD2F48" w:rsidRPr="00062BB6">
        <w:rPr>
          <w:rStyle w:val="Hyperlink"/>
        </w:rPr>
        <w:t>https://jira.microchip.com:8443/browse/AP-50</w:t>
      </w:r>
    </w:p>
    <w:p w:rsidR="00AD2F48" w:rsidRDefault="00AD2F48" w:rsidP="00AD2F48">
      <w:pPr>
        <w:pStyle w:val="ListParagraph"/>
      </w:pPr>
      <w:r>
        <w:t>Default values loaded in offline page and online page may be different because of configuration strap value of the device connected.</w:t>
      </w:r>
    </w:p>
    <w:p w:rsidR="00AD2F48" w:rsidRDefault="00AD2F48" w:rsidP="00AD2F48">
      <w:pPr>
        <w:pStyle w:val="ListParagraph"/>
        <w:numPr>
          <w:ilvl w:val="0"/>
          <w:numId w:val="34"/>
        </w:numPr>
      </w:pPr>
      <w:r>
        <w:t>Default ini file for USB70xx offline page were created using V1.30 SPI Firmware</w:t>
      </w:r>
    </w:p>
    <w:p w:rsidR="00AD2F48" w:rsidRDefault="00AD2F48" w:rsidP="00AD2F48">
      <w:pPr>
        <w:pStyle w:val="ListParagraph"/>
        <w:numPr>
          <w:ilvl w:val="0"/>
          <w:numId w:val="34"/>
        </w:numPr>
      </w:pPr>
      <w:r>
        <w:t>External LoopBack option in special features tab may work.</w:t>
      </w:r>
    </w:p>
    <w:p w:rsidR="00AD2F48" w:rsidRPr="00E54434" w:rsidRDefault="00AD2F48" w:rsidP="00AD2F48">
      <w:pPr>
        <w:pStyle w:val="ListParagraph"/>
        <w:numPr>
          <w:ilvl w:val="0"/>
          <w:numId w:val="34"/>
        </w:numPr>
        <w:rPr>
          <w:rStyle w:val="Hyperlink"/>
          <w:color w:val="auto"/>
          <w:u w:val="none"/>
        </w:rPr>
      </w:pPr>
      <w:r>
        <w:t xml:space="preserve">Refer to </w:t>
      </w:r>
      <w:hyperlink w:anchor="_Known_limitations_for" w:history="1">
        <w:r w:rsidRPr="005604E3">
          <w:rPr>
            <w:rStyle w:val="Hyperlink"/>
          </w:rPr>
          <w:t>Known limitations for CLI, DLL, GUI</w:t>
        </w:r>
      </w:hyperlink>
    </w:p>
    <w:p w:rsidR="00AD2F48" w:rsidRPr="00CD1D31" w:rsidRDefault="00AD2F48" w:rsidP="00AD2F48"/>
    <w:p w:rsidR="00AD2F48" w:rsidRDefault="00AD2F48" w:rsidP="00AD2F48">
      <w:pPr>
        <w:pStyle w:val="Heading3"/>
      </w:pPr>
      <w:bookmarkStart w:id="117" w:name="_Toc510005575"/>
      <w:bookmarkStart w:id="118" w:name="_Toc7445911"/>
      <w:r>
        <w:t>Known limitations for CLI, DLL, GUI</w:t>
      </w:r>
      <w:bookmarkEnd w:id="117"/>
      <w:bookmarkEnd w:id="118"/>
    </w:p>
    <w:p w:rsidR="00AD2F48" w:rsidRDefault="00AD2F48" w:rsidP="00AD2F48">
      <w:pPr>
        <w:pStyle w:val="ListParagraph"/>
        <w:numPr>
          <w:ilvl w:val="0"/>
          <w:numId w:val="3"/>
        </w:numPr>
      </w:pPr>
      <w:r>
        <w:t>The tool supports programming of only one Microchip device at a time for CLI and GUI.</w:t>
      </w:r>
    </w:p>
    <w:p w:rsidR="00AD2F48" w:rsidRDefault="00AD2F48" w:rsidP="00AD2F48">
      <w:pPr>
        <w:pStyle w:val="ListParagraph"/>
        <w:numPr>
          <w:ilvl w:val="0"/>
          <w:numId w:val="3"/>
        </w:numPr>
      </w:pPr>
      <w:r>
        <w:t>EEPROM with size 256 byte may not work for LAN78XX products.</w:t>
      </w:r>
    </w:p>
    <w:p w:rsidR="00AD2F48" w:rsidRDefault="00AD2F48" w:rsidP="00AD2F48">
      <w:pPr>
        <w:pStyle w:val="ListParagraph"/>
        <w:numPr>
          <w:ilvl w:val="0"/>
          <w:numId w:val="3"/>
        </w:numPr>
      </w:pPr>
      <w:r>
        <w:t xml:space="preserve">Admin privilege is required for running the tool. </w:t>
      </w:r>
      <w:r>
        <w:rPr>
          <w:b/>
        </w:rPr>
        <w:t>“Run as administrator”</w:t>
      </w:r>
      <w:r>
        <w:t xml:space="preserve"> needs to be done for running the tool for LAN78XX and HFC disabled USB hub products.</w:t>
      </w:r>
    </w:p>
    <w:p w:rsidR="00AD2F48" w:rsidRPr="00DD3364" w:rsidRDefault="00AD2F48" w:rsidP="00AD2F48">
      <w:pPr>
        <w:pStyle w:val="ListParagraph"/>
        <w:numPr>
          <w:ilvl w:val="0"/>
          <w:numId w:val="3"/>
        </w:numPr>
      </w:pPr>
      <w:r w:rsidRPr="001E70C3">
        <w:rPr>
          <w:b/>
        </w:rPr>
        <w:t>The LAN78xx driver is not supported for other than Microchip vendor id and product id</w:t>
      </w:r>
      <w:r>
        <w:rPr>
          <w:b/>
        </w:rPr>
        <w:t>.</w:t>
      </w:r>
    </w:p>
    <w:p w:rsidR="00AD2F48" w:rsidRDefault="00AD2F48" w:rsidP="00AD2F48">
      <w:pPr>
        <w:pStyle w:val="ListParagraph"/>
        <w:numPr>
          <w:ilvl w:val="0"/>
          <w:numId w:val="3"/>
        </w:numPr>
      </w:pPr>
      <w:r w:rsidRPr="001657D3">
        <w:t xml:space="preserve">MCHP </w:t>
      </w:r>
      <w:r>
        <w:t>Device has to be connected before launching the application.</w:t>
      </w:r>
    </w:p>
    <w:p w:rsidR="00AD2F48" w:rsidRPr="0045599C" w:rsidRDefault="00AD2F48" w:rsidP="00AD2F48">
      <w:pPr>
        <w:pStyle w:val="ListParagraph"/>
        <w:numPr>
          <w:ilvl w:val="0"/>
          <w:numId w:val="3"/>
        </w:numPr>
      </w:pPr>
      <w:r w:rsidRPr="001657D3">
        <w:t>If the MCHP device</w:t>
      </w:r>
      <w:r>
        <w:t>(USB Hub)</w:t>
      </w:r>
      <w:r w:rsidRPr="001657D3">
        <w:t xml:space="preserve"> is connected to a XHCI - USB 3.0 controller or the controller which supports hub to sleep, please connect a pen drive to the MCHP hub to avoid the controller from putting the hub to sleep</w:t>
      </w:r>
      <w:r w:rsidRPr="004760D6">
        <w:rPr>
          <w:b/>
        </w:rPr>
        <w:t xml:space="preserve"> ( Only if the internal HFC device is disabled)</w:t>
      </w:r>
    </w:p>
    <w:p w:rsidR="00AD2F48" w:rsidRDefault="00AD2F48" w:rsidP="00AD2F48">
      <w:pPr>
        <w:pStyle w:val="ListParagraph"/>
        <w:numPr>
          <w:ilvl w:val="0"/>
          <w:numId w:val="3"/>
        </w:numPr>
      </w:pPr>
      <w:r>
        <w:t>SPI flashes other than listed in Appendix I may or may not work.</w:t>
      </w:r>
    </w:p>
    <w:p w:rsidR="00AD2F48" w:rsidRDefault="00AD2F48" w:rsidP="00AD2F48">
      <w:pPr>
        <w:pStyle w:val="ListParagraph"/>
        <w:numPr>
          <w:ilvl w:val="0"/>
          <w:numId w:val="3"/>
        </w:numPr>
      </w:pPr>
      <w:r>
        <w:t>Following are the limitations of USB70xx – B0 ROM</w:t>
      </w:r>
    </w:p>
    <w:p w:rsidR="00AD2F48" w:rsidRDefault="00AD2F48" w:rsidP="00AD2F48">
      <w:pPr>
        <w:pStyle w:val="ListParagraph"/>
        <w:numPr>
          <w:ilvl w:val="0"/>
          <w:numId w:val="42"/>
        </w:numPr>
      </w:pPr>
      <w:r>
        <w:t>Mini Host not supported in PD Enabled SKUs</w:t>
      </w:r>
    </w:p>
    <w:p w:rsidR="00AD2F48" w:rsidRDefault="00AD2F48" w:rsidP="00AD2F48">
      <w:pPr>
        <w:pStyle w:val="ListParagraph"/>
        <w:numPr>
          <w:ilvl w:val="0"/>
          <w:numId w:val="42"/>
        </w:numPr>
      </w:pPr>
      <w:r>
        <w:t>Multi Host (MHB) not supported in PD enabled SKUs</w:t>
      </w:r>
    </w:p>
    <w:p w:rsidR="00AD2F48" w:rsidRDefault="00AD2F48" w:rsidP="00AD2F48">
      <w:pPr>
        <w:pStyle w:val="ListParagraph"/>
        <w:numPr>
          <w:ilvl w:val="0"/>
          <w:numId w:val="42"/>
        </w:numPr>
      </w:pPr>
      <w:r>
        <w:t>FlexConnect will not be supported for PD enabled SKUs</w:t>
      </w:r>
    </w:p>
    <w:p w:rsidR="00AD2F48" w:rsidRDefault="00AD2F48" w:rsidP="00AD2F48">
      <w:pPr>
        <w:pStyle w:val="ListParagraph"/>
        <w:numPr>
          <w:ilvl w:val="0"/>
          <w:numId w:val="42"/>
        </w:numPr>
      </w:pPr>
      <w:r>
        <w:lastRenderedPageBreak/>
        <w:t>Battery Charging will be disabled for PD enabled ports</w:t>
      </w:r>
    </w:p>
    <w:p w:rsidR="00AD2F48" w:rsidRDefault="00AD2F48" w:rsidP="00AD2F48">
      <w:pPr>
        <w:rPr>
          <w:lang w:val="en-GB"/>
        </w:rPr>
      </w:pPr>
      <w:r>
        <w:rPr>
          <w:lang w:val="en-GB"/>
        </w:rPr>
        <w:br w:type="page"/>
      </w:r>
    </w:p>
    <w:p w:rsidR="007B4B1F" w:rsidRDefault="007B4B1F">
      <w:pPr>
        <w:pStyle w:val="Heading2"/>
      </w:pPr>
      <w:bookmarkStart w:id="119" w:name="_Toc7445912"/>
      <w:r>
        <w:lastRenderedPageBreak/>
        <w:t>Version 1.9.2</w:t>
      </w:r>
      <w:bookmarkEnd w:id="119"/>
    </w:p>
    <w:p w:rsidR="007B4B1F" w:rsidRPr="00CC08DA" w:rsidRDefault="007B4B1F" w:rsidP="007B4B1F">
      <w:pPr>
        <w:rPr>
          <w:lang w:val="en-GB"/>
        </w:rPr>
      </w:pPr>
      <w:r>
        <w:rPr>
          <w:lang w:val="en-GB"/>
        </w:rPr>
        <w:t>GUI, CLI and DLL are available as part of this release.</w:t>
      </w:r>
    </w:p>
    <w:p w:rsidR="007B4B1F" w:rsidRDefault="007B4B1F" w:rsidP="007B4B1F">
      <w:pPr>
        <w:pStyle w:val="Heading3"/>
      </w:pPr>
      <w:bookmarkStart w:id="120" w:name="_Toc7445913"/>
      <w:r>
        <w:t>Command Line Interface (CLI)</w:t>
      </w:r>
      <w:bookmarkEnd w:id="120"/>
    </w:p>
    <w:p w:rsidR="007B4B1F" w:rsidRDefault="007B4B1F" w:rsidP="007B4B1F">
      <w:pPr>
        <w:pStyle w:val="Heading4"/>
      </w:pPr>
      <w:bookmarkStart w:id="121" w:name="_Toc7445914"/>
      <w:r>
        <w:t>Changes</w:t>
      </w:r>
      <w:bookmarkEnd w:id="121"/>
    </w:p>
    <w:p w:rsidR="007B4B1F" w:rsidRPr="00045F10" w:rsidRDefault="007B4B1F" w:rsidP="007B4B1F">
      <w:pPr>
        <w:pStyle w:val="ListParagraph"/>
        <w:numPr>
          <w:ilvl w:val="0"/>
          <w:numId w:val="34"/>
        </w:numPr>
      </w:pPr>
      <w:r>
        <w:t>None</w:t>
      </w:r>
    </w:p>
    <w:p w:rsidR="007B4B1F" w:rsidRDefault="007B4B1F" w:rsidP="007B4B1F">
      <w:pPr>
        <w:pStyle w:val="Heading4"/>
      </w:pPr>
      <w:bookmarkStart w:id="122" w:name="_Toc7445915"/>
      <w:r>
        <w:t>Feature Addition</w:t>
      </w:r>
      <w:bookmarkEnd w:id="122"/>
    </w:p>
    <w:p w:rsidR="00D953D4" w:rsidRDefault="00D953D4" w:rsidP="00D953D4">
      <w:pPr>
        <w:pStyle w:val="ListParagraph"/>
        <w:numPr>
          <w:ilvl w:val="0"/>
          <w:numId w:val="34"/>
        </w:numPr>
      </w:pPr>
      <w:r>
        <w:t>Added support for USB70xx family hubs</w:t>
      </w:r>
    </w:p>
    <w:p w:rsidR="00D953D4" w:rsidRDefault="00D953D4" w:rsidP="00D953D4">
      <w:pPr>
        <w:pStyle w:val="ListParagraph"/>
        <w:numPr>
          <w:ilvl w:val="0"/>
          <w:numId w:val="34"/>
        </w:numPr>
      </w:pPr>
      <w:r>
        <w:t>Added support for USB57xx B0 revision</w:t>
      </w:r>
    </w:p>
    <w:p w:rsidR="00D953D4" w:rsidRDefault="00D953D4" w:rsidP="00D953D4">
      <w:pPr>
        <w:pStyle w:val="ListParagraph"/>
        <w:numPr>
          <w:ilvl w:val="0"/>
          <w:numId w:val="34"/>
        </w:numPr>
      </w:pPr>
      <w:r>
        <w:t xml:space="preserve">Added support for LAN74xx </w:t>
      </w:r>
    </w:p>
    <w:p w:rsidR="007B4B1F" w:rsidRDefault="007B4B1F" w:rsidP="007B4B1F">
      <w:pPr>
        <w:pStyle w:val="Heading4"/>
      </w:pPr>
      <w:bookmarkStart w:id="123" w:name="_Toc7445916"/>
      <w:r>
        <w:t>Known limitations</w:t>
      </w:r>
      <w:bookmarkEnd w:id="123"/>
    </w:p>
    <w:p w:rsidR="007B4B1F" w:rsidRDefault="007B4B1F" w:rsidP="007B4B1F">
      <w:pPr>
        <w:ind w:firstLine="720"/>
        <w:rPr>
          <w:rStyle w:val="Hyperlink"/>
        </w:rPr>
      </w:pPr>
      <w:r>
        <w:t xml:space="preserve">Refer to </w:t>
      </w:r>
      <w:hyperlink w:anchor="_Known_limitations_for" w:history="1">
        <w:r w:rsidRPr="005604E3">
          <w:rPr>
            <w:rStyle w:val="Hyperlink"/>
          </w:rPr>
          <w:t>Known limitations for CLI, DLL, GUI</w:t>
        </w:r>
      </w:hyperlink>
    </w:p>
    <w:p w:rsidR="007B4B1F" w:rsidRDefault="007B4B1F" w:rsidP="007B4B1F">
      <w:pPr>
        <w:pStyle w:val="Heading3"/>
      </w:pPr>
      <w:bookmarkStart w:id="124" w:name="_Toc7445917"/>
      <w:r>
        <w:t>DLL</w:t>
      </w:r>
      <w:bookmarkEnd w:id="124"/>
    </w:p>
    <w:p w:rsidR="007B4B1F" w:rsidRDefault="007B4B1F" w:rsidP="007B4B1F">
      <w:pPr>
        <w:pStyle w:val="Heading4"/>
      </w:pPr>
      <w:bookmarkStart w:id="125" w:name="_Toc7445918"/>
      <w:r>
        <w:t>Changes</w:t>
      </w:r>
      <w:bookmarkEnd w:id="125"/>
    </w:p>
    <w:p w:rsidR="007B4B1F" w:rsidRPr="00D953D4" w:rsidRDefault="00D953D4" w:rsidP="004725CA">
      <w:pPr>
        <w:pStyle w:val="ListParagraph"/>
        <w:numPr>
          <w:ilvl w:val="0"/>
          <w:numId w:val="34"/>
        </w:numPr>
        <w:autoSpaceDE w:val="0"/>
        <w:autoSpaceDN w:val="0"/>
        <w:adjustRightInd w:val="0"/>
        <w:rPr>
          <w:rFonts w:ascii="Consolas" w:hAnsi="Consolas" w:cs="Consolas"/>
          <w:sz w:val="19"/>
          <w:szCs w:val="19"/>
        </w:rPr>
      </w:pPr>
      <w:r>
        <w:t>None</w:t>
      </w:r>
    </w:p>
    <w:p w:rsidR="007B4B1F" w:rsidRDefault="007B4B1F" w:rsidP="007B4B1F">
      <w:pPr>
        <w:pStyle w:val="Heading4"/>
      </w:pPr>
      <w:bookmarkStart w:id="126" w:name="_Toc7445919"/>
      <w:r>
        <w:t>Feature Addition</w:t>
      </w:r>
      <w:bookmarkEnd w:id="126"/>
    </w:p>
    <w:p w:rsidR="00060BFE" w:rsidRDefault="00060BFE" w:rsidP="00060BFE">
      <w:pPr>
        <w:pStyle w:val="ListParagraph"/>
        <w:numPr>
          <w:ilvl w:val="0"/>
          <w:numId w:val="47"/>
        </w:numPr>
      </w:pPr>
      <w:r>
        <w:t>Added support for USB70xx family hubs - A0 SPI, B0 ROM and SPI</w:t>
      </w:r>
    </w:p>
    <w:p w:rsidR="00060BFE" w:rsidRDefault="00060BFE" w:rsidP="00060BFE">
      <w:pPr>
        <w:pStyle w:val="ListParagraph"/>
        <w:numPr>
          <w:ilvl w:val="0"/>
          <w:numId w:val="47"/>
        </w:numPr>
      </w:pPr>
      <w:r>
        <w:t>Added support for USB57xx B0 revision</w:t>
      </w:r>
    </w:p>
    <w:p w:rsidR="00060BFE" w:rsidRDefault="00060BFE" w:rsidP="00060BFE">
      <w:pPr>
        <w:pStyle w:val="ListParagraph"/>
        <w:numPr>
          <w:ilvl w:val="0"/>
          <w:numId w:val="47"/>
        </w:numPr>
      </w:pPr>
      <w:r>
        <w:t>Added support for LAN74xx</w:t>
      </w:r>
    </w:p>
    <w:p w:rsidR="00060BFE" w:rsidRDefault="00060BFE" w:rsidP="00060BFE">
      <w:pPr>
        <w:pStyle w:val="ListParagraph"/>
        <w:numPr>
          <w:ilvl w:val="0"/>
          <w:numId w:val="47"/>
        </w:numPr>
      </w:pPr>
      <w:r>
        <w:t>Added new API MchpSetPath</w:t>
      </w:r>
    </w:p>
    <w:p w:rsidR="007B4B1F" w:rsidRDefault="007B4B1F" w:rsidP="007B4B1F">
      <w:pPr>
        <w:pStyle w:val="Heading4"/>
      </w:pPr>
      <w:bookmarkStart w:id="127" w:name="_Toc7445920"/>
      <w:r>
        <w:t>Known limitations</w:t>
      </w:r>
      <w:bookmarkEnd w:id="127"/>
    </w:p>
    <w:p w:rsidR="007B4B1F" w:rsidRDefault="007B4B1F" w:rsidP="007B4B1F">
      <w:pPr>
        <w:pStyle w:val="ListParagraph"/>
        <w:numPr>
          <w:ilvl w:val="0"/>
          <w:numId w:val="11"/>
        </w:numPr>
      </w:pPr>
      <w:r>
        <w:t>For USB253x/4604 family hubs, Mchp</w:t>
      </w:r>
      <w:r w:rsidRPr="00CE3975">
        <w:t>I2Csetconfig</w:t>
      </w:r>
      <w:r>
        <w:t xml:space="preserve"> </w:t>
      </w:r>
      <w:r w:rsidRPr="00CE3975">
        <w:t>API supports only 62.5 KH</w:t>
      </w:r>
      <w:r>
        <w:t>z.</w:t>
      </w:r>
    </w:p>
    <w:p w:rsidR="00723612" w:rsidRDefault="00723612" w:rsidP="00723612">
      <w:pPr>
        <w:pStyle w:val="ListParagraph"/>
        <w:numPr>
          <w:ilvl w:val="0"/>
          <w:numId w:val="11"/>
        </w:numPr>
      </w:pPr>
      <w:r>
        <w:t xml:space="preserve">USB70xx does not support MchpUsbRoleSwitch API. Instead MchpUsbFlexConnect API can be used. </w:t>
      </w:r>
    </w:p>
    <w:p w:rsidR="007B4B1F" w:rsidRDefault="007B4B1F" w:rsidP="007B4B1F">
      <w:pPr>
        <w:pStyle w:val="ListParagraph"/>
        <w:numPr>
          <w:ilvl w:val="0"/>
          <w:numId w:val="11"/>
        </w:numPr>
      </w:pPr>
      <w:r>
        <w:t>LAN – MchpLanReadUsbPhyStat API will always return False.</w:t>
      </w:r>
    </w:p>
    <w:p w:rsidR="00302E5D" w:rsidRDefault="00302E5D" w:rsidP="00302E5D">
      <w:pPr>
        <w:pStyle w:val="ListParagraph"/>
        <w:numPr>
          <w:ilvl w:val="0"/>
          <w:numId w:val="11"/>
        </w:numPr>
      </w:pPr>
      <w:r>
        <w:t>PCIE – MchpPciePing – External LoopBack API may work.</w:t>
      </w:r>
    </w:p>
    <w:p w:rsidR="007B4B1F" w:rsidRPr="00D16A66" w:rsidRDefault="007B4B1F" w:rsidP="007B4B1F">
      <w:pPr>
        <w:pStyle w:val="ListParagraph"/>
        <w:numPr>
          <w:ilvl w:val="0"/>
          <w:numId w:val="11"/>
        </w:numPr>
        <w:rPr>
          <w:rStyle w:val="Hyperlink"/>
          <w:color w:val="auto"/>
          <w:u w:val="none"/>
        </w:rPr>
      </w:pPr>
      <w:r>
        <w:t xml:space="preserve">Refer to </w:t>
      </w:r>
      <w:hyperlink w:anchor="_Known_limitations_for" w:history="1">
        <w:r w:rsidRPr="005604E3">
          <w:rPr>
            <w:rStyle w:val="Hyperlink"/>
          </w:rPr>
          <w:t>Known limitations for CLI, DLL, GUI</w:t>
        </w:r>
      </w:hyperlink>
    </w:p>
    <w:p w:rsidR="007B4B1F" w:rsidRDefault="007B4B1F" w:rsidP="007B4B1F">
      <w:pPr>
        <w:pStyle w:val="Heading3"/>
      </w:pPr>
      <w:bookmarkStart w:id="128" w:name="_Toc7445921"/>
      <w:r>
        <w:t>Graphical User Interface (GUI)</w:t>
      </w:r>
      <w:bookmarkEnd w:id="128"/>
    </w:p>
    <w:p w:rsidR="007B4B1F" w:rsidRDefault="007B4B1F" w:rsidP="007B4B1F">
      <w:pPr>
        <w:pStyle w:val="Heading4"/>
      </w:pPr>
      <w:bookmarkStart w:id="129" w:name="_Toc7445922"/>
      <w:r>
        <w:t>Changes</w:t>
      </w:r>
      <w:bookmarkEnd w:id="129"/>
    </w:p>
    <w:p w:rsidR="007B4B1F" w:rsidRDefault="008C2353" w:rsidP="007B4B1F">
      <w:pPr>
        <w:pStyle w:val="ListParagraph"/>
        <w:numPr>
          <w:ilvl w:val="0"/>
          <w:numId w:val="34"/>
        </w:numPr>
      </w:pPr>
      <w:r>
        <w:t>None</w:t>
      </w:r>
    </w:p>
    <w:p w:rsidR="007B4B1F" w:rsidRDefault="007B4B1F" w:rsidP="007B4B1F">
      <w:pPr>
        <w:pStyle w:val="Heading4"/>
      </w:pPr>
      <w:bookmarkStart w:id="130" w:name="_Toc7445923"/>
      <w:r>
        <w:t>Feature Addition</w:t>
      </w:r>
      <w:bookmarkEnd w:id="130"/>
    </w:p>
    <w:p w:rsidR="00FE38DD" w:rsidRDefault="00FE38DD" w:rsidP="00FE38DD">
      <w:pPr>
        <w:pStyle w:val="ListParagraph"/>
        <w:numPr>
          <w:ilvl w:val="0"/>
          <w:numId w:val="47"/>
        </w:numPr>
      </w:pPr>
      <w:r>
        <w:t>Added support for USB70xx family hubs – A0 SPI, B0 ROM and SPI. Limited support for A0 ROM – Only programming is supported.</w:t>
      </w:r>
    </w:p>
    <w:p w:rsidR="00FE38DD" w:rsidRDefault="00FE38DD" w:rsidP="00FE38DD">
      <w:pPr>
        <w:pStyle w:val="ListParagraph"/>
        <w:numPr>
          <w:ilvl w:val="0"/>
          <w:numId w:val="47"/>
        </w:numPr>
      </w:pPr>
      <w:r>
        <w:lastRenderedPageBreak/>
        <w:t>Added support for USB57xx B0 revision</w:t>
      </w:r>
    </w:p>
    <w:p w:rsidR="00FE38DD" w:rsidRDefault="00FE38DD" w:rsidP="00FE38DD">
      <w:pPr>
        <w:pStyle w:val="ListParagraph"/>
        <w:numPr>
          <w:ilvl w:val="0"/>
          <w:numId w:val="47"/>
        </w:numPr>
      </w:pPr>
      <w:r>
        <w:t>Added support for LAN74xx</w:t>
      </w:r>
    </w:p>
    <w:p w:rsidR="007B4B1F" w:rsidRDefault="007B4B1F" w:rsidP="007B4B1F">
      <w:pPr>
        <w:pStyle w:val="Heading4"/>
      </w:pPr>
      <w:bookmarkStart w:id="131" w:name="_Toc7445924"/>
      <w:r>
        <w:t>Known limitations</w:t>
      </w:r>
      <w:bookmarkEnd w:id="131"/>
    </w:p>
    <w:p w:rsidR="00FC6B45" w:rsidRDefault="00FC6B45" w:rsidP="00FC6B45">
      <w:pPr>
        <w:pStyle w:val="ListParagraph"/>
        <w:numPr>
          <w:ilvl w:val="0"/>
          <w:numId w:val="47"/>
        </w:numPr>
      </w:pPr>
      <w:r>
        <w:rPr>
          <w:b/>
        </w:rPr>
        <w:t>USB70xx – A0 ROM - Configuration file generation is not supported in both Online and Offline Page</w:t>
      </w:r>
      <w:r>
        <w:t>.</w:t>
      </w:r>
    </w:p>
    <w:p w:rsidR="007B4B1F" w:rsidRDefault="007B4B1F" w:rsidP="007B4B1F">
      <w:pPr>
        <w:pStyle w:val="ListParagraph"/>
        <w:numPr>
          <w:ilvl w:val="0"/>
          <w:numId w:val="34"/>
        </w:numPr>
      </w:pPr>
      <w:r>
        <w:t>Inconsistent failure while programming USB84604 continuously</w:t>
      </w:r>
    </w:p>
    <w:p w:rsidR="007B4B1F" w:rsidRDefault="007B4B1F" w:rsidP="007B4B1F">
      <w:pPr>
        <w:pStyle w:val="ListParagraph"/>
        <w:numPr>
          <w:ilvl w:val="0"/>
          <w:numId w:val="34"/>
        </w:numPr>
      </w:pPr>
      <w:r>
        <w:t>Default values loaded in offline page and online page may be different because of configuration strap value of the device connected.</w:t>
      </w:r>
    </w:p>
    <w:p w:rsidR="007B4B1F" w:rsidRPr="002A3A14" w:rsidRDefault="007B4B1F" w:rsidP="007B4B1F">
      <w:pPr>
        <w:pStyle w:val="ListParagraph"/>
        <w:numPr>
          <w:ilvl w:val="0"/>
          <w:numId w:val="34"/>
        </w:numPr>
        <w:rPr>
          <w:rStyle w:val="Hyperlink"/>
          <w:color w:val="auto"/>
          <w:u w:val="none"/>
        </w:rPr>
      </w:pPr>
      <w:r>
        <w:t xml:space="preserve">Refer to </w:t>
      </w:r>
      <w:hyperlink w:anchor="_Known_limitations_for" w:history="1">
        <w:r w:rsidRPr="005604E3">
          <w:rPr>
            <w:rStyle w:val="Hyperlink"/>
          </w:rPr>
          <w:t>Known limitations for CLI, DLL, GUI</w:t>
        </w:r>
      </w:hyperlink>
    </w:p>
    <w:p w:rsidR="007B4B1F" w:rsidRDefault="007B4B1F" w:rsidP="007B4B1F">
      <w:pPr>
        <w:pStyle w:val="Heading3"/>
      </w:pPr>
      <w:bookmarkStart w:id="132" w:name="_Toc7445925"/>
      <w:r>
        <w:t>Known limitations for CLI, DLL, GUI</w:t>
      </w:r>
      <w:bookmarkEnd w:id="132"/>
    </w:p>
    <w:p w:rsidR="007B4B1F" w:rsidRDefault="007B4B1F" w:rsidP="007B4B1F">
      <w:pPr>
        <w:pStyle w:val="ListParagraph"/>
        <w:numPr>
          <w:ilvl w:val="0"/>
          <w:numId w:val="3"/>
        </w:numPr>
      </w:pPr>
      <w:r>
        <w:t>The tool supports programming of only one Microchip device at a time for CLI and GUI.</w:t>
      </w:r>
    </w:p>
    <w:p w:rsidR="007B4B1F" w:rsidRDefault="007B4B1F" w:rsidP="007B4B1F">
      <w:pPr>
        <w:pStyle w:val="ListParagraph"/>
        <w:numPr>
          <w:ilvl w:val="0"/>
          <w:numId w:val="3"/>
        </w:numPr>
      </w:pPr>
      <w:r>
        <w:t>EEPROM with size 256 byte may not work for LAN78XX products.</w:t>
      </w:r>
    </w:p>
    <w:p w:rsidR="00347368" w:rsidRDefault="00347368" w:rsidP="00347368">
      <w:pPr>
        <w:pStyle w:val="ListParagraph"/>
        <w:numPr>
          <w:ilvl w:val="0"/>
          <w:numId w:val="3"/>
        </w:numPr>
      </w:pPr>
      <w:r>
        <w:t>PCIE – External LoopBack option in special features tab may work</w:t>
      </w:r>
      <w:r w:rsidR="00561DFD">
        <w:t xml:space="preserve"> for LAN74XX family dvices.</w:t>
      </w:r>
    </w:p>
    <w:p w:rsidR="007B4B1F" w:rsidRDefault="007B4B1F" w:rsidP="004725CA">
      <w:pPr>
        <w:pStyle w:val="ListParagraph"/>
        <w:numPr>
          <w:ilvl w:val="0"/>
          <w:numId w:val="3"/>
        </w:numPr>
      </w:pPr>
      <w:r>
        <w:t xml:space="preserve">Admin privilege is required for running the tool. </w:t>
      </w:r>
      <w:r w:rsidRPr="00561DFD">
        <w:rPr>
          <w:b/>
        </w:rPr>
        <w:t>“Run as administrator”</w:t>
      </w:r>
      <w:r>
        <w:t xml:space="preserve"> needs to be done for running the tool for LAN78XX and HFC disabled USB hub products.</w:t>
      </w:r>
    </w:p>
    <w:p w:rsidR="007B4B1F" w:rsidRPr="00DD3364" w:rsidRDefault="007B4B1F" w:rsidP="007B4B1F">
      <w:pPr>
        <w:pStyle w:val="ListParagraph"/>
        <w:numPr>
          <w:ilvl w:val="0"/>
          <w:numId w:val="3"/>
        </w:numPr>
      </w:pPr>
      <w:r w:rsidRPr="001E70C3">
        <w:rPr>
          <w:b/>
        </w:rPr>
        <w:t>The LAN78xx driver is not supported for other than Microchip vendor id and product id</w:t>
      </w:r>
      <w:r>
        <w:rPr>
          <w:b/>
        </w:rPr>
        <w:t>.</w:t>
      </w:r>
    </w:p>
    <w:p w:rsidR="007B4B1F" w:rsidRDefault="007B4B1F" w:rsidP="007B4B1F">
      <w:pPr>
        <w:pStyle w:val="ListParagraph"/>
        <w:numPr>
          <w:ilvl w:val="0"/>
          <w:numId w:val="3"/>
        </w:numPr>
      </w:pPr>
      <w:r w:rsidRPr="001657D3">
        <w:t xml:space="preserve">MCHP </w:t>
      </w:r>
      <w:r>
        <w:t>Device has to be connected before launching the application.</w:t>
      </w:r>
    </w:p>
    <w:p w:rsidR="007B4B1F" w:rsidRPr="0045599C" w:rsidRDefault="007B4B1F" w:rsidP="007B4B1F">
      <w:pPr>
        <w:pStyle w:val="ListParagraph"/>
        <w:numPr>
          <w:ilvl w:val="0"/>
          <w:numId w:val="3"/>
        </w:numPr>
      </w:pPr>
      <w:r w:rsidRPr="001657D3">
        <w:t>If the MCHP device</w:t>
      </w:r>
      <w:r>
        <w:t>(USB Hub)</w:t>
      </w:r>
      <w:r w:rsidRPr="001657D3">
        <w:t xml:space="preserve"> is connected to a XHCI - USB 3.0 controller or the controller which supports hub to sleep, please connect a pen drive to the MCHP hub to avoid the controller from putting the hub to sleep</w:t>
      </w:r>
      <w:r w:rsidRPr="004760D6">
        <w:rPr>
          <w:b/>
        </w:rPr>
        <w:t xml:space="preserve"> ( Only if the internal HFC device is disabled)</w:t>
      </w:r>
    </w:p>
    <w:p w:rsidR="007B4B1F" w:rsidRDefault="007B4B1F" w:rsidP="007B4B1F">
      <w:pPr>
        <w:pStyle w:val="ListParagraph"/>
        <w:numPr>
          <w:ilvl w:val="0"/>
          <w:numId w:val="3"/>
        </w:numPr>
      </w:pPr>
      <w:r>
        <w:t xml:space="preserve"> SPI flashes other than listed in Appendix I may or may not work.</w:t>
      </w:r>
    </w:p>
    <w:p w:rsidR="002A2945" w:rsidRDefault="002A2945" w:rsidP="002A2945">
      <w:pPr>
        <w:pStyle w:val="ListParagraph"/>
        <w:numPr>
          <w:ilvl w:val="0"/>
          <w:numId w:val="3"/>
        </w:numPr>
      </w:pPr>
      <w:r>
        <w:t>Following are the limitations of USB70xx – B0 ROM</w:t>
      </w:r>
    </w:p>
    <w:p w:rsidR="002A2945" w:rsidRDefault="002A2945" w:rsidP="002A2945">
      <w:pPr>
        <w:pStyle w:val="ListParagraph"/>
        <w:numPr>
          <w:ilvl w:val="0"/>
          <w:numId w:val="42"/>
        </w:numPr>
      </w:pPr>
      <w:r>
        <w:t>Mini Host not supported in PD Enabled SKUs</w:t>
      </w:r>
    </w:p>
    <w:p w:rsidR="002A2945" w:rsidRDefault="002A2945" w:rsidP="002A2945">
      <w:pPr>
        <w:pStyle w:val="ListParagraph"/>
        <w:numPr>
          <w:ilvl w:val="0"/>
          <w:numId w:val="42"/>
        </w:numPr>
      </w:pPr>
      <w:r>
        <w:t>Multi Host (MHB) not supported in PD enabled SKUs</w:t>
      </w:r>
    </w:p>
    <w:p w:rsidR="002A2945" w:rsidRDefault="002A2945" w:rsidP="002A2945">
      <w:pPr>
        <w:pStyle w:val="ListParagraph"/>
        <w:numPr>
          <w:ilvl w:val="0"/>
          <w:numId w:val="42"/>
        </w:numPr>
      </w:pPr>
      <w:r>
        <w:t>FlexConnect will not be supported for PD enabled SKUs</w:t>
      </w:r>
    </w:p>
    <w:p w:rsidR="002A2945" w:rsidRPr="005A3B17" w:rsidRDefault="002A2945" w:rsidP="002A2945">
      <w:pPr>
        <w:pStyle w:val="ListParagraph"/>
        <w:numPr>
          <w:ilvl w:val="0"/>
          <w:numId w:val="42"/>
        </w:numPr>
      </w:pPr>
      <w:r>
        <w:t>Battery Charging will be disabled for PD enabled ports</w:t>
      </w:r>
    </w:p>
    <w:p w:rsidR="002A2945" w:rsidRPr="0045599C" w:rsidRDefault="002A2945" w:rsidP="002A2945">
      <w:pPr>
        <w:pStyle w:val="ListParagraph"/>
      </w:pPr>
    </w:p>
    <w:p w:rsidR="007B4B1F" w:rsidRPr="007B4B1F" w:rsidRDefault="007B4B1F" w:rsidP="007B4B1F">
      <w:pPr>
        <w:rPr>
          <w:lang w:val="en-GB"/>
        </w:rPr>
      </w:pPr>
      <w:r>
        <w:rPr>
          <w:lang w:val="en-GB"/>
        </w:rPr>
        <w:br w:type="page"/>
      </w:r>
    </w:p>
    <w:p w:rsidR="00F30798" w:rsidRDefault="00F30798">
      <w:pPr>
        <w:pStyle w:val="Heading2"/>
      </w:pPr>
      <w:bookmarkStart w:id="133" w:name="_Toc7445926"/>
      <w:r>
        <w:lastRenderedPageBreak/>
        <w:t>Version 1.9.1</w:t>
      </w:r>
      <w:bookmarkEnd w:id="133"/>
    </w:p>
    <w:p w:rsidR="00F30798" w:rsidRPr="00CC08DA" w:rsidRDefault="00F30798" w:rsidP="00F30798">
      <w:pPr>
        <w:rPr>
          <w:lang w:val="en-GB"/>
        </w:rPr>
      </w:pPr>
      <w:r>
        <w:rPr>
          <w:lang w:val="en-GB"/>
        </w:rPr>
        <w:t>GUI, CLI and DLL are available as part of this release.</w:t>
      </w:r>
    </w:p>
    <w:p w:rsidR="00F30798" w:rsidRDefault="00F30798" w:rsidP="00F30798">
      <w:pPr>
        <w:pStyle w:val="Heading3"/>
      </w:pPr>
      <w:bookmarkStart w:id="134" w:name="_Toc7445927"/>
      <w:r>
        <w:t>Command Line Interface (CLI)</w:t>
      </w:r>
      <w:bookmarkEnd w:id="134"/>
    </w:p>
    <w:p w:rsidR="00F30798" w:rsidRDefault="00F30798" w:rsidP="00F30798">
      <w:pPr>
        <w:pStyle w:val="Heading4"/>
      </w:pPr>
      <w:bookmarkStart w:id="135" w:name="_Toc7445928"/>
      <w:r>
        <w:t>Changes</w:t>
      </w:r>
      <w:bookmarkEnd w:id="135"/>
    </w:p>
    <w:p w:rsidR="00F30798" w:rsidRPr="00045F10" w:rsidRDefault="00F30798" w:rsidP="00F30798">
      <w:pPr>
        <w:pStyle w:val="ListParagraph"/>
        <w:numPr>
          <w:ilvl w:val="0"/>
          <w:numId w:val="34"/>
        </w:numPr>
      </w:pPr>
      <w:r>
        <w:t>Name change from</w:t>
      </w:r>
      <w:r w:rsidR="00032149">
        <w:t xml:space="preserve"> MPLABCC</w:t>
      </w:r>
      <w:r>
        <w:t>.exe to MPLABC</w:t>
      </w:r>
      <w:r w:rsidR="00032149">
        <w:t>onnect</w:t>
      </w:r>
      <w:r>
        <w:t>.exe</w:t>
      </w:r>
    </w:p>
    <w:p w:rsidR="00F30798" w:rsidRDefault="00F30798" w:rsidP="00F30798">
      <w:pPr>
        <w:pStyle w:val="Heading4"/>
      </w:pPr>
      <w:bookmarkStart w:id="136" w:name="_Toc7445929"/>
      <w:r>
        <w:t>Feature Addition</w:t>
      </w:r>
      <w:bookmarkEnd w:id="136"/>
    </w:p>
    <w:p w:rsidR="00F30798" w:rsidRDefault="00F30798" w:rsidP="00F30798">
      <w:pPr>
        <w:pStyle w:val="ListParagraph"/>
        <w:numPr>
          <w:ilvl w:val="0"/>
          <w:numId w:val="34"/>
        </w:numPr>
      </w:pPr>
      <w:r>
        <w:t xml:space="preserve">Added </w:t>
      </w:r>
      <w:r w:rsidR="009E213F">
        <w:t>support for USB49xx,USB4715 Quad SPI Flash</w:t>
      </w:r>
    </w:p>
    <w:p w:rsidR="00F30798" w:rsidRDefault="00F30798" w:rsidP="00F30798">
      <w:pPr>
        <w:pStyle w:val="Heading4"/>
      </w:pPr>
      <w:bookmarkStart w:id="137" w:name="_Toc7445930"/>
      <w:r>
        <w:t>Known limitations</w:t>
      </w:r>
      <w:bookmarkEnd w:id="137"/>
    </w:p>
    <w:p w:rsidR="00F30798" w:rsidRDefault="00F30798" w:rsidP="00DF5CD2">
      <w:pPr>
        <w:ind w:firstLine="720"/>
        <w:rPr>
          <w:rStyle w:val="Hyperlink"/>
        </w:rPr>
      </w:pPr>
      <w:r>
        <w:t xml:space="preserve">Refer to </w:t>
      </w:r>
      <w:hyperlink w:anchor="_Known_limitations_for" w:history="1">
        <w:r w:rsidRPr="005604E3">
          <w:rPr>
            <w:rStyle w:val="Hyperlink"/>
          </w:rPr>
          <w:t>Known limitations for CLI, DLL, GUI</w:t>
        </w:r>
      </w:hyperlink>
    </w:p>
    <w:p w:rsidR="00F30798" w:rsidRDefault="00F30798" w:rsidP="00F30798">
      <w:pPr>
        <w:pStyle w:val="Heading3"/>
      </w:pPr>
      <w:bookmarkStart w:id="138" w:name="_Toc7445931"/>
      <w:r>
        <w:t>DLL</w:t>
      </w:r>
      <w:bookmarkEnd w:id="138"/>
    </w:p>
    <w:p w:rsidR="00F30798" w:rsidRDefault="00F30798" w:rsidP="00F30798">
      <w:pPr>
        <w:pStyle w:val="Heading4"/>
      </w:pPr>
      <w:bookmarkStart w:id="139" w:name="_Toc7445932"/>
      <w:r>
        <w:t>Changes</w:t>
      </w:r>
      <w:bookmarkEnd w:id="139"/>
    </w:p>
    <w:p w:rsidR="009B1538" w:rsidRPr="00045F10" w:rsidRDefault="009B1538" w:rsidP="009B1538">
      <w:pPr>
        <w:pStyle w:val="ListParagraph"/>
        <w:numPr>
          <w:ilvl w:val="0"/>
          <w:numId w:val="34"/>
        </w:numPr>
      </w:pPr>
      <w:r>
        <w:t>Name change from MPLABCC.exe to MPLABConnect.exe</w:t>
      </w:r>
    </w:p>
    <w:p w:rsidR="00F30798" w:rsidRDefault="00F30798" w:rsidP="00F30798">
      <w:pPr>
        <w:autoSpaceDE w:val="0"/>
        <w:autoSpaceDN w:val="0"/>
        <w:adjustRightInd w:val="0"/>
        <w:rPr>
          <w:rFonts w:ascii="Consolas" w:hAnsi="Consolas" w:cs="Consolas"/>
          <w:sz w:val="19"/>
          <w:szCs w:val="19"/>
        </w:rPr>
      </w:pPr>
    </w:p>
    <w:p w:rsidR="00F30798" w:rsidRDefault="00F30798" w:rsidP="00F30798">
      <w:pPr>
        <w:pStyle w:val="Heading4"/>
      </w:pPr>
      <w:bookmarkStart w:id="140" w:name="_Toc7445933"/>
      <w:r>
        <w:t>Feature Addition</w:t>
      </w:r>
      <w:bookmarkEnd w:id="140"/>
    </w:p>
    <w:p w:rsidR="009B1538" w:rsidRDefault="009B1538" w:rsidP="009B1538">
      <w:pPr>
        <w:pStyle w:val="ListParagraph"/>
        <w:numPr>
          <w:ilvl w:val="0"/>
          <w:numId w:val="34"/>
        </w:numPr>
      </w:pPr>
      <w:r>
        <w:t>Added support for USB49xx,USB4715 Quad SPI Flash</w:t>
      </w:r>
    </w:p>
    <w:p w:rsidR="009B1538" w:rsidRDefault="009B1538" w:rsidP="009B1538">
      <w:pPr>
        <w:pStyle w:val="ListParagraph"/>
        <w:numPr>
          <w:ilvl w:val="0"/>
          <w:numId w:val="20"/>
        </w:numPr>
      </w:pPr>
      <w:r>
        <w:t>Added support for USB49xx,USB4715 I2C different frequency</w:t>
      </w:r>
    </w:p>
    <w:p w:rsidR="002442E2" w:rsidRDefault="002442E2" w:rsidP="009B1538">
      <w:pPr>
        <w:pStyle w:val="ListParagraph"/>
        <w:numPr>
          <w:ilvl w:val="0"/>
          <w:numId w:val="20"/>
        </w:numPr>
      </w:pPr>
      <w:r>
        <w:t>Added new API (MchpUsbSPISelectDuplex) for USB49xx,USB4715 to select full duplex/half duplex</w:t>
      </w:r>
    </w:p>
    <w:p w:rsidR="00F30798" w:rsidRDefault="00F30798" w:rsidP="00F30798">
      <w:pPr>
        <w:pStyle w:val="Heading4"/>
      </w:pPr>
      <w:bookmarkStart w:id="141" w:name="_Toc7445934"/>
      <w:r>
        <w:t>Known limitations</w:t>
      </w:r>
      <w:bookmarkEnd w:id="141"/>
    </w:p>
    <w:p w:rsidR="00F30798" w:rsidRDefault="00F30798" w:rsidP="00F30798">
      <w:pPr>
        <w:pStyle w:val="ListParagraph"/>
        <w:numPr>
          <w:ilvl w:val="0"/>
          <w:numId w:val="11"/>
        </w:numPr>
      </w:pPr>
      <w:r>
        <w:t>For USB253x/4604 family hubs, Mchp</w:t>
      </w:r>
      <w:r w:rsidRPr="00CE3975">
        <w:t>I2Csetconfig</w:t>
      </w:r>
      <w:r>
        <w:t xml:space="preserve"> </w:t>
      </w:r>
      <w:r w:rsidRPr="00CE3975">
        <w:t>API supports only 62.5 KH</w:t>
      </w:r>
      <w:r>
        <w:t>z.</w:t>
      </w:r>
    </w:p>
    <w:p w:rsidR="00D227F6" w:rsidRDefault="00D227F6" w:rsidP="00D227F6">
      <w:pPr>
        <w:pStyle w:val="ListParagraph"/>
        <w:numPr>
          <w:ilvl w:val="0"/>
          <w:numId w:val="11"/>
        </w:numPr>
      </w:pPr>
      <w:r>
        <w:t>LAN – MchpLanReadUsbPhyStat API will always return False.</w:t>
      </w:r>
    </w:p>
    <w:p w:rsidR="00F30798" w:rsidRPr="00D16A66" w:rsidRDefault="00F30798" w:rsidP="00F30798">
      <w:pPr>
        <w:pStyle w:val="ListParagraph"/>
        <w:numPr>
          <w:ilvl w:val="0"/>
          <w:numId w:val="11"/>
        </w:numPr>
        <w:rPr>
          <w:rStyle w:val="Hyperlink"/>
          <w:color w:val="auto"/>
          <w:u w:val="none"/>
        </w:rPr>
      </w:pPr>
      <w:r>
        <w:t xml:space="preserve">Refer to </w:t>
      </w:r>
      <w:hyperlink w:anchor="_Known_limitations_for" w:history="1">
        <w:r w:rsidRPr="005604E3">
          <w:rPr>
            <w:rStyle w:val="Hyperlink"/>
          </w:rPr>
          <w:t>Known limitations for CLI, DLL, GUI</w:t>
        </w:r>
      </w:hyperlink>
    </w:p>
    <w:p w:rsidR="00F30798" w:rsidRDefault="00F30798" w:rsidP="00F30798">
      <w:pPr>
        <w:pStyle w:val="Heading3"/>
      </w:pPr>
      <w:bookmarkStart w:id="142" w:name="_Toc7445935"/>
      <w:r>
        <w:t>Graphical User Interface (GUI)</w:t>
      </w:r>
      <w:bookmarkEnd w:id="142"/>
    </w:p>
    <w:p w:rsidR="00F30798" w:rsidRDefault="00F30798" w:rsidP="00F30798">
      <w:pPr>
        <w:pStyle w:val="Heading4"/>
      </w:pPr>
      <w:bookmarkStart w:id="143" w:name="_Toc7445936"/>
      <w:r>
        <w:t>Changes</w:t>
      </w:r>
      <w:bookmarkEnd w:id="143"/>
    </w:p>
    <w:p w:rsidR="00F30798" w:rsidRDefault="00F30798" w:rsidP="00F30798">
      <w:pPr>
        <w:pStyle w:val="ListParagraph"/>
        <w:numPr>
          <w:ilvl w:val="0"/>
          <w:numId w:val="34"/>
        </w:numPr>
      </w:pPr>
      <w:r>
        <w:t xml:space="preserve">Name change from </w:t>
      </w:r>
      <w:r w:rsidRPr="00497DA1">
        <w:t>MPLAB Connect Configurator</w:t>
      </w:r>
      <w:r>
        <w:t>.exe.</w:t>
      </w:r>
      <w:r w:rsidR="002F5239">
        <w:t>to MPLABConnect.exe</w:t>
      </w:r>
    </w:p>
    <w:p w:rsidR="00F30798" w:rsidRDefault="00F30798" w:rsidP="00F30798">
      <w:pPr>
        <w:pStyle w:val="Heading4"/>
      </w:pPr>
      <w:bookmarkStart w:id="144" w:name="_Toc7445937"/>
      <w:r>
        <w:t>Feature Addition</w:t>
      </w:r>
      <w:bookmarkEnd w:id="144"/>
    </w:p>
    <w:p w:rsidR="00AD2439" w:rsidRDefault="00AD2439" w:rsidP="00AD2439">
      <w:pPr>
        <w:pStyle w:val="ListParagraph"/>
        <w:numPr>
          <w:ilvl w:val="0"/>
          <w:numId w:val="34"/>
        </w:numPr>
      </w:pPr>
      <w:r>
        <w:t>Added support for USB49xx,USB4715 Quad SPI Flash</w:t>
      </w:r>
    </w:p>
    <w:p w:rsidR="00AD2439" w:rsidRDefault="00AD2439" w:rsidP="00AD2439">
      <w:pPr>
        <w:pStyle w:val="ListParagraph"/>
        <w:numPr>
          <w:ilvl w:val="0"/>
          <w:numId w:val="20"/>
        </w:numPr>
      </w:pPr>
      <w:r>
        <w:t>Added support for USB49xx,USB4715 I2C different frequency</w:t>
      </w:r>
      <w:r w:rsidR="00901B92">
        <w:t>(40KHz)</w:t>
      </w:r>
    </w:p>
    <w:p w:rsidR="00F30798" w:rsidRDefault="00F30798" w:rsidP="00F30798">
      <w:pPr>
        <w:pStyle w:val="Heading4"/>
      </w:pPr>
      <w:bookmarkStart w:id="145" w:name="_Toc7445938"/>
      <w:r>
        <w:t>Known limitations</w:t>
      </w:r>
      <w:bookmarkEnd w:id="145"/>
    </w:p>
    <w:p w:rsidR="00F30798" w:rsidRDefault="00F30798" w:rsidP="00F30798">
      <w:pPr>
        <w:pStyle w:val="ListParagraph"/>
        <w:numPr>
          <w:ilvl w:val="0"/>
          <w:numId w:val="34"/>
        </w:numPr>
      </w:pPr>
      <w:r>
        <w:t>Inconsistent failure while programming USB84604 continuously</w:t>
      </w:r>
    </w:p>
    <w:p w:rsidR="007A2DC7" w:rsidRDefault="007A2DC7" w:rsidP="007A2DC7">
      <w:pPr>
        <w:pStyle w:val="ListParagraph"/>
        <w:numPr>
          <w:ilvl w:val="0"/>
          <w:numId w:val="34"/>
        </w:numPr>
      </w:pPr>
      <w:r>
        <w:lastRenderedPageBreak/>
        <w:t>Default values loaded in offline page and online page may be different because of configuration strap value of the device connected.</w:t>
      </w:r>
    </w:p>
    <w:p w:rsidR="00F30798" w:rsidRPr="002A3A14" w:rsidRDefault="00F30798" w:rsidP="002A3A14">
      <w:pPr>
        <w:pStyle w:val="ListParagraph"/>
        <w:numPr>
          <w:ilvl w:val="0"/>
          <w:numId w:val="34"/>
        </w:numPr>
        <w:rPr>
          <w:rStyle w:val="Hyperlink"/>
          <w:color w:val="auto"/>
          <w:u w:val="none"/>
        </w:rPr>
      </w:pPr>
      <w:r>
        <w:t xml:space="preserve">Refer to </w:t>
      </w:r>
      <w:hyperlink w:anchor="_Known_limitations_for" w:history="1">
        <w:r w:rsidRPr="005604E3">
          <w:rPr>
            <w:rStyle w:val="Hyperlink"/>
          </w:rPr>
          <w:t>Known limitations for CLI, DLL, GUI</w:t>
        </w:r>
      </w:hyperlink>
    </w:p>
    <w:p w:rsidR="00F30798" w:rsidRDefault="00F30798" w:rsidP="00F30798">
      <w:pPr>
        <w:pStyle w:val="Heading3"/>
      </w:pPr>
      <w:bookmarkStart w:id="146" w:name="_Toc7445939"/>
      <w:r>
        <w:t>Known limitations for CLI, DLL, GUI</w:t>
      </w:r>
      <w:bookmarkEnd w:id="146"/>
    </w:p>
    <w:p w:rsidR="00F30798" w:rsidRDefault="00F30798" w:rsidP="00F30798">
      <w:pPr>
        <w:pStyle w:val="ListParagraph"/>
        <w:numPr>
          <w:ilvl w:val="0"/>
          <w:numId w:val="3"/>
        </w:numPr>
      </w:pPr>
      <w:r>
        <w:t>The tool supports programming of only one Microchip device at a time for CLI and GUI.</w:t>
      </w:r>
    </w:p>
    <w:p w:rsidR="00F30798" w:rsidRDefault="00F30798" w:rsidP="00F30798">
      <w:pPr>
        <w:pStyle w:val="ListParagraph"/>
        <w:numPr>
          <w:ilvl w:val="0"/>
          <w:numId w:val="3"/>
        </w:numPr>
      </w:pPr>
      <w:r>
        <w:t>EEPROM with size 256 byte may not work for LAN78XX products.</w:t>
      </w:r>
    </w:p>
    <w:p w:rsidR="00F30798" w:rsidRDefault="00F30798" w:rsidP="00F30798">
      <w:pPr>
        <w:pStyle w:val="ListParagraph"/>
        <w:numPr>
          <w:ilvl w:val="0"/>
          <w:numId w:val="3"/>
        </w:numPr>
      </w:pPr>
      <w:r>
        <w:t xml:space="preserve">Admin privilege is required for running the tool. </w:t>
      </w:r>
      <w:r>
        <w:rPr>
          <w:b/>
        </w:rPr>
        <w:t>“Run as administrator”</w:t>
      </w:r>
      <w:r>
        <w:t xml:space="preserve"> needs to be done for running the tool for LAN78XX and HFC disabled USB hub products.</w:t>
      </w:r>
    </w:p>
    <w:p w:rsidR="00F30798" w:rsidRPr="00DD3364" w:rsidRDefault="00F30798" w:rsidP="00F30798">
      <w:pPr>
        <w:pStyle w:val="ListParagraph"/>
        <w:numPr>
          <w:ilvl w:val="0"/>
          <w:numId w:val="3"/>
        </w:numPr>
      </w:pPr>
      <w:r w:rsidRPr="001E70C3">
        <w:rPr>
          <w:b/>
        </w:rPr>
        <w:t>The LAN78xx driver is not supported for other than Microchip vendor id and product id</w:t>
      </w:r>
      <w:r>
        <w:rPr>
          <w:b/>
        </w:rPr>
        <w:t>.</w:t>
      </w:r>
    </w:p>
    <w:p w:rsidR="00F30798" w:rsidRDefault="00F30798" w:rsidP="00F30798">
      <w:pPr>
        <w:pStyle w:val="ListParagraph"/>
        <w:numPr>
          <w:ilvl w:val="0"/>
          <w:numId w:val="3"/>
        </w:numPr>
      </w:pPr>
      <w:r w:rsidRPr="001657D3">
        <w:t xml:space="preserve">MCHP </w:t>
      </w:r>
      <w:r>
        <w:t>Device has to be connected before launching the application.</w:t>
      </w:r>
    </w:p>
    <w:p w:rsidR="00F30798" w:rsidRPr="0045599C" w:rsidRDefault="00F30798" w:rsidP="00F30798">
      <w:pPr>
        <w:pStyle w:val="ListParagraph"/>
        <w:numPr>
          <w:ilvl w:val="0"/>
          <w:numId w:val="3"/>
        </w:numPr>
      </w:pPr>
      <w:r w:rsidRPr="001657D3">
        <w:t>If the MCHP device</w:t>
      </w:r>
      <w:r>
        <w:t>(USB Hub)</w:t>
      </w:r>
      <w:r w:rsidRPr="001657D3">
        <w:t xml:space="preserve"> is connected to a XHCI - USB 3.0 controller or the controller which supports hub to sleep, please connect a pen drive to the MCHP hub to avoid the controller from putting the hub to sleep</w:t>
      </w:r>
      <w:r w:rsidRPr="004760D6">
        <w:rPr>
          <w:b/>
        </w:rPr>
        <w:t xml:space="preserve"> ( Only if the internal HFC device is disabled)</w:t>
      </w:r>
    </w:p>
    <w:p w:rsidR="0045599C" w:rsidRPr="0045599C" w:rsidRDefault="0045599C" w:rsidP="00F30798">
      <w:pPr>
        <w:pStyle w:val="ListParagraph"/>
        <w:numPr>
          <w:ilvl w:val="0"/>
          <w:numId w:val="3"/>
        </w:numPr>
      </w:pPr>
      <w:r>
        <w:t xml:space="preserve"> SPI flashes other than listed in Appendix I may or may not work.</w:t>
      </w:r>
    </w:p>
    <w:p w:rsidR="00F30798" w:rsidRPr="00F30798" w:rsidRDefault="000646E9" w:rsidP="00F30798">
      <w:pPr>
        <w:rPr>
          <w:lang w:val="en-GB"/>
        </w:rPr>
      </w:pPr>
      <w:r>
        <w:rPr>
          <w:lang w:val="en-GB"/>
        </w:rPr>
        <w:br w:type="page"/>
      </w:r>
    </w:p>
    <w:p w:rsidR="00E40548" w:rsidRDefault="00E40548" w:rsidP="00E40548">
      <w:pPr>
        <w:pStyle w:val="Heading2"/>
      </w:pPr>
      <w:bookmarkStart w:id="147" w:name="_Toc7445940"/>
      <w:r>
        <w:lastRenderedPageBreak/>
        <w:t>Version 1.9</w:t>
      </w:r>
      <w:bookmarkEnd w:id="34"/>
      <w:bookmarkEnd w:id="147"/>
      <w:r>
        <w:t xml:space="preserve"> </w:t>
      </w:r>
    </w:p>
    <w:p w:rsidR="00E40548" w:rsidRPr="00CC08DA" w:rsidRDefault="00E40548" w:rsidP="00E40548">
      <w:pPr>
        <w:rPr>
          <w:lang w:val="en-GB"/>
        </w:rPr>
      </w:pPr>
      <w:r>
        <w:rPr>
          <w:lang w:val="en-GB"/>
        </w:rPr>
        <w:t>GUI, CLI and DLL are available as part of this release.</w:t>
      </w:r>
    </w:p>
    <w:p w:rsidR="00E40548" w:rsidRDefault="00E40548" w:rsidP="00E40548">
      <w:pPr>
        <w:pStyle w:val="Heading3"/>
      </w:pPr>
      <w:bookmarkStart w:id="148" w:name="_Toc472696026"/>
      <w:bookmarkStart w:id="149" w:name="_Toc475108477"/>
      <w:bookmarkStart w:id="150" w:name="_Toc7445941"/>
      <w:r>
        <w:t>Command Line Interface (CLI)</w:t>
      </w:r>
      <w:bookmarkEnd w:id="148"/>
      <w:bookmarkEnd w:id="149"/>
      <w:bookmarkEnd w:id="150"/>
    </w:p>
    <w:p w:rsidR="00E40548" w:rsidRDefault="00E40548" w:rsidP="00E40548">
      <w:pPr>
        <w:pStyle w:val="Heading4"/>
      </w:pPr>
      <w:bookmarkStart w:id="151" w:name="_Toc472696027"/>
      <w:bookmarkStart w:id="152" w:name="_Toc475108478"/>
      <w:bookmarkStart w:id="153" w:name="_Toc7445942"/>
      <w:r>
        <w:t>Changes</w:t>
      </w:r>
      <w:bookmarkEnd w:id="151"/>
      <w:bookmarkEnd w:id="152"/>
      <w:bookmarkEnd w:id="153"/>
    </w:p>
    <w:p w:rsidR="00E40548" w:rsidRPr="00045F10" w:rsidRDefault="00E40548" w:rsidP="00E40548">
      <w:pPr>
        <w:pStyle w:val="ListParagraph"/>
        <w:numPr>
          <w:ilvl w:val="0"/>
          <w:numId w:val="34"/>
        </w:numPr>
      </w:pPr>
      <w:r>
        <w:t xml:space="preserve">Name change from </w:t>
      </w:r>
      <w:r w:rsidR="002F7033">
        <w:t>pt2main.exe to MPLABCC.exe</w:t>
      </w:r>
    </w:p>
    <w:p w:rsidR="00E40548" w:rsidRDefault="00E40548" w:rsidP="00E40548">
      <w:pPr>
        <w:pStyle w:val="Heading4"/>
      </w:pPr>
      <w:bookmarkStart w:id="154" w:name="_Toc472696028"/>
      <w:bookmarkStart w:id="155" w:name="_Toc475108479"/>
      <w:bookmarkStart w:id="156" w:name="_Toc7445943"/>
      <w:r>
        <w:t>Feature Addition</w:t>
      </w:r>
      <w:bookmarkEnd w:id="154"/>
      <w:bookmarkEnd w:id="155"/>
      <w:bookmarkEnd w:id="156"/>
    </w:p>
    <w:p w:rsidR="00E40548" w:rsidRDefault="00E40548" w:rsidP="00E40548">
      <w:pPr>
        <w:pStyle w:val="ListParagraph"/>
        <w:numPr>
          <w:ilvl w:val="0"/>
          <w:numId w:val="34"/>
        </w:numPr>
      </w:pPr>
      <w:r>
        <w:t xml:space="preserve">Added support for USB49XX,USB4715 </w:t>
      </w:r>
    </w:p>
    <w:p w:rsidR="00E40548" w:rsidRDefault="00E40548" w:rsidP="00E40548">
      <w:pPr>
        <w:pStyle w:val="ListParagraph"/>
        <w:numPr>
          <w:ilvl w:val="0"/>
          <w:numId w:val="34"/>
        </w:numPr>
      </w:pPr>
      <w:r>
        <w:t>Added /ccs option to calculate checksum for given input file</w:t>
      </w:r>
    </w:p>
    <w:p w:rsidR="00E40548" w:rsidRDefault="00E40548" w:rsidP="00E40548">
      <w:pPr>
        <w:pStyle w:val="ListParagraph"/>
        <w:numPr>
          <w:ilvl w:val="0"/>
          <w:numId w:val="34"/>
        </w:numPr>
      </w:pPr>
      <w:r>
        <w:t>Added /dar to disable auto reprogram option if programming fails for first time</w:t>
      </w:r>
    </w:p>
    <w:p w:rsidR="00784FEF" w:rsidRDefault="00E40548" w:rsidP="00784FEF">
      <w:pPr>
        <w:pStyle w:val="ListParagraph"/>
        <w:numPr>
          <w:ilvl w:val="0"/>
          <w:numId w:val="34"/>
        </w:numPr>
      </w:pPr>
      <w:r>
        <w:t>Added support to program multiple serial number</w:t>
      </w:r>
    </w:p>
    <w:p w:rsidR="00DD5704" w:rsidRDefault="00DD5704" w:rsidP="00784FEF">
      <w:pPr>
        <w:pStyle w:val="ListParagraph"/>
        <w:numPr>
          <w:ilvl w:val="0"/>
          <w:numId w:val="34"/>
        </w:numPr>
      </w:pPr>
      <w:r>
        <w:t>Updated to Signed VSM drivers</w:t>
      </w:r>
    </w:p>
    <w:p w:rsidR="00E40548" w:rsidRDefault="00E40548" w:rsidP="00E40548">
      <w:pPr>
        <w:pStyle w:val="Heading4"/>
      </w:pPr>
      <w:bookmarkStart w:id="157" w:name="_Toc472696029"/>
      <w:bookmarkStart w:id="158" w:name="_Toc475108480"/>
      <w:bookmarkStart w:id="159" w:name="_Toc7445944"/>
      <w:r>
        <w:t>Known limitations</w:t>
      </w:r>
      <w:bookmarkEnd w:id="157"/>
      <w:bookmarkEnd w:id="158"/>
      <w:bookmarkEnd w:id="159"/>
    </w:p>
    <w:p w:rsidR="00E40548" w:rsidRPr="005604E3" w:rsidRDefault="00E40548" w:rsidP="00E40548">
      <w:pPr>
        <w:pStyle w:val="ListParagraph"/>
        <w:numPr>
          <w:ilvl w:val="0"/>
          <w:numId w:val="34"/>
        </w:numPr>
      </w:pPr>
      <w:r>
        <w:t xml:space="preserve">Refer to </w:t>
      </w:r>
      <w:hyperlink w:anchor="_Known_limitations_for" w:history="1">
        <w:r w:rsidRPr="005604E3">
          <w:rPr>
            <w:rStyle w:val="Hyperlink"/>
          </w:rPr>
          <w:t>Known limitations for CLI, DLL, GUI</w:t>
        </w:r>
      </w:hyperlink>
    </w:p>
    <w:p w:rsidR="00E40548" w:rsidRDefault="00E40548" w:rsidP="00E40548">
      <w:pPr>
        <w:pStyle w:val="ListParagraph"/>
      </w:pPr>
    </w:p>
    <w:p w:rsidR="00E40548" w:rsidRDefault="00E40548" w:rsidP="00E40548">
      <w:pPr>
        <w:pStyle w:val="Heading3"/>
      </w:pPr>
      <w:bookmarkStart w:id="160" w:name="_Toc472696030"/>
      <w:bookmarkStart w:id="161" w:name="_Toc475108481"/>
      <w:bookmarkStart w:id="162" w:name="_Toc7445945"/>
      <w:r>
        <w:t>DLL</w:t>
      </w:r>
      <w:bookmarkEnd w:id="160"/>
      <w:bookmarkEnd w:id="161"/>
      <w:bookmarkEnd w:id="162"/>
    </w:p>
    <w:p w:rsidR="00E40548" w:rsidRDefault="00E40548" w:rsidP="00E40548">
      <w:pPr>
        <w:pStyle w:val="Heading4"/>
      </w:pPr>
      <w:bookmarkStart w:id="163" w:name="_Toc472696031"/>
      <w:bookmarkStart w:id="164" w:name="_Toc475108482"/>
      <w:bookmarkStart w:id="165" w:name="_Toc7445946"/>
      <w:r>
        <w:t>Changes</w:t>
      </w:r>
      <w:bookmarkEnd w:id="163"/>
      <w:bookmarkEnd w:id="164"/>
      <w:bookmarkEnd w:id="165"/>
    </w:p>
    <w:p w:rsidR="002F7033" w:rsidRDefault="002F7033" w:rsidP="002F7033">
      <w:pPr>
        <w:pStyle w:val="ListParagraph"/>
        <w:numPr>
          <w:ilvl w:val="0"/>
          <w:numId w:val="34"/>
        </w:numPr>
      </w:pPr>
      <w:r>
        <w:t xml:space="preserve">Name change from </w:t>
      </w:r>
      <w:r w:rsidR="00005B83">
        <w:t>pt2lib.dll to MPLABCC.dll</w:t>
      </w:r>
    </w:p>
    <w:p w:rsidR="00E40548" w:rsidRPr="00CA7B20" w:rsidRDefault="00E40548" w:rsidP="00E40548">
      <w:pPr>
        <w:pStyle w:val="ListParagraph"/>
        <w:numPr>
          <w:ilvl w:val="0"/>
          <w:numId w:val="34"/>
        </w:numPr>
        <w:autoSpaceDE w:val="0"/>
        <w:autoSpaceDN w:val="0"/>
        <w:adjustRightInd w:val="0"/>
      </w:pPr>
      <w:r>
        <w:t xml:space="preserve">Changes in </w:t>
      </w:r>
      <w:r w:rsidRPr="00CA7B20">
        <w:t>MchpUsbRegisterRead, MchpUsbRegisterWrite, MchpUsbUartRead</w:t>
      </w:r>
    </w:p>
    <w:p w:rsidR="00E40548" w:rsidRDefault="00E40548" w:rsidP="00E40548">
      <w:pPr>
        <w:autoSpaceDE w:val="0"/>
        <w:autoSpaceDN w:val="0"/>
        <w:adjustRightInd w:val="0"/>
        <w:rPr>
          <w:rFonts w:ascii="Consolas" w:hAnsi="Consolas" w:cs="Consolas"/>
          <w:sz w:val="19"/>
          <w:szCs w:val="19"/>
        </w:rPr>
      </w:pPr>
    </w:p>
    <w:p w:rsidR="00E40548" w:rsidRDefault="00E40548" w:rsidP="00E40548">
      <w:pPr>
        <w:pStyle w:val="Heading4"/>
      </w:pPr>
      <w:bookmarkStart w:id="166" w:name="_Toc472696032"/>
      <w:bookmarkStart w:id="167" w:name="_Toc475108483"/>
      <w:bookmarkStart w:id="168" w:name="_Toc7445947"/>
      <w:r>
        <w:t>Feature Addition</w:t>
      </w:r>
      <w:bookmarkEnd w:id="166"/>
      <w:bookmarkEnd w:id="167"/>
      <w:bookmarkEnd w:id="168"/>
    </w:p>
    <w:p w:rsidR="00E40548" w:rsidRDefault="00E40548" w:rsidP="00E40548">
      <w:pPr>
        <w:pStyle w:val="ListParagraph"/>
        <w:numPr>
          <w:ilvl w:val="0"/>
          <w:numId w:val="20"/>
        </w:numPr>
      </w:pPr>
      <w:r>
        <w:t>Added support for USB49XX,USB4715</w:t>
      </w:r>
    </w:p>
    <w:p w:rsidR="00E40548" w:rsidRDefault="00E40548" w:rsidP="00E40548">
      <w:pPr>
        <w:pStyle w:val="ListParagraph"/>
        <w:numPr>
          <w:ilvl w:val="0"/>
          <w:numId w:val="20"/>
        </w:numPr>
      </w:pPr>
      <w:r>
        <w:t>More than one Microchip device can be accessed at a time.</w:t>
      </w:r>
    </w:p>
    <w:p w:rsidR="00E40548" w:rsidRDefault="00E40548" w:rsidP="00E40548">
      <w:pPr>
        <w:pStyle w:val="ListParagraph"/>
        <w:numPr>
          <w:ilvl w:val="0"/>
          <w:numId w:val="20"/>
        </w:numPr>
      </w:pPr>
      <w:r>
        <w:t>Added support to program multiple serial number</w:t>
      </w:r>
    </w:p>
    <w:p w:rsidR="00E40548" w:rsidRDefault="00E40548" w:rsidP="00E40548">
      <w:pPr>
        <w:pStyle w:val="Heading4"/>
      </w:pPr>
      <w:bookmarkStart w:id="169" w:name="_Toc472696033"/>
      <w:bookmarkStart w:id="170" w:name="_Toc475108484"/>
      <w:bookmarkStart w:id="171" w:name="_Toc7445948"/>
      <w:r>
        <w:t>Known limitations</w:t>
      </w:r>
      <w:bookmarkEnd w:id="169"/>
      <w:bookmarkEnd w:id="170"/>
      <w:bookmarkEnd w:id="171"/>
    </w:p>
    <w:p w:rsidR="00E40548" w:rsidRDefault="00E40548" w:rsidP="00E40548">
      <w:pPr>
        <w:pStyle w:val="ListParagraph"/>
        <w:numPr>
          <w:ilvl w:val="0"/>
          <w:numId w:val="11"/>
        </w:numPr>
      </w:pPr>
      <w:r>
        <w:t>For USB253x/4604 family hubs, Mchp</w:t>
      </w:r>
      <w:r w:rsidRPr="00CE3975">
        <w:t>I2Csetconfig</w:t>
      </w:r>
      <w:r>
        <w:t xml:space="preserve"> </w:t>
      </w:r>
      <w:r w:rsidRPr="00CE3975">
        <w:t>API supports only 62.5 KH</w:t>
      </w:r>
      <w:r>
        <w:t>z.</w:t>
      </w:r>
    </w:p>
    <w:p w:rsidR="00E40548" w:rsidRDefault="00E40548" w:rsidP="00E40548">
      <w:pPr>
        <w:pStyle w:val="ListParagraph"/>
        <w:numPr>
          <w:ilvl w:val="0"/>
          <w:numId w:val="11"/>
        </w:numPr>
      </w:pPr>
      <w:r>
        <w:t xml:space="preserve">Refer to </w:t>
      </w:r>
      <w:hyperlink w:anchor="_Known_limitations_for" w:history="1">
        <w:r w:rsidRPr="005604E3">
          <w:rPr>
            <w:rStyle w:val="Hyperlink"/>
          </w:rPr>
          <w:t>Known limitations for CLI, DLL, GUI</w:t>
        </w:r>
      </w:hyperlink>
    </w:p>
    <w:p w:rsidR="00E40548" w:rsidRDefault="00E40548" w:rsidP="00E40548">
      <w:pPr>
        <w:pStyle w:val="Heading3"/>
      </w:pPr>
      <w:bookmarkStart w:id="172" w:name="_Toc472696034"/>
      <w:bookmarkStart w:id="173" w:name="_Toc475108485"/>
      <w:bookmarkStart w:id="174" w:name="_Toc7445949"/>
      <w:r>
        <w:t>Graphical User Interface (GUI)</w:t>
      </w:r>
      <w:bookmarkEnd w:id="172"/>
      <w:bookmarkEnd w:id="173"/>
      <w:bookmarkEnd w:id="174"/>
    </w:p>
    <w:p w:rsidR="00E40548" w:rsidRDefault="00E40548" w:rsidP="00E40548">
      <w:pPr>
        <w:pStyle w:val="Heading4"/>
      </w:pPr>
      <w:bookmarkStart w:id="175" w:name="_Toc475108486"/>
      <w:bookmarkStart w:id="176" w:name="_Toc7445950"/>
      <w:r>
        <w:t>Changes</w:t>
      </w:r>
      <w:bookmarkEnd w:id="175"/>
      <w:bookmarkEnd w:id="176"/>
    </w:p>
    <w:p w:rsidR="00497DA1" w:rsidRDefault="00497DA1" w:rsidP="00497DA1">
      <w:pPr>
        <w:pStyle w:val="ListParagraph"/>
        <w:numPr>
          <w:ilvl w:val="0"/>
          <w:numId w:val="34"/>
        </w:numPr>
      </w:pPr>
      <w:r>
        <w:t xml:space="preserve">Name change from Protouch2.exe to </w:t>
      </w:r>
      <w:r w:rsidRPr="00497DA1">
        <w:t>MPLAB Connect Configurator</w:t>
      </w:r>
      <w:r>
        <w:t>.exe</w:t>
      </w:r>
      <w:r w:rsidR="001B5E04">
        <w:t>.</w:t>
      </w:r>
    </w:p>
    <w:p w:rsidR="00E40548" w:rsidRDefault="00E40548" w:rsidP="00E40548">
      <w:pPr>
        <w:pStyle w:val="Heading4"/>
      </w:pPr>
      <w:bookmarkStart w:id="177" w:name="_Toc475108487"/>
      <w:bookmarkStart w:id="178" w:name="_Toc7445951"/>
      <w:r>
        <w:lastRenderedPageBreak/>
        <w:t>Feature Addition</w:t>
      </w:r>
      <w:bookmarkEnd w:id="177"/>
      <w:bookmarkEnd w:id="178"/>
    </w:p>
    <w:p w:rsidR="00E40548" w:rsidRDefault="00E40548" w:rsidP="00E40548">
      <w:pPr>
        <w:pStyle w:val="ListParagraph"/>
        <w:numPr>
          <w:ilvl w:val="0"/>
          <w:numId w:val="34"/>
        </w:numPr>
      </w:pPr>
      <w:r>
        <w:t>Added support for USB49XX and USB4715.</w:t>
      </w:r>
    </w:p>
    <w:p w:rsidR="00E40548" w:rsidRDefault="00E40548" w:rsidP="00E40548">
      <w:pPr>
        <w:pStyle w:val="ListParagraph"/>
        <w:numPr>
          <w:ilvl w:val="0"/>
          <w:numId w:val="34"/>
        </w:numPr>
      </w:pPr>
      <w:r>
        <w:t>Generated checksum for given input file in offline for USB49XX and USB4715.</w:t>
      </w:r>
    </w:p>
    <w:p w:rsidR="00E40548" w:rsidRDefault="00E40548" w:rsidP="00E40548">
      <w:pPr>
        <w:pStyle w:val="ListParagraph"/>
        <w:numPr>
          <w:ilvl w:val="0"/>
          <w:numId w:val="34"/>
        </w:numPr>
      </w:pPr>
      <w:r>
        <w:t>Added support for NCM Device Mac address programming for USB49XX and USB4715.</w:t>
      </w:r>
    </w:p>
    <w:p w:rsidR="00E40548" w:rsidRDefault="00E40548" w:rsidP="00E40548">
      <w:pPr>
        <w:pStyle w:val="ListParagraph"/>
        <w:numPr>
          <w:ilvl w:val="0"/>
          <w:numId w:val="34"/>
        </w:numPr>
      </w:pPr>
      <w:r>
        <w:t>Added support for Secondary downstream port configuration.</w:t>
      </w:r>
    </w:p>
    <w:p w:rsidR="001B5E04" w:rsidRDefault="001B5E04" w:rsidP="001B5E04">
      <w:pPr>
        <w:pStyle w:val="ListParagraph"/>
        <w:numPr>
          <w:ilvl w:val="0"/>
          <w:numId w:val="34"/>
        </w:numPr>
      </w:pPr>
      <w:r>
        <w:t>Added support for device selection on based on ini file entry.</w:t>
      </w:r>
    </w:p>
    <w:p w:rsidR="00E40548" w:rsidRDefault="00E40548" w:rsidP="00E40548"/>
    <w:p w:rsidR="00E40548" w:rsidRDefault="00E40548" w:rsidP="00E40548">
      <w:pPr>
        <w:pStyle w:val="Heading4"/>
      </w:pPr>
      <w:bookmarkStart w:id="179" w:name="_Toc475108488"/>
      <w:bookmarkStart w:id="180" w:name="_Toc7445952"/>
      <w:r>
        <w:t>Known limitations</w:t>
      </w:r>
      <w:bookmarkEnd w:id="179"/>
      <w:bookmarkEnd w:id="180"/>
    </w:p>
    <w:p w:rsidR="00E40548" w:rsidRDefault="00E40548" w:rsidP="00E40548">
      <w:pPr>
        <w:pStyle w:val="ListParagraph"/>
        <w:numPr>
          <w:ilvl w:val="0"/>
          <w:numId w:val="34"/>
        </w:numPr>
      </w:pPr>
      <w:r>
        <w:t>Inconsistent failure while programming USB84604 continuously</w:t>
      </w:r>
    </w:p>
    <w:p w:rsidR="00E40548" w:rsidRPr="005604E3" w:rsidRDefault="00E40548" w:rsidP="00E40548">
      <w:pPr>
        <w:pStyle w:val="ListParagraph"/>
        <w:numPr>
          <w:ilvl w:val="0"/>
          <w:numId w:val="34"/>
        </w:numPr>
      </w:pPr>
      <w:r>
        <w:t xml:space="preserve">Refer to </w:t>
      </w:r>
      <w:hyperlink w:anchor="_Known_limitations_for" w:history="1">
        <w:r w:rsidRPr="005604E3">
          <w:rPr>
            <w:rStyle w:val="Hyperlink"/>
          </w:rPr>
          <w:t>Known limitations for CLI, DLL, GUI</w:t>
        </w:r>
      </w:hyperlink>
    </w:p>
    <w:p w:rsidR="00E40548" w:rsidRPr="002F170D" w:rsidRDefault="00E40548" w:rsidP="00E40548">
      <w:pPr>
        <w:rPr>
          <w:lang w:val="en-GB"/>
        </w:rPr>
      </w:pPr>
    </w:p>
    <w:p w:rsidR="00E40548" w:rsidRDefault="00E40548" w:rsidP="00E40548">
      <w:pPr>
        <w:pStyle w:val="Heading3"/>
      </w:pPr>
      <w:bookmarkStart w:id="181" w:name="_Toc472696035"/>
      <w:bookmarkStart w:id="182" w:name="_Toc475108489"/>
      <w:bookmarkStart w:id="183" w:name="_Toc7445953"/>
      <w:r>
        <w:t>Known limitations for CLI, DLL, GUI</w:t>
      </w:r>
      <w:bookmarkEnd w:id="181"/>
      <w:bookmarkEnd w:id="182"/>
      <w:bookmarkEnd w:id="183"/>
    </w:p>
    <w:p w:rsidR="00E40548" w:rsidRDefault="00E40548" w:rsidP="00E40548">
      <w:pPr>
        <w:pStyle w:val="ListParagraph"/>
        <w:numPr>
          <w:ilvl w:val="0"/>
          <w:numId w:val="3"/>
        </w:numPr>
      </w:pPr>
      <w:r>
        <w:t>The tool supports programming of only one Microchip device at a time for CLI and GUI.</w:t>
      </w:r>
    </w:p>
    <w:p w:rsidR="00E40548" w:rsidRDefault="00E40548" w:rsidP="00E40548">
      <w:pPr>
        <w:pStyle w:val="ListParagraph"/>
        <w:numPr>
          <w:ilvl w:val="0"/>
          <w:numId w:val="3"/>
        </w:numPr>
      </w:pPr>
      <w:r>
        <w:t>EEPROM with size 256 byte may not work for LAN78XX products.</w:t>
      </w:r>
    </w:p>
    <w:p w:rsidR="00E40548" w:rsidRDefault="00E40548" w:rsidP="00E40548">
      <w:pPr>
        <w:pStyle w:val="ListParagraph"/>
        <w:numPr>
          <w:ilvl w:val="0"/>
          <w:numId w:val="3"/>
        </w:numPr>
      </w:pPr>
      <w:r>
        <w:t xml:space="preserve">Admin privilege is required for running the tool. </w:t>
      </w:r>
      <w:r>
        <w:rPr>
          <w:b/>
        </w:rPr>
        <w:t>“Run as administrator”</w:t>
      </w:r>
      <w:r>
        <w:t xml:space="preserve"> needs to be done for running the tool for LAN78XX and HFC disabled USB hub products.</w:t>
      </w:r>
    </w:p>
    <w:p w:rsidR="00E40548" w:rsidRPr="00DD3364" w:rsidRDefault="00E40548" w:rsidP="00E40548">
      <w:pPr>
        <w:pStyle w:val="ListParagraph"/>
        <w:numPr>
          <w:ilvl w:val="0"/>
          <w:numId w:val="3"/>
        </w:numPr>
      </w:pPr>
      <w:r w:rsidRPr="001E70C3">
        <w:rPr>
          <w:b/>
        </w:rPr>
        <w:t>The LAN78xx driver is not supported for other than Microchip vendor id and product id</w:t>
      </w:r>
      <w:r>
        <w:rPr>
          <w:b/>
        </w:rPr>
        <w:t>.</w:t>
      </w:r>
    </w:p>
    <w:p w:rsidR="00E40548" w:rsidRDefault="00E40548" w:rsidP="00E40548">
      <w:pPr>
        <w:pStyle w:val="ListParagraph"/>
        <w:numPr>
          <w:ilvl w:val="0"/>
          <w:numId w:val="3"/>
        </w:numPr>
      </w:pPr>
      <w:r w:rsidRPr="001657D3">
        <w:t xml:space="preserve">MCHP </w:t>
      </w:r>
      <w:r>
        <w:t>Device has to be connected before launching the application.</w:t>
      </w:r>
    </w:p>
    <w:p w:rsidR="00E40548" w:rsidRPr="00322571" w:rsidRDefault="00E40548" w:rsidP="00E40548">
      <w:pPr>
        <w:pStyle w:val="ListParagraph"/>
        <w:numPr>
          <w:ilvl w:val="0"/>
          <w:numId w:val="3"/>
        </w:numPr>
      </w:pPr>
      <w:r w:rsidRPr="001657D3">
        <w:t>If the MCHP device</w:t>
      </w:r>
      <w:r>
        <w:t>(USB Hub)</w:t>
      </w:r>
      <w:r w:rsidRPr="001657D3">
        <w:t xml:space="preserve"> is connected to a XHCI - USB 3.0 controller or the controller which supports hub to sleep, please connect a pen drive to the MCHP hub to avoid the controller from putting the hub to sleep</w:t>
      </w:r>
      <w:r w:rsidRPr="004760D6">
        <w:rPr>
          <w:b/>
        </w:rPr>
        <w:t xml:space="preserve"> ( Only if the internal HFC device is disabled)</w:t>
      </w:r>
    </w:p>
    <w:p w:rsidR="00322571" w:rsidRDefault="00322571" w:rsidP="00E40548">
      <w:pPr>
        <w:pStyle w:val="ListParagraph"/>
        <w:numPr>
          <w:ilvl w:val="0"/>
          <w:numId w:val="3"/>
        </w:numPr>
      </w:pPr>
      <w:r>
        <w:t>The tool does not support programming Quad SPI Flash.</w:t>
      </w:r>
    </w:p>
    <w:p w:rsidR="00E40548" w:rsidRPr="0023530D" w:rsidRDefault="0023530D" w:rsidP="0023530D">
      <w:pPr>
        <w:rPr>
          <w:lang w:val="en-GB"/>
        </w:rPr>
      </w:pPr>
      <w:r>
        <w:br w:type="page"/>
      </w:r>
    </w:p>
    <w:p w:rsidR="00FA19AB" w:rsidRDefault="0098260B" w:rsidP="00FA19AB">
      <w:pPr>
        <w:pStyle w:val="Heading2"/>
      </w:pPr>
      <w:bookmarkStart w:id="184" w:name="_Toc7445954"/>
      <w:r>
        <w:lastRenderedPageBreak/>
        <w:t>Version 1.8</w:t>
      </w:r>
      <w:bookmarkEnd w:id="184"/>
    </w:p>
    <w:p w:rsidR="0033619B" w:rsidRDefault="0033619B" w:rsidP="0033619B">
      <w:pPr>
        <w:rPr>
          <w:lang w:val="en-GB"/>
        </w:rPr>
      </w:pPr>
      <w:r>
        <w:rPr>
          <w:lang w:val="en-GB"/>
        </w:rPr>
        <w:t>GUI, CLI and DLL are available as part of this release.</w:t>
      </w:r>
    </w:p>
    <w:p w:rsidR="0033619B" w:rsidRDefault="0033619B" w:rsidP="0033619B">
      <w:pPr>
        <w:pStyle w:val="Heading3"/>
      </w:pPr>
      <w:bookmarkStart w:id="185" w:name="_Toc7445955"/>
      <w:r>
        <w:t>Command Line Interface (CLI)</w:t>
      </w:r>
      <w:bookmarkEnd w:id="185"/>
    </w:p>
    <w:p w:rsidR="0033619B" w:rsidRDefault="0033619B" w:rsidP="0033619B">
      <w:pPr>
        <w:pStyle w:val="Heading4"/>
      </w:pPr>
      <w:bookmarkStart w:id="186" w:name="_Toc7445956"/>
      <w:r>
        <w:t>Changes</w:t>
      </w:r>
      <w:bookmarkEnd w:id="186"/>
    </w:p>
    <w:p w:rsidR="0033619B" w:rsidRPr="00045F10" w:rsidRDefault="0033619B" w:rsidP="00045F10">
      <w:pPr>
        <w:pStyle w:val="ListParagraph"/>
        <w:numPr>
          <w:ilvl w:val="0"/>
          <w:numId w:val="34"/>
        </w:numPr>
      </w:pPr>
      <w:r w:rsidRPr="00045F10">
        <w:t>None</w:t>
      </w:r>
    </w:p>
    <w:p w:rsidR="0033619B" w:rsidRDefault="0033619B" w:rsidP="0033619B">
      <w:pPr>
        <w:pStyle w:val="Heading4"/>
      </w:pPr>
      <w:bookmarkStart w:id="187" w:name="_Toc7445957"/>
      <w:r>
        <w:t>Feature Addition</w:t>
      </w:r>
      <w:bookmarkEnd w:id="187"/>
    </w:p>
    <w:p w:rsidR="00BA2544" w:rsidRDefault="00BA2544" w:rsidP="00BA2544">
      <w:pPr>
        <w:pStyle w:val="ListParagraph"/>
        <w:numPr>
          <w:ilvl w:val="0"/>
          <w:numId w:val="20"/>
        </w:numPr>
      </w:pPr>
      <w:r>
        <w:t>Added USB58XX/USB59XX product support.</w:t>
      </w:r>
    </w:p>
    <w:p w:rsidR="0033619B" w:rsidRDefault="0033619B" w:rsidP="0033619B">
      <w:pPr>
        <w:pStyle w:val="ListParagraph"/>
        <w:numPr>
          <w:ilvl w:val="0"/>
          <w:numId w:val="20"/>
        </w:numPr>
      </w:pPr>
      <w:r>
        <w:t xml:space="preserve">Added </w:t>
      </w:r>
      <w:r w:rsidR="00A07431">
        <w:t>option /eel for LAN78XX products to erase EEPROM content</w:t>
      </w:r>
    </w:p>
    <w:p w:rsidR="009E4A52" w:rsidRDefault="009E4A52" w:rsidP="009E4A52">
      <w:pPr>
        <w:pStyle w:val="Heading4"/>
      </w:pPr>
      <w:bookmarkStart w:id="188" w:name="_Toc7445958"/>
      <w:r>
        <w:t>Known limitations</w:t>
      </w:r>
      <w:bookmarkEnd w:id="188"/>
    </w:p>
    <w:p w:rsidR="005604E3" w:rsidRPr="005604E3" w:rsidRDefault="005604E3" w:rsidP="005604E3">
      <w:pPr>
        <w:pStyle w:val="ListParagraph"/>
        <w:numPr>
          <w:ilvl w:val="0"/>
          <w:numId w:val="34"/>
        </w:numPr>
      </w:pPr>
      <w:r>
        <w:t xml:space="preserve">Refer to </w:t>
      </w:r>
      <w:hyperlink w:anchor="_Known_limitations_for" w:history="1">
        <w:r w:rsidRPr="005604E3">
          <w:rPr>
            <w:rStyle w:val="Hyperlink"/>
          </w:rPr>
          <w:t>Known limitations for CLI, DLL, GUI</w:t>
        </w:r>
      </w:hyperlink>
    </w:p>
    <w:p w:rsidR="000A527C" w:rsidRDefault="000A527C" w:rsidP="000A527C">
      <w:pPr>
        <w:pStyle w:val="Heading3"/>
      </w:pPr>
      <w:bookmarkStart w:id="189" w:name="_Toc7445959"/>
      <w:r>
        <w:t>DLL</w:t>
      </w:r>
      <w:bookmarkEnd w:id="189"/>
    </w:p>
    <w:p w:rsidR="000A527C" w:rsidRDefault="000A527C" w:rsidP="000A527C">
      <w:pPr>
        <w:pStyle w:val="Heading4"/>
      </w:pPr>
      <w:bookmarkStart w:id="190" w:name="_Toc7445960"/>
      <w:r>
        <w:t>Changes</w:t>
      </w:r>
      <w:bookmarkEnd w:id="190"/>
    </w:p>
    <w:p w:rsidR="000A527C" w:rsidRPr="00045F10" w:rsidRDefault="000A527C" w:rsidP="00045F10">
      <w:pPr>
        <w:pStyle w:val="ListParagraph"/>
        <w:numPr>
          <w:ilvl w:val="0"/>
          <w:numId w:val="34"/>
        </w:numPr>
      </w:pPr>
      <w:r w:rsidRPr="00045F10">
        <w:t>None</w:t>
      </w:r>
    </w:p>
    <w:p w:rsidR="000A527C" w:rsidRDefault="000A527C" w:rsidP="000A527C">
      <w:pPr>
        <w:pStyle w:val="Heading4"/>
      </w:pPr>
      <w:bookmarkStart w:id="191" w:name="_Toc7445961"/>
      <w:r>
        <w:t>Feature Addition</w:t>
      </w:r>
      <w:bookmarkEnd w:id="191"/>
    </w:p>
    <w:p w:rsidR="000A527C" w:rsidRDefault="000A527C" w:rsidP="000A527C">
      <w:pPr>
        <w:pStyle w:val="ListParagraph"/>
        <w:numPr>
          <w:ilvl w:val="0"/>
          <w:numId w:val="20"/>
        </w:numPr>
      </w:pPr>
      <w:r>
        <w:t xml:space="preserve">Added </w:t>
      </w:r>
      <w:r w:rsidR="00122A18">
        <w:t>USB5</w:t>
      </w:r>
      <w:r>
        <w:t>8XX</w:t>
      </w:r>
      <w:r w:rsidR="00122A18">
        <w:t xml:space="preserve">/USB59XX </w:t>
      </w:r>
      <w:r>
        <w:t>product support.</w:t>
      </w:r>
    </w:p>
    <w:p w:rsidR="000A527C" w:rsidRDefault="000A527C" w:rsidP="00A07BAD">
      <w:pPr>
        <w:pStyle w:val="Heading4"/>
      </w:pPr>
      <w:bookmarkStart w:id="192" w:name="_Toc7445962"/>
      <w:r>
        <w:t>Known limitations</w:t>
      </w:r>
      <w:bookmarkEnd w:id="192"/>
    </w:p>
    <w:p w:rsidR="000A527C" w:rsidRDefault="000A527C" w:rsidP="000A527C">
      <w:pPr>
        <w:pStyle w:val="ListParagraph"/>
        <w:numPr>
          <w:ilvl w:val="0"/>
          <w:numId w:val="11"/>
        </w:numPr>
      </w:pPr>
      <w:r>
        <w:t>For USB253x/4604 family hubs, Mchp</w:t>
      </w:r>
      <w:r w:rsidRPr="00CE3975">
        <w:t>I2Csetconfig</w:t>
      </w:r>
      <w:r>
        <w:t xml:space="preserve"> </w:t>
      </w:r>
      <w:r w:rsidRPr="00CE3975">
        <w:t>API supports only 62.5 KH</w:t>
      </w:r>
      <w:r>
        <w:t>z.</w:t>
      </w:r>
    </w:p>
    <w:p w:rsidR="004B5EC0" w:rsidRPr="005604E3" w:rsidRDefault="004B5EC0" w:rsidP="004B5EC0">
      <w:pPr>
        <w:pStyle w:val="ListParagraph"/>
        <w:numPr>
          <w:ilvl w:val="0"/>
          <w:numId w:val="11"/>
        </w:numPr>
      </w:pPr>
      <w:r>
        <w:t xml:space="preserve">Refer to </w:t>
      </w:r>
      <w:hyperlink w:anchor="_Known_limitations_for" w:history="1">
        <w:r w:rsidRPr="005604E3">
          <w:rPr>
            <w:rStyle w:val="Hyperlink"/>
          </w:rPr>
          <w:t>Known limitations for CLI, DLL, GUI</w:t>
        </w:r>
      </w:hyperlink>
    </w:p>
    <w:p w:rsidR="004B5EC0" w:rsidRDefault="004B5EC0" w:rsidP="004B5EC0">
      <w:pPr>
        <w:pStyle w:val="ListParagraph"/>
      </w:pPr>
    </w:p>
    <w:p w:rsidR="005E06E7" w:rsidRDefault="005E06E7" w:rsidP="005E06E7">
      <w:pPr>
        <w:pStyle w:val="Heading3"/>
      </w:pPr>
      <w:bookmarkStart w:id="193" w:name="_Toc7445963"/>
      <w:r>
        <w:t>Graphical User Interface (GUI)</w:t>
      </w:r>
      <w:bookmarkEnd w:id="193"/>
    </w:p>
    <w:p w:rsidR="005E06E7" w:rsidRDefault="005E06E7" w:rsidP="005E06E7">
      <w:pPr>
        <w:pStyle w:val="Heading4"/>
      </w:pPr>
      <w:bookmarkStart w:id="194" w:name="_Toc7445964"/>
      <w:r>
        <w:t>Changes</w:t>
      </w:r>
      <w:bookmarkEnd w:id="194"/>
    </w:p>
    <w:p w:rsidR="005E06E7" w:rsidRPr="00FF0C20" w:rsidRDefault="005E06E7" w:rsidP="005E06E7">
      <w:pPr>
        <w:pStyle w:val="ListParagraph"/>
      </w:pPr>
      <w:r>
        <w:t>None</w:t>
      </w:r>
    </w:p>
    <w:p w:rsidR="005E06E7" w:rsidRDefault="005E06E7" w:rsidP="005E06E7">
      <w:pPr>
        <w:pStyle w:val="Heading4"/>
      </w:pPr>
      <w:bookmarkStart w:id="195" w:name="_Toc7445965"/>
      <w:r>
        <w:t>Feature Addition</w:t>
      </w:r>
      <w:bookmarkEnd w:id="195"/>
    </w:p>
    <w:p w:rsidR="00A11C05" w:rsidRDefault="00A11C05" w:rsidP="00A11C05">
      <w:pPr>
        <w:pStyle w:val="ListParagraph"/>
        <w:numPr>
          <w:ilvl w:val="0"/>
          <w:numId w:val="20"/>
        </w:numPr>
      </w:pPr>
      <w:r>
        <w:t>Added USB58XX/USB59XX product support.</w:t>
      </w:r>
    </w:p>
    <w:p w:rsidR="005E06E7" w:rsidRDefault="005E06E7" w:rsidP="005E06E7">
      <w:pPr>
        <w:pStyle w:val="Heading4"/>
      </w:pPr>
      <w:bookmarkStart w:id="196" w:name="_Toc7445966"/>
      <w:r>
        <w:t>Bug Fix</w:t>
      </w:r>
      <w:bookmarkEnd w:id="196"/>
    </w:p>
    <w:p w:rsidR="00A06CB5" w:rsidRPr="00A06CB5" w:rsidRDefault="00A06CB5" w:rsidP="00A06CB5">
      <w:pPr>
        <w:pStyle w:val="ListParagraph"/>
        <w:numPr>
          <w:ilvl w:val="0"/>
          <w:numId w:val="20"/>
        </w:numPr>
      </w:pPr>
      <w:r>
        <w:t>None</w:t>
      </w:r>
    </w:p>
    <w:p w:rsidR="005E06E7" w:rsidRDefault="005E06E7" w:rsidP="005E06E7">
      <w:pPr>
        <w:pStyle w:val="Heading4"/>
      </w:pPr>
      <w:bookmarkStart w:id="197" w:name="_Toc7445967"/>
      <w:r>
        <w:t>Known limitations</w:t>
      </w:r>
      <w:bookmarkEnd w:id="197"/>
    </w:p>
    <w:p w:rsidR="005E06E7" w:rsidRDefault="005E06E7" w:rsidP="005E06E7">
      <w:pPr>
        <w:pStyle w:val="ListParagraph"/>
        <w:numPr>
          <w:ilvl w:val="0"/>
          <w:numId w:val="27"/>
        </w:numPr>
      </w:pPr>
      <w:r>
        <w:t>Unicode characters are not supported for String widgets.</w:t>
      </w:r>
    </w:p>
    <w:p w:rsidR="005E06E7" w:rsidRDefault="005E06E7" w:rsidP="005E06E7">
      <w:pPr>
        <w:pStyle w:val="ListParagraph"/>
        <w:numPr>
          <w:ilvl w:val="0"/>
          <w:numId w:val="3"/>
        </w:numPr>
      </w:pPr>
      <w:r>
        <w:t xml:space="preserve">LAN78XX online page fields will not be populated, if OTP and EEPROM </w:t>
      </w:r>
      <w:r w:rsidR="00BD6761">
        <w:t>have</w:t>
      </w:r>
      <w:r>
        <w:t xml:space="preserve"> no valid content.</w:t>
      </w:r>
    </w:p>
    <w:p w:rsidR="00975783" w:rsidRPr="005604E3" w:rsidRDefault="00975783" w:rsidP="00975783">
      <w:pPr>
        <w:pStyle w:val="ListParagraph"/>
        <w:numPr>
          <w:ilvl w:val="0"/>
          <w:numId w:val="3"/>
        </w:numPr>
      </w:pPr>
      <w:r>
        <w:lastRenderedPageBreak/>
        <w:t xml:space="preserve">Refer to </w:t>
      </w:r>
      <w:hyperlink w:anchor="_Known_limitations_for" w:history="1">
        <w:r w:rsidRPr="005604E3">
          <w:rPr>
            <w:rStyle w:val="Hyperlink"/>
          </w:rPr>
          <w:t>Known limitations for CLI, DLL, GUI</w:t>
        </w:r>
      </w:hyperlink>
    </w:p>
    <w:p w:rsidR="000C4999" w:rsidRDefault="000C4999">
      <w:pPr>
        <w:pStyle w:val="Heading3"/>
      </w:pPr>
      <w:bookmarkStart w:id="198" w:name="_Known_limitations_for"/>
      <w:bookmarkStart w:id="199" w:name="_Toc7445968"/>
      <w:bookmarkEnd w:id="198"/>
      <w:r>
        <w:t>Known limitations for CLI,</w:t>
      </w:r>
      <w:r w:rsidR="00334278">
        <w:t xml:space="preserve"> </w:t>
      </w:r>
      <w:r>
        <w:t>DLL,</w:t>
      </w:r>
      <w:r w:rsidR="00334278">
        <w:t xml:space="preserve"> </w:t>
      </w:r>
      <w:r>
        <w:t>GUI</w:t>
      </w:r>
      <w:bookmarkEnd w:id="199"/>
    </w:p>
    <w:p w:rsidR="009B0D14" w:rsidRDefault="009B0D14" w:rsidP="009B0D14">
      <w:pPr>
        <w:pStyle w:val="ListParagraph"/>
        <w:numPr>
          <w:ilvl w:val="0"/>
          <w:numId w:val="3"/>
        </w:numPr>
      </w:pPr>
      <w:r>
        <w:t>The tool supports programming of only one Microchip device at a time.</w:t>
      </w:r>
    </w:p>
    <w:p w:rsidR="009B0D14" w:rsidRDefault="009B0D14" w:rsidP="009B0D14">
      <w:pPr>
        <w:pStyle w:val="ListParagraph"/>
        <w:numPr>
          <w:ilvl w:val="0"/>
          <w:numId w:val="3"/>
        </w:numPr>
      </w:pPr>
      <w:r>
        <w:t>EEPROM with size 256 byte may not work for LAN78XX products.</w:t>
      </w:r>
    </w:p>
    <w:p w:rsidR="000E041F" w:rsidRDefault="000E041F" w:rsidP="000E041F">
      <w:pPr>
        <w:pStyle w:val="ListParagraph"/>
        <w:numPr>
          <w:ilvl w:val="0"/>
          <w:numId w:val="3"/>
        </w:numPr>
      </w:pPr>
      <w:r>
        <w:t xml:space="preserve">Admin privilege is required for running the tool. </w:t>
      </w:r>
      <w:r>
        <w:rPr>
          <w:b/>
        </w:rPr>
        <w:t>“Run as administrator”</w:t>
      </w:r>
      <w:r>
        <w:t xml:space="preserve"> needs to be done for running the tool for LAN78XX and HFC disabled USB hub products.</w:t>
      </w:r>
    </w:p>
    <w:p w:rsidR="000E041F" w:rsidRPr="00DD3364" w:rsidRDefault="000E041F" w:rsidP="000E041F">
      <w:pPr>
        <w:pStyle w:val="ListParagraph"/>
        <w:numPr>
          <w:ilvl w:val="0"/>
          <w:numId w:val="3"/>
        </w:numPr>
      </w:pPr>
      <w:r w:rsidRPr="001E70C3">
        <w:rPr>
          <w:b/>
        </w:rPr>
        <w:t>The LAN78xx driver is not supported for other than Microchip vendor id and product id</w:t>
      </w:r>
      <w:r>
        <w:rPr>
          <w:b/>
        </w:rPr>
        <w:t>.</w:t>
      </w:r>
    </w:p>
    <w:p w:rsidR="000E041F" w:rsidRDefault="000E041F" w:rsidP="000E041F">
      <w:pPr>
        <w:pStyle w:val="ListParagraph"/>
        <w:numPr>
          <w:ilvl w:val="0"/>
          <w:numId w:val="3"/>
        </w:numPr>
      </w:pPr>
      <w:r w:rsidRPr="001657D3">
        <w:t xml:space="preserve">MCHP </w:t>
      </w:r>
      <w:r>
        <w:t>Device has to be connected before launching the application.</w:t>
      </w:r>
    </w:p>
    <w:p w:rsidR="00200174" w:rsidRPr="000F5FFC" w:rsidRDefault="00200174" w:rsidP="00200174">
      <w:pPr>
        <w:pStyle w:val="ListParagraph"/>
        <w:numPr>
          <w:ilvl w:val="0"/>
          <w:numId w:val="3"/>
        </w:numPr>
      </w:pPr>
      <w:r w:rsidRPr="001657D3">
        <w:t>If the MCHP device</w:t>
      </w:r>
      <w:r>
        <w:t>(USB Hub)</w:t>
      </w:r>
      <w:r w:rsidRPr="001657D3">
        <w:t xml:space="preserve"> is connected to a XHCI - USB 3.0 controller or the controller which supports hub to sleep, please connect a pen drive to the MCHP hub to avoid the controller from putting the hub to sleep</w:t>
      </w:r>
      <w:r w:rsidRPr="004760D6">
        <w:rPr>
          <w:b/>
        </w:rPr>
        <w:t xml:space="preserve"> ( Only if the internal HFC device is disabled)</w:t>
      </w:r>
    </w:p>
    <w:p w:rsidR="000F5FFC" w:rsidRPr="00037C39" w:rsidRDefault="000F5FFC" w:rsidP="000F5FFC">
      <w:pPr>
        <w:pStyle w:val="ListParagraph"/>
      </w:pPr>
    </w:p>
    <w:p w:rsidR="00200174" w:rsidRPr="004760D6" w:rsidRDefault="00200174" w:rsidP="00200174">
      <w:pPr>
        <w:pStyle w:val="ListParagraph"/>
      </w:pPr>
    </w:p>
    <w:p w:rsidR="009B0D14" w:rsidRPr="009B0D14" w:rsidRDefault="009B0D14" w:rsidP="00A07BAD">
      <w:pPr>
        <w:pStyle w:val="ListParagraph"/>
      </w:pPr>
    </w:p>
    <w:p w:rsidR="009B0D14" w:rsidRPr="009B0D14" w:rsidRDefault="009B0D14" w:rsidP="009B0D14">
      <w:pPr>
        <w:rPr>
          <w:lang w:val="en-GB"/>
        </w:rPr>
      </w:pPr>
    </w:p>
    <w:p w:rsidR="00172FCF" w:rsidRDefault="00172FCF">
      <w:pPr>
        <w:rPr>
          <w:lang w:val="en-GB"/>
        </w:rPr>
      </w:pPr>
      <w:r>
        <w:rPr>
          <w:lang w:val="en-GB"/>
        </w:rPr>
        <w:br w:type="page"/>
      </w:r>
    </w:p>
    <w:p w:rsidR="004C7F6C" w:rsidRDefault="004C7F6C" w:rsidP="004C7F6C">
      <w:pPr>
        <w:pStyle w:val="Heading2"/>
      </w:pPr>
      <w:bookmarkStart w:id="200" w:name="_Toc7445969"/>
      <w:r>
        <w:lastRenderedPageBreak/>
        <w:t>Version 1.7</w:t>
      </w:r>
      <w:bookmarkEnd w:id="200"/>
    </w:p>
    <w:p w:rsidR="004C7F6C" w:rsidRDefault="00630E05" w:rsidP="004C7F6C">
      <w:pPr>
        <w:rPr>
          <w:lang w:val="en-GB"/>
        </w:rPr>
      </w:pPr>
      <w:r>
        <w:rPr>
          <w:lang w:val="en-GB"/>
        </w:rPr>
        <w:t>GUI, CLI and DLL are available as part of this release.</w:t>
      </w:r>
    </w:p>
    <w:p w:rsidR="001600D8" w:rsidRDefault="001600D8" w:rsidP="001600D8">
      <w:pPr>
        <w:pStyle w:val="Heading3"/>
      </w:pPr>
      <w:bookmarkStart w:id="201" w:name="_Toc7445970"/>
      <w:r>
        <w:t>Command Line Interface (CLI)</w:t>
      </w:r>
      <w:bookmarkEnd w:id="201"/>
    </w:p>
    <w:p w:rsidR="001600D8" w:rsidRDefault="001600D8" w:rsidP="001600D8">
      <w:pPr>
        <w:pStyle w:val="Heading4"/>
      </w:pPr>
      <w:bookmarkStart w:id="202" w:name="_Toc7445971"/>
      <w:r>
        <w:t>Changes</w:t>
      </w:r>
      <w:bookmarkEnd w:id="202"/>
    </w:p>
    <w:p w:rsidR="004760D6" w:rsidRPr="004760D6" w:rsidRDefault="004760D6" w:rsidP="004760D6">
      <w:pPr>
        <w:rPr>
          <w:lang w:val="en-GB"/>
        </w:rPr>
      </w:pPr>
      <w:r>
        <w:rPr>
          <w:lang w:val="en-GB"/>
        </w:rPr>
        <w:t>None</w:t>
      </w:r>
    </w:p>
    <w:p w:rsidR="001600D8" w:rsidRDefault="001600D8" w:rsidP="001600D8">
      <w:pPr>
        <w:pStyle w:val="Heading4"/>
      </w:pPr>
      <w:bookmarkStart w:id="203" w:name="_Toc7445972"/>
      <w:r>
        <w:t>Feature Addition</w:t>
      </w:r>
      <w:bookmarkEnd w:id="203"/>
    </w:p>
    <w:p w:rsidR="00700732" w:rsidRDefault="00CE35D5" w:rsidP="00E83430">
      <w:pPr>
        <w:pStyle w:val="ListParagraph"/>
        <w:numPr>
          <w:ilvl w:val="0"/>
          <w:numId w:val="20"/>
        </w:numPr>
      </w:pPr>
      <w:r>
        <w:t xml:space="preserve">Added </w:t>
      </w:r>
      <w:r w:rsidR="00FA60EB">
        <w:t>L</w:t>
      </w:r>
      <w:r w:rsidR="004760D6">
        <w:t>AN78XX product</w:t>
      </w:r>
      <w:r>
        <w:t xml:space="preserve"> support.</w:t>
      </w:r>
    </w:p>
    <w:p w:rsidR="00CE35D5" w:rsidRDefault="00CE35D5" w:rsidP="00E83430">
      <w:pPr>
        <w:pStyle w:val="ListParagraph"/>
        <w:numPr>
          <w:ilvl w:val="0"/>
          <w:numId w:val="20"/>
        </w:numPr>
      </w:pPr>
      <w:r>
        <w:t>Ad</w:t>
      </w:r>
      <w:r w:rsidR="004760D6">
        <w:t>ded USB3813 and USB3613 product</w:t>
      </w:r>
      <w:r>
        <w:t xml:space="preserve"> support.</w:t>
      </w:r>
    </w:p>
    <w:p w:rsidR="001600D8" w:rsidRDefault="001600D8" w:rsidP="001600D8">
      <w:pPr>
        <w:pStyle w:val="Heading4"/>
      </w:pPr>
      <w:bookmarkStart w:id="204" w:name="_Toc7445973"/>
      <w:r>
        <w:t>Known limitations</w:t>
      </w:r>
      <w:bookmarkEnd w:id="204"/>
    </w:p>
    <w:p w:rsidR="00CE35D5" w:rsidRDefault="00CE35D5" w:rsidP="00CE35D5">
      <w:pPr>
        <w:pStyle w:val="ListParagraph"/>
        <w:numPr>
          <w:ilvl w:val="0"/>
          <w:numId w:val="3"/>
        </w:numPr>
      </w:pPr>
      <w:r>
        <w:t>The tool supports programming of only one Microchip device at a time.</w:t>
      </w:r>
    </w:p>
    <w:p w:rsidR="00CE35D5" w:rsidRDefault="00CE35D5" w:rsidP="00CE35D5">
      <w:pPr>
        <w:pStyle w:val="ListParagraph"/>
        <w:numPr>
          <w:ilvl w:val="0"/>
          <w:numId w:val="3"/>
        </w:numPr>
      </w:pPr>
      <w:r>
        <w:t>EEPROM with size 256 byte may not work for LAN78XX products.</w:t>
      </w:r>
    </w:p>
    <w:p w:rsidR="00CE35D5" w:rsidRDefault="00CE35D5" w:rsidP="00CE35D5">
      <w:pPr>
        <w:pStyle w:val="ListParagraph"/>
        <w:numPr>
          <w:ilvl w:val="0"/>
          <w:numId w:val="3"/>
        </w:numPr>
      </w:pPr>
      <w:r>
        <w:t>.JSON file s</w:t>
      </w:r>
      <w:r w:rsidRPr="00A40D06">
        <w:t>hould not be used with</w:t>
      </w:r>
      <w:r>
        <w:t xml:space="preserve"> the commands /pspi and /p.</w:t>
      </w:r>
    </w:p>
    <w:p w:rsidR="00CE35D5" w:rsidRDefault="00CE35D5" w:rsidP="00CE35D5">
      <w:pPr>
        <w:pStyle w:val="ListParagraph"/>
        <w:numPr>
          <w:ilvl w:val="0"/>
          <w:numId w:val="3"/>
        </w:numPr>
      </w:pPr>
      <w:r>
        <w:t xml:space="preserve">Admin privilege is required for running the tool. </w:t>
      </w:r>
      <w:r>
        <w:rPr>
          <w:b/>
        </w:rPr>
        <w:t>“Run as administrator”</w:t>
      </w:r>
      <w:r>
        <w:t xml:space="preserve"> needs to be done for running the tool for LAN78XX and HFC disabled USB hub products.</w:t>
      </w:r>
    </w:p>
    <w:p w:rsidR="00CE35D5" w:rsidRPr="00DD3364" w:rsidRDefault="00CE35D5" w:rsidP="00CE35D5">
      <w:pPr>
        <w:pStyle w:val="ListParagraph"/>
        <w:numPr>
          <w:ilvl w:val="0"/>
          <w:numId w:val="3"/>
        </w:numPr>
      </w:pPr>
      <w:r w:rsidRPr="001E70C3">
        <w:rPr>
          <w:b/>
        </w:rPr>
        <w:t>The LAN78xx driver is not supported for other than Microchip vendor id and product id</w:t>
      </w:r>
      <w:r>
        <w:rPr>
          <w:b/>
        </w:rPr>
        <w:t>.</w:t>
      </w:r>
    </w:p>
    <w:p w:rsidR="00CE35D5" w:rsidRDefault="00CE35D5" w:rsidP="00CE35D5">
      <w:pPr>
        <w:pStyle w:val="ListParagraph"/>
        <w:numPr>
          <w:ilvl w:val="0"/>
          <w:numId w:val="3"/>
        </w:numPr>
      </w:pPr>
      <w:r w:rsidRPr="001657D3">
        <w:t xml:space="preserve">MCHP </w:t>
      </w:r>
      <w:r>
        <w:t>Device has to be connected before launching the application.</w:t>
      </w:r>
    </w:p>
    <w:p w:rsidR="00CE35D5" w:rsidRDefault="00CE35D5" w:rsidP="00CE35D5">
      <w:pPr>
        <w:numPr>
          <w:ilvl w:val="0"/>
          <w:numId w:val="3"/>
        </w:numPr>
      </w:pPr>
      <w:r>
        <w:t>Only 1 configuration file can be programmed on each device at one time.</w:t>
      </w:r>
    </w:p>
    <w:p w:rsidR="00CE35D5" w:rsidRPr="004760D6" w:rsidRDefault="00CE35D5" w:rsidP="004760D6">
      <w:pPr>
        <w:pStyle w:val="ListParagraph"/>
        <w:numPr>
          <w:ilvl w:val="0"/>
          <w:numId w:val="3"/>
        </w:numPr>
      </w:pPr>
      <w:r w:rsidRPr="001657D3">
        <w:t>If the MCHP device</w:t>
      </w:r>
      <w:r w:rsidR="004760D6">
        <w:t>(USB Hub)</w:t>
      </w:r>
      <w:r w:rsidRPr="001657D3">
        <w:t xml:space="preserve"> is connected to a XHCI - USB 3.0 controller or the controller which supports hub to sleep, please connect a pen drive to the MCHP hub to avoid the controller from putting the hub to sleep</w:t>
      </w:r>
      <w:r w:rsidRPr="004760D6">
        <w:rPr>
          <w:b/>
        </w:rPr>
        <w:t xml:space="preserve"> ( Only if the internal HFC device is disabled)</w:t>
      </w:r>
    </w:p>
    <w:p w:rsidR="001600D8" w:rsidRDefault="001600D8" w:rsidP="001600D8">
      <w:pPr>
        <w:pStyle w:val="Heading3"/>
      </w:pPr>
      <w:bookmarkStart w:id="205" w:name="_Toc7445974"/>
      <w:r>
        <w:t>DLL</w:t>
      </w:r>
      <w:bookmarkEnd w:id="205"/>
    </w:p>
    <w:p w:rsidR="001600D8" w:rsidRDefault="001600D8" w:rsidP="001600D8">
      <w:pPr>
        <w:pStyle w:val="Heading4"/>
      </w:pPr>
      <w:bookmarkStart w:id="206" w:name="_Toc7445975"/>
      <w:r>
        <w:t>Changes</w:t>
      </w:r>
      <w:bookmarkEnd w:id="206"/>
    </w:p>
    <w:p w:rsidR="004760D6" w:rsidRPr="004760D6" w:rsidRDefault="004760D6" w:rsidP="004760D6">
      <w:pPr>
        <w:rPr>
          <w:lang w:val="en-GB"/>
        </w:rPr>
      </w:pPr>
      <w:r>
        <w:rPr>
          <w:lang w:val="en-GB"/>
        </w:rPr>
        <w:t>None</w:t>
      </w:r>
    </w:p>
    <w:p w:rsidR="001600D8" w:rsidRDefault="001600D8" w:rsidP="001600D8">
      <w:pPr>
        <w:pStyle w:val="Heading4"/>
      </w:pPr>
      <w:bookmarkStart w:id="207" w:name="_Toc7445976"/>
      <w:r>
        <w:t>Feature Addition</w:t>
      </w:r>
      <w:bookmarkEnd w:id="207"/>
    </w:p>
    <w:p w:rsidR="00734BEE" w:rsidRDefault="00CE35D5" w:rsidP="00E83430">
      <w:pPr>
        <w:pStyle w:val="ListParagraph"/>
        <w:numPr>
          <w:ilvl w:val="0"/>
          <w:numId w:val="20"/>
        </w:numPr>
      </w:pPr>
      <w:r>
        <w:t xml:space="preserve">Added </w:t>
      </w:r>
      <w:r w:rsidR="00734BEE">
        <w:t>LAN78XX product support.</w:t>
      </w:r>
    </w:p>
    <w:p w:rsidR="001600D8" w:rsidRPr="00CE35D5" w:rsidRDefault="00DB2144" w:rsidP="00E83430">
      <w:pPr>
        <w:pStyle w:val="ListParagraph"/>
        <w:numPr>
          <w:ilvl w:val="0"/>
          <w:numId w:val="20"/>
        </w:numPr>
      </w:pPr>
      <w:r>
        <w:rPr>
          <w:color w:val="000000"/>
        </w:rPr>
        <w:t>Added new MchpProgramSPIFirmwareWithConfigBuffer API</w:t>
      </w:r>
      <w:r w:rsidR="00CE35D5">
        <w:rPr>
          <w:color w:val="000000"/>
        </w:rPr>
        <w:t xml:space="preserve"> for USB Hub products</w:t>
      </w:r>
      <w:r>
        <w:rPr>
          <w:color w:val="000000"/>
        </w:rPr>
        <w:t>.</w:t>
      </w:r>
    </w:p>
    <w:p w:rsidR="00CE35D5" w:rsidRDefault="00CE35D5" w:rsidP="00E83430">
      <w:pPr>
        <w:pStyle w:val="ListParagraph"/>
        <w:numPr>
          <w:ilvl w:val="0"/>
          <w:numId w:val="20"/>
        </w:numPr>
      </w:pPr>
      <w:r>
        <w:t>Ad</w:t>
      </w:r>
      <w:r w:rsidR="004760D6">
        <w:t>ded USB3813 and USB3613 product</w:t>
      </w:r>
      <w:r>
        <w:t xml:space="preserve"> support.</w:t>
      </w:r>
    </w:p>
    <w:p w:rsidR="00CE35D5" w:rsidRDefault="00CE35D5" w:rsidP="00CE35D5">
      <w:pPr>
        <w:pStyle w:val="ListParagraph"/>
      </w:pPr>
    </w:p>
    <w:p w:rsidR="001600D8" w:rsidRDefault="001600D8" w:rsidP="001600D8">
      <w:pPr>
        <w:pStyle w:val="Heading4"/>
      </w:pPr>
      <w:bookmarkStart w:id="208" w:name="_Toc7445977"/>
      <w:r>
        <w:t>Known limitations</w:t>
      </w:r>
      <w:bookmarkEnd w:id="208"/>
    </w:p>
    <w:p w:rsidR="00CE35D5" w:rsidRDefault="00CE35D5" w:rsidP="00CE35D5">
      <w:pPr>
        <w:pStyle w:val="ListParagraph"/>
        <w:numPr>
          <w:ilvl w:val="0"/>
          <w:numId w:val="11"/>
        </w:numPr>
      </w:pPr>
      <w:r>
        <w:t>Admin privilege is required for running the DLL. If a custom application is built which uses the DLL, then admin privilege is required for running the custom application.</w:t>
      </w:r>
    </w:p>
    <w:p w:rsidR="00CE35D5" w:rsidRDefault="00CE35D5" w:rsidP="00CE35D5">
      <w:pPr>
        <w:pStyle w:val="ListParagraph"/>
        <w:numPr>
          <w:ilvl w:val="0"/>
          <w:numId w:val="11"/>
        </w:numPr>
      </w:pPr>
      <w:r>
        <w:lastRenderedPageBreak/>
        <w:t>EEPROM with size 256 byte may not work for LAN78XX products.</w:t>
      </w:r>
    </w:p>
    <w:p w:rsidR="00CE35D5" w:rsidRDefault="00CE35D5" w:rsidP="00CE35D5">
      <w:pPr>
        <w:pStyle w:val="ListParagraph"/>
        <w:numPr>
          <w:ilvl w:val="0"/>
          <w:numId w:val="11"/>
        </w:numPr>
      </w:pPr>
      <w:r>
        <w:t>.JSON file s</w:t>
      </w:r>
      <w:r w:rsidRPr="00A40D06">
        <w:t>ho</w:t>
      </w:r>
      <w:r>
        <w:t xml:space="preserve">uld not be used for programming </w:t>
      </w:r>
      <w:r w:rsidRPr="00A40D06">
        <w:t xml:space="preserve">other than MchpProgramFile </w:t>
      </w:r>
      <w:r>
        <w:t>API</w:t>
      </w:r>
      <w:r w:rsidRPr="00A40D06">
        <w:t>.</w:t>
      </w:r>
    </w:p>
    <w:p w:rsidR="00CE35D5" w:rsidRDefault="00CE35D5" w:rsidP="00CE35D5">
      <w:pPr>
        <w:pStyle w:val="ListParagraph"/>
        <w:numPr>
          <w:ilvl w:val="0"/>
          <w:numId w:val="11"/>
        </w:numPr>
      </w:pPr>
      <w:r>
        <w:t>For USB253x/4604 family hubs, Mchp</w:t>
      </w:r>
      <w:r w:rsidRPr="00CE3975">
        <w:t>I2Csetconfig</w:t>
      </w:r>
      <w:r>
        <w:t xml:space="preserve"> </w:t>
      </w:r>
      <w:r w:rsidRPr="00CE3975">
        <w:t>API supports only 62.5 KH</w:t>
      </w:r>
      <w:r>
        <w:t>z.</w:t>
      </w:r>
    </w:p>
    <w:p w:rsidR="00CE35D5" w:rsidRDefault="00CE35D5" w:rsidP="00CE35D5">
      <w:pPr>
        <w:pStyle w:val="ListParagraph"/>
        <w:numPr>
          <w:ilvl w:val="0"/>
          <w:numId w:val="11"/>
        </w:numPr>
      </w:pPr>
      <w:r w:rsidRPr="001E70C3">
        <w:rPr>
          <w:b/>
        </w:rPr>
        <w:t>The LAN78xx driver is not supported for other than Microchip vendor id and product id</w:t>
      </w:r>
      <w:r w:rsidRPr="00C674F7">
        <w:t>.</w:t>
      </w:r>
    </w:p>
    <w:p w:rsidR="00CE35D5" w:rsidRDefault="00CE35D5" w:rsidP="00CE35D5">
      <w:pPr>
        <w:pStyle w:val="ListParagraph"/>
        <w:numPr>
          <w:ilvl w:val="0"/>
          <w:numId w:val="11"/>
        </w:numPr>
      </w:pPr>
      <w:r>
        <w:t>For USB57x4 family hubs, SPI programming support is not added for SST26VF016B and SST26VF032B parts.</w:t>
      </w:r>
    </w:p>
    <w:p w:rsidR="00CE35D5" w:rsidRPr="00475B31" w:rsidRDefault="00CE35D5" w:rsidP="00CE35D5">
      <w:pPr>
        <w:pStyle w:val="ListParagraph"/>
        <w:numPr>
          <w:ilvl w:val="0"/>
          <w:numId w:val="11"/>
        </w:numPr>
      </w:pPr>
      <w:r w:rsidRPr="001657D3">
        <w:rPr>
          <w:b/>
        </w:rPr>
        <w:t>If the MCHP device is connected to a XHCI - USB 3.0 controller or the controller which supports hub to sleep, please connect a pen drive to the MCHP hub to avoid the controller from putting the hub to sleep.</w:t>
      </w:r>
    </w:p>
    <w:p w:rsidR="001600D8" w:rsidRDefault="001600D8" w:rsidP="001600D8">
      <w:pPr>
        <w:pStyle w:val="Heading3"/>
      </w:pPr>
      <w:bookmarkStart w:id="209" w:name="_Toc7445978"/>
      <w:r>
        <w:t>Graphical User Interface (GUI)</w:t>
      </w:r>
      <w:bookmarkEnd w:id="209"/>
    </w:p>
    <w:p w:rsidR="001600D8" w:rsidRDefault="001600D8" w:rsidP="001600D8">
      <w:pPr>
        <w:pStyle w:val="Heading4"/>
      </w:pPr>
      <w:bookmarkStart w:id="210" w:name="_Toc7445979"/>
      <w:r>
        <w:t>Changes</w:t>
      </w:r>
      <w:bookmarkEnd w:id="210"/>
    </w:p>
    <w:p w:rsidR="00CE35D5" w:rsidRPr="00FF0C20" w:rsidRDefault="004760D6" w:rsidP="00CE35D5">
      <w:pPr>
        <w:pStyle w:val="ListParagraph"/>
      </w:pPr>
      <w:r>
        <w:t>None</w:t>
      </w:r>
    </w:p>
    <w:p w:rsidR="001600D8" w:rsidRDefault="001600D8" w:rsidP="001600D8">
      <w:pPr>
        <w:pStyle w:val="Heading4"/>
      </w:pPr>
      <w:bookmarkStart w:id="211" w:name="_Toc7445980"/>
      <w:r>
        <w:t>Feature Addition</w:t>
      </w:r>
      <w:bookmarkEnd w:id="211"/>
    </w:p>
    <w:p w:rsidR="00CE35D5" w:rsidRDefault="00CE35D5" w:rsidP="00E83430">
      <w:pPr>
        <w:pStyle w:val="ListParagraph"/>
        <w:numPr>
          <w:ilvl w:val="0"/>
          <w:numId w:val="20"/>
        </w:numPr>
      </w:pPr>
      <w:r>
        <w:t>LAN78XX product support is added in this</w:t>
      </w:r>
      <w:r w:rsidRPr="00271E2B">
        <w:t xml:space="preserve"> rev</w:t>
      </w:r>
      <w:r>
        <w:t>ision.</w:t>
      </w:r>
    </w:p>
    <w:p w:rsidR="00CE35D5" w:rsidRDefault="00CE35D5" w:rsidP="00E83430">
      <w:pPr>
        <w:pStyle w:val="ListParagraph"/>
        <w:numPr>
          <w:ilvl w:val="0"/>
          <w:numId w:val="20"/>
        </w:numPr>
      </w:pPr>
      <w:r>
        <w:t>USB38</w:t>
      </w:r>
      <w:r w:rsidR="004760D6">
        <w:t>13 and USB3613 product</w:t>
      </w:r>
      <w:r>
        <w:t xml:space="preserve"> support added</w:t>
      </w:r>
      <w:r w:rsidRPr="004D4DB7">
        <w:t xml:space="preserve"> </w:t>
      </w:r>
      <w:r>
        <w:t>in this</w:t>
      </w:r>
      <w:r w:rsidRPr="00271E2B">
        <w:t xml:space="preserve"> rev</w:t>
      </w:r>
      <w:r>
        <w:t>ision.</w:t>
      </w:r>
    </w:p>
    <w:p w:rsidR="00633B36" w:rsidRDefault="00633B36" w:rsidP="00633B36">
      <w:pPr>
        <w:pStyle w:val="Heading4"/>
      </w:pPr>
      <w:bookmarkStart w:id="212" w:name="_Toc7445981"/>
      <w:r>
        <w:t>Bug Fix</w:t>
      </w:r>
      <w:bookmarkEnd w:id="212"/>
    </w:p>
    <w:p w:rsidR="00243ACA" w:rsidRPr="00FF0C20" w:rsidRDefault="004760D6" w:rsidP="004760D6">
      <w:pPr>
        <w:pStyle w:val="ListParagraph"/>
      </w:pPr>
      <w:r>
        <w:t>None</w:t>
      </w:r>
    </w:p>
    <w:p w:rsidR="001600D8" w:rsidRDefault="001600D8" w:rsidP="001600D8">
      <w:pPr>
        <w:pStyle w:val="Heading4"/>
      </w:pPr>
      <w:bookmarkStart w:id="213" w:name="_Toc7445982"/>
      <w:r>
        <w:t>Known limitations</w:t>
      </w:r>
      <w:bookmarkEnd w:id="213"/>
    </w:p>
    <w:p w:rsidR="00CE35D5" w:rsidRDefault="00CE35D5" w:rsidP="00E83430">
      <w:pPr>
        <w:pStyle w:val="ListParagraph"/>
        <w:numPr>
          <w:ilvl w:val="0"/>
          <w:numId w:val="27"/>
        </w:numPr>
      </w:pPr>
      <w:r>
        <w:t>Unicode characters are not supported for String widgets.</w:t>
      </w:r>
    </w:p>
    <w:p w:rsidR="00CE35D5" w:rsidRDefault="00CE35D5" w:rsidP="00CE35D5">
      <w:pPr>
        <w:pStyle w:val="ListParagraph"/>
        <w:numPr>
          <w:ilvl w:val="0"/>
          <w:numId w:val="11"/>
        </w:numPr>
      </w:pPr>
      <w:r>
        <w:t>EEPROM with size 256 byte may not work for LAN78XX products.</w:t>
      </w:r>
    </w:p>
    <w:p w:rsidR="00CE35D5" w:rsidRDefault="00CE35D5" w:rsidP="00CE35D5">
      <w:pPr>
        <w:pStyle w:val="ListParagraph"/>
        <w:numPr>
          <w:ilvl w:val="0"/>
          <w:numId w:val="3"/>
        </w:numPr>
      </w:pPr>
      <w:r>
        <w:t>LAN78XX online page fields will not be populated, if OTP and EEPROM has no valid content.</w:t>
      </w:r>
    </w:p>
    <w:p w:rsidR="00CE35D5" w:rsidRDefault="00CE35D5" w:rsidP="00CE35D5">
      <w:pPr>
        <w:pStyle w:val="ListParagraph"/>
        <w:numPr>
          <w:ilvl w:val="0"/>
          <w:numId w:val="3"/>
        </w:numPr>
      </w:pPr>
      <w:r w:rsidRPr="001E70C3">
        <w:rPr>
          <w:b/>
        </w:rPr>
        <w:t>The LAN78xx driver is not supported for other than Microchip vendor id and product id</w:t>
      </w:r>
      <w:r w:rsidRPr="00C674F7">
        <w:t>.</w:t>
      </w:r>
    </w:p>
    <w:p w:rsidR="00A93AA1" w:rsidRPr="001600D8" w:rsidRDefault="00CE35D5" w:rsidP="00CE35D5">
      <w:pPr>
        <w:pStyle w:val="ListParagraph"/>
        <w:numPr>
          <w:ilvl w:val="0"/>
          <w:numId w:val="3"/>
        </w:numPr>
      </w:pPr>
      <w:r>
        <w:t>Configuration programming with .json file as an input should not be along with firmware programming.</w:t>
      </w:r>
    </w:p>
    <w:p w:rsidR="004760D6" w:rsidRDefault="004760D6">
      <w:pPr>
        <w:rPr>
          <w:rFonts w:ascii="Arial" w:hAnsi="Arial" w:cs="Arial"/>
          <w:b/>
          <w:bCs/>
          <w:i/>
          <w:iCs/>
          <w:sz w:val="28"/>
          <w:szCs w:val="28"/>
          <w:lang w:val="en-GB"/>
        </w:rPr>
      </w:pPr>
      <w:r>
        <w:br w:type="page"/>
      </w:r>
    </w:p>
    <w:p w:rsidR="00273F22" w:rsidRDefault="00273F22" w:rsidP="00273F22">
      <w:pPr>
        <w:pStyle w:val="Heading2"/>
      </w:pPr>
      <w:bookmarkStart w:id="214" w:name="_Toc7445983"/>
      <w:r>
        <w:lastRenderedPageBreak/>
        <w:t>Version 1.6</w:t>
      </w:r>
      <w:bookmarkEnd w:id="214"/>
      <w:r w:rsidR="00A52BDC">
        <w:t xml:space="preserve"> </w:t>
      </w:r>
    </w:p>
    <w:p w:rsidR="00273F22" w:rsidRDefault="00AD7921" w:rsidP="00273F22">
      <w:pPr>
        <w:rPr>
          <w:lang w:val="en-GB"/>
        </w:rPr>
      </w:pPr>
      <w:r>
        <w:rPr>
          <w:lang w:val="en-GB"/>
        </w:rPr>
        <w:t>GUI, CLI and DLL are available as part of this release.</w:t>
      </w:r>
    </w:p>
    <w:p w:rsidR="00A52BDC" w:rsidRDefault="00A52BDC" w:rsidP="00273F22">
      <w:pPr>
        <w:rPr>
          <w:lang w:val="en-GB"/>
        </w:rPr>
      </w:pPr>
    </w:p>
    <w:p w:rsidR="00A52BDC" w:rsidRDefault="00A52BDC" w:rsidP="00A52BDC">
      <w:pPr>
        <w:pStyle w:val="Heading3"/>
      </w:pPr>
      <w:bookmarkStart w:id="215" w:name="_Toc7445984"/>
      <w:r>
        <w:t>Command Line Interface (CLI)</w:t>
      </w:r>
      <w:bookmarkEnd w:id="215"/>
    </w:p>
    <w:p w:rsidR="00A52BDC" w:rsidRDefault="00A52BDC" w:rsidP="00A52BDC">
      <w:pPr>
        <w:pStyle w:val="Heading4"/>
      </w:pPr>
      <w:bookmarkStart w:id="216" w:name="_Toc7445985"/>
      <w:r>
        <w:t>Changes</w:t>
      </w:r>
      <w:bookmarkEnd w:id="216"/>
    </w:p>
    <w:p w:rsidR="00A52BDC" w:rsidRDefault="004B63DB" w:rsidP="00E83430">
      <w:pPr>
        <w:pStyle w:val="ListParagraph"/>
        <w:numPr>
          <w:ilvl w:val="0"/>
          <w:numId w:val="27"/>
        </w:numPr>
      </w:pPr>
      <w:r>
        <w:t>Programming time has been optimized to achieve higher performance.</w:t>
      </w:r>
    </w:p>
    <w:p w:rsidR="00460C6E" w:rsidRDefault="00E86C98" w:rsidP="00E83430">
      <w:pPr>
        <w:pStyle w:val="ListParagraph"/>
        <w:numPr>
          <w:ilvl w:val="0"/>
          <w:numId w:val="27"/>
        </w:numPr>
      </w:pPr>
      <w:r>
        <w:t>C</w:t>
      </w:r>
      <w:r w:rsidR="00460C6E">
        <w:t>onfiguration program count will be updated properly</w:t>
      </w:r>
      <w:r w:rsidR="00CD62F3">
        <w:t>.</w:t>
      </w:r>
    </w:p>
    <w:p w:rsidR="00A52BDC" w:rsidRDefault="00A52BDC" w:rsidP="00A52BDC">
      <w:pPr>
        <w:pStyle w:val="Heading4"/>
      </w:pPr>
      <w:bookmarkStart w:id="217" w:name="_Toc7445986"/>
      <w:r>
        <w:t>Feature Addition</w:t>
      </w:r>
      <w:bookmarkEnd w:id="217"/>
    </w:p>
    <w:p w:rsidR="00A52BDC" w:rsidRDefault="00F177B0" w:rsidP="00E83430">
      <w:pPr>
        <w:pStyle w:val="ListParagraph"/>
        <w:numPr>
          <w:ilvl w:val="0"/>
          <w:numId w:val="25"/>
        </w:numPr>
      </w:pPr>
      <w:r>
        <w:t>For USB253x/4604 family hubs, SPI programming support is added for SST26VF016B and SST26VF032B parts.</w:t>
      </w:r>
    </w:p>
    <w:p w:rsidR="004B63DB" w:rsidRDefault="004B63DB" w:rsidP="00E83430">
      <w:pPr>
        <w:pStyle w:val="ListParagraph"/>
        <w:numPr>
          <w:ilvl w:val="0"/>
          <w:numId w:val="25"/>
        </w:numPr>
      </w:pPr>
      <w:r>
        <w:t>Devices can be selected using port chain method while programming (/devpath</w:t>
      </w:r>
      <w:r w:rsidR="00973577">
        <w:t xml:space="preserve"> command</w:t>
      </w:r>
      <w:r>
        <w:t>).</w:t>
      </w:r>
    </w:p>
    <w:p w:rsidR="004B63DB" w:rsidRDefault="004B63DB" w:rsidP="00E83430">
      <w:pPr>
        <w:pStyle w:val="ListParagraph"/>
        <w:numPr>
          <w:ilvl w:val="0"/>
          <w:numId w:val="25"/>
        </w:numPr>
      </w:pPr>
      <w:r>
        <w:t>Logging levels can be controlled using the commands s0, s1 and s2.</w:t>
      </w:r>
    </w:p>
    <w:p w:rsidR="00A52BDC" w:rsidRDefault="00A52BDC" w:rsidP="00A52BDC">
      <w:pPr>
        <w:pStyle w:val="Heading4"/>
      </w:pPr>
      <w:bookmarkStart w:id="218" w:name="_Toc7445987"/>
      <w:r>
        <w:t>Known limitations</w:t>
      </w:r>
      <w:bookmarkEnd w:id="218"/>
    </w:p>
    <w:p w:rsidR="00A52BDC" w:rsidRDefault="00A52BDC" w:rsidP="00A52BDC">
      <w:pPr>
        <w:pStyle w:val="ListParagraph"/>
        <w:numPr>
          <w:ilvl w:val="0"/>
          <w:numId w:val="17"/>
        </w:numPr>
      </w:pPr>
      <w:r>
        <w:t>The tool supports programming of only one Microchip device at a time.</w:t>
      </w:r>
    </w:p>
    <w:p w:rsidR="00F177B0" w:rsidRDefault="00F177B0" w:rsidP="00F177B0">
      <w:pPr>
        <w:pStyle w:val="ListParagraph"/>
        <w:numPr>
          <w:ilvl w:val="0"/>
          <w:numId w:val="17"/>
        </w:numPr>
      </w:pPr>
      <w:r>
        <w:t>For USB57x4 family hubs, SPI programming support is not added for SST26VF016B and SST26VF032B parts.</w:t>
      </w:r>
    </w:p>
    <w:p w:rsidR="00A40D06" w:rsidRDefault="00A40D06" w:rsidP="00A40D06">
      <w:pPr>
        <w:pStyle w:val="ListParagraph"/>
        <w:numPr>
          <w:ilvl w:val="0"/>
          <w:numId w:val="17"/>
        </w:numPr>
      </w:pPr>
      <w:r>
        <w:t>.JSON file s</w:t>
      </w:r>
      <w:r w:rsidRPr="00A40D06">
        <w:t>hould not be used with</w:t>
      </w:r>
      <w:r>
        <w:t xml:space="preserve"> the commands /pspi and </w:t>
      </w:r>
      <w:r w:rsidR="00EE72A2">
        <w:t>/p</w:t>
      </w:r>
    </w:p>
    <w:p w:rsidR="00A52BDC" w:rsidRDefault="00A52BDC" w:rsidP="00A52BDC">
      <w:pPr>
        <w:pStyle w:val="ListParagraph"/>
        <w:numPr>
          <w:ilvl w:val="0"/>
          <w:numId w:val="17"/>
        </w:numPr>
      </w:pPr>
      <w:r>
        <w:t xml:space="preserve">Admin privilege is required for running the tool. </w:t>
      </w:r>
      <w:r>
        <w:rPr>
          <w:b/>
        </w:rPr>
        <w:t>“Run as administrator”</w:t>
      </w:r>
      <w:r>
        <w:t xml:space="preserve"> needs to be done for running the tool.</w:t>
      </w:r>
    </w:p>
    <w:p w:rsidR="00A52BDC" w:rsidRDefault="00A52BDC" w:rsidP="00A52BDC">
      <w:pPr>
        <w:pStyle w:val="ListParagraph"/>
        <w:numPr>
          <w:ilvl w:val="0"/>
          <w:numId w:val="17"/>
        </w:numPr>
      </w:pPr>
      <w:r>
        <w:t>Hub has to be connected before launching the application</w:t>
      </w:r>
    </w:p>
    <w:p w:rsidR="00A52BDC" w:rsidRDefault="00A52BDC" w:rsidP="00A52BDC">
      <w:pPr>
        <w:numPr>
          <w:ilvl w:val="0"/>
          <w:numId w:val="17"/>
        </w:numPr>
      </w:pPr>
      <w:r>
        <w:t>Only 1 configuration file can be programmed on each device at one time.</w:t>
      </w:r>
    </w:p>
    <w:p w:rsidR="00A52BDC" w:rsidRPr="004B63DB" w:rsidRDefault="00A52BDC" w:rsidP="00A52BDC">
      <w:pPr>
        <w:pStyle w:val="ListParagraph"/>
        <w:numPr>
          <w:ilvl w:val="0"/>
          <w:numId w:val="18"/>
        </w:numPr>
      </w:pPr>
      <w:r w:rsidRPr="001657D3">
        <w:t>If the MCHP device is connected to a XHCI - USB 3.0 controller or the controller which supports hub to sleep, please connect a pen drive to the MCHP hub to avoid the controller from putting the hub to sleep</w:t>
      </w:r>
      <w:r>
        <w:rPr>
          <w:b/>
        </w:rPr>
        <w:t xml:space="preserve"> ( Only if the internal HCE device is disabled)</w:t>
      </w:r>
    </w:p>
    <w:p w:rsidR="008C36B9" w:rsidRDefault="008C36B9" w:rsidP="008C36B9">
      <w:pPr>
        <w:pStyle w:val="Heading3"/>
      </w:pPr>
      <w:bookmarkStart w:id="219" w:name="_Toc7445988"/>
      <w:r>
        <w:t>DLL</w:t>
      </w:r>
      <w:bookmarkEnd w:id="219"/>
    </w:p>
    <w:p w:rsidR="008C36B9" w:rsidRDefault="008C36B9" w:rsidP="008C36B9">
      <w:pPr>
        <w:pStyle w:val="Heading4"/>
      </w:pPr>
      <w:bookmarkStart w:id="220" w:name="_Toc7445989"/>
      <w:r>
        <w:t>Changes</w:t>
      </w:r>
      <w:bookmarkEnd w:id="220"/>
    </w:p>
    <w:p w:rsidR="008C36B9" w:rsidRDefault="008C36B9" w:rsidP="008C36B9">
      <w:pPr>
        <w:pStyle w:val="ListParagraph"/>
        <w:numPr>
          <w:ilvl w:val="0"/>
          <w:numId w:val="18"/>
        </w:numPr>
      </w:pPr>
      <w:r>
        <w:t xml:space="preserve">By default, logging in PT2.log file is disabled. To enable logging in PT2.log file, </w:t>
      </w:r>
      <w:r w:rsidRPr="008C36B9">
        <w:t>MchpEnableLogging</w:t>
      </w:r>
      <w:r>
        <w:t xml:space="preserve"> API must be called.</w:t>
      </w:r>
    </w:p>
    <w:p w:rsidR="00A40D06" w:rsidRDefault="00A40D06" w:rsidP="00A40D06">
      <w:pPr>
        <w:pStyle w:val="ListParagraph"/>
        <w:numPr>
          <w:ilvl w:val="0"/>
          <w:numId w:val="18"/>
        </w:numPr>
      </w:pPr>
      <w:r>
        <w:t>Programming time has been optimized to achieve higher performance.</w:t>
      </w:r>
    </w:p>
    <w:p w:rsidR="007B1D61" w:rsidRDefault="00573AF7" w:rsidP="00A15641">
      <w:pPr>
        <w:pStyle w:val="ListParagraph"/>
        <w:numPr>
          <w:ilvl w:val="0"/>
          <w:numId w:val="18"/>
        </w:numPr>
      </w:pPr>
      <w:r>
        <w:t>C</w:t>
      </w:r>
      <w:r w:rsidR="007B1D61">
        <w:t>onfiguration program count will be updated properly.</w:t>
      </w:r>
    </w:p>
    <w:p w:rsidR="008C36B9" w:rsidRDefault="008C36B9" w:rsidP="008C36B9">
      <w:pPr>
        <w:pStyle w:val="Heading4"/>
      </w:pPr>
      <w:bookmarkStart w:id="221" w:name="_Toc7445990"/>
      <w:r>
        <w:t>Feature Addition</w:t>
      </w:r>
      <w:bookmarkEnd w:id="221"/>
    </w:p>
    <w:p w:rsidR="008C36B9" w:rsidRDefault="008C36B9" w:rsidP="00E83430">
      <w:pPr>
        <w:pStyle w:val="ListParagraph"/>
        <w:numPr>
          <w:ilvl w:val="0"/>
          <w:numId w:val="25"/>
        </w:numPr>
      </w:pPr>
      <w:r>
        <w:t>The following new API’s are added</w:t>
      </w:r>
    </w:p>
    <w:p w:rsidR="008C36B9" w:rsidRDefault="008C36B9" w:rsidP="00E83430">
      <w:pPr>
        <w:pStyle w:val="ListParagraph"/>
        <w:numPr>
          <w:ilvl w:val="0"/>
          <w:numId w:val="28"/>
        </w:numPr>
      </w:pPr>
      <w:r w:rsidRPr="008C36B9">
        <w:t>MchpUsbUartReadTimeOu</w:t>
      </w:r>
      <w:r>
        <w:t>t</w:t>
      </w:r>
    </w:p>
    <w:p w:rsidR="008C36B9" w:rsidRDefault="008C36B9" w:rsidP="00E83430">
      <w:pPr>
        <w:pStyle w:val="ListParagraph"/>
        <w:numPr>
          <w:ilvl w:val="0"/>
          <w:numId w:val="28"/>
        </w:numPr>
      </w:pPr>
      <w:r w:rsidRPr="008C36B9">
        <w:t>MchpUsbGetAllHubsPortChainInfo</w:t>
      </w:r>
    </w:p>
    <w:p w:rsidR="008C36B9" w:rsidRDefault="008C36B9" w:rsidP="00E83430">
      <w:pPr>
        <w:pStyle w:val="ListParagraph"/>
        <w:numPr>
          <w:ilvl w:val="0"/>
          <w:numId w:val="28"/>
        </w:numPr>
      </w:pPr>
      <w:r w:rsidRPr="008C36B9">
        <w:t>MchpGetHubIndex</w:t>
      </w:r>
    </w:p>
    <w:p w:rsidR="008C36B9" w:rsidRDefault="008C36B9" w:rsidP="00E83430">
      <w:pPr>
        <w:pStyle w:val="ListParagraph"/>
        <w:numPr>
          <w:ilvl w:val="0"/>
          <w:numId w:val="28"/>
        </w:numPr>
      </w:pPr>
      <w:r w:rsidRPr="008C36B9">
        <w:lastRenderedPageBreak/>
        <w:t>MchpGetHubPortChain</w:t>
      </w:r>
    </w:p>
    <w:p w:rsidR="00DC6AC1" w:rsidRDefault="00DC6AC1" w:rsidP="00DC6AC1"/>
    <w:p w:rsidR="00DC6AC1" w:rsidRDefault="00DC6AC1" w:rsidP="00E83430">
      <w:pPr>
        <w:pStyle w:val="ListParagraph"/>
        <w:numPr>
          <w:ilvl w:val="0"/>
          <w:numId w:val="25"/>
        </w:numPr>
      </w:pPr>
      <w:r>
        <w:t>For USB253x/4604 family hubs, SPI programming support is added for SST26VF016B and SST26VF032B parts.</w:t>
      </w:r>
    </w:p>
    <w:p w:rsidR="00DC6AC1" w:rsidRPr="00DC6AC1" w:rsidRDefault="00DC6AC1" w:rsidP="00E83430">
      <w:pPr>
        <w:pStyle w:val="ListParagraph"/>
        <w:numPr>
          <w:ilvl w:val="0"/>
          <w:numId w:val="25"/>
        </w:numPr>
      </w:pPr>
      <w:r>
        <w:t xml:space="preserve">Devices can be selected using port chain method using </w:t>
      </w:r>
      <w:r w:rsidRPr="00DC6AC1">
        <w:t>MchpGetHubPortChain</w:t>
      </w:r>
      <w:r>
        <w:t xml:space="preserve"> and </w:t>
      </w:r>
      <w:r w:rsidRPr="00DC6AC1">
        <w:t>MchpGetHubIndex</w:t>
      </w:r>
      <w:r>
        <w:t xml:space="preserve"> API’s.</w:t>
      </w:r>
    </w:p>
    <w:p w:rsidR="00DC6AC1" w:rsidRDefault="00DC6AC1" w:rsidP="00DC6AC1">
      <w:pPr>
        <w:pStyle w:val="ListParagraph"/>
      </w:pPr>
    </w:p>
    <w:p w:rsidR="008C36B9" w:rsidRDefault="008C36B9" w:rsidP="008C36B9">
      <w:pPr>
        <w:pStyle w:val="Heading4"/>
      </w:pPr>
      <w:bookmarkStart w:id="222" w:name="_Toc7445991"/>
      <w:r>
        <w:t>Known limitations</w:t>
      </w:r>
      <w:bookmarkEnd w:id="222"/>
    </w:p>
    <w:p w:rsidR="008C36B9" w:rsidRDefault="008C36B9" w:rsidP="008C36B9">
      <w:pPr>
        <w:pStyle w:val="ListParagraph"/>
        <w:numPr>
          <w:ilvl w:val="0"/>
          <w:numId w:val="11"/>
        </w:numPr>
      </w:pPr>
      <w:r>
        <w:t>Admin privilege is required for running the DLL. If a custom application is built which uses the DLL, then admin privilege is required for running the custom application.</w:t>
      </w:r>
    </w:p>
    <w:p w:rsidR="00A40D06" w:rsidRDefault="00A40D06" w:rsidP="00A40D06">
      <w:pPr>
        <w:pStyle w:val="ListParagraph"/>
        <w:numPr>
          <w:ilvl w:val="0"/>
          <w:numId w:val="11"/>
        </w:numPr>
      </w:pPr>
      <w:r>
        <w:t>.JSON file s</w:t>
      </w:r>
      <w:r w:rsidRPr="00A40D06">
        <w:t>ho</w:t>
      </w:r>
      <w:r>
        <w:t xml:space="preserve">uld not be used for programming </w:t>
      </w:r>
      <w:r w:rsidRPr="00A40D06">
        <w:t xml:space="preserve">other than MchpProgramFile </w:t>
      </w:r>
      <w:r w:rsidR="00AB66F5">
        <w:t>API</w:t>
      </w:r>
      <w:r w:rsidRPr="00A40D06">
        <w:t>.</w:t>
      </w:r>
    </w:p>
    <w:p w:rsidR="00CE3975" w:rsidRDefault="00CE3975" w:rsidP="00CE3975">
      <w:pPr>
        <w:pStyle w:val="ListParagraph"/>
        <w:numPr>
          <w:ilvl w:val="0"/>
          <w:numId w:val="11"/>
        </w:numPr>
      </w:pPr>
      <w:r>
        <w:t>For USB253x/4604 family hubs, Mchp</w:t>
      </w:r>
      <w:r w:rsidRPr="00CE3975">
        <w:t>I2Csetconfig</w:t>
      </w:r>
      <w:r w:rsidR="00973577">
        <w:t xml:space="preserve"> </w:t>
      </w:r>
      <w:r w:rsidR="00973577" w:rsidRPr="00CE3975">
        <w:t>API</w:t>
      </w:r>
      <w:r w:rsidRPr="00CE3975">
        <w:t xml:space="preserve"> supports only 62.5 KH</w:t>
      </w:r>
      <w:r w:rsidR="000745C0">
        <w:t>z</w:t>
      </w:r>
      <w:r>
        <w:t>.</w:t>
      </w:r>
    </w:p>
    <w:p w:rsidR="00DC6AC1" w:rsidRDefault="00DC6AC1" w:rsidP="00DC6AC1">
      <w:pPr>
        <w:pStyle w:val="ListParagraph"/>
        <w:numPr>
          <w:ilvl w:val="0"/>
          <w:numId w:val="11"/>
        </w:numPr>
      </w:pPr>
      <w:r>
        <w:t>For USB57x4 family hubs, SPI programming support is not added for SST26VF016B and SST26VF032B parts.</w:t>
      </w:r>
    </w:p>
    <w:p w:rsidR="008C36B9" w:rsidRPr="001B1186" w:rsidRDefault="008C36B9" w:rsidP="008C36B9">
      <w:pPr>
        <w:pStyle w:val="ListParagraph"/>
        <w:numPr>
          <w:ilvl w:val="0"/>
          <w:numId w:val="11"/>
        </w:numPr>
      </w:pPr>
      <w:r w:rsidRPr="001657D3">
        <w:rPr>
          <w:b/>
        </w:rPr>
        <w:t>If the MCHP device is connected to a XHCI - USB 3.0 controller or the controller which supports hub to sleep, please connect a pen drive to the MCHP hub to avoid the controller from putting the hub to sleep.</w:t>
      </w:r>
    </w:p>
    <w:p w:rsidR="008C36B9" w:rsidRPr="00FA1A72" w:rsidRDefault="008C36B9" w:rsidP="008C36B9">
      <w:pPr>
        <w:rPr>
          <w:lang w:val="en-GB"/>
        </w:rPr>
      </w:pPr>
    </w:p>
    <w:p w:rsidR="00AD7921" w:rsidRDefault="0081452E" w:rsidP="00AD7921">
      <w:pPr>
        <w:pStyle w:val="Heading3"/>
      </w:pPr>
      <w:bookmarkStart w:id="223" w:name="_Toc7445992"/>
      <w:r>
        <w:t>Graphical User Interface (GU</w:t>
      </w:r>
      <w:r w:rsidR="00AD7921">
        <w:t>I)</w:t>
      </w:r>
      <w:bookmarkEnd w:id="223"/>
    </w:p>
    <w:p w:rsidR="00AD7921" w:rsidRDefault="00AD7921" w:rsidP="00AD7921">
      <w:pPr>
        <w:pStyle w:val="Heading4"/>
      </w:pPr>
      <w:bookmarkStart w:id="224" w:name="_Toc7445993"/>
      <w:r>
        <w:t>Changes</w:t>
      </w:r>
      <w:bookmarkEnd w:id="224"/>
    </w:p>
    <w:p w:rsidR="00AD7921" w:rsidRDefault="00973577" w:rsidP="00E83430">
      <w:pPr>
        <w:pStyle w:val="ListParagraph"/>
        <w:numPr>
          <w:ilvl w:val="0"/>
          <w:numId w:val="27"/>
        </w:numPr>
      </w:pPr>
      <w:r>
        <w:t>PHY Boost setting i</w:t>
      </w:r>
      <w:r w:rsidR="00ED1661">
        <w:t>s updated based on th</w:t>
      </w:r>
      <w:r>
        <w:t>e registers mentioned in the Datasheet</w:t>
      </w:r>
      <w:r w:rsidR="00ED1661">
        <w:t>.</w:t>
      </w:r>
    </w:p>
    <w:p w:rsidR="005B75DD" w:rsidRDefault="009B53A1" w:rsidP="00E83430">
      <w:pPr>
        <w:pStyle w:val="ListParagraph"/>
        <w:numPr>
          <w:ilvl w:val="0"/>
          <w:numId w:val="27"/>
        </w:numPr>
      </w:pPr>
      <w:r>
        <w:t>C</w:t>
      </w:r>
      <w:r w:rsidR="005B75DD">
        <w:t>onfiguration program count will be updated properly.</w:t>
      </w:r>
    </w:p>
    <w:p w:rsidR="0050041C" w:rsidRDefault="0050041C" w:rsidP="0050041C">
      <w:pPr>
        <w:pStyle w:val="Heading4"/>
      </w:pPr>
      <w:bookmarkStart w:id="225" w:name="_Toc7445994"/>
      <w:r>
        <w:t>Feature Addition</w:t>
      </w:r>
      <w:bookmarkEnd w:id="225"/>
    </w:p>
    <w:p w:rsidR="00394457" w:rsidRDefault="00394457" w:rsidP="00E83430">
      <w:pPr>
        <w:pStyle w:val="ListParagraph"/>
        <w:numPr>
          <w:ilvl w:val="0"/>
          <w:numId w:val="29"/>
        </w:numPr>
      </w:pPr>
      <w:r w:rsidRPr="00952708">
        <w:t>Added</w:t>
      </w:r>
      <w:r>
        <w:t xml:space="preserve"> USB-SPI bridging, USB-I2C bridging, USB-GPIO bridging and USB-UART bridging in the Special Features tab</w:t>
      </w:r>
    </w:p>
    <w:p w:rsidR="00394457" w:rsidRDefault="00394457" w:rsidP="00E83430">
      <w:pPr>
        <w:pStyle w:val="ListParagraph"/>
        <w:numPr>
          <w:ilvl w:val="0"/>
          <w:numId w:val="29"/>
        </w:numPr>
      </w:pPr>
      <w:r>
        <w:t>Added “Flex Connect Demo” in Advanced Features.</w:t>
      </w:r>
    </w:p>
    <w:p w:rsidR="00394457" w:rsidRPr="00952708" w:rsidRDefault="00394457" w:rsidP="00E83430">
      <w:pPr>
        <w:pStyle w:val="ListParagraph"/>
        <w:numPr>
          <w:ilvl w:val="0"/>
          <w:numId w:val="29"/>
        </w:numPr>
      </w:pPr>
      <w:r>
        <w:t>Added the field “USB 3.1 Gen1 bcdUSB” under the “Device Identification USB 3.1 Gen 1”.</w:t>
      </w:r>
    </w:p>
    <w:p w:rsidR="0050041C" w:rsidRDefault="0050041C" w:rsidP="0050041C">
      <w:pPr>
        <w:pStyle w:val="Heading4"/>
      </w:pPr>
      <w:bookmarkStart w:id="226" w:name="_Toc7445995"/>
      <w:r>
        <w:t>Known limitations</w:t>
      </w:r>
      <w:bookmarkEnd w:id="226"/>
    </w:p>
    <w:p w:rsidR="00C15B27" w:rsidRDefault="00C15B27" w:rsidP="00E83430">
      <w:pPr>
        <w:pStyle w:val="ListParagraph"/>
        <w:numPr>
          <w:ilvl w:val="0"/>
          <w:numId w:val="27"/>
        </w:numPr>
      </w:pPr>
      <w:r>
        <w:t>Unicode characters are not supported for String widgets.</w:t>
      </w:r>
    </w:p>
    <w:p w:rsidR="0065230A" w:rsidRDefault="00DB7F06" w:rsidP="0065230A">
      <w:pPr>
        <w:pStyle w:val="ListParagraph"/>
        <w:numPr>
          <w:ilvl w:val="0"/>
          <w:numId w:val="17"/>
        </w:numPr>
      </w:pPr>
      <w:r>
        <w:t xml:space="preserve"> </w:t>
      </w:r>
      <w:r w:rsidR="0065230A">
        <w:t>For USB57x4 family hubs, SPI programming support is not added for SST26VF016B and SST26VF032B parts.</w:t>
      </w:r>
    </w:p>
    <w:p w:rsidR="00973577" w:rsidRPr="005607D3" w:rsidRDefault="000A4DE3" w:rsidP="005607D3">
      <w:pPr>
        <w:pStyle w:val="ListParagraph"/>
        <w:numPr>
          <w:ilvl w:val="0"/>
          <w:numId w:val="17"/>
        </w:numPr>
      </w:pPr>
      <w:r>
        <w:t>Configuration programming with .json</w:t>
      </w:r>
      <w:r w:rsidR="0065230A">
        <w:t xml:space="preserve"> file</w:t>
      </w:r>
      <w:r>
        <w:t xml:space="preserve"> as an input</w:t>
      </w:r>
      <w:r w:rsidR="0065230A">
        <w:t xml:space="preserve"> sh</w:t>
      </w:r>
      <w:r>
        <w:t xml:space="preserve">ould not be along with firmware </w:t>
      </w:r>
      <w:r w:rsidR="00BE3073">
        <w:t>programming.</w:t>
      </w:r>
    </w:p>
    <w:p w:rsidR="004760D6" w:rsidRDefault="004760D6">
      <w:pPr>
        <w:rPr>
          <w:rFonts w:ascii="Arial" w:hAnsi="Arial" w:cs="Arial"/>
          <w:b/>
          <w:bCs/>
          <w:i/>
          <w:iCs/>
          <w:sz w:val="28"/>
          <w:szCs w:val="28"/>
          <w:lang w:val="en-GB"/>
        </w:rPr>
      </w:pPr>
      <w:r>
        <w:br w:type="page"/>
      </w:r>
    </w:p>
    <w:p w:rsidR="00111BCF" w:rsidRDefault="00111BCF">
      <w:pPr>
        <w:pStyle w:val="Heading2"/>
      </w:pPr>
      <w:bookmarkStart w:id="227" w:name="_Toc7445996"/>
      <w:r>
        <w:lastRenderedPageBreak/>
        <w:t>Version 1.55</w:t>
      </w:r>
      <w:bookmarkEnd w:id="227"/>
    </w:p>
    <w:p w:rsidR="00111BCF" w:rsidRPr="00111BCF" w:rsidRDefault="00111BCF" w:rsidP="00111BCF">
      <w:pPr>
        <w:rPr>
          <w:lang w:val="en-GB"/>
        </w:rPr>
      </w:pPr>
      <w:r>
        <w:rPr>
          <w:lang w:val="en-GB"/>
        </w:rPr>
        <w:t>CLI and DLL are ava</w:t>
      </w:r>
      <w:r w:rsidR="0069217F">
        <w:rPr>
          <w:lang w:val="en-GB"/>
        </w:rPr>
        <w:t>ilable as part of this release.</w:t>
      </w:r>
    </w:p>
    <w:p w:rsidR="00111BCF" w:rsidRDefault="00111BCF" w:rsidP="00111BCF">
      <w:pPr>
        <w:pStyle w:val="Heading3"/>
      </w:pPr>
      <w:bookmarkStart w:id="228" w:name="_Toc7445997"/>
      <w:r>
        <w:t>Command Line Interface (CLI)</w:t>
      </w:r>
      <w:bookmarkEnd w:id="228"/>
    </w:p>
    <w:p w:rsidR="00111BCF" w:rsidRDefault="00111BCF" w:rsidP="00111BCF">
      <w:pPr>
        <w:pStyle w:val="Heading4"/>
      </w:pPr>
      <w:bookmarkStart w:id="229" w:name="_Toc7445998"/>
      <w:r>
        <w:t>Changes</w:t>
      </w:r>
      <w:bookmarkEnd w:id="229"/>
    </w:p>
    <w:p w:rsidR="00111BCF" w:rsidRDefault="00111BCF" w:rsidP="00E83430">
      <w:pPr>
        <w:pStyle w:val="ListParagraph"/>
        <w:numPr>
          <w:ilvl w:val="0"/>
          <w:numId w:val="27"/>
        </w:numPr>
      </w:pPr>
      <w:r>
        <w:t>None</w:t>
      </w:r>
    </w:p>
    <w:p w:rsidR="00111BCF" w:rsidRDefault="00111BCF" w:rsidP="00111BCF">
      <w:pPr>
        <w:pStyle w:val="Heading4"/>
      </w:pPr>
      <w:bookmarkStart w:id="230" w:name="_Toc7445999"/>
      <w:r>
        <w:t>Feature Addition</w:t>
      </w:r>
      <w:bookmarkEnd w:id="230"/>
    </w:p>
    <w:p w:rsidR="00111BCF" w:rsidRDefault="00B0209C" w:rsidP="00E83430">
      <w:pPr>
        <w:pStyle w:val="ListParagraph"/>
        <w:numPr>
          <w:ilvl w:val="0"/>
          <w:numId w:val="25"/>
        </w:numPr>
      </w:pPr>
      <w:r>
        <w:t>Configur</w:t>
      </w:r>
      <w:r w:rsidR="00A52BDC">
        <w:t>ation file and Serial number can</w:t>
      </w:r>
      <w:r>
        <w:t xml:space="preserve"> be programmed with SPI Firmware File</w:t>
      </w:r>
    </w:p>
    <w:p w:rsidR="00111BCF" w:rsidRDefault="00111BCF" w:rsidP="00111BCF">
      <w:pPr>
        <w:pStyle w:val="Heading4"/>
      </w:pPr>
      <w:bookmarkStart w:id="231" w:name="_Toc7446000"/>
      <w:r>
        <w:t>Known limitations</w:t>
      </w:r>
      <w:bookmarkEnd w:id="231"/>
    </w:p>
    <w:p w:rsidR="00111BCF" w:rsidRDefault="00111BCF" w:rsidP="00111BCF">
      <w:pPr>
        <w:pStyle w:val="ListParagraph"/>
        <w:numPr>
          <w:ilvl w:val="0"/>
          <w:numId w:val="17"/>
        </w:numPr>
      </w:pPr>
      <w:r>
        <w:t>The tool supports programming of only one Microchip device at a time.</w:t>
      </w:r>
    </w:p>
    <w:p w:rsidR="00111BCF" w:rsidRDefault="00111BCF" w:rsidP="00111BCF">
      <w:pPr>
        <w:pStyle w:val="ListParagraph"/>
        <w:numPr>
          <w:ilvl w:val="0"/>
          <w:numId w:val="17"/>
        </w:numPr>
      </w:pPr>
      <w:r>
        <w:t xml:space="preserve">Admin privilege is required for running the tool. </w:t>
      </w:r>
      <w:r>
        <w:rPr>
          <w:b/>
        </w:rPr>
        <w:t>“Run as administrator”</w:t>
      </w:r>
      <w:r>
        <w:t xml:space="preserve"> needs to be done for running the tool.</w:t>
      </w:r>
    </w:p>
    <w:p w:rsidR="00111BCF" w:rsidRDefault="00111BCF" w:rsidP="00111BCF">
      <w:pPr>
        <w:pStyle w:val="ListParagraph"/>
        <w:numPr>
          <w:ilvl w:val="0"/>
          <w:numId w:val="17"/>
        </w:numPr>
      </w:pPr>
      <w:r>
        <w:t>Hub has to be connected before launching the application</w:t>
      </w:r>
    </w:p>
    <w:p w:rsidR="00111BCF" w:rsidRDefault="00111BCF" w:rsidP="00111BCF">
      <w:pPr>
        <w:numPr>
          <w:ilvl w:val="0"/>
          <w:numId w:val="17"/>
        </w:numPr>
      </w:pPr>
      <w:r>
        <w:t>Only 1 configuration file can be programmed on each device at one time.</w:t>
      </w:r>
    </w:p>
    <w:p w:rsidR="00111BCF" w:rsidRDefault="00111BCF" w:rsidP="00111BCF">
      <w:pPr>
        <w:pStyle w:val="ListParagraph"/>
        <w:numPr>
          <w:ilvl w:val="0"/>
          <w:numId w:val="18"/>
        </w:numPr>
      </w:pPr>
      <w:r w:rsidRPr="001657D3">
        <w:t>If the MCHP device is connected to a XHCI - USB 3.0 controller or the controller which supports hub to sleep, please connect a pen drive to the MCHP hub to avoid the controller from putting the hub to sleep</w:t>
      </w:r>
      <w:r>
        <w:rPr>
          <w:b/>
        </w:rPr>
        <w:t xml:space="preserve"> ( Only if the internal HCE device is disabled)</w:t>
      </w:r>
    </w:p>
    <w:p w:rsidR="00111BCF" w:rsidRDefault="00111BCF" w:rsidP="008A7F2A">
      <w:pPr>
        <w:pStyle w:val="ListParagraph"/>
      </w:pPr>
    </w:p>
    <w:p w:rsidR="00E8459C" w:rsidRDefault="00E8459C">
      <w:pPr>
        <w:pStyle w:val="Heading3"/>
      </w:pPr>
      <w:bookmarkStart w:id="232" w:name="_Toc7446001"/>
      <w:r>
        <w:t>DLL</w:t>
      </w:r>
      <w:bookmarkEnd w:id="232"/>
    </w:p>
    <w:p w:rsidR="00E8459C" w:rsidRDefault="00E8459C" w:rsidP="00E8459C">
      <w:pPr>
        <w:pStyle w:val="Heading4"/>
      </w:pPr>
      <w:bookmarkStart w:id="233" w:name="_Toc7446002"/>
      <w:r>
        <w:t>Changes</w:t>
      </w:r>
      <w:bookmarkEnd w:id="233"/>
    </w:p>
    <w:p w:rsidR="00E8459C" w:rsidRPr="00E8459C" w:rsidRDefault="00E8459C" w:rsidP="00E8459C">
      <w:pPr>
        <w:pStyle w:val="ListParagraph"/>
        <w:numPr>
          <w:ilvl w:val="0"/>
          <w:numId w:val="18"/>
        </w:numPr>
      </w:pPr>
      <w:r>
        <w:t>None</w:t>
      </w:r>
    </w:p>
    <w:p w:rsidR="00FA1A72" w:rsidRDefault="00FA1A72" w:rsidP="00FA1A72">
      <w:pPr>
        <w:pStyle w:val="Heading4"/>
      </w:pPr>
      <w:bookmarkStart w:id="234" w:name="_Toc7446003"/>
      <w:r>
        <w:t>Feature Addition</w:t>
      </w:r>
      <w:bookmarkEnd w:id="234"/>
    </w:p>
    <w:p w:rsidR="00B672A3" w:rsidRDefault="00B672A3" w:rsidP="00E83430">
      <w:pPr>
        <w:pStyle w:val="ListParagraph"/>
        <w:numPr>
          <w:ilvl w:val="0"/>
          <w:numId w:val="25"/>
        </w:numPr>
      </w:pPr>
      <w:r>
        <w:t>Configuration file and Serial number cab be programmed with SPI Firmware File</w:t>
      </w:r>
    </w:p>
    <w:p w:rsidR="00FA1A72" w:rsidRDefault="00FA1A72">
      <w:pPr>
        <w:pStyle w:val="Heading4"/>
      </w:pPr>
      <w:bookmarkStart w:id="235" w:name="_Toc7446004"/>
      <w:r>
        <w:t>Known limitations</w:t>
      </w:r>
      <w:bookmarkEnd w:id="235"/>
    </w:p>
    <w:p w:rsidR="00FA1A72" w:rsidRDefault="00FA1A72" w:rsidP="00FA1A72">
      <w:pPr>
        <w:pStyle w:val="ListParagraph"/>
        <w:numPr>
          <w:ilvl w:val="0"/>
          <w:numId w:val="11"/>
        </w:numPr>
      </w:pPr>
      <w:r>
        <w:t>Admin privilege is required for running the DLL. If a custom application is built which uses the DLL, then admin privilege is required for running the custom application.</w:t>
      </w:r>
    </w:p>
    <w:p w:rsidR="00FA1A72" w:rsidRPr="001B1186" w:rsidRDefault="00FA1A72" w:rsidP="00FA1A72">
      <w:pPr>
        <w:pStyle w:val="ListParagraph"/>
        <w:numPr>
          <w:ilvl w:val="0"/>
          <w:numId w:val="11"/>
        </w:numPr>
      </w:pPr>
      <w:r w:rsidRPr="001657D3">
        <w:rPr>
          <w:b/>
        </w:rPr>
        <w:t>If the MCHP device is connected to a XHCI - USB 3.0 controller or the controller which supports hub to sleep, please connect a pen drive to the MCHP hub to avoid the controller from putting the hub to sleep.</w:t>
      </w:r>
    </w:p>
    <w:p w:rsidR="00FA1A72" w:rsidRPr="00FA1A72" w:rsidRDefault="00FA1A72" w:rsidP="00FA1A72">
      <w:pPr>
        <w:rPr>
          <w:lang w:val="en-GB"/>
        </w:rPr>
      </w:pPr>
    </w:p>
    <w:p w:rsidR="00973577" w:rsidRDefault="00973577">
      <w:pPr>
        <w:rPr>
          <w:rFonts w:ascii="Arial" w:hAnsi="Arial" w:cs="Arial"/>
          <w:b/>
          <w:bCs/>
          <w:i/>
          <w:iCs/>
          <w:sz w:val="28"/>
          <w:szCs w:val="28"/>
          <w:lang w:val="en-GB"/>
        </w:rPr>
      </w:pPr>
      <w:r>
        <w:br w:type="page"/>
      </w:r>
    </w:p>
    <w:p w:rsidR="005D21D0" w:rsidRDefault="005D21D0" w:rsidP="005D21D0">
      <w:pPr>
        <w:pStyle w:val="Heading2"/>
        <w:numPr>
          <w:ilvl w:val="1"/>
          <w:numId w:val="15"/>
        </w:numPr>
      </w:pPr>
      <w:bookmarkStart w:id="236" w:name="_Toc7446005"/>
      <w:r>
        <w:lastRenderedPageBreak/>
        <w:t>Version 1.54</w:t>
      </w:r>
      <w:bookmarkEnd w:id="236"/>
    </w:p>
    <w:p w:rsidR="009C50EA" w:rsidRPr="009C50EA" w:rsidRDefault="009C50EA" w:rsidP="009C50EA">
      <w:pPr>
        <w:rPr>
          <w:lang w:val="en-GB"/>
        </w:rPr>
      </w:pPr>
      <w:r>
        <w:rPr>
          <w:lang w:val="en-GB"/>
        </w:rPr>
        <w:t>Only CLI is available as part of this release.</w:t>
      </w:r>
    </w:p>
    <w:p w:rsidR="005D21D0" w:rsidRPr="00C0240D" w:rsidRDefault="005D21D0" w:rsidP="005D21D0">
      <w:pPr>
        <w:pStyle w:val="Heading3"/>
      </w:pPr>
      <w:bookmarkStart w:id="237" w:name="_Toc7446006"/>
      <w:r>
        <w:t>Command Line Interface (CLI)</w:t>
      </w:r>
      <w:bookmarkEnd w:id="237"/>
    </w:p>
    <w:p w:rsidR="005D21D0" w:rsidRDefault="005D21D0" w:rsidP="005D21D0">
      <w:pPr>
        <w:pStyle w:val="Heading4"/>
      </w:pPr>
      <w:bookmarkStart w:id="238" w:name="_Toc7446007"/>
      <w:r>
        <w:t>Changes</w:t>
      </w:r>
      <w:bookmarkEnd w:id="238"/>
    </w:p>
    <w:p w:rsidR="00643776" w:rsidRDefault="00643776" w:rsidP="00E83430">
      <w:pPr>
        <w:pStyle w:val="ListParagraph"/>
        <w:numPr>
          <w:ilvl w:val="0"/>
          <w:numId w:val="27"/>
        </w:numPr>
      </w:pPr>
      <w:r>
        <w:t>None</w:t>
      </w:r>
    </w:p>
    <w:p w:rsidR="005D21D0" w:rsidRDefault="005D21D0" w:rsidP="005D21D0">
      <w:pPr>
        <w:pStyle w:val="Heading4"/>
      </w:pPr>
      <w:bookmarkStart w:id="239" w:name="_Toc7446008"/>
      <w:r>
        <w:t>Feature Addition</w:t>
      </w:r>
      <w:bookmarkEnd w:id="239"/>
    </w:p>
    <w:p w:rsidR="005D21D0" w:rsidRDefault="005D21D0" w:rsidP="00E83430">
      <w:pPr>
        <w:pStyle w:val="ListParagraph"/>
        <w:numPr>
          <w:ilvl w:val="0"/>
          <w:numId w:val="25"/>
        </w:numPr>
      </w:pPr>
      <w:r>
        <w:t>Hub scanning based on port chain method is added.</w:t>
      </w:r>
    </w:p>
    <w:p w:rsidR="005D21D0" w:rsidRDefault="005D21D0" w:rsidP="00E83430">
      <w:pPr>
        <w:pStyle w:val="ListParagraph"/>
        <w:numPr>
          <w:ilvl w:val="0"/>
          <w:numId w:val="25"/>
        </w:numPr>
      </w:pPr>
      <w:r>
        <w:t>Added command (/lp) to list the hubs with port chain information.</w:t>
      </w:r>
    </w:p>
    <w:p w:rsidR="005D21D0" w:rsidRDefault="005D21D0" w:rsidP="00E83430">
      <w:pPr>
        <w:pStyle w:val="ListParagraph"/>
        <w:numPr>
          <w:ilvl w:val="0"/>
          <w:numId w:val="25"/>
        </w:numPr>
      </w:pPr>
      <w:r>
        <w:t>Alignment changes are done for the device tree view in CLI (/l and /p)</w:t>
      </w:r>
      <w:r w:rsidR="009C50EA">
        <w:t>.</w:t>
      </w:r>
    </w:p>
    <w:p w:rsidR="00F15FC3" w:rsidRDefault="00F15FC3" w:rsidP="00E83430">
      <w:pPr>
        <w:pStyle w:val="ListParagraph"/>
        <w:numPr>
          <w:ilvl w:val="0"/>
          <w:numId w:val="25"/>
        </w:numPr>
      </w:pPr>
      <w:r>
        <w:t>Hub controller driver version is upgraded to 1.0.0.5 to support the product ID 0x274C.</w:t>
      </w:r>
    </w:p>
    <w:p w:rsidR="009C50EA" w:rsidRPr="009C50EA" w:rsidRDefault="009C50EA" w:rsidP="009C50EA">
      <w:pPr>
        <w:pStyle w:val="ListParagraph"/>
      </w:pPr>
    </w:p>
    <w:p w:rsidR="005D21D0" w:rsidRDefault="005D21D0" w:rsidP="005D21D0">
      <w:pPr>
        <w:pStyle w:val="Heading4"/>
      </w:pPr>
      <w:bookmarkStart w:id="240" w:name="_Toc7446009"/>
      <w:r>
        <w:t>Known limitations</w:t>
      </w:r>
      <w:bookmarkEnd w:id="240"/>
    </w:p>
    <w:p w:rsidR="005D21D0" w:rsidRDefault="005D21D0" w:rsidP="005D21D0">
      <w:pPr>
        <w:pStyle w:val="ListParagraph"/>
        <w:numPr>
          <w:ilvl w:val="0"/>
          <w:numId w:val="17"/>
        </w:numPr>
      </w:pPr>
      <w:r>
        <w:t>The tool supports programming of only one Microchip device at a time.</w:t>
      </w:r>
    </w:p>
    <w:p w:rsidR="005D21D0" w:rsidRDefault="005D21D0" w:rsidP="005D21D0">
      <w:pPr>
        <w:pStyle w:val="ListParagraph"/>
        <w:numPr>
          <w:ilvl w:val="0"/>
          <w:numId w:val="17"/>
        </w:numPr>
      </w:pPr>
      <w:r>
        <w:t xml:space="preserve">Admin privilege is required for running the tool. </w:t>
      </w:r>
      <w:r>
        <w:rPr>
          <w:b/>
        </w:rPr>
        <w:t>“Run as administrator”</w:t>
      </w:r>
      <w:r>
        <w:t xml:space="preserve"> needs to be done for running the tool.</w:t>
      </w:r>
    </w:p>
    <w:p w:rsidR="005D21D0" w:rsidRDefault="005D21D0" w:rsidP="005D21D0">
      <w:pPr>
        <w:pStyle w:val="ListParagraph"/>
        <w:numPr>
          <w:ilvl w:val="0"/>
          <w:numId w:val="17"/>
        </w:numPr>
      </w:pPr>
      <w:r>
        <w:t>Hub has to be connected before launching the application</w:t>
      </w:r>
    </w:p>
    <w:p w:rsidR="005D21D0" w:rsidRDefault="005D21D0" w:rsidP="005D21D0">
      <w:pPr>
        <w:numPr>
          <w:ilvl w:val="0"/>
          <w:numId w:val="17"/>
        </w:numPr>
      </w:pPr>
      <w:r>
        <w:t>Only 1 configuration file can be programmed on each device at one time.</w:t>
      </w:r>
    </w:p>
    <w:p w:rsidR="005D21D0" w:rsidRDefault="005D21D0" w:rsidP="005D21D0">
      <w:pPr>
        <w:pStyle w:val="ListParagraph"/>
        <w:numPr>
          <w:ilvl w:val="0"/>
          <w:numId w:val="18"/>
        </w:numPr>
      </w:pPr>
      <w:r w:rsidRPr="001657D3">
        <w:t>If the MCHP device is connected to a XHCI - USB 3.0 controller or the controller which supports hub to sleep, please connect a pen drive to the MCHP hub to avoid the controller from putting the hub to sleep</w:t>
      </w:r>
      <w:r>
        <w:rPr>
          <w:b/>
        </w:rPr>
        <w:t xml:space="preserve"> ( Only if the internal HCE device is disabled)</w:t>
      </w:r>
    </w:p>
    <w:p w:rsidR="005D21D0" w:rsidRPr="003F2557" w:rsidRDefault="005D21D0" w:rsidP="005D21D0">
      <w:pPr>
        <w:rPr>
          <w:lang w:val="en-GB"/>
        </w:rPr>
      </w:pPr>
    </w:p>
    <w:p w:rsidR="006F741C" w:rsidRPr="00EE6618" w:rsidRDefault="006F741C" w:rsidP="006F741C">
      <w:pPr>
        <w:pStyle w:val="Heading2"/>
        <w:numPr>
          <w:ilvl w:val="1"/>
          <w:numId w:val="15"/>
        </w:numPr>
      </w:pPr>
      <w:bookmarkStart w:id="241" w:name="_Toc7446010"/>
      <w:r>
        <w:t>Version 1.5</w:t>
      </w:r>
      <w:bookmarkEnd w:id="241"/>
    </w:p>
    <w:p w:rsidR="006F741C" w:rsidRPr="00C0240D" w:rsidRDefault="006F741C" w:rsidP="006F741C">
      <w:pPr>
        <w:pStyle w:val="Heading3"/>
      </w:pPr>
      <w:bookmarkStart w:id="242" w:name="_Toc7446011"/>
      <w:r>
        <w:t>Command Line Interface (CLI)</w:t>
      </w:r>
      <w:bookmarkEnd w:id="242"/>
    </w:p>
    <w:p w:rsidR="006F741C" w:rsidRDefault="006F741C" w:rsidP="006F741C">
      <w:pPr>
        <w:pStyle w:val="Heading4"/>
      </w:pPr>
      <w:bookmarkStart w:id="243" w:name="_Toc7446012"/>
      <w:r>
        <w:t>Changes</w:t>
      </w:r>
      <w:bookmarkEnd w:id="243"/>
    </w:p>
    <w:p w:rsidR="006F741C" w:rsidRPr="006C0E89" w:rsidRDefault="006F741C" w:rsidP="00E83430">
      <w:pPr>
        <w:pStyle w:val="ListParagraph"/>
        <w:numPr>
          <w:ilvl w:val="0"/>
          <w:numId w:val="25"/>
        </w:numPr>
      </w:pPr>
      <w:r>
        <w:t>None</w:t>
      </w:r>
    </w:p>
    <w:p w:rsidR="006F741C" w:rsidRDefault="006F741C" w:rsidP="006F741C">
      <w:pPr>
        <w:pStyle w:val="Heading4"/>
      </w:pPr>
      <w:bookmarkStart w:id="244" w:name="_Toc7446013"/>
      <w:r>
        <w:t>Feature Addition</w:t>
      </w:r>
      <w:bookmarkEnd w:id="244"/>
    </w:p>
    <w:p w:rsidR="006F741C" w:rsidRPr="00C0240D" w:rsidRDefault="006F741C" w:rsidP="00E83430">
      <w:pPr>
        <w:pStyle w:val="ListParagraph"/>
        <w:numPr>
          <w:ilvl w:val="0"/>
          <w:numId w:val="25"/>
        </w:numPr>
      </w:pPr>
      <w:r>
        <w:t>None</w:t>
      </w:r>
    </w:p>
    <w:p w:rsidR="006F741C" w:rsidRDefault="006F741C" w:rsidP="006F741C">
      <w:pPr>
        <w:pStyle w:val="Heading4"/>
      </w:pPr>
      <w:bookmarkStart w:id="245" w:name="_Toc7446014"/>
      <w:r>
        <w:t>Known limitations</w:t>
      </w:r>
      <w:bookmarkEnd w:id="245"/>
    </w:p>
    <w:p w:rsidR="006F741C" w:rsidRDefault="006F741C" w:rsidP="006F741C">
      <w:pPr>
        <w:pStyle w:val="ListParagraph"/>
        <w:numPr>
          <w:ilvl w:val="0"/>
          <w:numId w:val="17"/>
        </w:numPr>
      </w:pPr>
      <w:r>
        <w:t>The tool supports programming of only one Microchip device at a time.</w:t>
      </w:r>
    </w:p>
    <w:p w:rsidR="006F741C" w:rsidRDefault="006F741C" w:rsidP="006F741C">
      <w:pPr>
        <w:pStyle w:val="ListParagraph"/>
        <w:numPr>
          <w:ilvl w:val="0"/>
          <w:numId w:val="17"/>
        </w:numPr>
      </w:pPr>
      <w:r>
        <w:t xml:space="preserve">Admin privilege is required for running the tool. </w:t>
      </w:r>
      <w:r>
        <w:rPr>
          <w:b/>
        </w:rPr>
        <w:t>“Run as administrator”</w:t>
      </w:r>
      <w:r>
        <w:t xml:space="preserve"> needs to be done for running the tool.</w:t>
      </w:r>
    </w:p>
    <w:p w:rsidR="006F741C" w:rsidRDefault="006F741C" w:rsidP="006F741C">
      <w:pPr>
        <w:pStyle w:val="ListParagraph"/>
        <w:numPr>
          <w:ilvl w:val="0"/>
          <w:numId w:val="17"/>
        </w:numPr>
      </w:pPr>
      <w:r>
        <w:t>Hub has to be connected before launching the application</w:t>
      </w:r>
    </w:p>
    <w:p w:rsidR="006F741C" w:rsidRDefault="006F741C" w:rsidP="006F741C">
      <w:pPr>
        <w:numPr>
          <w:ilvl w:val="0"/>
          <w:numId w:val="17"/>
        </w:numPr>
      </w:pPr>
      <w:r>
        <w:t>Only 1 configuration file can be programmed on each device at one time.</w:t>
      </w:r>
    </w:p>
    <w:p w:rsidR="006F741C" w:rsidRDefault="006F741C" w:rsidP="006F741C">
      <w:pPr>
        <w:pStyle w:val="ListParagraph"/>
        <w:numPr>
          <w:ilvl w:val="0"/>
          <w:numId w:val="18"/>
        </w:numPr>
      </w:pPr>
      <w:r w:rsidRPr="001657D3">
        <w:lastRenderedPageBreak/>
        <w:t>If the MCHP device is connected to a XHCI - USB 3.0 controller or the controller which supports hub to sleep, please connect a pen drive to the MCHP hub to avoid the controller from putting the hub to sleep</w:t>
      </w:r>
      <w:r>
        <w:rPr>
          <w:b/>
        </w:rPr>
        <w:t xml:space="preserve"> ( Only if the internal HCE device is disabled)</w:t>
      </w:r>
    </w:p>
    <w:p w:rsidR="006F741C" w:rsidRPr="003F2557" w:rsidRDefault="006F741C" w:rsidP="006F741C">
      <w:pPr>
        <w:rPr>
          <w:lang w:val="en-GB"/>
        </w:rPr>
      </w:pPr>
    </w:p>
    <w:p w:rsidR="006F741C" w:rsidRPr="00470AF9" w:rsidRDefault="006F741C" w:rsidP="006F741C">
      <w:pPr>
        <w:pStyle w:val="Heading3"/>
      </w:pPr>
      <w:bookmarkStart w:id="246" w:name="_Toc7446015"/>
      <w:r>
        <w:t>Graphical User Interface (GUI)</w:t>
      </w:r>
      <w:bookmarkEnd w:id="246"/>
    </w:p>
    <w:p w:rsidR="00F93D11" w:rsidRDefault="00F93D11" w:rsidP="00F93D11">
      <w:pPr>
        <w:pStyle w:val="Heading4"/>
      </w:pPr>
      <w:bookmarkStart w:id="247" w:name="_Toc7446016"/>
      <w:r>
        <w:t>Changes</w:t>
      </w:r>
      <w:bookmarkEnd w:id="247"/>
    </w:p>
    <w:p w:rsidR="00F93D11" w:rsidRPr="006C0E89" w:rsidRDefault="00F93D11" w:rsidP="00E83430">
      <w:pPr>
        <w:pStyle w:val="ListParagraph"/>
        <w:numPr>
          <w:ilvl w:val="0"/>
          <w:numId w:val="25"/>
        </w:numPr>
      </w:pPr>
      <w:r>
        <w:t>None</w:t>
      </w:r>
    </w:p>
    <w:p w:rsidR="006F741C" w:rsidRDefault="006F741C" w:rsidP="006F741C">
      <w:pPr>
        <w:pStyle w:val="Heading4"/>
      </w:pPr>
      <w:bookmarkStart w:id="248" w:name="_Toc7446017"/>
      <w:r>
        <w:t>Features Addition</w:t>
      </w:r>
      <w:bookmarkEnd w:id="248"/>
    </w:p>
    <w:p w:rsidR="006F741C" w:rsidRPr="00470AF9" w:rsidRDefault="00455920" w:rsidP="00E83430">
      <w:pPr>
        <w:pStyle w:val="ListParagraph"/>
        <w:numPr>
          <w:ilvl w:val="0"/>
          <w:numId w:val="25"/>
        </w:numPr>
      </w:pPr>
      <w:r>
        <w:t>None</w:t>
      </w:r>
    </w:p>
    <w:p w:rsidR="006F741C" w:rsidRDefault="006F741C" w:rsidP="006F741C">
      <w:pPr>
        <w:pStyle w:val="Heading4"/>
      </w:pPr>
      <w:bookmarkStart w:id="249" w:name="_Toc7446018"/>
      <w:r>
        <w:t>Known limitations</w:t>
      </w:r>
      <w:bookmarkEnd w:id="249"/>
    </w:p>
    <w:p w:rsidR="006F741C" w:rsidRDefault="006F741C" w:rsidP="006F741C">
      <w:pPr>
        <w:pStyle w:val="ListParagraph"/>
        <w:numPr>
          <w:ilvl w:val="0"/>
          <w:numId w:val="3"/>
        </w:numPr>
      </w:pPr>
      <w:r>
        <w:t>SPI with Pseudo OTP memory dump will fail for USB2530 SKU.</w:t>
      </w:r>
    </w:p>
    <w:p w:rsidR="006F741C" w:rsidRDefault="006F741C" w:rsidP="006F741C">
      <w:pPr>
        <w:pStyle w:val="ListParagraph"/>
        <w:numPr>
          <w:ilvl w:val="0"/>
          <w:numId w:val="3"/>
        </w:numPr>
      </w:pPr>
      <w:r>
        <w:t>Tool does not wait for loading driver after changing either Vendor id, Product id or serial number of the hub</w:t>
      </w:r>
    </w:p>
    <w:p w:rsidR="006F741C" w:rsidRPr="00EA38C2" w:rsidRDefault="006F741C" w:rsidP="00EA38C2">
      <w:pPr>
        <w:pStyle w:val="ListParagraph"/>
        <w:numPr>
          <w:ilvl w:val="0"/>
          <w:numId w:val="3"/>
        </w:numPr>
        <w:rPr>
          <w:color w:val="000000" w:themeColor="text1"/>
        </w:rPr>
      </w:pPr>
      <w:r w:rsidRPr="001657D3">
        <w:t>If the MCHP device is connected to a XHCI - USB 3.0 controller or the controller which supports hub to sleep, please connect a pen drive to the MCHP hub to avoid the controller from putting the hub to sleep</w:t>
      </w:r>
      <w:r w:rsidRPr="00EA38C2">
        <w:rPr>
          <w:b/>
        </w:rPr>
        <w:t xml:space="preserve"> ( Only if the internal HCE device is disabled)</w:t>
      </w:r>
    </w:p>
    <w:p w:rsidR="006F741C" w:rsidRPr="00FF61CB" w:rsidRDefault="006F741C" w:rsidP="006F741C">
      <w:pPr>
        <w:pStyle w:val="Heading3"/>
      </w:pPr>
      <w:bookmarkStart w:id="250" w:name="_Toc7446019"/>
      <w:r>
        <w:t>DLL</w:t>
      </w:r>
      <w:bookmarkEnd w:id="250"/>
    </w:p>
    <w:p w:rsidR="006F741C" w:rsidRDefault="006F741C" w:rsidP="006F741C">
      <w:pPr>
        <w:pStyle w:val="Heading4"/>
      </w:pPr>
      <w:bookmarkStart w:id="251" w:name="_Toc7446020"/>
      <w:r>
        <w:t>Changes</w:t>
      </w:r>
      <w:bookmarkEnd w:id="251"/>
    </w:p>
    <w:p w:rsidR="006F741C" w:rsidRPr="003F2557" w:rsidRDefault="00EA38C2" w:rsidP="006F741C">
      <w:pPr>
        <w:pStyle w:val="ListParagraph"/>
        <w:numPr>
          <w:ilvl w:val="0"/>
          <w:numId w:val="18"/>
        </w:numPr>
      </w:pPr>
      <w:r>
        <w:t>None</w:t>
      </w:r>
    </w:p>
    <w:p w:rsidR="006F741C" w:rsidRDefault="006F741C" w:rsidP="006F741C">
      <w:pPr>
        <w:pStyle w:val="Heading4"/>
      </w:pPr>
      <w:bookmarkStart w:id="252" w:name="_Toc7446021"/>
      <w:r>
        <w:t>Features Addition</w:t>
      </w:r>
      <w:bookmarkEnd w:id="252"/>
    </w:p>
    <w:p w:rsidR="006F741C" w:rsidRPr="003F2557" w:rsidRDefault="006F741C" w:rsidP="006F741C">
      <w:pPr>
        <w:pStyle w:val="ListParagraph"/>
        <w:numPr>
          <w:ilvl w:val="0"/>
          <w:numId w:val="18"/>
        </w:numPr>
      </w:pPr>
      <w:r>
        <w:t>None</w:t>
      </w:r>
    </w:p>
    <w:p w:rsidR="006F741C" w:rsidRDefault="006F741C" w:rsidP="006F741C">
      <w:pPr>
        <w:pStyle w:val="Heading4"/>
      </w:pPr>
      <w:bookmarkStart w:id="253" w:name="_Toc7446022"/>
      <w:r>
        <w:t>Known limitations</w:t>
      </w:r>
      <w:bookmarkEnd w:id="253"/>
    </w:p>
    <w:p w:rsidR="006F741C" w:rsidRDefault="006F741C" w:rsidP="006F741C">
      <w:pPr>
        <w:pStyle w:val="ListParagraph"/>
        <w:numPr>
          <w:ilvl w:val="0"/>
          <w:numId w:val="11"/>
        </w:numPr>
      </w:pPr>
      <w:r>
        <w:t>Admin privilege is r</w:t>
      </w:r>
      <w:r w:rsidR="0043776B">
        <w:t>equired for running the DLL. If a</w:t>
      </w:r>
      <w:r>
        <w:t xml:space="preserve"> custom application </w:t>
      </w:r>
      <w:r w:rsidR="0043776B">
        <w:t xml:space="preserve">is built which uses the DLL, then </w:t>
      </w:r>
      <w:r>
        <w:t xml:space="preserve">admin privilege is required for </w:t>
      </w:r>
      <w:r w:rsidR="0043776B">
        <w:t xml:space="preserve">running </w:t>
      </w:r>
      <w:r>
        <w:t>the custom application.</w:t>
      </w:r>
    </w:p>
    <w:p w:rsidR="006F741C" w:rsidRPr="001B1186" w:rsidRDefault="006F741C" w:rsidP="006F741C">
      <w:pPr>
        <w:pStyle w:val="ListParagraph"/>
        <w:numPr>
          <w:ilvl w:val="0"/>
          <w:numId w:val="11"/>
        </w:numPr>
      </w:pPr>
      <w:r w:rsidRPr="001657D3">
        <w:rPr>
          <w:b/>
        </w:rPr>
        <w:t>If the MCHP device is connected to a XHCI - USB 3.0 controller or the controller which supports hub to sleep, please connect a pen drive to the MCHP hub to avoid the controller from putting the hub to sleep.</w:t>
      </w:r>
    </w:p>
    <w:p w:rsidR="006F741C" w:rsidRPr="006F741C" w:rsidRDefault="006F741C" w:rsidP="006F741C">
      <w:pPr>
        <w:rPr>
          <w:lang w:val="en-GB"/>
        </w:rPr>
      </w:pPr>
    </w:p>
    <w:p w:rsidR="0043776B" w:rsidRDefault="0043776B">
      <w:pPr>
        <w:rPr>
          <w:rFonts w:ascii="Arial" w:hAnsi="Arial" w:cs="Arial"/>
          <w:b/>
          <w:bCs/>
          <w:i/>
          <w:iCs/>
          <w:sz w:val="28"/>
          <w:szCs w:val="28"/>
          <w:lang w:val="en-GB"/>
        </w:rPr>
      </w:pPr>
      <w:r>
        <w:br w:type="page"/>
      </w:r>
    </w:p>
    <w:p w:rsidR="0081398C" w:rsidRPr="00EE6618" w:rsidRDefault="0081398C" w:rsidP="00EE6618">
      <w:pPr>
        <w:pStyle w:val="Heading2"/>
        <w:numPr>
          <w:ilvl w:val="1"/>
          <w:numId w:val="15"/>
        </w:numPr>
      </w:pPr>
      <w:bookmarkStart w:id="254" w:name="_Toc7446023"/>
      <w:r>
        <w:lastRenderedPageBreak/>
        <w:t>Version 1.</w:t>
      </w:r>
      <w:r w:rsidR="009E30F4">
        <w:t>44</w:t>
      </w:r>
      <w:bookmarkEnd w:id="254"/>
    </w:p>
    <w:p w:rsidR="00C0240D" w:rsidRPr="00C0240D" w:rsidRDefault="00BD64D1" w:rsidP="00C0240D">
      <w:pPr>
        <w:pStyle w:val="Heading3"/>
      </w:pPr>
      <w:bookmarkStart w:id="255" w:name="_Toc7446024"/>
      <w:r>
        <w:t>Command Line Interface (CLI)</w:t>
      </w:r>
      <w:bookmarkEnd w:id="255"/>
    </w:p>
    <w:p w:rsidR="00C0240D" w:rsidRDefault="00C0240D" w:rsidP="00C0240D">
      <w:pPr>
        <w:pStyle w:val="Heading4"/>
      </w:pPr>
      <w:bookmarkStart w:id="256" w:name="_Toc7446025"/>
      <w:r>
        <w:t>Changes</w:t>
      </w:r>
      <w:bookmarkEnd w:id="256"/>
    </w:p>
    <w:p w:rsidR="006C0E89" w:rsidRPr="006C0E89" w:rsidRDefault="006C0E89" w:rsidP="00E83430">
      <w:pPr>
        <w:pStyle w:val="ListParagraph"/>
        <w:numPr>
          <w:ilvl w:val="0"/>
          <w:numId w:val="25"/>
        </w:numPr>
      </w:pPr>
      <w:r>
        <w:t>None</w:t>
      </w:r>
    </w:p>
    <w:p w:rsidR="00C0240D" w:rsidRDefault="00C0240D">
      <w:pPr>
        <w:pStyle w:val="Heading4"/>
      </w:pPr>
      <w:bookmarkStart w:id="257" w:name="_Toc7446026"/>
      <w:r>
        <w:t>Feature Addition</w:t>
      </w:r>
      <w:bookmarkEnd w:id="257"/>
    </w:p>
    <w:p w:rsidR="00C0240D" w:rsidRPr="00C0240D" w:rsidRDefault="00C0240D" w:rsidP="00E83430">
      <w:pPr>
        <w:pStyle w:val="ListParagraph"/>
        <w:numPr>
          <w:ilvl w:val="0"/>
          <w:numId w:val="25"/>
        </w:numPr>
      </w:pPr>
      <w:r>
        <w:t>None</w:t>
      </w:r>
    </w:p>
    <w:p w:rsidR="00C0240D" w:rsidRDefault="00C0240D">
      <w:pPr>
        <w:pStyle w:val="Heading4"/>
      </w:pPr>
      <w:bookmarkStart w:id="258" w:name="_Toc7446027"/>
      <w:r>
        <w:t>Known limitations</w:t>
      </w:r>
      <w:bookmarkEnd w:id="258"/>
    </w:p>
    <w:p w:rsidR="00C0240D" w:rsidRDefault="00C0240D" w:rsidP="00C0240D">
      <w:pPr>
        <w:pStyle w:val="ListParagraph"/>
        <w:numPr>
          <w:ilvl w:val="0"/>
          <w:numId w:val="17"/>
        </w:numPr>
      </w:pPr>
      <w:r>
        <w:t>The tool supports programming of only one Microchip device at a time.</w:t>
      </w:r>
    </w:p>
    <w:p w:rsidR="00C0240D" w:rsidRDefault="00C0240D" w:rsidP="00C0240D">
      <w:pPr>
        <w:pStyle w:val="ListParagraph"/>
        <w:numPr>
          <w:ilvl w:val="0"/>
          <w:numId w:val="17"/>
        </w:numPr>
      </w:pPr>
      <w:r>
        <w:t xml:space="preserve">Admin privilege is required for running the tool. </w:t>
      </w:r>
      <w:r>
        <w:rPr>
          <w:b/>
        </w:rPr>
        <w:t>“Run as administrator”</w:t>
      </w:r>
      <w:r>
        <w:t xml:space="preserve"> needs to be done for running the tool.</w:t>
      </w:r>
    </w:p>
    <w:p w:rsidR="00C0240D" w:rsidRDefault="00C0240D" w:rsidP="00C0240D">
      <w:pPr>
        <w:pStyle w:val="ListParagraph"/>
        <w:numPr>
          <w:ilvl w:val="0"/>
          <w:numId w:val="17"/>
        </w:numPr>
      </w:pPr>
      <w:r>
        <w:t>Hub has to be connected before launching the application</w:t>
      </w:r>
    </w:p>
    <w:p w:rsidR="00C0240D" w:rsidRDefault="00C0240D" w:rsidP="00C0240D">
      <w:pPr>
        <w:numPr>
          <w:ilvl w:val="0"/>
          <w:numId w:val="17"/>
        </w:numPr>
      </w:pPr>
      <w:r>
        <w:t>Only 1 configuration file can be programmed on each device at one time.</w:t>
      </w:r>
    </w:p>
    <w:p w:rsidR="00C0240D" w:rsidRDefault="00C0240D" w:rsidP="00C0240D">
      <w:pPr>
        <w:pStyle w:val="ListParagraph"/>
        <w:numPr>
          <w:ilvl w:val="0"/>
          <w:numId w:val="18"/>
        </w:numPr>
      </w:pPr>
      <w:r w:rsidRPr="001657D3">
        <w:t>If the MCHP device is connected to a XHCI - USB 3.0 controller or the controller which supports hub to sleep, please connect a pen drive to the MCHP hub to avoid the controller from putting the hub to sleep</w:t>
      </w:r>
      <w:r>
        <w:rPr>
          <w:b/>
        </w:rPr>
        <w:t xml:space="preserve"> ( Only if the internal HCE device is disabled)</w:t>
      </w:r>
    </w:p>
    <w:p w:rsidR="003F2557" w:rsidRPr="003F2557" w:rsidRDefault="003F2557" w:rsidP="003F2557">
      <w:pPr>
        <w:rPr>
          <w:lang w:val="en-GB"/>
        </w:rPr>
      </w:pPr>
    </w:p>
    <w:p w:rsidR="00470AF9" w:rsidRPr="00470AF9" w:rsidRDefault="00470AF9" w:rsidP="00470AF9">
      <w:pPr>
        <w:pStyle w:val="Heading3"/>
      </w:pPr>
      <w:bookmarkStart w:id="259" w:name="_Toc7446028"/>
      <w:r>
        <w:t>Graphical User Interface (GUI)</w:t>
      </w:r>
      <w:bookmarkEnd w:id="259"/>
    </w:p>
    <w:p w:rsidR="00470AF9" w:rsidRDefault="00470AF9" w:rsidP="00470AF9">
      <w:pPr>
        <w:pStyle w:val="Heading4"/>
      </w:pPr>
      <w:bookmarkStart w:id="260" w:name="_Toc7446029"/>
      <w:r>
        <w:t>Changes</w:t>
      </w:r>
      <w:bookmarkEnd w:id="260"/>
    </w:p>
    <w:p w:rsidR="00D94669" w:rsidRDefault="00D94669" w:rsidP="00470AF9">
      <w:pPr>
        <w:pStyle w:val="ListParagraph"/>
        <w:numPr>
          <w:ilvl w:val="0"/>
          <w:numId w:val="18"/>
        </w:numPr>
      </w:pPr>
      <w:r>
        <w:t>Strap manipulation support is removed from offline page.</w:t>
      </w:r>
    </w:p>
    <w:p w:rsidR="00F108FC" w:rsidRDefault="00470AF9" w:rsidP="00470AF9">
      <w:pPr>
        <w:pStyle w:val="ListParagraph"/>
        <w:numPr>
          <w:ilvl w:val="0"/>
          <w:numId w:val="18"/>
        </w:numPr>
      </w:pPr>
      <w:r>
        <w:t xml:space="preserve">Restore factory Default is done based on default </w:t>
      </w:r>
      <w:r w:rsidR="00890631">
        <w:t>configurations</w:t>
      </w:r>
      <w:r>
        <w:t xml:space="preserve"> for </w:t>
      </w:r>
      <w:r w:rsidR="00F108FC">
        <w:t>USB2530 SKU.</w:t>
      </w:r>
    </w:p>
    <w:p w:rsidR="00470AF9" w:rsidRPr="00470AF9" w:rsidRDefault="005402E7" w:rsidP="00470AF9">
      <w:pPr>
        <w:pStyle w:val="ListParagraph"/>
        <w:numPr>
          <w:ilvl w:val="0"/>
          <w:numId w:val="18"/>
        </w:numPr>
      </w:pPr>
      <w:r>
        <w:t xml:space="preserve">Tool does not </w:t>
      </w:r>
      <w:r w:rsidR="00FC32F0">
        <w:t>allow</w:t>
      </w:r>
      <w:r w:rsidR="00E7388D">
        <w:t xml:space="preserve"> </w:t>
      </w:r>
      <w:r w:rsidR="007D0E2D">
        <w:t>disabling</w:t>
      </w:r>
      <w:r w:rsidR="00470AF9">
        <w:t xml:space="preserve"> all </w:t>
      </w:r>
      <w:r>
        <w:t xml:space="preserve">the </w:t>
      </w:r>
      <w:r w:rsidR="00470AF9">
        <w:t>Ports</w:t>
      </w:r>
      <w:r w:rsidR="00861ED3">
        <w:t>.</w:t>
      </w:r>
    </w:p>
    <w:p w:rsidR="00470AF9" w:rsidRDefault="00470AF9">
      <w:pPr>
        <w:pStyle w:val="Heading4"/>
      </w:pPr>
      <w:bookmarkStart w:id="261" w:name="_Toc7446030"/>
      <w:r>
        <w:t>Features Addition</w:t>
      </w:r>
      <w:bookmarkEnd w:id="261"/>
    </w:p>
    <w:p w:rsidR="00470AF9" w:rsidRDefault="00470AF9" w:rsidP="00470AF9">
      <w:pPr>
        <w:pStyle w:val="ListParagraph"/>
        <w:numPr>
          <w:ilvl w:val="0"/>
          <w:numId w:val="18"/>
        </w:numPr>
      </w:pPr>
      <w:r>
        <w:t>Added support for USB2530 family</w:t>
      </w:r>
    </w:p>
    <w:p w:rsidR="00470AF9" w:rsidRPr="00470AF9" w:rsidRDefault="00470AF9" w:rsidP="00470AF9"/>
    <w:p w:rsidR="00470AF9" w:rsidRDefault="00470AF9">
      <w:pPr>
        <w:pStyle w:val="Heading4"/>
      </w:pPr>
      <w:bookmarkStart w:id="262" w:name="_Toc7446031"/>
      <w:r>
        <w:t>Known limitations</w:t>
      </w:r>
      <w:bookmarkEnd w:id="262"/>
    </w:p>
    <w:p w:rsidR="00470AF9" w:rsidRDefault="00470AF9" w:rsidP="00470AF9">
      <w:pPr>
        <w:pStyle w:val="ListParagraph"/>
        <w:numPr>
          <w:ilvl w:val="0"/>
          <w:numId w:val="3"/>
        </w:numPr>
      </w:pPr>
      <w:r>
        <w:t>Tool user interface will change based on computer screen resolution.</w:t>
      </w:r>
    </w:p>
    <w:p w:rsidR="00470AF9" w:rsidRDefault="00470AF9" w:rsidP="00470AF9">
      <w:pPr>
        <w:pStyle w:val="ListParagraph"/>
        <w:numPr>
          <w:ilvl w:val="0"/>
          <w:numId w:val="3"/>
        </w:numPr>
      </w:pPr>
      <w:r>
        <w:t>SPI with Pseudo OTP memory dump will fail</w:t>
      </w:r>
      <w:r w:rsidR="000D2B48">
        <w:t xml:space="preserve"> for USB2530 SKU</w:t>
      </w:r>
      <w:r w:rsidR="005D26E1">
        <w:t>.</w:t>
      </w:r>
    </w:p>
    <w:p w:rsidR="002661D1" w:rsidRDefault="00773B5C" w:rsidP="00470AF9">
      <w:pPr>
        <w:pStyle w:val="ListParagraph"/>
        <w:numPr>
          <w:ilvl w:val="0"/>
          <w:numId w:val="3"/>
        </w:numPr>
      </w:pPr>
      <w:r>
        <w:t xml:space="preserve">USB2530 SKU </w:t>
      </w:r>
      <w:r w:rsidR="002661D1">
        <w:t xml:space="preserve">SPI memory dump will lead </w:t>
      </w:r>
      <w:r>
        <w:t xml:space="preserve">tool </w:t>
      </w:r>
      <w:r w:rsidR="002661D1">
        <w:t>crash</w:t>
      </w:r>
      <w:r>
        <w:t>.</w:t>
      </w:r>
    </w:p>
    <w:p w:rsidR="00470AF9" w:rsidRDefault="000D2B48" w:rsidP="00470AF9">
      <w:pPr>
        <w:pStyle w:val="ListParagraph"/>
        <w:numPr>
          <w:ilvl w:val="0"/>
          <w:numId w:val="3"/>
        </w:numPr>
      </w:pPr>
      <w:r>
        <w:t>High speed rise/fall </w:t>
      </w:r>
      <w:r w:rsidR="00470AF9">
        <w:t xml:space="preserve">Dropdown </w:t>
      </w:r>
      <w:r>
        <w:t>will expand</w:t>
      </w:r>
      <w:r w:rsidR="00470AF9">
        <w:t xml:space="preserve"> when selected.</w:t>
      </w:r>
    </w:p>
    <w:p w:rsidR="0053130B" w:rsidRPr="00F200A1" w:rsidRDefault="0053130B" w:rsidP="00470AF9">
      <w:pPr>
        <w:pStyle w:val="ListParagraph"/>
        <w:numPr>
          <w:ilvl w:val="0"/>
          <w:numId w:val="3"/>
        </w:numPr>
        <w:rPr>
          <w:color w:val="000000" w:themeColor="text1"/>
        </w:rPr>
      </w:pPr>
      <w:r w:rsidRPr="00F200A1">
        <w:rPr>
          <w:color w:val="000000" w:themeColor="text1"/>
        </w:rPr>
        <w:t xml:space="preserve">Restore factory default </w:t>
      </w:r>
      <w:r w:rsidR="00EA7DFB" w:rsidRPr="00F200A1">
        <w:rPr>
          <w:color w:val="000000" w:themeColor="text1"/>
        </w:rPr>
        <w:t xml:space="preserve">will not </w:t>
      </w:r>
      <w:r w:rsidR="00F200A1" w:rsidRPr="00F200A1">
        <w:rPr>
          <w:color w:val="000000" w:themeColor="text1"/>
        </w:rPr>
        <w:t xml:space="preserve">work </w:t>
      </w:r>
      <w:r w:rsidRPr="00F200A1">
        <w:rPr>
          <w:color w:val="000000" w:themeColor="text1"/>
        </w:rPr>
        <w:t>for USB2534-1050 SKU.</w:t>
      </w:r>
    </w:p>
    <w:p w:rsidR="00470AF9" w:rsidRDefault="00470AF9" w:rsidP="00470AF9">
      <w:pPr>
        <w:pStyle w:val="ListParagraph"/>
        <w:numPr>
          <w:ilvl w:val="0"/>
          <w:numId w:val="3"/>
        </w:numPr>
      </w:pPr>
      <w:r>
        <w:t xml:space="preserve">Simultaneous access to USB57XX and </w:t>
      </w:r>
      <w:r w:rsidR="000B5702">
        <w:t>USB</w:t>
      </w:r>
      <w:r>
        <w:t>2530 is not supported</w:t>
      </w:r>
      <w:r w:rsidR="00406C5C">
        <w:t>.</w:t>
      </w:r>
    </w:p>
    <w:p w:rsidR="00F800B0" w:rsidRDefault="00F800B0" w:rsidP="00470AF9">
      <w:pPr>
        <w:pStyle w:val="ListParagraph"/>
        <w:numPr>
          <w:ilvl w:val="0"/>
          <w:numId w:val="3"/>
        </w:numPr>
      </w:pPr>
      <w:r>
        <w:t xml:space="preserve">Confirmation box </w:t>
      </w:r>
      <w:r w:rsidR="00AC4644">
        <w:t xml:space="preserve">will show </w:t>
      </w:r>
      <w:r w:rsidR="006D57F6">
        <w:t>dependant</w:t>
      </w:r>
      <w:r>
        <w:t xml:space="preserve"> widgets list</w:t>
      </w:r>
      <w:r w:rsidR="00F505C0">
        <w:t xml:space="preserve"> in the offline configuration page.</w:t>
      </w:r>
    </w:p>
    <w:p w:rsidR="00470AF9" w:rsidRDefault="00854EDC" w:rsidP="007A23C0">
      <w:pPr>
        <w:pStyle w:val="ListParagraph"/>
        <w:numPr>
          <w:ilvl w:val="0"/>
          <w:numId w:val="3"/>
        </w:numPr>
      </w:pPr>
      <w:r>
        <w:lastRenderedPageBreak/>
        <w:t xml:space="preserve">Tool does not wait for </w:t>
      </w:r>
      <w:r w:rsidR="00B1204E">
        <w:t>loading driver after changing either Vendor id, Product id or serial number of the hub</w:t>
      </w:r>
    </w:p>
    <w:p w:rsidR="00470AF9" w:rsidRDefault="005013A6" w:rsidP="00470AF9">
      <w:pPr>
        <w:pStyle w:val="ListParagraph"/>
        <w:numPr>
          <w:ilvl w:val="0"/>
          <w:numId w:val="3"/>
        </w:numPr>
      </w:pPr>
      <w:r>
        <w:t>T</w:t>
      </w:r>
      <w:r w:rsidR="00470AF9" w:rsidRPr="00254A60">
        <w:t>ool supports programming</w:t>
      </w:r>
      <w:r w:rsidR="00470AF9">
        <w:t xml:space="preserve">/configuration of only </w:t>
      </w:r>
      <w:r w:rsidR="00470AF9" w:rsidRPr="00254A60">
        <w:t xml:space="preserve">one </w:t>
      </w:r>
      <w:r w:rsidR="00470AF9">
        <w:t xml:space="preserve">Microchip </w:t>
      </w:r>
      <w:r w:rsidR="00470AF9" w:rsidRPr="00254A60">
        <w:t>device at a time</w:t>
      </w:r>
      <w:r w:rsidR="00470AF9">
        <w:t>.</w:t>
      </w:r>
    </w:p>
    <w:p w:rsidR="00524AE8" w:rsidRPr="00524AE8" w:rsidRDefault="00524AE8" w:rsidP="00524AE8">
      <w:pPr>
        <w:pStyle w:val="ListParagraph"/>
        <w:numPr>
          <w:ilvl w:val="0"/>
          <w:numId w:val="3"/>
        </w:numPr>
        <w:rPr>
          <w:color w:val="000000" w:themeColor="text1"/>
        </w:rPr>
      </w:pPr>
      <w:r w:rsidRPr="00524AE8">
        <w:rPr>
          <w:color w:val="000000" w:themeColor="text1"/>
        </w:rPr>
        <w:t xml:space="preserve">Tool did not allow </w:t>
      </w:r>
      <w:r w:rsidR="00AC1B27">
        <w:rPr>
          <w:color w:val="000000" w:themeColor="text1"/>
        </w:rPr>
        <w:t xml:space="preserve">to </w:t>
      </w:r>
      <w:r w:rsidRPr="00524AE8">
        <w:rPr>
          <w:color w:val="000000" w:themeColor="text1"/>
        </w:rPr>
        <w:t>program firmware with configuration for “USB57X4” SKU when program page is loaded from USB2530 SKU.</w:t>
      </w:r>
    </w:p>
    <w:p w:rsidR="00285045" w:rsidRPr="00524AE8" w:rsidRDefault="00470AF9" w:rsidP="00524AE8">
      <w:pPr>
        <w:pStyle w:val="ListParagraph"/>
        <w:numPr>
          <w:ilvl w:val="0"/>
          <w:numId w:val="3"/>
        </w:numPr>
        <w:rPr>
          <w:color w:val="1F497D"/>
        </w:rPr>
      </w:pPr>
      <w:r w:rsidRPr="001657D3">
        <w:t>If the MCHP device is connected to a XHCI - USB 3.0 controller or the controller which supports hub to sleep, please connect a pen drive to the MCHP hub to avoid the controller from putting the hub to sleep</w:t>
      </w:r>
      <w:r w:rsidRPr="00524AE8">
        <w:rPr>
          <w:b/>
        </w:rPr>
        <w:t xml:space="preserve"> ( Only if the internal HCE device is disabled)</w:t>
      </w:r>
    </w:p>
    <w:p w:rsidR="00285045" w:rsidRDefault="00285045" w:rsidP="00285045">
      <w:pPr>
        <w:pStyle w:val="ListParagraph"/>
        <w:numPr>
          <w:ilvl w:val="0"/>
          <w:numId w:val="3"/>
        </w:numPr>
      </w:pPr>
      <w:r>
        <w:t>Appropriate GUI section is not mentioned in the tool tip for HCE VID and PID.</w:t>
      </w:r>
    </w:p>
    <w:p w:rsidR="00F60799" w:rsidRDefault="000F46F5" w:rsidP="00F60799">
      <w:pPr>
        <w:pStyle w:val="ListParagraph"/>
        <w:numPr>
          <w:ilvl w:val="0"/>
          <w:numId w:val="3"/>
        </w:numPr>
        <w:rPr>
          <w:color w:val="000000" w:themeColor="text1"/>
        </w:rPr>
      </w:pPr>
      <w:r w:rsidRPr="000F46F5">
        <w:rPr>
          <w:color w:val="000000" w:themeColor="text1"/>
        </w:rPr>
        <w:t xml:space="preserve">"Enable CDC" widget </w:t>
      </w:r>
      <w:r>
        <w:rPr>
          <w:color w:val="000000" w:themeColor="text1"/>
        </w:rPr>
        <w:t xml:space="preserve">will not highlight </w:t>
      </w:r>
      <w:r w:rsidRPr="000F46F5">
        <w:rPr>
          <w:color w:val="000000" w:themeColor="text1"/>
        </w:rPr>
        <w:t>when chang</w:t>
      </w:r>
      <w:r w:rsidR="00904288">
        <w:rPr>
          <w:color w:val="000000" w:themeColor="text1"/>
        </w:rPr>
        <w:t xml:space="preserve">es detected in the widget value </w:t>
      </w:r>
      <w:r w:rsidRPr="000F46F5">
        <w:rPr>
          <w:color w:val="000000" w:themeColor="text1"/>
        </w:rPr>
        <w:t>in “USB57X4” SKU.</w:t>
      </w:r>
    </w:p>
    <w:p w:rsidR="00470AF9" w:rsidRPr="00F60799" w:rsidRDefault="00FC0C7D" w:rsidP="00F60799">
      <w:pPr>
        <w:pStyle w:val="ListParagraph"/>
        <w:numPr>
          <w:ilvl w:val="0"/>
          <w:numId w:val="3"/>
        </w:numPr>
        <w:rPr>
          <w:color w:val="000000" w:themeColor="text1"/>
        </w:rPr>
      </w:pPr>
      <w:r>
        <w:t>For USB2530 SKU</w:t>
      </w:r>
      <w:r w:rsidR="0042266F">
        <w:t xml:space="preserve">, Flex connect cannot be demonstrated if it boots up from ROM. Currently, Flex connect is disabled when the </w:t>
      </w:r>
      <w:r>
        <w:t>USB2530</w:t>
      </w:r>
      <w:r w:rsidR="0042266F">
        <w:t xml:space="preserve"> hub boots up from ROM. An additional hover on message specifying this condition must be added.</w:t>
      </w:r>
      <w:r w:rsidR="001A7456">
        <w:t xml:space="preserve"> </w:t>
      </w:r>
    </w:p>
    <w:p w:rsidR="00470AF9" w:rsidRPr="00FF61CB" w:rsidRDefault="00470AF9" w:rsidP="00470AF9">
      <w:pPr>
        <w:pStyle w:val="Heading3"/>
      </w:pPr>
      <w:bookmarkStart w:id="263" w:name="_Toc7446032"/>
      <w:r>
        <w:t>DLL</w:t>
      </w:r>
      <w:bookmarkEnd w:id="263"/>
    </w:p>
    <w:p w:rsidR="00470AF9" w:rsidRDefault="00470AF9" w:rsidP="00470AF9">
      <w:pPr>
        <w:pStyle w:val="Heading4"/>
      </w:pPr>
      <w:bookmarkStart w:id="264" w:name="_Toc7446033"/>
      <w:r>
        <w:t>Changes</w:t>
      </w:r>
      <w:bookmarkEnd w:id="264"/>
    </w:p>
    <w:p w:rsidR="00470AF9" w:rsidRPr="003F2557" w:rsidRDefault="00D071E1" w:rsidP="00470AF9">
      <w:pPr>
        <w:pStyle w:val="ListParagraph"/>
        <w:numPr>
          <w:ilvl w:val="0"/>
          <w:numId w:val="18"/>
        </w:numPr>
      </w:pPr>
      <w:r>
        <w:t xml:space="preserve">Separate </w:t>
      </w:r>
      <w:r w:rsidR="00A45E81">
        <w:t>sample</w:t>
      </w:r>
      <w:r>
        <w:t xml:space="preserve"> code </w:t>
      </w:r>
      <w:r w:rsidR="0054127C">
        <w:t>added</w:t>
      </w:r>
      <w:r>
        <w:t xml:space="preserve"> for each bridging</w:t>
      </w:r>
    </w:p>
    <w:p w:rsidR="00470AF9" w:rsidRDefault="00470AF9" w:rsidP="00470AF9">
      <w:pPr>
        <w:pStyle w:val="Heading4"/>
      </w:pPr>
      <w:bookmarkStart w:id="265" w:name="_Toc7446034"/>
      <w:r>
        <w:t>Features Addition</w:t>
      </w:r>
      <w:bookmarkEnd w:id="265"/>
    </w:p>
    <w:p w:rsidR="00470AF9" w:rsidRPr="003F2557" w:rsidRDefault="00470AF9" w:rsidP="00470AF9">
      <w:pPr>
        <w:pStyle w:val="ListParagraph"/>
        <w:numPr>
          <w:ilvl w:val="0"/>
          <w:numId w:val="18"/>
        </w:numPr>
      </w:pPr>
      <w:r>
        <w:t>None</w:t>
      </w:r>
    </w:p>
    <w:p w:rsidR="00470AF9" w:rsidRDefault="00470AF9" w:rsidP="00470AF9">
      <w:pPr>
        <w:pStyle w:val="Heading4"/>
      </w:pPr>
      <w:bookmarkStart w:id="266" w:name="_Toc7446035"/>
      <w:r>
        <w:t>Known limitations</w:t>
      </w:r>
      <w:bookmarkEnd w:id="266"/>
    </w:p>
    <w:p w:rsidR="00473D1B" w:rsidRPr="00473D1B" w:rsidRDefault="00AC6A08" w:rsidP="00AC6A08">
      <w:pPr>
        <w:pStyle w:val="ListParagraph"/>
        <w:numPr>
          <w:ilvl w:val="0"/>
          <w:numId w:val="18"/>
        </w:numPr>
      </w:pPr>
      <w:r>
        <w:t xml:space="preserve">Device handle was not closed by the DLL which is opened </w:t>
      </w:r>
      <w:r w:rsidR="005F09B7">
        <w:t>through</w:t>
      </w:r>
      <w:r>
        <w:t xml:space="preserve"> </w:t>
      </w:r>
      <w:r w:rsidRPr="00AC6A08">
        <w:t>MchpUsbHCEOpen</w:t>
      </w:r>
      <w:r w:rsidR="000026FD">
        <w:t xml:space="preserve"> API</w:t>
      </w:r>
      <w:r>
        <w:t>.</w:t>
      </w:r>
    </w:p>
    <w:p w:rsidR="00470AF9" w:rsidRDefault="00470AF9" w:rsidP="00470AF9">
      <w:pPr>
        <w:pStyle w:val="ListParagraph"/>
        <w:numPr>
          <w:ilvl w:val="0"/>
          <w:numId w:val="11"/>
        </w:numPr>
      </w:pPr>
      <w:r>
        <w:t>Admin privilege is required for running the DLL. It can be achieved through if the custom application uses the DLL, then the admin privilege is required for the custom application.</w:t>
      </w:r>
    </w:p>
    <w:p w:rsidR="00470AF9" w:rsidRPr="001B1186" w:rsidRDefault="00470AF9" w:rsidP="00470AF9">
      <w:pPr>
        <w:pStyle w:val="ListParagraph"/>
        <w:numPr>
          <w:ilvl w:val="0"/>
          <w:numId w:val="11"/>
        </w:numPr>
      </w:pPr>
      <w:r w:rsidRPr="001657D3">
        <w:rPr>
          <w:b/>
        </w:rPr>
        <w:t>If the MCHP device is connected to a XHCI - USB 3.0 controller or the controller which supports hub to sleep, please connect a pen drive to the MCHP hub to avoid the controller from putting the hub to sleep.</w:t>
      </w:r>
    </w:p>
    <w:p w:rsidR="001B1186" w:rsidRDefault="001B1186" w:rsidP="001B1186"/>
    <w:p w:rsidR="008828DE" w:rsidRDefault="008828DE">
      <w:pPr>
        <w:rPr>
          <w:rFonts w:ascii="Arial" w:hAnsi="Arial" w:cs="Arial"/>
          <w:b/>
          <w:bCs/>
          <w:i/>
          <w:iCs/>
          <w:sz w:val="28"/>
          <w:szCs w:val="28"/>
          <w:lang w:val="en-GB"/>
        </w:rPr>
      </w:pPr>
      <w:r>
        <w:br w:type="page"/>
      </w:r>
    </w:p>
    <w:p w:rsidR="00954EF4" w:rsidRDefault="00954EF4" w:rsidP="00954EF4">
      <w:pPr>
        <w:pStyle w:val="Heading2"/>
        <w:numPr>
          <w:ilvl w:val="1"/>
          <w:numId w:val="15"/>
        </w:numPr>
      </w:pPr>
      <w:bookmarkStart w:id="267" w:name="_Toc7446036"/>
      <w:r>
        <w:lastRenderedPageBreak/>
        <w:t>Version 1.</w:t>
      </w:r>
      <w:r w:rsidR="0025760C">
        <w:t>41</w:t>
      </w:r>
      <w:bookmarkEnd w:id="267"/>
    </w:p>
    <w:p w:rsidR="00954EF4" w:rsidRDefault="00954EF4" w:rsidP="00954EF4">
      <w:pPr>
        <w:pStyle w:val="Heading3"/>
      </w:pPr>
      <w:bookmarkStart w:id="268" w:name="_Toc7446037"/>
      <w:r>
        <w:t>Command Line Interface (CLI)</w:t>
      </w:r>
      <w:bookmarkEnd w:id="268"/>
    </w:p>
    <w:p w:rsidR="00954EF4" w:rsidRPr="00954EF4" w:rsidRDefault="00954EF4" w:rsidP="00954EF4">
      <w:pPr>
        <w:rPr>
          <w:lang w:val="en-GB"/>
        </w:rPr>
      </w:pPr>
      <w:r>
        <w:rPr>
          <w:lang w:val="en-GB"/>
        </w:rPr>
        <w:t>Only CLI is available as part of this release.</w:t>
      </w:r>
    </w:p>
    <w:p w:rsidR="00954EF4" w:rsidRDefault="00954EF4" w:rsidP="00954EF4">
      <w:pPr>
        <w:pStyle w:val="Heading4"/>
        <w:numPr>
          <w:ilvl w:val="3"/>
          <w:numId w:val="15"/>
        </w:numPr>
      </w:pPr>
      <w:bookmarkStart w:id="269" w:name="_Toc7446038"/>
      <w:r>
        <w:t>Changes</w:t>
      </w:r>
      <w:bookmarkEnd w:id="269"/>
    </w:p>
    <w:p w:rsidR="00954EF4" w:rsidRDefault="00954EF4" w:rsidP="00954EF4">
      <w:pPr>
        <w:pStyle w:val="ListParagraph"/>
        <w:numPr>
          <w:ilvl w:val="0"/>
          <w:numId w:val="16"/>
        </w:numPr>
      </w:pPr>
      <w:r>
        <w:t>Added support to program SST26 family SPI flash devices.</w:t>
      </w:r>
    </w:p>
    <w:p w:rsidR="00954EF4" w:rsidRDefault="00954EF4" w:rsidP="00954EF4">
      <w:pPr>
        <w:pStyle w:val="ListParagraph"/>
        <w:numPr>
          <w:ilvl w:val="0"/>
          <w:numId w:val="16"/>
        </w:numPr>
      </w:pPr>
      <w:r>
        <w:t>VSM filter driver will be installed based on Vendor ID and Product ID of the hub.</w:t>
      </w:r>
    </w:p>
    <w:p w:rsidR="00954EF4" w:rsidRDefault="00954EF4" w:rsidP="00954EF4">
      <w:pPr>
        <w:pStyle w:val="Heading4"/>
        <w:numPr>
          <w:ilvl w:val="3"/>
          <w:numId w:val="15"/>
        </w:numPr>
      </w:pPr>
      <w:bookmarkStart w:id="270" w:name="_Toc7446039"/>
      <w:r>
        <w:t>Feature Addition</w:t>
      </w:r>
      <w:bookmarkEnd w:id="270"/>
    </w:p>
    <w:p w:rsidR="00954EF4" w:rsidRDefault="00954EF4" w:rsidP="00954EF4">
      <w:pPr>
        <w:pStyle w:val="ListParagraph"/>
        <w:numPr>
          <w:ilvl w:val="0"/>
          <w:numId w:val="16"/>
        </w:numPr>
      </w:pPr>
      <w:r>
        <w:t>Added support to program the serial number using /pser command along with Manufacturer or Product string configuration data in input .cfg file for USB57X4 family.</w:t>
      </w:r>
    </w:p>
    <w:p w:rsidR="00954EF4" w:rsidRDefault="00954EF4" w:rsidP="00954EF4">
      <w:pPr>
        <w:pStyle w:val="Heading4"/>
        <w:numPr>
          <w:ilvl w:val="3"/>
          <w:numId w:val="15"/>
        </w:numPr>
      </w:pPr>
      <w:bookmarkStart w:id="271" w:name="_Toc7446040"/>
      <w:r>
        <w:t>Known limitations</w:t>
      </w:r>
      <w:bookmarkEnd w:id="271"/>
    </w:p>
    <w:p w:rsidR="00954EF4" w:rsidRDefault="00954EF4" w:rsidP="00954EF4">
      <w:pPr>
        <w:pStyle w:val="ListParagraph"/>
        <w:numPr>
          <w:ilvl w:val="0"/>
          <w:numId w:val="17"/>
        </w:numPr>
      </w:pPr>
      <w:r>
        <w:t>The tool supports programming of only one Microchip device at a time.</w:t>
      </w:r>
    </w:p>
    <w:p w:rsidR="00954EF4" w:rsidRDefault="00954EF4" w:rsidP="00954EF4">
      <w:pPr>
        <w:pStyle w:val="ListParagraph"/>
        <w:numPr>
          <w:ilvl w:val="0"/>
          <w:numId w:val="17"/>
        </w:numPr>
      </w:pPr>
      <w:r>
        <w:t xml:space="preserve">Admin privilege is required for running the tool. </w:t>
      </w:r>
      <w:r>
        <w:rPr>
          <w:b/>
        </w:rPr>
        <w:t>“Run as administrator”</w:t>
      </w:r>
      <w:r>
        <w:t xml:space="preserve"> needs to be done for running the tool.</w:t>
      </w:r>
    </w:p>
    <w:p w:rsidR="00954EF4" w:rsidRDefault="00954EF4" w:rsidP="00954EF4">
      <w:pPr>
        <w:pStyle w:val="ListParagraph"/>
        <w:numPr>
          <w:ilvl w:val="0"/>
          <w:numId w:val="17"/>
        </w:numPr>
      </w:pPr>
      <w:r>
        <w:t>Hub has to be connected before launching the application</w:t>
      </w:r>
    </w:p>
    <w:p w:rsidR="00954EF4" w:rsidRDefault="00954EF4" w:rsidP="00954EF4">
      <w:pPr>
        <w:numPr>
          <w:ilvl w:val="0"/>
          <w:numId w:val="17"/>
        </w:numPr>
      </w:pPr>
      <w:r>
        <w:t>Only 1 configuration file can be programmed on each device at one time.</w:t>
      </w:r>
    </w:p>
    <w:p w:rsidR="00954EF4" w:rsidRDefault="00954EF4" w:rsidP="00954EF4">
      <w:pPr>
        <w:pStyle w:val="ListParagraph"/>
        <w:numPr>
          <w:ilvl w:val="0"/>
          <w:numId w:val="18"/>
        </w:numPr>
      </w:pPr>
      <w:r w:rsidRPr="001657D3">
        <w:t>If the MCHP device is connected to a XHCI - USB 3.0 controller or the controller which supports hub to sleep, please connect a pen drive to the MCHP hub to avoid the controller from putting the hub to sleep</w:t>
      </w:r>
      <w:r>
        <w:rPr>
          <w:b/>
        </w:rPr>
        <w:t xml:space="preserve"> ( Only if the internal HCE device is disabled)</w:t>
      </w:r>
    </w:p>
    <w:p w:rsidR="00954EF4" w:rsidRPr="00954EF4" w:rsidRDefault="00954EF4" w:rsidP="00954EF4">
      <w:pPr>
        <w:rPr>
          <w:lang w:val="en-GB"/>
        </w:rPr>
      </w:pPr>
    </w:p>
    <w:p w:rsidR="0081398C" w:rsidRDefault="0081398C">
      <w:pPr>
        <w:rPr>
          <w:rFonts w:ascii="Arial" w:hAnsi="Arial" w:cs="Arial"/>
          <w:b/>
          <w:bCs/>
          <w:i/>
          <w:iCs/>
          <w:sz w:val="28"/>
          <w:szCs w:val="28"/>
          <w:lang w:val="en-GB"/>
        </w:rPr>
      </w:pPr>
      <w:r>
        <w:br w:type="page"/>
      </w:r>
    </w:p>
    <w:p w:rsidR="009520B1" w:rsidRDefault="009520B1" w:rsidP="009520B1">
      <w:pPr>
        <w:pStyle w:val="Heading2"/>
        <w:numPr>
          <w:ilvl w:val="1"/>
          <w:numId w:val="15"/>
        </w:numPr>
      </w:pPr>
      <w:bookmarkStart w:id="272" w:name="_Toc7446041"/>
      <w:r>
        <w:lastRenderedPageBreak/>
        <w:t>Version 1.4</w:t>
      </w:r>
      <w:bookmarkEnd w:id="272"/>
    </w:p>
    <w:p w:rsidR="009520B1" w:rsidRDefault="009520B1" w:rsidP="009520B1">
      <w:pPr>
        <w:pStyle w:val="Heading3"/>
      </w:pPr>
      <w:bookmarkStart w:id="273" w:name="_Toc7446042"/>
      <w:r>
        <w:t>Command Line Interface (CLI)</w:t>
      </w:r>
      <w:bookmarkEnd w:id="273"/>
    </w:p>
    <w:p w:rsidR="00945A08" w:rsidRDefault="00945A08" w:rsidP="00945A08">
      <w:pPr>
        <w:pStyle w:val="Heading4"/>
        <w:numPr>
          <w:ilvl w:val="3"/>
          <w:numId w:val="15"/>
        </w:numPr>
      </w:pPr>
      <w:bookmarkStart w:id="274" w:name="_Toc7446043"/>
      <w:r>
        <w:t>Changes</w:t>
      </w:r>
      <w:bookmarkEnd w:id="274"/>
    </w:p>
    <w:p w:rsidR="00945A08" w:rsidRDefault="00945A08" w:rsidP="00945A08">
      <w:pPr>
        <w:pStyle w:val="ListParagraph"/>
        <w:numPr>
          <w:ilvl w:val="0"/>
          <w:numId w:val="16"/>
        </w:numPr>
      </w:pPr>
      <w:r>
        <w:t>None</w:t>
      </w:r>
    </w:p>
    <w:p w:rsidR="00945A08" w:rsidRDefault="00945A08" w:rsidP="00945A08">
      <w:pPr>
        <w:pStyle w:val="Heading4"/>
        <w:numPr>
          <w:ilvl w:val="3"/>
          <w:numId w:val="15"/>
        </w:numPr>
      </w:pPr>
      <w:bookmarkStart w:id="275" w:name="_Toc7446044"/>
      <w:r>
        <w:t>Feature Addition</w:t>
      </w:r>
      <w:bookmarkEnd w:id="275"/>
    </w:p>
    <w:p w:rsidR="00945A08" w:rsidRPr="00945A08" w:rsidRDefault="00945A08" w:rsidP="00945A08">
      <w:pPr>
        <w:pStyle w:val="ListParagraph"/>
        <w:numPr>
          <w:ilvl w:val="0"/>
          <w:numId w:val="16"/>
        </w:numPr>
      </w:pPr>
      <w:r>
        <w:t>None</w:t>
      </w:r>
    </w:p>
    <w:p w:rsidR="00945A08" w:rsidRDefault="00945A08" w:rsidP="00945A08">
      <w:pPr>
        <w:pStyle w:val="Heading4"/>
        <w:numPr>
          <w:ilvl w:val="3"/>
          <w:numId w:val="15"/>
        </w:numPr>
      </w:pPr>
      <w:bookmarkStart w:id="276" w:name="_Toc7446045"/>
      <w:r>
        <w:t>Known limitations</w:t>
      </w:r>
      <w:bookmarkEnd w:id="276"/>
    </w:p>
    <w:p w:rsidR="00945A08" w:rsidRDefault="00945A08" w:rsidP="002343E8">
      <w:pPr>
        <w:pStyle w:val="ListParagraph"/>
        <w:numPr>
          <w:ilvl w:val="0"/>
          <w:numId w:val="16"/>
        </w:numPr>
      </w:pPr>
      <w:r>
        <w:t xml:space="preserve">The user should not program </w:t>
      </w:r>
      <w:r w:rsidR="002343E8">
        <w:t xml:space="preserve">the </w:t>
      </w:r>
      <w:r>
        <w:t>serial number using /pser command along with Manufacturer or Product string</w:t>
      </w:r>
      <w:r w:rsidR="002343E8">
        <w:t xml:space="preserve"> configuration data</w:t>
      </w:r>
      <w:r>
        <w:t xml:space="preserve"> in input .cfg file for USB57X4 family.</w:t>
      </w:r>
      <w:r w:rsidR="00084FF2">
        <w:t xml:space="preserve"> This will be fixed in the next release.</w:t>
      </w:r>
    </w:p>
    <w:p w:rsidR="00945A08" w:rsidRDefault="00945A08" w:rsidP="00945A08">
      <w:pPr>
        <w:pStyle w:val="ListParagraph"/>
        <w:numPr>
          <w:ilvl w:val="0"/>
          <w:numId w:val="17"/>
        </w:numPr>
      </w:pPr>
      <w:r>
        <w:t>The tool supports programming of only one Microchip device at a time.</w:t>
      </w:r>
    </w:p>
    <w:p w:rsidR="00945A08" w:rsidRDefault="00945A08" w:rsidP="00945A08">
      <w:pPr>
        <w:pStyle w:val="ListParagraph"/>
        <w:numPr>
          <w:ilvl w:val="0"/>
          <w:numId w:val="17"/>
        </w:numPr>
      </w:pPr>
      <w:r>
        <w:t xml:space="preserve">Admin privilege is required for running the tool. </w:t>
      </w:r>
      <w:r>
        <w:rPr>
          <w:b/>
        </w:rPr>
        <w:t>“Run as administrator”</w:t>
      </w:r>
      <w:r>
        <w:t xml:space="preserve"> needs to be done for running the tool.</w:t>
      </w:r>
    </w:p>
    <w:p w:rsidR="00945A08" w:rsidRDefault="00945A08" w:rsidP="00945A08">
      <w:pPr>
        <w:pStyle w:val="ListParagraph"/>
        <w:numPr>
          <w:ilvl w:val="0"/>
          <w:numId w:val="17"/>
        </w:numPr>
      </w:pPr>
      <w:r>
        <w:t>Hub has to be connected before launching the application</w:t>
      </w:r>
    </w:p>
    <w:p w:rsidR="00945A08" w:rsidRDefault="00945A08" w:rsidP="00945A08">
      <w:pPr>
        <w:numPr>
          <w:ilvl w:val="0"/>
          <w:numId w:val="17"/>
        </w:numPr>
      </w:pPr>
      <w:r>
        <w:t>Only 1 configuration file can be programmed on each device at one time.</w:t>
      </w:r>
    </w:p>
    <w:p w:rsidR="00945A08" w:rsidRDefault="00945A08" w:rsidP="00945A08">
      <w:pPr>
        <w:pStyle w:val="ListParagraph"/>
        <w:numPr>
          <w:ilvl w:val="0"/>
          <w:numId w:val="18"/>
        </w:numPr>
      </w:pPr>
      <w:r w:rsidRPr="001657D3">
        <w:t>If the MCHP device is connected to a XHCI - USB 3.0 controller or the controller which supports hub to sleep, please connect a pen drive to the MCHP hub to avoid the controller from putting the hub to sleep</w:t>
      </w:r>
      <w:r>
        <w:rPr>
          <w:b/>
        </w:rPr>
        <w:t xml:space="preserve"> ( Only if the internal HCE device is disabled)</w:t>
      </w:r>
    </w:p>
    <w:p w:rsidR="009520B1" w:rsidRPr="00656F2F" w:rsidRDefault="009520B1" w:rsidP="009520B1">
      <w:pPr>
        <w:pStyle w:val="ListParagraph"/>
      </w:pPr>
    </w:p>
    <w:p w:rsidR="009520B1" w:rsidRDefault="009520B1" w:rsidP="009520B1">
      <w:pPr>
        <w:pStyle w:val="Heading3"/>
      </w:pPr>
      <w:bookmarkStart w:id="277" w:name="_Toc7446046"/>
      <w:r>
        <w:t>Graphical User Interface (GUI)</w:t>
      </w:r>
      <w:bookmarkEnd w:id="277"/>
    </w:p>
    <w:p w:rsidR="009520B1" w:rsidRDefault="009520B1" w:rsidP="009520B1">
      <w:pPr>
        <w:pStyle w:val="Heading4"/>
      </w:pPr>
      <w:bookmarkStart w:id="278" w:name="_Toc7446047"/>
      <w:r>
        <w:t>Changes</w:t>
      </w:r>
      <w:bookmarkEnd w:id="278"/>
    </w:p>
    <w:p w:rsidR="00084FF2" w:rsidRPr="00084FF2" w:rsidRDefault="00084FF2" w:rsidP="00084FF2">
      <w:pPr>
        <w:pStyle w:val="ListParagraph"/>
        <w:numPr>
          <w:ilvl w:val="0"/>
          <w:numId w:val="18"/>
        </w:numPr>
      </w:pPr>
      <w:r w:rsidRPr="00084FF2">
        <w:t>None</w:t>
      </w:r>
    </w:p>
    <w:p w:rsidR="009520B1" w:rsidRDefault="00084FF2" w:rsidP="009520B1">
      <w:pPr>
        <w:pStyle w:val="Heading4"/>
      </w:pPr>
      <w:bookmarkStart w:id="279" w:name="_Toc7446048"/>
      <w:r>
        <w:t xml:space="preserve">New </w:t>
      </w:r>
      <w:r w:rsidR="009520B1">
        <w:t>Features</w:t>
      </w:r>
      <w:bookmarkEnd w:id="279"/>
    </w:p>
    <w:p w:rsidR="00285540" w:rsidRPr="00285540" w:rsidRDefault="00285540" w:rsidP="00E83430">
      <w:pPr>
        <w:pStyle w:val="ListParagraph"/>
        <w:numPr>
          <w:ilvl w:val="0"/>
          <w:numId w:val="22"/>
        </w:numPr>
      </w:pPr>
      <w:r>
        <w:t>Strap manipulation support is added for offline page.</w:t>
      </w:r>
    </w:p>
    <w:p w:rsidR="009520B1" w:rsidRDefault="009520B1" w:rsidP="009520B1">
      <w:pPr>
        <w:pStyle w:val="Heading4"/>
      </w:pPr>
      <w:bookmarkStart w:id="280" w:name="_Toc7446049"/>
      <w:r>
        <w:t>Known Limitations</w:t>
      </w:r>
      <w:bookmarkEnd w:id="280"/>
    </w:p>
    <w:p w:rsidR="00945A08" w:rsidRDefault="00945A08" w:rsidP="009520B1">
      <w:pPr>
        <w:pStyle w:val="ListParagraph"/>
        <w:numPr>
          <w:ilvl w:val="0"/>
          <w:numId w:val="3"/>
        </w:numPr>
      </w:pPr>
      <w:r>
        <w:t xml:space="preserve">The tool user interface appearance will </w:t>
      </w:r>
      <w:r w:rsidR="00084FF2">
        <w:t>change</w:t>
      </w:r>
      <w:r>
        <w:t xml:space="preserve"> based on computer screen resolution.</w:t>
      </w:r>
    </w:p>
    <w:p w:rsidR="00945A08" w:rsidRDefault="00394240" w:rsidP="009520B1">
      <w:pPr>
        <w:pStyle w:val="ListParagraph"/>
        <w:numPr>
          <w:ilvl w:val="0"/>
          <w:numId w:val="3"/>
        </w:numPr>
      </w:pPr>
      <w:r>
        <w:t>P</w:t>
      </w:r>
      <w:r w:rsidR="006734F5">
        <w:t>rogressB</w:t>
      </w:r>
      <w:r w:rsidR="00945A08">
        <w:t xml:space="preserve">ar </w:t>
      </w:r>
      <w:r w:rsidRPr="00394240">
        <w:t>gets stuck</w:t>
      </w:r>
      <w:r>
        <w:t xml:space="preserve"> when operation</w:t>
      </w:r>
      <w:r w:rsidR="00084FF2">
        <w:t xml:space="preserve"> is</w:t>
      </w:r>
      <w:r>
        <w:t xml:space="preserve"> in progress</w:t>
      </w:r>
      <w:r w:rsidR="00945A08">
        <w:t>.</w:t>
      </w:r>
    </w:p>
    <w:p w:rsidR="009520B1" w:rsidRDefault="009520B1" w:rsidP="009520B1">
      <w:pPr>
        <w:pStyle w:val="ListParagraph"/>
        <w:numPr>
          <w:ilvl w:val="0"/>
          <w:numId w:val="3"/>
        </w:numPr>
      </w:pPr>
      <w:r w:rsidRPr="00254A60">
        <w:t>The tool supports programming</w:t>
      </w:r>
      <w:r>
        <w:t>/configuration</w:t>
      </w:r>
      <w:r w:rsidR="00945A08">
        <w:t xml:space="preserve"> </w:t>
      </w:r>
      <w:r>
        <w:t xml:space="preserve">of only </w:t>
      </w:r>
      <w:r w:rsidRPr="00254A60">
        <w:t xml:space="preserve">one </w:t>
      </w:r>
      <w:r>
        <w:t xml:space="preserve">Microchip </w:t>
      </w:r>
      <w:r w:rsidRPr="00254A60">
        <w:t>device at a time</w:t>
      </w:r>
      <w:r>
        <w:t>.</w:t>
      </w:r>
    </w:p>
    <w:p w:rsidR="009520B1" w:rsidRDefault="009520B1" w:rsidP="009520B1">
      <w:pPr>
        <w:pStyle w:val="ListParagraph"/>
        <w:numPr>
          <w:ilvl w:val="0"/>
          <w:numId w:val="3"/>
        </w:numPr>
      </w:pPr>
      <w:r w:rsidRPr="001657D3">
        <w:t>If the MCHP device is connected to a XHCI - USB 3.0 controller or the controller which supports hub to sleep, please connect a pen drive to the MCHP hub to avoid the controller from putting the hub to sleep</w:t>
      </w:r>
      <w:r>
        <w:rPr>
          <w:b/>
        </w:rPr>
        <w:t xml:space="preserve"> ( Only if the internal HCE device is disabled)</w:t>
      </w:r>
    </w:p>
    <w:p w:rsidR="009520B1" w:rsidRDefault="009520B1" w:rsidP="009520B1">
      <w:pPr>
        <w:pStyle w:val="Heading3"/>
      </w:pPr>
      <w:bookmarkStart w:id="281" w:name="_Toc7446050"/>
      <w:r>
        <w:lastRenderedPageBreak/>
        <w:t>DLL</w:t>
      </w:r>
      <w:bookmarkEnd w:id="281"/>
    </w:p>
    <w:p w:rsidR="002343E8" w:rsidRDefault="002343E8" w:rsidP="002343E8">
      <w:pPr>
        <w:pStyle w:val="Heading4"/>
      </w:pPr>
      <w:bookmarkStart w:id="282" w:name="_Toc7446051"/>
      <w:r>
        <w:t>Changes</w:t>
      </w:r>
      <w:bookmarkEnd w:id="282"/>
    </w:p>
    <w:p w:rsidR="00084FF2" w:rsidRPr="00084FF2" w:rsidRDefault="00084FF2" w:rsidP="00E83430">
      <w:pPr>
        <w:pStyle w:val="ListParagraph"/>
        <w:numPr>
          <w:ilvl w:val="0"/>
          <w:numId w:val="24"/>
        </w:numPr>
      </w:pPr>
      <w:r w:rsidRPr="00084FF2">
        <w:t>None</w:t>
      </w:r>
    </w:p>
    <w:p w:rsidR="002343E8" w:rsidRDefault="002343E8" w:rsidP="002343E8">
      <w:pPr>
        <w:pStyle w:val="Heading4"/>
      </w:pPr>
      <w:bookmarkStart w:id="283" w:name="_Toc7446052"/>
      <w:r>
        <w:t>Feature Addition</w:t>
      </w:r>
      <w:bookmarkEnd w:id="283"/>
    </w:p>
    <w:p w:rsidR="00084FF2" w:rsidRPr="002343E8" w:rsidRDefault="00084FF2" w:rsidP="00E83430">
      <w:pPr>
        <w:pStyle w:val="ListParagraph"/>
        <w:numPr>
          <w:ilvl w:val="0"/>
          <w:numId w:val="23"/>
        </w:numPr>
      </w:pPr>
      <w:r>
        <w:t xml:space="preserve">New API </w:t>
      </w:r>
      <w:r w:rsidRPr="002343E8">
        <w:t>MchpProgramSPIFirmwareWithConfig</w:t>
      </w:r>
      <w:r>
        <w:t xml:space="preserve"> is added.</w:t>
      </w:r>
    </w:p>
    <w:p w:rsidR="002343E8" w:rsidRDefault="002343E8" w:rsidP="002343E8">
      <w:pPr>
        <w:pStyle w:val="Heading4"/>
      </w:pPr>
      <w:bookmarkStart w:id="284" w:name="_Toc7446053"/>
      <w:r>
        <w:t>Bug Fix</w:t>
      </w:r>
      <w:bookmarkEnd w:id="284"/>
    </w:p>
    <w:p w:rsidR="002343E8" w:rsidRDefault="002343E8" w:rsidP="002343E8">
      <w:pPr>
        <w:pStyle w:val="ListParagraph"/>
        <w:numPr>
          <w:ilvl w:val="0"/>
          <w:numId w:val="11"/>
        </w:numPr>
      </w:pPr>
      <w:r>
        <w:t>None</w:t>
      </w:r>
    </w:p>
    <w:p w:rsidR="002343E8" w:rsidRPr="00865AB0" w:rsidRDefault="002343E8" w:rsidP="002343E8">
      <w:pPr>
        <w:pStyle w:val="Heading4"/>
      </w:pPr>
      <w:bookmarkStart w:id="285" w:name="_Toc7446054"/>
      <w:r>
        <w:t>Known Limitations</w:t>
      </w:r>
      <w:bookmarkEnd w:id="285"/>
    </w:p>
    <w:p w:rsidR="002343E8" w:rsidRDefault="002343E8" w:rsidP="002343E8">
      <w:pPr>
        <w:pStyle w:val="ListParagraph"/>
        <w:numPr>
          <w:ilvl w:val="0"/>
          <w:numId w:val="11"/>
        </w:numPr>
      </w:pPr>
      <w:r>
        <w:t xml:space="preserve">Admin privilege is required for running the DLL. </w:t>
      </w:r>
      <w:r w:rsidR="00084FF2">
        <w:t>If a</w:t>
      </w:r>
      <w:r>
        <w:t xml:space="preserve"> custom app</w:t>
      </w:r>
      <w:r w:rsidR="00084FF2">
        <w:t xml:space="preserve">lication uses the DLL, then </w:t>
      </w:r>
      <w:r>
        <w:t xml:space="preserve">admin privilege is required for </w:t>
      </w:r>
      <w:r w:rsidR="00084FF2">
        <w:t xml:space="preserve">running </w:t>
      </w:r>
      <w:r>
        <w:t>the custom application.</w:t>
      </w:r>
    </w:p>
    <w:p w:rsidR="00285540" w:rsidRDefault="00084FF2" w:rsidP="002343E8">
      <w:pPr>
        <w:pStyle w:val="ListParagraph"/>
        <w:numPr>
          <w:ilvl w:val="0"/>
          <w:numId w:val="11"/>
        </w:numPr>
      </w:pPr>
      <w:r>
        <w:rPr>
          <w:b/>
        </w:rPr>
        <w:t>If the internal HCE device is disabled , then please read the following.</w:t>
      </w:r>
      <w:r w:rsidR="002343E8" w:rsidRPr="001657D3">
        <w:rPr>
          <w:b/>
        </w:rPr>
        <w:t>If the MCHP device is connected to a XHCI - USB 3.0 controller or the controller which supports hub to sleep, please connect a pen drive to the MCHP hub to avoid the controller from putting the hub to sleep.</w:t>
      </w:r>
    </w:p>
    <w:p w:rsidR="00285540" w:rsidRPr="00285540" w:rsidRDefault="00285540" w:rsidP="002343E8">
      <w:pPr>
        <w:pStyle w:val="ListParagraph"/>
      </w:pPr>
    </w:p>
    <w:p w:rsidR="009520B1" w:rsidRPr="009520B1" w:rsidRDefault="009520B1" w:rsidP="009520B1">
      <w:pPr>
        <w:rPr>
          <w:lang w:val="en-GB"/>
        </w:rPr>
      </w:pPr>
    </w:p>
    <w:p w:rsidR="00084FF2" w:rsidRDefault="00084FF2">
      <w:pPr>
        <w:rPr>
          <w:rFonts w:ascii="Arial" w:hAnsi="Arial" w:cs="Arial"/>
          <w:b/>
          <w:bCs/>
          <w:i/>
          <w:iCs/>
          <w:sz w:val="28"/>
          <w:szCs w:val="28"/>
          <w:lang w:val="en-GB"/>
        </w:rPr>
      </w:pPr>
      <w:r>
        <w:br w:type="page"/>
      </w:r>
    </w:p>
    <w:p w:rsidR="00E430C0" w:rsidRDefault="00E430C0" w:rsidP="00E430C0">
      <w:pPr>
        <w:pStyle w:val="Heading2"/>
        <w:numPr>
          <w:ilvl w:val="1"/>
          <w:numId w:val="15"/>
        </w:numPr>
      </w:pPr>
      <w:bookmarkStart w:id="286" w:name="_Toc7446055"/>
      <w:r>
        <w:lastRenderedPageBreak/>
        <w:t>Version 1.3</w:t>
      </w:r>
      <w:bookmarkEnd w:id="286"/>
    </w:p>
    <w:p w:rsidR="00E430C0" w:rsidRDefault="00E430C0" w:rsidP="00E430C0">
      <w:pPr>
        <w:pStyle w:val="Heading3"/>
      </w:pPr>
      <w:bookmarkStart w:id="287" w:name="_Toc417304444"/>
      <w:bookmarkStart w:id="288" w:name="_Toc7446056"/>
      <w:r>
        <w:t>Command Line Interface (CLI)</w:t>
      </w:r>
      <w:bookmarkEnd w:id="288"/>
    </w:p>
    <w:p w:rsidR="00E430C0" w:rsidRPr="00656F2F" w:rsidRDefault="00E430C0" w:rsidP="001657D3">
      <w:pPr>
        <w:pStyle w:val="ListParagraph"/>
      </w:pPr>
      <w:r>
        <w:t>No changes in CLI from V 1.2</w:t>
      </w:r>
    </w:p>
    <w:p w:rsidR="00E430C0" w:rsidRDefault="00E430C0" w:rsidP="00E430C0">
      <w:pPr>
        <w:pStyle w:val="Heading3"/>
      </w:pPr>
      <w:bookmarkStart w:id="289" w:name="_Toc7446057"/>
      <w:r>
        <w:t>Graphical User Interface (GUI)</w:t>
      </w:r>
      <w:bookmarkEnd w:id="289"/>
    </w:p>
    <w:p w:rsidR="001657D3" w:rsidRDefault="001657D3" w:rsidP="001657D3">
      <w:pPr>
        <w:pStyle w:val="Heading4"/>
      </w:pPr>
      <w:bookmarkStart w:id="290" w:name="_Toc7446058"/>
      <w:r>
        <w:t>Changes</w:t>
      </w:r>
      <w:bookmarkEnd w:id="290"/>
    </w:p>
    <w:p w:rsidR="001657D3" w:rsidRDefault="001657D3" w:rsidP="001657D3">
      <w:pPr>
        <w:pStyle w:val="ListParagraph"/>
        <w:numPr>
          <w:ilvl w:val="0"/>
          <w:numId w:val="11"/>
        </w:numPr>
      </w:pPr>
      <w:r>
        <w:t>"Compound Device" widget cannot be disabled since the HCE device is available. Hence it is removed from the GUI.</w:t>
      </w:r>
    </w:p>
    <w:p w:rsidR="001657D3" w:rsidRPr="001657D3" w:rsidRDefault="001657D3" w:rsidP="001657D3">
      <w:pPr>
        <w:pStyle w:val="ListParagraph"/>
        <w:numPr>
          <w:ilvl w:val="0"/>
          <w:numId w:val="11"/>
        </w:numPr>
      </w:pPr>
      <w:r>
        <w:t xml:space="preserve"> Hub Max Power for Hub 3.0 can be programmed through "Hub Max Power (Self)" and "Hub Max Power (Bus)" widgets. </w:t>
      </w:r>
    </w:p>
    <w:p w:rsidR="001657D3" w:rsidRPr="001657D3" w:rsidRDefault="001657D3" w:rsidP="001657D3">
      <w:pPr>
        <w:pStyle w:val="Heading4"/>
      </w:pPr>
      <w:bookmarkStart w:id="291" w:name="_Toc7446059"/>
      <w:r>
        <w:t>Features</w:t>
      </w:r>
      <w:bookmarkEnd w:id="291"/>
    </w:p>
    <w:p w:rsidR="00E430C0" w:rsidRDefault="00E430C0" w:rsidP="00E83430">
      <w:pPr>
        <w:pStyle w:val="ListParagraph"/>
        <w:numPr>
          <w:ilvl w:val="0"/>
          <w:numId w:val="20"/>
        </w:numPr>
      </w:pPr>
      <w:r>
        <w:t>Offline support is added in this</w:t>
      </w:r>
      <w:r w:rsidRPr="00271E2B">
        <w:t xml:space="preserve"> rev</w:t>
      </w:r>
      <w:r>
        <w:t>ision</w:t>
      </w:r>
      <w:r w:rsidRPr="00271E2B">
        <w:t xml:space="preserve"> of the GUI</w:t>
      </w:r>
      <w:r>
        <w:t>.</w:t>
      </w:r>
    </w:p>
    <w:p w:rsidR="00E430C0" w:rsidRDefault="001657D3" w:rsidP="00E83430">
      <w:pPr>
        <w:pStyle w:val="ListParagraph"/>
        <w:numPr>
          <w:ilvl w:val="0"/>
          <w:numId w:val="20"/>
        </w:numPr>
      </w:pPr>
      <w:r>
        <w:t>Direct register access and Dump memory are added</w:t>
      </w:r>
    </w:p>
    <w:p w:rsidR="00E430C0" w:rsidRDefault="00E430C0" w:rsidP="00E430C0">
      <w:pPr>
        <w:pStyle w:val="Heading4"/>
      </w:pPr>
      <w:bookmarkStart w:id="292" w:name="_Toc7446060"/>
      <w:r>
        <w:t>Known Limitations</w:t>
      </w:r>
      <w:bookmarkEnd w:id="292"/>
    </w:p>
    <w:p w:rsidR="009C202E" w:rsidRDefault="009C202E" w:rsidP="00E83430">
      <w:pPr>
        <w:pStyle w:val="ListParagraph"/>
        <w:numPr>
          <w:ilvl w:val="0"/>
          <w:numId w:val="21"/>
        </w:numPr>
        <w:rPr>
          <w:highlight w:val="yellow"/>
        </w:rPr>
      </w:pPr>
      <w:r>
        <w:rPr>
          <w:highlight w:val="yellow"/>
        </w:rPr>
        <w:t>String fields accept special characters. But after programming OTP gets corrupted. So we should not enter special characters while programming strings fields. This will be fixed in next release.</w:t>
      </w:r>
    </w:p>
    <w:p w:rsidR="00E430C0" w:rsidRDefault="00E430C0" w:rsidP="00E430C0">
      <w:pPr>
        <w:pStyle w:val="ListParagraph"/>
        <w:numPr>
          <w:ilvl w:val="0"/>
          <w:numId w:val="3"/>
        </w:numPr>
      </w:pPr>
      <w:r w:rsidRPr="00254A60">
        <w:t>The tool supports programming</w:t>
      </w:r>
      <w:r>
        <w:t>/configuration</w:t>
      </w:r>
      <w:r w:rsidRPr="00254A60">
        <w:t xml:space="preserve"> </w:t>
      </w:r>
      <w:r>
        <w:t xml:space="preserve">of only </w:t>
      </w:r>
      <w:r w:rsidRPr="00254A60">
        <w:t xml:space="preserve">one </w:t>
      </w:r>
      <w:r>
        <w:t xml:space="preserve">Microchip </w:t>
      </w:r>
      <w:r w:rsidRPr="00254A60">
        <w:t>device at a time</w:t>
      </w:r>
      <w:r>
        <w:t>.</w:t>
      </w:r>
    </w:p>
    <w:p w:rsidR="001657D3" w:rsidRDefault="001657D3" w:rsidP="001657D3">
      <w:pPr>
        <w:pStyle w:val="ListParagraph"/>
        <w:numPr>
          <w:ilvl w:val="0"/>
          <w:numId w:val="3"/>
        </w:numPr>
      </w:pPr>
      <w:r w:rsidRPr="001657D3">
        <w:t>If the MCHP device is connected to a XHCI - USB 3.0 controller or the controller which supports hub to sleep, please connect a pen drive to the MCHP hub to avoid the controller from putting the hub to sleep</w:t>
      </w:r>
      <w:r>
        <w:rPr>
          <w:b/>
        </w:rPr>
        <w:t xml:space="preserve"> ( Only if the internal HCE device is disabled)</w:t>
      </w:r>
    </w:p>
    <w:p w:rsidR="00E430C0" w:rsidRDefault="00E430C0" w:rsidP="00E430C0">
      <w:pPr>
        <w:pStyle w:val="Heading3"/>
      </w:pPr>
      <w:bookmarkStart w:id="293" w:name="_Toc7446061"/>
      <w:r>
        <w:t>DLL</w:t>
      </w:r>
      <w:bookmarkEnd w:id="293"/>
    </w:p>
    <w:p w:rsidR="001657D3" w:rsidRPr="00656F2F" w:rsidRDefault="001657D3" w:rsidP="001657D3">
      <w:pPr>
        <w:pStyle w:val="ListParagraph"/>
      </w:pPr>
      <w:r>
        <w:t>No changes in DLL from V 1.1</w:t>
      </w:r>
    </w:p>
    <w:p w:rsidR="001657D3" w:rsidRDefault="001657D3">
      <w:pPr>
        <w:rPr>
          <w:rFonts w:ascii="Arial" w:hAnsi="Arial" w:cs="Arial"/>
          <w:b/>
          <w:bCs/>
          <w:i/>
          <w:iCs/>
          <w:sz w:val="28"/>
          <w:szCs w:val="28"/>
          <w:lang w:val="en-GB"/>
        </w:rPr>
      </w:pPr>
      <w:r>
        <w:br w:type="page"/>
      </w:r>
    </w:p>
    <w:p w:rsidR="00707931" w:rsidRDefault="00707931" w:rsidP="00E430C0">
      <w:pPr>
        <w:pStyle w:val="Heading2"/>
        <w:numPr>
          <w:ilvl w:val="1"/>
          <w:numId w:val="15"/>
        </w:numPr>
      </w:pPr>
      <w:bookmarkStart w:id="294" w:name="_Toc7446062"/>
      <w:r>
        <w:lastRenderedPageBreak/>
        <w:t>Version 1.2</w:t>
      </w:r>
      <w:bookmarkEnd w:id="287"/>
      <w:bookmarkEnd w:id="294"/>
    </w:p>
    <w:p w:rsidR="00707931" w:rsidRDefault="00707931" w:rsidP="00707931">
      <w:pPr>
        <w:pStyle w:val="Heading3"/>
        <w:numPr>
          <w:ilvl w:val="2"/>
          <w:numId w:val="15"/>
        </w:numPr>
      </w:pPr>
      <w:bookmarkStart w:id="295" w:name="_Toc417304445"/>
      <w:bookmarkStart w:id="296" w:name="_Toc7446063"/>
      <w:r>
        <w:t>Command Line Interface (CLI)</w:t>
      </w:r>
      <w:bookmarkEnd w:id="295"/>
      <w:bookmarkEnd w:id="296"/>
    </w:p>
    <w:p w:rsidR="00EC1D04" w:rsidRPr="00EC1D04" w:rsidRDefault="00EC1D04" w:rsidP="00EC1D04">
      <w:pPr>
        <w:rPr>
          <w:lang w:val="en-GB"/>
        </w:rPr>
      </w:pPr>
      <w:r>
        <w:rPr>
          <w:lang w:val="en-GB"/>
        </w:rPr>
        <w:t>Only CLI is available as part of this release.</w:t>
      </w:r>
    </w:p>
    <w:p w:rsidR="00707931" w:rsidRDefault="00707931" w:rsidP="00707931">
      <w:pPr>
        <w:pStyle w:val="Heading4"/>
        <w:numPr>
          <w:ilvl w:val="3"/>
          <w:numId w:val="15"/>
        </w:numPr>
      </w:pPr>
      <w:bookmarkStart w:id="297" w:name="_Toc417304446"/>
      <w:bookmarkStart w:id="298" w:name="_Toc7446064"/>
      <w:r>
        <w:t>Changes</w:t>
      </w:r>
      <w:bookmarkEnd w:id="297"/>
      <w:bookmarkEnd w:id="298"/>
    </w:p>
    <w:p w:rsidR="00707931" w:rsidRDefault="00707931" w:rsidP="00707931">
      <w:pPr>
        <w:pStyle w:val="ListParagraph"/>
        <w:numPr>
          <w:ilvl w:val="0"/>
          <w:numId w:val="16"/>
        </w:numPr>
      </w:pPr>
      <w:r>
        <w:t>None</w:t>
      </w:r>
    </w:p>
    <w:p w:rsidR="00707931" w:rsidRDefault="00707931" w:rsidP="00707931">
      <w:pPr>
        <w:pStyle w:val="Heading4"/>
        <w:numPr>
          <w:ilvl w:val="3"/>
          <w:numId w:val="15"/>
        </w:numPr>
      </w:pPr>
      <w:bookmarkStart w:id="299" w:name="_Toc417304447"/>
      <w:bookmarkStart w:id="300" w:name="_Toc7446065"/>
      <w:r>
        <w:t>Feature Addition</w:t>
      </w:r>
      <w:bookmarkEnd w:id="299"/>
      <w:bookmarkEnd w:id="300"/>
    </w:p>
    <w:p w:rsidR="00707931" w:rsidRDefault="00707931" w:rsidP="00707931">
      <w:pPr>
        <w:pStyle w:val="ListParagraph"/>
        <w:numPr>
          <w:ilvl w:val="0"/>
          <w:numId w:val="16"/>
        </w:numPr>
      </w:pPr>
      <w:r>
        <w:t>Added support for locking OTP memory area after programming USB57X4</w:t>
      </w:r>
      <w:r>
        <w:rPr>
          <w:b/>
        </w:rPr>
        <w:t xml:space="preserve"> </w:t>
      </w:r>
      <w:r>
        <w:t>family of hubs.</w:t>
      </w:r>
    </w:p>
    <w:p w:rsidR="00707931" w:rsidRDefault="00707931" w:rsidP="00707931">
      <w:pPr>
        <w:pStyle w:val="Heading4"/>
        <w:numPr>
          <w:ilvl w:val="3"/>
          <w:numId w:val="15"/>
        </w:numPr>
      </w:pPr>
      <w:bookmarkStart w:id="301" w:name="_Toc417304449"/>
      <w:bookmarkStart w:id="302" w:name="_Toc7446066"/>
      <w:r>
        <w:t>Known limitations</w:t>
      </w:r>
      <w:bookmarkEnd w:id="301"/>
      <w:bookmarkEnd w:id="302"/>
    </w:p>
    <w:p w:rsidR="00707931" w:rsidRDefault="00707931" w:rsidP="00707931">
      <w:pPr>
        <w:pStyle w:val="ListParagraph"/>
        <w:numPr>
          <w:ilvl w:val="0"/>
          <w:numId w:val="17"/>
        </w:numPr>
      </w:pPr>
      <w:r>
        <w:t>The tool supports programming of only one Microchip device at a time.</w:t>
      </w:r>
    </w:p>
    <w:p w:rsidR="00707931" w:rsidRDefault="00707931" w:rsidP="00707931">
      <w:pPr>
        <w:pStyle w:val="ListParagraph"/>
        <w:numPr>
          <w:ilvl w:val="0"/>
          <w:numId w:val="17"/>
        </w:numPr>
      </w:pPr>
      <w:r>
        <w:t xml:space="preserve">Admin privilege is required for running the tool. </w:t>
      </w:r>
      <w:r>
        <w:rPr>
          <w:b/>
        </w:rPr>
        <w:t>“Run as administrator”</w:t>
      </w:r>
      <w:r>
        <w:t xml:space="preserve"> needs to be done for running the tool.</w:t>
      </w:r>
    </w:p>
    <w:p w:rsidR="00707931" w:rsidRDefault="00707931" w:rsidP="00707931">
      <w:pPr>
        <w:pStyle w:val="ListParagraph"/>
        <w:numPr>
          <w:ilvl w:val="0"/>
          <w:numId w:val="17"/>
        </w:numPr>
      </w:pPr>
      <w:r>
        <w:t>Hub has to be connected before launching the application</w:t>
      </w:r>
    </w:p>
    <w:p w:rsidR="00707931" w:rsidRDefault="00707931" w:rsidP="00707931">
      <w:pPr>
        <w:numPr>
          <w:ilvl w:val="0"/>
          <w:numId w:val="17"/>
        </w:numPr>
      </w:pPr>
      <w:r>
        <w:t>Only 1 configuration file can be programmed on each device at one time.</w:t>
      </w:r>
    </w:p>
    <w:p w:rsidR="00707931" w:rsidRDefault="00707931" w:rsidP="00707931">
      <w:pPr>
        <w:pStyle w:val="ListParagraph"/>
        <w:numPr>
          <w:ilvl w:val="0"/>
          <w:numId w:val="18"/>
        </w:numPr>
      </w:pPr>
      <w:r w:rsidRPr="001657D3">
        <w:t>If the MCHP device is connected to a XHCI - USB 3.0 controller or the controller which supports hub to sleep, please connect a pen drive to the MCHP hub to avoid the controller from putting the hub to sleep</w:t>
      </w:r>
      <w:r w:rsidR="001657D3">
        <w:rPr>
          <w:b/>
        </w:rPr>
        <w:t xml:space="preserve"> ( Only if the internal HCE device is disabled)</w:t>
      </w:r>
    </w:p>
    <w:p w:rsidR="008C49A8" w:rsidRDefault="008C49A8">
      <w:pPr>
        <w:rPr>
          <w:rFonts w:ascii="Arial" w:hAnsi="Arial" w:cs="Arial"/>
          <w:b/>
          <w:bCs/>
          <w:i/>
          <w:iCs/>
          <w:sz w:val="28"/>
          <w:szCs w:val="28"/>
          <w:lang w:val="en-GB"/>
        </w:rPr>
      </w:pPr>
      <w:r>
        <w:br w:type="page"/>
      </w:r>
    </w:p>
    <w:p w:rsidR="00707931" w:rsidRDefault="00707931" w:rsidP="00707931">
      <w:pPr>
        <w:pStyle w:val="Heading2"/>
        <w:numPr>
          <w:ilvl w:val="1"/>
          <w:numId w:val="15"/>
        </w:numPr>
      </w:pPr>
      <w:bookmarkStart w:id="303" w:name="_Toc7446067"/>
      <w:r>
        <w:lastRenderedPageBreak/>
        <w:t>Version 1.1</w:t>
      </w:r>
      <w:bookmarkEnd w:id="303"/>
    </w:p>
    <w:p w:rsidR="00707931" w:rsidRDefault="00707931" w:rsidP="00707931">
      <w:pPr>
        <w:pStyle w:val="Heading3"/>
        <w:numPr>
          <w:ilvl w:val="2"/>
          <w:numId w:val="15"/>
        </w:numPr>
      </w:pPr>
      <w:bookmarkStart w:id="304" w:name="_Toc7446068"/>
      <w:r>
        <w:t>Command Line Interface (CLI)</w:t>
      </w:r>
      <w:bookmarkEnd w:id="304"/>
    </w:p>
    <w:p w:rsidR="00707931" w:rsidRDefault="00707931" w:rsidP="00707931">
      <w:pPr>
        <w:pStyle w:val="Heading4"/>
        <w:numPr>
          <w:ilvl w:val="3"/>
          <w:numId w:val="15"/>
        </w:numPr>
      </w:pPr>
      <w:bookmarkStart w:id="305" w:name="_Toc7446069"/>
      <w:r>
        <w:t>Changes</w:t>
      </w:r>
      <w:bookmarkEnd w:id="305"/>
    </w:p>
    <w:p w:rsidR="00707931" w:rsidRDefault="00707931" w:rsidP="00707931">
      <w:pPr>
        <w:pStyle w:val="ListParagraph"/>
        <w:numPr>
          <w:ilvl w:val="0"/>
          <w:numId w:val="19"/>
        </w:numPr>
      </w:pPr>
      <w:r>
        <w:t>/p option accepts only .cfg or .json file type as an input</w:t>
      </w:r>
    </w:p>
    <w:p w:rsidR="00707931" w:rsidRDefault="00707931" w:rsidP="00707931">
      <w:pPr>
        <w:pStyle w:val="Heading4"/>
        <w:numPr>
          <w:ilvl w:val="3"/>
          <w:numId w:val="15"/>
        </w:numPr>
      </w:pPr>
      <w:bookmarkStart w:id="306" w:name="_Toc7446070"/>
      <w:r>
        <w:t>Feature Addition</w:t>
      </w:r>
      <w:bookmarkEnd w:id="306"/>
    </w:p>
    <w:p w:rsidR="00707931" w:rsidRDefault="00707931" w:rsidP="00707931">
      <w:pPr>
        <w:pStyle w:val="ListParagraph"/>
        <w:numPr>
          <w:ilvl w:val="0"/>
          <w:numId w:val="16"/>
        </w:numPr>
      </w:pPr>
      <w:r>
        <w:t>OTP Dump fi</w:t>
      </w:r>
      <w:r w:rsidR="007C1CA1">
        <w:t>le extension is “</w:t>
      </w:r>
      <w:r>
        <w:t>.dump</w:t>
      </w:r>
      <w:r w:rsidR="007C1CA1">
        <w:t>”</w:t>
      </w:r>
    </w:p>
    <w:p w:rsidR="00707931" w:rsidRDefault="00707931" w:rsidP="00707931">
      <w:pPr>
        <w:pStyle w:val="ListParagraph"/>
        <w:numPr>
          <w:ilvl w:val="0"/>
          <w:numId w:val="16"/>
        </w:numPr>
      </w:pPr>
      <w:r>
        <w:t>Programming SPI flash with config (Pseudo-OTP) memory and firmware simultaneously.</w:t>
      </w:r>
    </w:p>
    <w:p w:rsidR="00707931" w:rsidRDefault="00707931" w:rsidP="00707931">
      <w:pPr>
        <w:pStyle w:val="ListParagraph"/>
        <w:numPr>
          <w:ilvl w:val="0"/>
          <w:numId w:val="16"/>
        </w:numPr>
      </w:pPr>
      <w:r>
        <w:t>Reading SPI flash with config (Pseudo-OTP) memory and firmware simultaneously.</w:t>
      </w:r>
    </w:p>
    <w:p w:rsidR="00707931" w:rsidRDefault="00707931" w:rsidP="00707931">
      <w:pPr>
        <w:pStyle w:val="ListParagraph"/>
      </w:pPr>
    </w:p>
    <w:p w:rsidR="00707931" w:rsidRDefault="00707931" w:rsidP="00707931">
      <w:pPr>
        <w:pStyle w:val="Heading4"/>
        <w:numPr>
          <w:ilvl w:val="3"/>
          <w:numId w:val="15"/>
        </w:numPr>
      </w:pPr>
      <w:bookmarkStart w:id="307" w:name="_Toc7446071"/>
      <w:r>
        <w:t>Bug Fix</w:t>
      </w:r>
      <w:bookmarkEnd w:id="307"/>
    </w:p>
    <w:p w:rsidR="00707931" w:rsidRDefault="007C1CA1" w:rsidP="00707931">
      <w:pPr>
        <w:pStyle w:val="ListParagraph"/>
      </w:pPr>
      <w:r>
        <w:t>None</w:t>
      </w:r>
    </w:p>
    <w:p w:rsidR="00707931" w:rsidRDefault="00707931" w:rsidP="00707931">
      <w:pPr>
        <w:pStyle w:val="Heading4"/>
        <w:numPr>
          <w:ilvl w:val="3"/>
          <w:numId w:val="15"/>
        </w:numPr>
      </w:pPr>
      <w:bookmarkStart w:id="308" w:name="_Toc7446072"/>
      <w:r>
        <w:t>Known limitations</w:t>
      </w:r>
      <w:bookmarkEnd w:id="308"/>
    </w:p>
    <w:p w:rsidR="00707931" w:rsidRDefault="00707931" w:rsidP="00707931">
      <w:pPr>
        <w:pStyle w:val="ListParagraph"/>
        <w:numPr>
          <w:ilvl w:val="0"/>
          <w:numId w:val="17"/>
        </w:numPr>
      </w:pPr>
      <w:r>
        <w:t>The tool supports programming of only one Microchip device at a time.</w:t>
      </w:r>
    </w:p>
    <w:p w:rsidR="00707931" w:rsidRDefault="00707931" w:rsidP="00707931">
      <w:pPr>
        <w:pStyle w:val="ListParagraph"/>
        <w:numPr>
          <w:ilvl w:val="0"/>
          <w:numId w:val="17"/>
        </w:numPr>
      </w:pPr>
      <w:r>
        <w:t xml:space="preserve">Admin privilege is required for running the tool. </w:t>
      </w:r>
      <w:r>
        <w:rPr>
          <w:b/>
        </w:rPr>
        <w:t>“Run as administrator”</w:t>
      </w:r>
      <w:r>
        <w:t xml:space="preserve"> needs to be done for running the tool.</w:t>
      </w:r>
    </w:p>
    <w:p w:rsidR="00707931" w:rsidRDefault="00707931" w:rsidP="00707931">
      <w:pPr>
        <w:pStyle w:val="ListParagraph"/>
        <w:numPr>
          <w:ilvl w:val="0"/>
          <w:numId w:val="17"/>
        </w:numPr>
      </w:pPr>
      <w:r>
        <w:t>Hub has to be connected before launching the application</w:t>
      </w:r>
    </w:p>
    <w:p w:rsidR="00707931" w:rsidRDefault="00707931" w:rsidP="00707931">
      <w:pPr>
        <w:numPr>
          <w:ilvl w:val="0"/>
          <w:numId w:val="17"/>
        </w:numPr>
      </w:pPr>
      <w:r>
        <w:t>Only 1 configuration file can be programmed on each device at one time.</w:t>
      </w:r>
    </w:p>
    <w:p w:rsidR="00707931" w:rsidRPr="001657D3" w:rsidRDefault="00707931" w:rsidP="00707931">
      <w:pPr>
        <w:pStyle w:val="ListParagraph"/>
        <w:numPr>
          <w:ilvl w:val="0"/>
          <w:numId w:val="18"/>
        </w:numPr>
      </w:pPr>
      <w:r>
        <w:rPr>
          <w:b/>
        </w:rPr>
        <w:t>If the MCHP device is connected to a XHCI - USB 3.0 controller or the controller which supports hub to sleep, please connect a pen drive to the MCHP hub to avoid the controller from putting the hub to sleep</w:t>
      </w:r>
    </w:p>
    <w:p w:rsidR="001657D3" w:rsidRDefault="001657D3" w:rsidP="001657D3"/>
    <w:p w:rsidR="001657D3" w:rsidRDefault="001657D3" w:rsidP="001657D3">
      <w:pPr>
        <w:pStyle w:val="Heading3"/>
      </w:pPr>
      <w:bookmarkStart w:id="309" w:name="_Toc7446073"/>
      <w:r>
        <w:t>DLL</w:t>
      </w:r>
      <w:bookmarkEnd w:id="309"/>
    </w:p>
    <w:p w:rsidR="001657D3" w:rsidRDefault="001657D3" w:rsidP="001657D3">
      <w:pPr>
        <w:pStyle w:val="Heading4"/>
      </w:pPr>
      <w:bookmarkStart w:id="310" w:name="_Toc7446074"/>
      <w:r>
        <w:t>Changes</w:t>
      </w:r>
      <w:bookmarkEnd w:id="310"/>
    </w:p>
    <w:p w:rsidR="001657D3" w:rsidRPr="001657D3" w:rsidRDefault="001657D3" w:rsidP="001657D3">
      <w:pPr>
        <w:rPr>
          <w:lang w:val="en-GB"/>
        </w:rPr>
      </w:pPr>
      <w:r>
        <w:rPr>
          <w:lang w:val="en-GB"/>
        </w:rPr>
        <w:t>Code changes required for new revision of the chip</w:t>
      </w:r>
    </w:p>
    <w:p w:rsidR="001657D3" w:rsidRDefault="001657D3" w:rsidP="001657D3">
      <w:pPr>
        <w:pStyle w:val="Heading4"/>
      </w:pPr>
      <w:bookmarkStart w:id="311" w:name="_Toc7446075"/>
      <w:r>
        <w:t>Feature Addition</w:t>
      </w:r>
      <w:bookmarkEnd w:id="311"/>
    </w:p>
    <w:p w:rsidR="001657D3" w:rsidRPr="00904522" w:rsidRDefault="001657D3" w:rsidP="001657D3">
      <w:pPr>
        <w:pStyle w:val="ListParagraph"/>
        <w:numPr>
          <w:ilvl w:val="0"/>
          <w:numId w:val="11"/>
        </w:numPr>
      </w:pPr>
      <w:r>
        <w:t>None</w:t>
      </w:r>
    </w:p>
    <w:p w:rsidR="001657D3" w:rsidRDefault="001657D3" w:rsidP="001657D3">
      <w:pPr>
        <w:pStyle w:val="Heading4"/>
      </w:pPr>
      <w:bookmarkStart w:id="312" w:name="_Toc7446076"/>
      <w:r>
        <w:t>Bug Fix</w:t>
      </w:r>
      <w:bookmarkEnd w:id="312"/>
    </w:p>
    <w:p w:rsidR="001657D3" w:rsidRDefault="001657D3" w:rsidP="001657D3">
      <w:pPr>
        <w:pStyle w:val="ListParagraph"/>
        <w:numPr>
          <w:ilvl w:val="0"/>
          <w:numId w:val="11"/>
        </w:numPr>
      </w:pPr>
      <w:r>
        <w:t>None</w:t>
      </w:r>
    </w:p>
    <w:p w:rsidR="001657D3" w:rsidRPr="00865AB0" w:rsidRDefault="001657D3" w:rsidP="001657D3">
      <w:pPr>
        <w:pStyle w:val="Heading4"/>
      </w:pPr>
      <w:bookmarkStart w:id="313" w:name="_Toc7446077"/>
      <w:r>
        <w:t>Known Limitations</w:t>
      </w:r>
      <w:bookmarkEnd w:id="313"/>
    </w:p>
    <w:p w:rsidR="001657D3" w:rsidRDefault="001657D3" w:rsidP="001657D3">
      <w:pPr>
        <w:pStyle w:val="ListParagraph"/>
        <w:numPr>
          <w:ilvl w:val="0"/>
          <w:numId w:val="11"/>
        </w:numPr>
      </w:pPr>
      <w:r>
        <w:t>Admin privilege is required for running the DLL. It can be achieved through if the custom application uses the DLL, then the admin privilege is required for the custom application.</w:t>
      </w:r>
    </w:p>
    <w:p w:rsidR="001657D3" w:rsidRDefault="001657D3" w:rsidP="001657D3">
      <w:pPr>
        <w:pStyle w:val="ListParagraph"/>
        <w:numPr>
          <w:ilvl w:val="0"/>
          <w:numId w:val="11"/>
        </w:numPr>
      </w:pPr>
      <w:r w:rsidRPr="001657D3">
        <w:rPr>
          <w:b/>
        </w:rPr>
        <w:lastRenderedPageBreak/>
        <w:t>If the MCHP device is connected to a XHCI - USB 3.0 controller or the controller which supports hub to sleep, please connect a pen drive to the MCHP hub to avoid the controller from putting the hub to sleep.</w:t>
      </w:r>
    </w:p>
    <w:p w:rsidR="008C49A8" w:rsidRDefault="008C49A8">
      <w:pPr>
        <w:rPr>
          <w:rFonts w:ascii="Arial" w:hAnsi="Arial" w:cs="Arial"/>
          <w:b/>
          <w:bCs/>
          <w:i/>
          <w:iCs/>
          <w:sz w:val="28"/>
          <w:szCs w:val="28"/>
          <w:lang w:val="en-GB"/>
        </w:rPr>
      </w:pPr>
      <w:r>
        <w:br w:type="page"/>
      </w:r>
    </w:p>
    <w:p w:rsidR="00B079CB" w:rsidRDefault="00B079CB">
      <w:pPr>
        <w:pStyle w:val="Heading2"/>
      </w:pPr>
      <w:bookmarkStart w:id="314" w:name="_Toc7446078"/>
      <w:r>
        <w:lastRenderedPageBreak/>
        <w:t>Version 1.0</w:t>
      </w:r>
      <w:bookmarkEnd w:id="314"/>
    </w:p>
    <w:p w:rsidR="00B079CB" w:rsidRDefault="00F5462E" w:rsidP="00B079CB">
      <w:pPr>
        <w:pStyle w:val="Heading3"/>
      </w:pPr>
      <w:bookmarkStart w:id="315" w:name="_Toc7446079"/>
      <w:r>
        <w:t>Command Line Interface (CLI)</w:t>
      </w:r>
      <w:bookmarkEnd w:id="315"/>
    </w:p>
    <w:p w:rsidR="00F5462E" w:rsidRDefault="00F5462E" w:rsidP="00F5462E">
      <w:pPr>
        <w:pStyle w:val="Heading4"/>
      </w:pPr>
      <w:bookmarkStart w:id="316" w:name="_Toc7446080"/>
      <w:r>
        <w:t>Changes</w:t>
      </w:r>
      <w:bookmarkEnd w:id="316"/>
    </w:p>
    <w:p w:rsidR="00F5462E" w:rsidRDefault="0073756F" w:rsidP="00EF68ED">
      <w:pPr>
        <w:pStyle w:val="ListParagraph"/>
        <w:numPr>
          <w:ilvl w:val="0"/>
          <w:numId w:val="14"/>
        </w:numPr>
      </w:pPr>
      <w:r w:rsidRPr="0073756F">
        <w:t xml:space="preserve"> </w:t>
      </w:r>
      <w:r>
        <w:t>Only the CLI</w:t>
      </w:r>
      <w:r w:rsidR="00885E68">
        <w:t xml:space="preserve"> </w:t>
      </w:r>
      <w:r w:rsidR="00CD55D0">
        <w:t xml:space="preserve"> has been updated to V 1.0</w:t>
      </w:r>
    </w:p>
    <w:p w:rsidR="002154B2" w:rsidRDefault="002154B2">
      <w:pPr>
        <w:pStyle w:val="Heading4"/>
      </w:pPr>
      <w:bookmarkStart w:id="317" w:name="_Toc7446081"/>
      <w:r>
        <w:t>Feature Addition</w:t>
      </w:r>
      <w:bookmarkEnd w:id="317"/>
    </w:p>
    <w:p w:rsidR="00A34E02" w:rsidRPr="00A34E02" w:rsidRDefault="00A34E02" w:rsidP="00EF68ED">
      <w:pPr>
        <w:pStyle w:val="ListParagraph"/>
        <w:numPr>
          <w:ilvl w:val="0"/>
          <w:numId w:val="14"/>
        </w:numPr>
      </w:pPr>
      <w:r>
        <w:t>None</w:t>
      </w:r>
    </w:p>
    <w:p w:rsidR="0015366E" w:rsidRDefault="0015366E">
      <w:pPr>
        <w:pStyle w:val="Heading4"/>
      </w:pPr>
      <w:bookmarkStart w:id="318" w:name="_Toc7446082"/>
      <w:r>
        <w:t>Bug Fix</w:t>
      </w:r>
      <w:bookmarkEnd w:id="318"/>
    </w:p>
    <w:p w:rsidR="00A34E02" w:rsidRPr="00A34E02" w:rsidRDefault="00A34E02" w:rsidP="00EF68ED">
      <w:pPr>
        <w:pStyle w:val="ListParagraph"/>
        <w:numPr>
          <w:ilvl w:val="0"/>
          <w:numId w:val="14"/>
        </w:numPr>
      </w:pPr>
      <w:r>
        <w:t>Bug fix in finding Number of Downstream ports based on SKU</w:t>
      </w:r>
    </w:p>
    <w:p w:rsidR="00CB593C" w:rsidRDefault="00CB593C">
      <w:pPr>
        <w:pStyle w:val="Heading4"/>
      </w:pPr>
      <w:bookmarkStart w:id="319" w:name="_Toc7446083"/>
      <w:r>
        <w:t>Known limitations</w:t>
      </w:r>
      <w:bookmarkEnd w:id="319"/>
    </w:p>
    <w:p w:rsidR="00047A7E" w:rsidRDefault="00047A7E" w:rsidP="00EF68ED">
      <w:pPr>
        <w:pStyle w:val="ListParagraph"/>
        <w:numPr>
          <w:ilvl w:val="0"/>
          <w:numId w:val="3"/>
        </w:numPr>
      </w:pPr>
      <w:r w:rsidRPr="00254A60">
        <w:t xml:space="preserve">The tool supports programming </w:t>
      </w:r>
      <w:r>
        <w:t xml:space="preserve">of only </w:t>
      </w:r>
      <w:r w:rsidRPr="00254A60">
        <w:t xml:space="preserve">one </w:t>
      </w:r>
      <w:r>
        <w:t xml:space="preserve">Microchip </w:t>
      </w:r>
      <w:r w:rsidRPr="00254A60">
        <w:t>device at a time</w:t>
      </w:r>
      <w:r>
        <w:t>.</w:t>
      </w:r>
    </w:p>
    <w:p w:rsidR="00047A7E" w:rsidRDefault="00047A7E" w:rsidP="00EF68ED">
      <w:pPr>
        <w:pStyle w:val="ListParagraph"/>
        <w:numPr>
          <w:ilvl w:val="0"/>
          <w:numId w:val="3"/>
        </w:numPr>
      </w:pPr>
      <w:r>
        <w:t xml:space="preserve">Admin privilege is required for running the tool. </w:t>
      </w:r>
      <w:r w:rsidRPr="00C60F0B">
        <w:rPr>
          <w:b/>
        </w:rPr>
        <w:t>“Run as administrator”</w:t>
      </w:r>
      <w:r>
        <w:t xml:space="preserve"> needs to be done for running the tool.</w:t>
      </w:r>
    </w:p>
    <w:p w:rsidR="00047A7E" w:rsidRDefault="00047A7E" w:rsidP="00EF68ED">
      <w:pPr>
        <w:pStyle w:val="ListParagraph"/>
        <w:numPr>
          <w:ilvl w:val="0"/>
          <w:numId w:val="3"/>
        </w:numPr>
      </w:pPr>
      <w:r>
        <w:t>Hub has to be connected before launching the application</w:t>
      </w:r>
    </w:p>
    <w:p w:rsidR="00047A7E" w:rsidRDefault="00047A7E" w:rsidP="00EF68ED">
      <w:pPr>
        <w:numPr>
          <w:ilvl w:val="0"/>
          <w:numId w:val="3"/>
        </w:numPr>
      </w:pPr>
      <w:r>
        <w:t>Only 1 configuration file can be programmed on each device at one time.</w:t>
      </w:r>
    </w:p>
    <w:p w:rsidR="00047A7E" w:rsidRPr="00656F2F" w:rsidRDefault="00047A7E" w:rsidP="00EF68ED">
      <w:pPr>
        <w:pStyle w:val="ListParagraph"/>
        <w:numPr>
          <w:ilvl w:val="0"/>
          <w:numId w:val="13"/>
        </w:numPr>
      </w:pPr>
      <w:r w:rsidRPr="00D736CC">
        <w:rPr>
          <w:b/>
        </w:rPr>
        <w:t>If the MCHP device is connected to a XHCI - USB 3.0 controller</w:t>
      </w:r>
      <w:r>
        <w:rPr>
          <w:b/>
        </w:rPr>
        <w:t xml:space="preserve"> or the controller which supports hub to sleep</w:t>
      </w:r>
      <w:r w:rsidRPr="00D736CC">
        <w:rPr>
          <w:b/>
        </w:rPr>
        <w:t>, please connect a pen drive to the MCHP hub to avoid the controller from putting the hub to sleep</w:t>
      </w:r>
      <w:r>
        <w:rPr>
          <w:b/>
        </w:rPr>
        <w:t>.</w:t>
      </w:r>
    </w:p>
    <w:p w:rsidR="00047A7E" w:rsidRPr="00047A7E" w:rsidRDefault="00047A7E" w:rsidP="00047A7E">
      <w:pPr>
        <w:rPr>
          <w:lang w:val="en-GB"/>
        </w:rPr>
      </w:pPr>
    </w:p>
    <w:p w:rsidR="008C49A8" w:rsidRDefault="008C49A8">
      <w:pPr>
        <w:rPr>
          <w:rFonts w:ascii="Arial" w:hAnsi="Arial" w:cs="Arial"/>
          <w:b/>
          <w:bCs/>
          <w:i/>
          <w:iCs/>
          <w:sz w:val="28"/>
          <w:szCs w:val="28"/>
          <w:lang w:val="en-GB"/>
        </w:rPr>
      </w:pPr>
      <w:r>
        <w:br w:type="page"/>
      </w:r>
    </w:p>
    <w:p w:rsidR="00846C08" w:rsidRDefault="00846C08" w:rsidP="00846C08">
      <w:pPr>
        <w:pStyle w:val="Heading2"/>
      </w:pPr>
      <w:bookmarkStart w:id="320" w:name="_Toc7446084"/>
      <w:r>
        <w:lastRenderedPageBreak/>
        <w:t>Version 0.9</w:t>
      </w:r>
      <w:bookmarkEnd w:id="320"/>
    </w:p>
    <w:p w:rsidR="00565A6F" w:rsidRPr="00271E2B" w:rsidRDefault="00565A6F" w:rsidP="00301F84">
      <w:r>
        <w:t xml:space="preserve">The </w:t>
      </w:r>
      <w:r w:rsidRPr="00271E2B">
        <w:t>initial rev of the GUI</w:t>
      </w:r>
      <w:r>
        <w:t xml:space="preserve"> has been added in this release.</w:t>
      </w:r>
      <w:r w:rsidR="00301F84">
        <w:t xml:space="preserve"> Incremental changes have been done to the CLI and DLL as mentioned below.</w:t>
      </w:r>
    </w:p>
    <w:p w:rsidR="001074F6" w:rsidRDefault="001074F6" w:rsidP="001074F6">
      <w:pPr>
        <w:pStyle w:val="Heading3"/>
      </w:pPr>
      <w:bookmarkStart w:id="321" w:name="_Toc7446085"/>
      <w:r>
        <w:t>Command Line Interface (CLI)</w:t>
      </w:r>
      <w:bookmarkEnd w:id="321"/>
    </w:p>
    <w:p w:rsidR="006A654C" w:rsidRDefault="006A654C" w:rsidP="006A654C">
      <w:pPr>
        <w:pStyle w:val="Heading4"/>
      </w:pPr>
      <w:bookmarkStart w:id="322" w:name="_Toc405999833"/>
      <w:bookmarkStart w:id="323" w:name="_Toc7446086"/>
      <w:r>
        <w:t>Changes</w:t>
      </w:r>
      <w:bookmarkEnd w:id="322"/>
      <w:bookmarkEnd w:id="323"/>
    </w:p>
    <w:p w:rsidR="006A654C" w:rsidRDefault="006A654C" w:rsidP="00EF68ED">
      <w:pPr>
        <w:pStyle w:val="ListParagraph"/>
        <w:numPr>
          <w:ilvl w:val="0"/>
          <w:numId w:val="13"/>
        </w:numPr>
      </w:pPr>
      <w:r>
        <w:t>Added support for verification of hub configuration parameters like VID, PID &amp; Strings</w:t>
      </w:r>
    </w:p>
    <w:p w:rsidR="005B5A03" w:rsidRDefault="005B5A03" w:rsidP="00EF68ED">
      <w:pPr>
        <w:pStyle w:val="ListParagraph"/>
        <w:numPr>
          <w:ilvl w:val="0"/>
          <w:numId w:val="13"/>
        </w:numPr>
      </w:pPr>
      <w:r>
        <w:t>Log file name is renamed to PT2.log from Protouch2log.log.</w:t>
      </w:r>
    </w:p>
    <w:p w:rsidR="005B5A03" w:rsidRDefault="005B5A03" w:rsidP="00EF68ED">
      <w:pPr>
        <w:pStyle w:val="ListParagraph"/>
        <w:numPr>
          <w:ilvl w:val="0"/>
          <w:numId w:val="13"/>
        </w:numPr>
      </w:pPr>
      <w:r>
        <w:t xml:space="preserve">INI file name is renamed to Protouch2.ini from </w:t>
      </w:r>
      <w:r w:rsidRPr="00397770">
        <w:t>ShowHubsVIDList</w:t>
      </w:r>
      <w:r>
        <w:t>.ini.</w:t>
      </w:r>
    </w:p>
    <w:p w:rsidR="006A654C" w:rsidRDefault="006A654C" w:rsidP="006A654C">
      <w:pPr>
        <w:pStyle w:val="Heading4"/>
      </w:pPr>
      <w:bookmarkStart w:id="324" w:name="_Toc405999834"/>
      <w:bookmarkStart w:id="325" w:name="_Toc7446087"/>
      <w:r>
        <w:t>Feature Addition</w:t>
      </w:r>
      <w:bookmarkEnd w:id="324"/>
      <w:bookmarkEnd w:id="325"/>
    </w:p>
    <w:p w:rsidR="006A654C" w:rsidRDefault="006A654C" w:rsidP="00EF68ED">
      <w:pPr>
        <w:numPr>
          <w:ilvl w:val="0"/>
          <w:numId w:val="3"/>
        </w:numPr>
      </w:pPr>
      <w:r>
        <w:t>The internal HCE device VID and PID can be changed</w:t>
      </w:r>
    </w:p>
    <w:p w:rsidR="006A654C" w:rsidRDefault="006A654C" w:rsidP="006A654C">
      <w:pPr>
        <w:pStyle w:val="Heading4"/>
      </w:pPr>
      <w:bookmarkStart w:id="326" w:name="_Toc405999835"/>
      <w:bookmarkStart w:id="327" w:name="_Toc7446088"/>
      <w:r>
        <w:t>Bug Fix</w:t>
      </w:r>
      <w:bookmarkEnd w:id="326"/>
      <w:bookmarkEnd w:id="327"/>
    </w:p>
    <w:p w:rsidR="006A654C" w:rsidRPr="00CB5634" w:rsidRDefault="006A654C" w:rsidP="00EF68ED">
      <w:pPr>
        <w:pStyle w:val="ListParagraph"/>
        <w:numPr>
          <w:ilvl w:val="0"/>
          <w:numId w:val="13"/>
        </w:numPr>
      </w:pPr>
      <w:r>
        <w:t>Bug fix in Programming SPI Firmware</w:t>
      </w:r>
    </w:p>
    <w:p w:rsidR="006A654C" w:rsidRDefault="006A654C" w:rsidP="006A654C">
      <w:pPr>
        <w:pStyle w:val="Heading4"/>
      </w:pPr>
      <w:bookmarkStart w:id="328" w:name="_Toc405999836"/>
      <w:bookmarkStart w:id="329" w:name="_Toc7446089"/>
      <w:r>
        <w:t>Known limitations</w:t>
      </w:r>
      <w:bookmarkEnd w:id="328"/>
      <w:bookmarkEnd w:id="329"/>
    </w:p>
    <w:p w:rsidR="006A654C" w:rsidRDefault="006A654C" w:rsidP="00EF68ED">
      <w:pPr>
        <w:pStyle w:val="ListParagraph"/>
        <w:numPr>
          <w:ilvl w:val="0"/>
          <w:numId w:val="3"/>
        </w:numPr>
      </w:pPr>
      <w:r w:rsidRPr="00254A60">
        <w:t xml:space="preserve">The tool supports programming </w:t>
      </w:r>
      <w:r>
        <w:t xml:space="preserve">of only </w:t>
      </w:r>
      <w:r w:rsidRPr="00254A60">
        <w:t xml:space="preserve">one </w:t>
      </w:r>
      <w:r>
        <w:t xml:space="preserve">Microchip </w:t>
      </w:r>
      <w:r w:rsidRPr="00254A60">
        <w:t>device at a time</w:t>
      </w:r>
      <w:r>
        <w:t>.</w:t>
      </w:r>
    </w:p>
    <w:p w:rsidR="006A654C" w:rsidRDefault="006A654C" w:rsidP="00EF68ED">
      <w:pPr>
        <w:pStyle w:val="ListParagraph"/>
        <w:numPr>
          <w:ilvl w:val="0"/>
          <w:numId w:val="3"/>
        </w:numPr>
      </w:pPr>
      <w:r>
        <w:t xml:space="preserve">Admin privilege is required for running the tool. </w:t>
      </w:r>
      <w:r w:rsidRPr="00C60F0B">
        <w:rPr>
          <w:b/>
        </w:rPr>
        <w:t>“Run as administrator”</w:t>
      </w:r>
      <w:r>
        <w:t xml:space="preserve"> needs to be done for running the tool.</w:t>
      </w:r>
    </w:p>
    <w:p w:rsidR="006A654C" w:rsidRDefault="006A654C" w:rsidP="00EF68ED">
      <w:pPr>
        <w:pStyle w:val="ListParagraph"/>
        <w:numPr>
          <w:ilvl w:val="0"/>
          <w:numId w:val="3"/>
        </w:numPr>
      </w:pPr>
      <w:r>
        <w:t>Hub has to be connected before launching the application</w:t>
      </w:r>
    </w:p>
    <w:p w:rsidR="006A654C" w:rsidRDefault="006A654C" w:rsidP="00EF68ED">
      <w:pPr>
        <w:numPr>
          <w:ilvl w:val="0"/>
          <w:numId w:val="3"/>
        </w:numPr>
      </w:pPr>
      <w:r>
        <w:t>Only 1 configuration file can be programmed on each device at one time.</w:t>
      </w:r>
    </w:p>
    <w:p w:rsidR="006A654C" w:rsidRPr="00656F2F" w:rsidRDefault="006A654C" w:rsidP="00EF68ED">
      <w:pPr>
        <w:pStyle w:val="ListParagraph"/>
        <w:numPr>
          <w:ilvl w:val="0"/>
          <w:numId w:val="13"/>
        </w:numPr>
      </w:pPr>
      <w:r w:rsidRPr="00D736CC">
        <w:rPr>
          <w:b/>
        </w:rPr>
        <w:t>If the MCHP device is connected to a XHCI - USB 3.0 controller</w:t>
      </w:r>
      <w:r>
        <w:rPr>
          <w:b/>
        </w:rPr>
        <w:t xml:space="preserve"> or the controller which supports hub to sleep</w:t>
      </w:r>
      <w:r w:rsidRPr="00D736CC">
        <w:rPr>
          <w:b/>
        </w:rPr>
        <w:t>, please connect a pen drive to the MCHP hub to avoid the controller from putting the hub to sleep</w:t>
      </w:r>
      <w:r w:rsidR="00656F2F">
        <w:rPr>
          <w:b/>
        </w:rPr>
        <w:t>.</w:t>
      </w:r>
    </w:p>
    <w:p w:rsidR="001074F6" w:rsidRDefault="001074F6" w:rsidP="001074F6">
      <w:pPr>
        <w:pStyle w:val="Heading3"/>
      </w:pPr>
      <w:bookmarkStart w:id="330" w:name="_Toc7446090"/>
      <w:r>
        <w:t>Graphical User Interface (GUI)</w:t>
      </w:r>
      <w:bookmarkEnd w:id="330"/>
    </w:p>
    <w:p w:rsidR="00271E2B" w:rsidRPr="00271E2B" w:rsidRDefault="00271E2B" w:rsidP="00742BCA">
      <w:r w:rsidRPr="00271E2B">
        <w:t>This is the initial rev of the GUI</w:t>
      </w:r>
      <w:r w:rsidR="001D373E">
        <w:t>.</w:t>
      </w:r>
    </w:p>
    <w:p w:rsidR="001074F6" w:rsidRDefault="001074F6" w:rsidP="001074F6">
      <w:pPr>
        <w:pStyle w:val="Heading4"/>
      </w:pPr>
      <w:bookmarkStart w:id="331" w:name="_Toc7446091"/>
      <w:r>
        <w:t>Known Limitations</w:t>
      </w:r>
      <w:bookmarkEnd w:id="331"/>
    </w:p>
    <w:p w:rsidR="001074F6" w:rsidRDefault="001074F6" w:rsidP="00EF68ED">
      <w:pPr>
        <w:pStyle w:val="ListParagraph"/>
        <w:numPr>
          <w:ilvl w:val="0"/>
          <w:numId w:val="3"/>
        </w:numPr>
      </w:pPr>
      <w:r w:rsidRPr="00254A60">
        <w:t>The tool supports programming</w:t>
      </w:r>
      <w:r w:rsidR="00742BCA">
        <w:t>/configuration</w:t>
      </w:r>
      <w:r w:rsidRPr="00254A60">
        <w:t xml:space="preserve"> </w:t>
      </w:r>
      <w:r>
        <w:t xml:space="preserve">of only </w:t>
      </w:r>
      <w:r w:rsidRPr="00254A60">
        <w:t xml:space="preserve">one </w:t>
      </w:r>
      <w:r>
        <w:t xml:space="preserve">Microchip </w:t>
      </w:r>
      <w:r w:rsidRPr="00254A60">
        <w:t>device at a time</w:t>
      </w:r>
      <w:r>
        <w:t>.</w:t>
      </w:r>
    </w:p>
    <w:p w:rsidR="00301F84" w:rsidRDefault="001074F6" w:rsidP="00EF68ED">
      <w:pPr>
        <w:pStyle w:val="ListParagraph"/>
        <w:numPr>
          <w:ilvl w:val="0"/>
          <w:numId w:val="11"/>
        </w:numPr>
      </w:pPr>
      <w:r>
        <w:t xml:space="preserve">The “Special Features” tab </w:t>
      </w:r>
      <w:r w:rsidR="00301F84">
        <w:t>is not implemented</w:t>
      </w:r>
      <w:r w:rsidR="006076A2">
        <w:t xml:space="preserve"> except for FlexConnect</w:t>
      </w:r>
      <w:r w:rsidR="00301F84">
        <w:t>.</w:t>
      </w:r>
    </w:p>
    <w:p w:rsidR="00C831FA" w:rsidRDefault="00C831FA" w:rsidP="00EF68ED">
      <w:pPr>
        <w:pStyle w:val="ListParagraph"/>
        <w:numPr>
          <w:ilvl w:val="0"/>
          <w:numId w:val="11"/>
        </w:numPr>
      </w:pPr>
      <w:r>
        <w:t xml:space="preserve">Offline support is not available. The device must be connected to the </w:t>
      </w:r>
      <w:r w:rsidR="00A82A8D">
        <w:t>PC on which the tool is running for generating the configuration file. This will be fixed in the next release.</w:t>
      </w:r>
    </w:p>
    <w:p w:rsidR="006076A2" w:rsidRDefault="006076A2" w:rsidP="00EF68ED">
      <w:pPr>
        <w:pStyle w:val="ListParagraph"/>
        <w:numPr>
          <w:ilvl w:val="0"/>
          <w:numId w:val="11"/>
        </w:numPr>
      </w:pPr>
      <w:r>
        <w:t xml:space="preserve"> "Compound Device" widget cannot be disabled in this revision. This will be addressed in next release.</w:t>
      </w:r>
    </w:p>
    <w:p w:rsidR="006076A2" w:rsidRPr="00C831FA" w:rsidRDefault="006076A2" w:rsidP="00EF68ED">
      <w:pPr>
        <w:pStyle w:val="ListParagraph"/>
        <w:numPr>
          <w:ilvl w:val="0"/>
          <w:numId w:val="11"/>
        </w:numPr>
      </w:pPr>
      <w:r>
        <w:t xml:space="preserve"> Hub Max Power for Hub 3.0 will not get program through "Hub Max Power (Self)" and "Hub Max Power (Bus)" widgets. This will be addressed in next release.</w:t>
      </w:r>
    </w:p>
    <w:p w:rsidR="00742BCA" w:rsidRPr="00EC1FAE" w:rsidRDefault="00742BCA" w:rsidP="00EF68ED">
      <w:pPr>
        <w:pStyle w:val="ListParagraph"/>
        <w:numPr>
          <w:ilvl w:val="0"/>
          <w:numId w:val="11"/>
        </w:numPr>
      </w:pPr>
      <w:r w:rsidRPr="00D736CC">
        <w:rPr>
          <w:b/>
        </w:rPr>
        <w:lastRenderedPageBreak/>
        <w:t>If the MCHP device is connected to a XHCI - USB 3.0 controller</w:t>
      </w:r>
      <w:r>
        <w:rPr>
          <w:b/>
        </w:rPr>
        <w:t xml:space="preserve"> or the controller which supports hub to sleep</w:t>
      </w:r>
      <w:r w:rsidRPr="00D736CC">
        <w:rPr>
          <w:b/>
        </w:rPr>
        <w:t>, please connect a pen drive to the MCHP hub to avoid the controller from putting the hub to sleep</w:t>
      </w:r>
      <w:r w:rsidR="005B5A03">
        <w:rPr>
          <w:b/>
        </w:rPr>
        <w:t>.</w:t>
      </w:r>
    </w:p>
    <w:p w:rsidR="00EF48EB" w:rsidRDefault="00EF48EB" w:rsidP="00EF48EB">
      <w:pPr>
        <w:pStyle w:val="Heading3"/>
      </w:pPr>
      <w:bookmarkStart w:id="332" w:name="_Toc7446092"/>
      <w:r>
        <w:t>DLL</w:t>
      </w:r>
      <w:bookmarkEnd w:id="332"/>
    </w:p>
    <w:p w:rsidR="00EF48EB" w:rsidRDefault="00EF48EB" w:rsidP="00EF48EB">
      <w:pPr>
        <w:pStyle w:val="Heading4"/>
      </w:pPr>
      <w:bookmarkStart w:id="333" w:name="_Toc7446093"/>
      <w:r>
        <w:t>Changes</w:t>
      </w:r>
      <w:bookmarkEnd w:id="333"/>
    </w:p>
    <w:p w:rsidR="005B5A03" w:rsidRDefault="005B5A03" w:rsidP="00EF68ED">
      <w:pPr>
        <w:pStyle w:val="ListParagraph"/>
        <w:numPr>
          <w:ilvl w:val="0"/>
          <w:numId w:val="13"/>
        </w:numPr>
      </w:pPr>
      <w:r>
        <w:t>Log file name is renamed to PT2.log from Protouch2log.log.</w:t>
      </w:r>
    </w:p>
    <w:p w:rsidR="005B5A03" w:rsidRDefault="005B5A03" w:rsidP="00EF68ED">
      <w:pPr>
        <w:pStyle w:val="ListParagraph"/>
        <w:numPr>
          <w:ilvl w:val="0"/>
          <w:numId w:val="13"/>
        </w:numPr>
      </w:pPr>
      <w:r>
        <w:t xml:space="preserve">INI file name is renamed to Protouch2.ini from </w:t>
      </w:r>
      <w:r w:rsidRPr="00397770">
        <w:t>ShowHubsVIDList</w:t>
      </w:r>
      <w:r>
        <w:t>.ini.</w:t>
      </w:r>
    </w:p>
    <w:p w:rsidR="00EF48EB" w:rsidRDefault="00EF48EB" w:rsidP="00EF48EB">
      <w:pPr>
        <w:pStyle w:val="Heading4"/>
      </w:pPr>
      <w:bookmarkStart w:id="334" w:name="_Toc7446094"/>
      <w:r>
        <w:t>Feature Addition</w:t>
      </w:r>
      <w:bookmarkEnd w:id="334"/>
    </w:p>
    <w:p w:rsidR="00EF48EB" w:rsidRPr="00904522" w:rsidRDefault="009F67DC" w:rsidP="00EF68ED">
      <w:pPr>
        <w:pStyle w:val="ListParagraph"/>
        <w:numPr>
          <w:ilvl w:val="0"/>
          <w:numId w:val="11"/>
        </w:numPr>
      </w:pPr>
      <w:r>
        <w:t>New Low level API’s are added to access the OTP and SPI memory.</w:t>
      </w:r>
    </w:p>
    <w:p w:rsidR="00EF48EB" w:rsidRDefault="00EF48EB" w:rsidP="00EF48EB">
      <w:pPr>
        <w:pStyle w:val="Heading4"/>
      </w:pPr>
      <w:bookmarkStart w:id="335" w:name="_Toc7446095"/>
      <w:r>
        <w:t>Bug Fix</w:t>
      </w:r>
      <w:bookmarkEnd w:id="335"/>
    </w:p>
    <w:p w:rsidR="00EF48EB" w:rsidRDefault="009F67DC" w:rsidP="00EF68ED">
      <w:pPr>
        <w:pStyle w:val="ListParagraph"/>
        <w:numPr>
          <w:ilvl w:val="0"/>
          <w:numId w:val="11"/>
        </w:numPr>
      </w:pPr>
      <w:r>
        <w:t>None</w:t>
      </w:r>
    </w:p>
    <w:p w:rsidR="00865AB0" w:rsidRPr="00865AB0" w:rsidRDefault="00EF48EB" w:rsidP="00865AB0">
      <w:pPr>
        <w:pStyle w:val="Heading4"/>
      </w:pPr>
      <w:bookmarkStart w:id="336" w:name="_Toc7446096"/>
      <w:r>
        <w:t>Known Limitations</w:t>
      </w:r>
      <w:bookmarkEnd w:id="336"/>
    </w:p>
    <w:p w:rsidR="00865AB0" w:rsidRDefault="00865AB0" w:rsidP="00EF68ED">
      <w:pPr>
        <w:pStyle w:val="ListParagraph"/>
        <w:numPr>
          <w:ilvl w:val="0"/>
          <w:numId w:val="11"/>
        </w:numPr>
      </w:pPr>
      <w:bookmarkStart w:id="337" w:name="_Toc404787145"/>
      <w:bookmarkEnd w:id="4"/>
      <w:bookmarkEnd w:id="5"/>
      <w:r>
        <w:t xml:space="preserve">Admin privilege is required </w:t>
      </w:r>
      <w:r w:rsidR="005C7DA2">
        <w:t xml:space="preserve">for running the </w:t>
      </w:r>
      <w:r>
        <w:t>DLL.</w:t>
      </w:r>
      <w:r w:rsidR="005C7DA2">
        <w:t xml:space="preserve"> It can be achieved through i</w:t>
      </w:r>
      <w:r>
        <w:t xml:space="preserve">f the </w:t>
      </w:r>
      <w:r w:rsidR="005C7DA2">
        <w:t xml:space="preserve">custom </w:t>
      </w:r>
      <w:r>
        <w:t xml:space="preserve">application uses </w:t>
      </w:r>
      <w:r w:rsidR="005C7DA2">
        <w:t xml:space="preserve">the </w:t>
      </w:r>
      <w:r>
        <w:t xml:space="preserve">DLL, then </w:t>
      </w:r>
      <w:r w:rsidR="005C7DA2">
        <w:t xml:space="preserve">the admin privilege is required for </w:t>
      </w:r>
      <w:r>
        <w:t xml:space="preserve">the </w:t>
      </w:r>
      <w:r w:rsidR="005C7DA2">
        <w:t xml:space="preserve">custom </w:t>
      </w:r>
      <w:r>
        <w:t>ap</w:t>
      </w:r>
      <w:r w:rsidR="005C7DA2">
        <w:t>plication.</w:t>
      </w:r>
    </w:p>
    <w:p w:rsidR="00742BCA" w:rsidRPr="00656F2F" w:rsidRDefault="00656F2F" w:rsidP="00EF68ED">
      <w:pPr>
        <w:pStyle w:val="ListParagraph"/>
        <w:numPr>
          <w:ilvl w:val="0"/>
          <w:numId w:val="13"/>
        </w:numPr>
      </w:pPr>
      <w:r w:rsidRPr="00D736CC">
        <w:rPr>
          <w:b/>
        </w:rPr>
        <w:t>If the MCHP device is connected to a XHCI - USB 3.0 controller</w:t>
      </w:r>
      <w:r>
        <w:rPr>
          <w:b/>
        </w:rPr>
        <w:t xml:space="preserve"> or the controller which supports hub to sleep</w:t>
      </w:r>
      <w:r w:rsidRPr="00D736CC">
        <w:rPr>
          <w:b/>
        </w:rPr>
        <w:t>, please connect a pen drive to the MCHP hub to avoid the controller from putting the hub to sleep</w:t>
      </w:r>
      <w:r>
        <w:rPr>
          <w:b/>
        </w:rPr>
        <w:t>.</w:t>
      </w:r>
      <w:r w:rsidR="00742BCA">
        <w:br w:type="page"/>
      </w:r>
    </w:p>
    <w:p w:rsidR="00565A6F" w:rsidRDefault="00565A6F" w:rsidP="00565A6F">
      <w:pPr>
        <w:pStyle w:val="Heading2"/>
      </w:pPr>
      <w:bookmarkStart w:id="338" w:name="_Toc7446097"/>
      <w:r>
        <w:lastRenderedPageBreak/>
        <w:t>Version 0.6</w:t>
      </w:r>
      <w:bookmarkEnd w:id="337"/>
      <w:bookmarkEnd w:id="338"/>
    </w:p>
    <w:p w:rsidR="00565A6F" w:rsidRDefault="00565A6F" w:rsidP="00565A6F">
      <w:pPr>
        <w:pStyle w:val="Heading3"/>
      </w:pPr>
      <w:bookmarkStart w:id="339" w:name="_Toc404787146"/>
      <w:bookmarkStart w:id="340" w:name="_Toc7446098"/>
      <w:r>
        <w:t>Changes in Version 0.6</w:t>
      </w:r>
      <w:bookmarkEnd w:id="339"/>
      <w:bookmarkEnd w:id="340"/>
    </w:p>
    <w:p w:rsidR="00565A6F" w:rsidRPr="00516E5C" w:rsidRDefault="00565A6F" w:rsidP="00565A6F">
      <w:pPr>
        <w:rPr>
          <w:lang w:val="en-GB"/>
        </w:rPr>
      </w:pPr>
      <w:r>
        <w:rPr>
          <w:lang w:val="en-GB"/>
        </w:rPr>
        <w:t>Only the DLL has been updated to V 0.6. The CLI in this release is still at V0.4 – Please refer to Section 8.3 for details on the CLI.</w:t>
      </w:r>
    </w:p>
    <w:p w:rsidR="00565A6F" w:rsidRDefault="00565A6F" w:rsidP="00565A6F">
      <w:pPr>
        <w:pStyle w:val="Heading3"/>
      </w:pPr>
      <w:bookmarkStart w:id="341" w:name="_Toc404787147"/>
      <w:bookmarkStart w:id="342" w:name="_Toc7446099"/>
      <w:r>
        <w:t>Changes &amp; Bug Fixes in DLL</w:t>
      </w:r>
      <w:bookmarkEnd w:id="341"/>
      <w:bookmarkEnd w:id="342"/>
    </w:p>
    <w:p w:rsidR="00565A6F" w:rsidRDefault="00565A6F" w:rsidP="00EF68ED">
      <w:pPr>
        <w:pStyle w:val="ListParagraph"/>
        <w:numPr>
          <w:ilvl w:val="0"/>
          <w:numId w:val="9"/>
        </w:numPr>
      </w:pPr>
      <w:r>
        <w:t xml:space="preserve">Following new API’s </w:t>
      </w:r>
      <w:r w:rsidR="00301F84">
        <w:t>have been</w:t>
      </w:r>
      <w:r>
        <w:t xml:space="preserve"> added to the DLL.</w:t>
      </w:r>
    </w:p>
    <w:p w:rsidR="00565A6F" w:rsidRDefault="00565A6F" w:rsidP="00EF68ED">
      <w:pPr>
        <w:pStyle w:val="ListParagraph"/>
        <w:numPr>
          <w:ilvl w:val="2"/>
          <w:numId w:val="10"/>
        </w:numPr>
      </w:pPr>
      <w:r>
        <w:t xml:space="preserve">MchpUsbGpioGet </w:t>
      </w:r>
    </w:p>
    <w:p w:rsidR="00565A6F" w:rsidRDefault="00565A6F" w:rsidP="00EF68ED">
      <w:pPr>
        <w:pStyle w:val="ListParagraph"/>
        <w:numPr>
          <w:ilvl w:val="2"/>
          <w:numId w:val="10"/>
        </w:numPr>
      </w:pPr>
      <w:r>
        <w:t xml:space="preserve">MchpUsbGpioSet </w:t>
      </w:r>
    </w:p>
    <w:p w:rsidR="00565A6F" w:rsidRDefault="00565A6F" w:rsidP="00EF68ED">
      <w:pPr>
        <w:pStyle w:val="ListParagraph"/>
        <w:numPr>
          <w:ilvl w:val="2"/>
          <w:numId w:val="10"/>
        </w:numPr>
      </w:pPr>
      <w:r>
        <w:t>MchpUsbI2CSetConfig</w:t>
      </w:r>
    </w:p>
    <w:p w:rsidR="00565A6F" w:rsidRDefault="00565A6F" w:rsidP="00EF68ED">
      <w:pPr>
        <w:pStyle w:val="ListParagraph"/>
        <w:numPr>
          <w:ilvl w:val="2"/>
          <w:numId w:val="10"/>
        </w:numPr>
      </w:pPr>
      <w:r>
        <w:t xml:space="preserve">MchpUsbI2CRead </w:t>
      </w:r>
    </w:p>
    <w:p w:rsidR="00565A6F" w:rsidRDefault="00565A6F" w:rsidP="00EF68ED">
      <w:pPr>
        <w:pStyle w:val="ListParagraph"/>
        <w:numPr>
          <w:ilvl w:val="2"/>
          <w:numId w:val="10"/>
        </w:numPr>
      </w:pPr>
      <w:r>
        <w:t xml:space="preserve">MchpUsbI2CWrite </w:t>
      </w:r>
    </w:p>
    <w:p w:rsidR="00565A6F" w:rsidRDefault="00565A6F" w:rsidP="00EF68ED">
      <w:pPr>
        <w:pStyle w:val="ListParagraph"/>
        <w:numPr>
          <w:ilvl w:val="2"/>
          <w:numId w:val="10"/>
        </w:numPr>
      </w:pPr>
      <w:r>
        <w:t xml:space="preserve">MchpUsbI2CTransfer </w:t>
      </w:r>
    </w:p>
    <w:p w:rsidR="00565A6F" w:rsidRDefault="00565A6F" w:rsidP="00EF68ED">
      <w:pPr>
        <w:pStyle w:val="ListParagraph"/>
        <w:numPr>
          <w:ilvl w:val="2"/>
          <w:numId w:val="10"/>
        </w:numPr>
      </w:pPr>
      <w:r w:rsidRPr="00B412AE">
        <w:t>MchpUsbOpenID</w:t>
      </w:r>
    </w:p>
    <w:p w:rsidR="00565A6F" w:rsidRDefault="00565A6F" w:rsidP="00EF68ED">
      <w:pPr>
        <w:pStyle w:val="ListParagraph"/>
        <w:numPr>
          <w:ilvl w:val="0"/>
          <w:numId w:val="9"/>
        </w:numPr>
      </w:pPr>
      <w:r w:rsidRPr="00B412AE">
        <w:t>bVSMInstal</w:t>
      </w:r>
      <w:r>
        <w:t xml:space="preserve">l and </w:t>
      </w:r>
      <w:r w:rsidRPr="00B412AE">
        <w:t>iRestartDelay</w:t>
      </w:r>
      <w:r>
        <w:t xml:space="preserve"> arguments are removed from </w:t>
      </w:r>
      <w:r w:rsidRPr="006C3EED">
        <w:rPr>
          <w:b/>
        </w:rPr>
        <w:t>MchpUsbOpen</w:t>
      </w:r>
      <w:r>
        <w:t xml:space="preserve"> API. Those flags should be configured in the ShowHubsVIDList.ini file.</w:t>
      </w:r>
    </w:p>
    <w:p w:rsidR="00565A6F" w:rsidRPr="003F58E4" w:rsidRDefault="00565A6F" w:rsidP="00EF68ED">
      <w:pPr>
        <w:pStyle w:val="ListParagraph"/>
        <w:numPr>
          <w:ilvl w:val="0"/>
          <w:numId w:val="9"/>
        </w:numPr>
      </w:pPr>
      <w:bookmarkStart w:id="343" w:name="_Toc404787148"/>
      <w:r w:rsidRPr="003F58E4">
        <w:t>Argument pchInputFileNa</w:t>
      </w:r>
      <w:r>
        <w:t xml:space="preserve">me of MchpProgramFileWithSerial API </w:t>
      </w:r>
      <w:r w:rsidRPr="003F58E4">
        <w:t>has been made as optional.</w:t>
      </w:r>
    </w:p>
    <w:p w:rsidR="00565A6F" w:rsidRPr="003F58E4" w:rsidRDefault="00565A6F" w:rsidP="00EF68ED">
      <w:pPr>
        <w:pStyle w:val="ListParagraph"/>
        <w:numPr>
          <w:ilvl w:val="0"/>
          <w:numId w:val="9"/>
        </w:numPr>
      </w:pPr>
      <w:r w:rsidRPr="003F58E4">
        <w:t>Argument of MchpUsbGetLastErr has been changed to “HANDLE” from hub_index.</w:t>
      </w:r>
    </w:p>
    <w:p w:rsidR="00565A6F" w:rsidRDefault="00565A6F" w:rsidP="00565A6F">
      <w:pPr>
        <w:pStyle w:val="Heading3"/>
      </w:pPr>
      <w:bookmarkStart w:id="344" w:name="_Toc7446100"/>
      <w:r>
        <w:t>Known Limitations</w:t>
      </w:r>
      <w:bookmarkEnd w:id="343"/>
      <w:bookmarkEnd w:id="344"/>
    </w:p>
    <w:p w:rsidR="00565A6F" w:rsidRDefault="00565A6F" w:rsidP="00EF68ED">
      <w:pPr>
        <w:pStyle w:val="ListParagraph"/>
        <w:numPr>
          <w:ilvl w:val="0"/>
          <w:numId w:val="3"/>
        </w:numPr>
      </w:pPr>
      <w:r w:rsidRPr="00254A60">
        <w:t xml:space="preserve">The tool supports programming </w:t>
      </w:r>
      <w:r>
        <w:t xml:space="preserve">of only </w:t>
      </w:r>
      <w:r w:rsidRPr="00254A60">
        <w:t xml:space="preserve">one </w:t>
      </w:r>
      <w:r>
        <w:t xml:space="preserve">Microchip </w:t>
      </w:r>
      <w:r w:rsidRPr="00254A60">
        <w:t>device at a time</w:t>
      </w:r>
      <w:r>
        <w:t>.</w:t>
      </w:r>
    </w:p>
    <w:p w:rsidR="00565A6F" w:rsidRDefault="00565A6F" w:rsidP="00EF68ED">
      <w:pPr>
        <w:pStyle w:val="ListParagraph"/>
        <w:numPr>
          <w:ilvl w:val="0"/>
          <w:numId w:val="3"/>
        </w:numPr>
      </w:pPr>
      <w:r>
        <w:t xml:space="preserve">Admin privilege is required for running the tool. </w:t>
      </w:r>
      <w:r w:rsidRPr="00C60F0B">
        <w:rPr>
          <w:b/>
        </w:rPr>
        <w:t>“Run as administrator”</w:t>
      </w:r>
      <w:r>
        <w:t xml:space="preserve"> needs to be done for running the tool.</w:t>
      </w:r>
    </w:p>
    <w:p w:rsidR="00565A6F" w:rsidRDefault="00565A6F" w:rsidP="00EF68ED">
      <w:pPr>
        <w:pStyle w:val="ListParagraph"/>
        <w:numPr>
          <w:ilvl w:val="0"/>
          <w:numId w:val="3"/>
        </w:numPr>
      </w:pPr>
      <w:r>
        <w:t>GUI is not available. Only command line version is available.</w:t>
      </w:r>
    </w:p>
    <w:p w:rsidR="00565A6F" w:rsidRDefault="00565A6F" w:rsidP="00EF68ED">
      <w:pPr>
        <w:pStyle w:val="ListParagraph"/>
        <w:numPr>
          <w:ilvl w:val="0"/>
          <w:numId w:val="3"/>
        </w:numPr>
      </w:pPr>
      <w:r>
        <w:t>Hub has to be connected before launching the application</w:t>
      </w:r>
    </w:p>
    <w:p w:rsidR="00565A6F" w:rsidRDefault="00565A6F" w:rsidP="00EF68ED">
      <w:pPr>
        <w:numPr>
          <w:ilvl w:val="0"/>
          <w:numId w:val="3"/>
        </w:numPr>
      </w:pPr>
      <w:r>
        <w:t>Only 1 configuration file can be programmed on each device at one time.</w:t>
      </w:r>
    </w:p>
    <w:p w:rsidR="00565A6F" w:rsidRDefault="00565A6F" w:rsidP="00EF68ED">
      <w:pPr>
        <w:numPr>
          <w:ilvl w:val="0"/>
          <w:numId w:val="3"/>
        </w:numPr>
      </w:pPr>
      <w:r>
        <w:t>The internal HCE device VID and PID should not be changed.</w:t>
      </w:r>
    </w:p>
    <w:p w:rsidR="00565A6F" w:rsidRPr="00D736CC" w:rsidRDefault="00565A6F" w:rsidP="00EF68ED">
      <w:pPr>
        <w:numPr>
          <w:ilvl w:val="0"/>
          <w:numId w:val="3"/>
        </w:numPr>
        <w:rPr>
          <w:b/>
        </w:rPr>
      </w:pPr>
      <w:r w:rsidRPr="00D736CC">
        <w:rPr>
          <w:b/>
        </w:rPr>
        <w:t>If the MCHP device is connected to a XHCI - USB 3.0 controller</w:t>
      </w:r>
      <w:r>
        <w:rPr>
          <w:b/>
        </w:rPr>
        <w:t xml:space="preserve"> or the controller which supports hub to sleep</w:t>
      </w:r>
      <w:r w:rsidRPr="00D736CC">
        <w:rPr>
          <w:b/>
        </w:rPr>
        <w:t>, please connect a pen drive to the MCHP hub to avoid the controller from putting the hub to sleep</w:t>
      </w:r>
      <w:r>
        <w:rPr>
          <w:b/>
        </w:rPr>
        <w:t>.</w:t>
      </w:r>
    </w:p>
    <w:p w:rsidR="00565A6F" w:rsidRPr="009159F9" w:rsidRDefault="00565A6F" w:rsidP="00565A6F">
      <w:pPr>
        <w:rPr>
          <w:b/>
          <w:lang w:val="en-GB"/>
        </w:rPr>
      </w:pPr>
    </w:p>
    <w:p w:rsidR="00742BCA" w:rsidRDefault="00742BCA">
      <w:pPr>
        <w:rPr>
          <w:rFonts w:ascii="Arial" w:hAnsi="Arial" w:cs="Arial"/>
          <w:b/>
          <w:bCs/>
          <w:i/>
          <w:iCs/>
          <w:sz w:val="28"/>
          <w:szCs w:val="28"/>
          <w:lang w:val="en-GB"/>
        </w:rPr>
      </w:pPr>
      <w:bookmarkStart w:id="345" w:name="_Toc404787149"/>
      <w:r>
        <w:br w:type="page"/>
      </w:r>
    </w:p>
    <w:p w:rsidR="00565A6F" w:rsidRDefault="00565A6F" w:rsidP="00565A6F">
      <w:pPr>
        <w:pStyle w:val="Heading2"/>
      </w:pPr>
      <w:bookmarkStart w:id="346" w:name="_Toc7446101"/>
      <w:r>
        <w:lastRenderedPageBreak/>
        <w:t>Version 0.5</w:t>
      </w:r>
      <w:bookmarkEnd w:id="345"/>
      <w:bookmarkEnd w:id="346"/>
    </w:p>
    <w:p w:rsidR="00565A6F" w:rsidRDefault="00565A6F" w:rsidP="00565A6F">
      <w:pPr>
        <w:pStyle w:val="Heading3"/>
      </w:pPr>
      <w:bookmarkStart w:id="347" w:name="_Toc404787150"/>
      <w:bookmarkStart w:id="348" w:name="_Toc7446102"/>
      <w:r>
        <w:t>Changes in Version 0.5</w:t>
      </w:r>
      <w:bookmarkEnd w:id="347"/>
      <w:bookmarkEnd w:id="348"/>
    </w:p>
    <w:p w:rsidR="00565A6F" w:rsidRPr="00516E5C" w:rsidRDefault="00565A6F" w:rsidP="00565A6F">
      <w:pPr>
        <w:rPr>
          <w:lang w:val="en-GB"/>
        </w:rPr>
      </w:pPr>
      <w:r>
        <w:rPr>
          <w:lang w:val="en-GB"/>
        </w:rPr>
        <w:t xml:space="preserve">Only the DLL has </w:t>
      </w:r>
      <w:r w:rsidRPr="007A748F">
        <w:rPr>
          <w:noProof/>
          <w:lang w:val="en-GB"/>
        </w:rPr>
        <w:t>been updated</w:t>
      </w:r>
      <w:r>
        <w:rPr>
          <w:lang w:val="en-GB"/>
        </w:rPr>
        <w:t xml:space="preserve"> to V 0.5. The CLI in this release is still at V0.4 – Please refer to Section 8.2 for details on the CLI.</w:t>
      </w:r>
    </w:p>
    <w:p w:rsidR="00565A6F" w:rsidRDefault="00565A6F" w:rsidP="00565A6F">
      <w:pPr>
        <w:pStyle w:val="Heading3"/>
      </w:pPr>
      <w:bookmarkStart w:id="349" w:name="_Toc404787151"/>
      <w:bookmarkStart w:id="350" w:name="_Toc7446103"/>
      <w:r>
        <w:t>Changes &amp; Bug Fixes in DLL</w:t>
      </w:r>
      <w:bookmarkEnd w:id="349"/>
      <w:bookmarkEnd w:id="350"/>
    </w:p>
    <w:p w:rsidR="00565A6F" w:rsidRPr="00B10C40" w:rsidRDefault="00565A6F" w:rsidP="00EF68ED">
      <w:pPr>
        <w:pStyle w:val="ListParagraph"/>
        <w:numPr>
          <w:ilvl w:val="0"/>
          <w:numId w:val="9"/>
        </w:numPr>
      </w:pPr>
      <w:r>
        <w:t>None</w:t>
      </w:r>
    </w:p>
    <w:p w:rsidR="00565A6F" w:rsidRDefault="00565A6F" w:rsidP="00565A6F">
      <w:pPr>
        <w:pStyle w:val="Heading3"/>
      </w:pPr>
      <w:bookmarkStart w:id="351" w:name="_Toc404787152"/>
      <w:bookmarkStart w:id="352" w:name="_Toc7446104"/>
      <w:r>
        <w:t>Known Limitations</w:t>
      </w:r>
      <w:bookmarkEnd w:id="351"/>
      <w:bookmarkEnd w:id="352"/>
    </w:p>
    <w:p w:rsidR="00565A6F" w:rsidRDefault="00565A6F" w:rsidP="00EF68ED">
      <w:pPr>
        <w:pStyle w:val="ListParagraph"/>
        <w:numPr>
          <w:ilvl w:val="0"/>
          <w:numId w:val="3"/>
        </w:numPr>
      </w:pPr>
      <w:r w:rsidRPr="00254A60">
        <w:t xml:space="preserve">The tool supports programming </w:t>
      </w:r>
      <w:r>
        <w:t xml:space="preserve">of only </w:t>
      </w:r>
      <w:r w:rsidRPr="00254A60">
        <w:t xml:space="preserve">one </w:t>
      </w:r>
      <w:r>
        <w:t xml:space="preserve">Microchip </w:t>
      </w:r>
      <w:r w:rsidRPr="00254A60">
        <w:t>device at a time</w:t>
      </w:r>
      <w:r>
        <w:t>.</w:t>
      </w:r>
    </w:p>
    <w:p w:rsidR="00565A6F" w:rsidRDefault="00565A6F" w:rsidP="00EF68ED">
      <w:pPr>
        <w:pStyle w:val="ListParagraph"/>
        <w:numPr>
          <w:ilvl w:val="0"/>
          <w:numId w:val="3"/>
        </w:numPr>
      </w:pPr>
      <w:r>
        <w:t xml:space="preserve">Admin privilege </w:t>
      </w:r>
      <w:r w:rsidRPr="007A748F">
        <w:rPr>
          <w:noProof/>
        </w:rPr>
        <w:t>is required</w:t>
      </w:r>
      <w:r>
        <w:t xml:space="preserve"> for running the tool. </w:t>
      </w:r>
      <w:r w:rsidRPr="00C60F0B">
        <w:rPr>
          <w:b/>
        </w:rPr>
        <w:t>“Run as administrator”</w:t>
      </w:r>
      <w:r>
        <w:t xml:space="preserve"> needs to be done for running the tool.</w:t>
      </w:r>
    </w:p>
    <w:p w:rsidR="00565A6F" w:rsidRDefault="00565A6F" w:rsidP="00EF68ED">
      <w:pPr>
        <w:pStyle w:val="ListParagraph"/>
        <w:numPr>
          <w:ilvl w:val="0"/>
          <w:numId w:val="3"/>
        </w:numPr>
      </w:pPr>
      <w:r>
        <w:t>GUI is not available. Only command line version is available.</w:t>
      </w:r>
    </w:p>
    <w:p w:rsidR="00565A6F" w:rsidRDefault="00565A6F" w:rsidP="00EF68ED">
      <w:pPr>
        <w:pStyle w:val="ListParagraph"/>
        <w:numPr>
          <w:ilvl w:val="0"/>
          <w:numId w:val="3"/>
        </w:numPr>
      </w:pPr>
      <w:r>
        <w:t xml:space="preserve">Hub has to </w:t>
      </w:r>
      <w:r w:rsidRPr="007A748F">
        <w:rPr>
          <w:noProof/>
        </w:rPr>
        <w:t>be connected</w:t>
      </w:r>
      <w:r>
        <w:t xml:space="preserve"> before launching the application</w:t>
      </w:r>
    </w:p>
    <w:p w:rsidR="00565A6F" w:rsidRDefault="00565A6F" w:rsidP="00EF68ED">
      <w:pPr>
        <w:numPr>
          <w:ilvl w:val="0"/>
          <w:numId w:val="3"/>
        </w:numPr>
      </w:pPr>
      <w:r>
        <w:t xml:space="preserve">Only 1 configuration file can </w:t>
      </w:r>
      <w:r w:rsidRPr="007A748F">
        <w:rPr>
          <w:noProof/>
        </w:rPr>
        <w:t>be programmed</w:t>
      </w:r>
      <w:r>
        <w:t xml:space="preserve"> on each device at one time.</w:t>
      </w:r>
    </w:p>
    <w:p w:rsidR="00565A6F" w:rsidRDefault="00565A6F" w:rsidP="00EF68ED">
      <w:pPr>
        <w:numPr>
          <w:ilvl w:val="0"/>
          <w:numId w:val="3"/>
        </w:numPr>
      </w:pPr>
      <w:r>
        <w:t xml:space="preserve">The internal HCE device VID and PID should not </w:t>
      </w:r>
      <w:r w:rsidRPr="007A748F">
        <w:rPr>
          <w:noProof/>
        </w:rPr>
        <w:t>be changed</w:t>
      </w:r>
      <w:r>
        <w:t>.</w:t>
      </w:r>
    </w:p>
    <w:p w:rsidR="00565A6F" w:rsidRPr="00D736CC" w:rsidRDefault="00565A6F" w:rsidP="00EF68ED">
      <w:pPr>
        <w:numPr>
          <w:ilvl w:val="0"/>
          <w:numId w:val="3"/>
        </w:numPr>
        <w:rPr>
          <w:b/>
        </w:rPr>
      </w:pPr>
      <w:r w:rsidRPr="00D736CC">
        <w:rPr>
          <w:b/>
        </w:rPr>
        <w:t xml:space="preserve">If the MCHP device </w:t>
      </w:r>
      <w:r w:rsidRPr="007A748F">
        <w:rPr>
          <w:b/>
          <w:noProof/>
        </w:rPr>
        <w:t>is connected</w:t>
      </w:r>
      <w:r w:rsidRPr="00D736CC">
        <w:rPr>
          <w:b/>
        </w:rPr>
        <w:t xml:space="preserve"> to a XHCI - USB 3.0 controller</w:t>
      </w:r>
      <w:r>
        <w:rPr>
          <w:b/>
        </w:rPr>
        <w:t xml:space="preserve"> or the controller which supports hub to sleep</w:t>
      </w:r>
      <w:r w:rsidRPr="00D736CC">
        <w:rPr>
          <w:b/>
        </w:rPr>
        <w:t xml:space="preserve">, please </w:t>
      </w:r>
      <w:r w:rsidRPr="007A748F">
        <w:rPr>
          <w:b/>
          <w:noProof/>
        </w:rPr>
        <w:t>connect a</w:t>
      </w:r>
      <w:r w:rsidRPr="00D736CC">
        <w:rPr>
          <w:b/>
        </w:rPr>
        <w:t xml:space="preserve"> pen drive to the MCHP hub to avoid the controller from putting the hub to sleep</w:t>
      </w:r>
      <w:r>
        <w:rPr>
          <w:b/>
        </w:rPr>
        <w:t>.</w:t>
      </w:r>
    </w:p>
    <w:p w:rsidR="00565A6F" w:rsidRPr="00B70BFB" w:rsidRDefault="00565A6F" w:rsidP="00565A6F">
      <w:pPr>
        <w:rPr>
          <w:lang w:val="en-GB"/>
        </w:rPr>
      </w:pPr>
    </w:p>
    <w:p w:rsidR="00742BCA" w:rsidRDefault="00742BCA">
      <w:pPr>
        <w:rPr>
          <w:rFonts w:ascii="Arial" w:hAnsi="Arial" w:cs="Arial"/>
          <w:b/>
          <w:bCs/>
          <w:i/>
          <w:iCs/>
          <w:sz w:val="28"/>
          <w:szCs w:val="28"/>
          <w:lang w:val="en-GB"/>
        </w:rPr>
      </w:pPr>
      <w:bookmarkStart w:id="353" w:name="_Toc404787153"/>
      <w:r>
        <w:br w:type="page"/>
      </w:r>
    </w:p>
    <w:p w:rsidR="00565A6F" w:rsidRDefault="00565A6F" w:rsidP="00565A6F">
      <w:pPr>
        <w:pStyle w:val="Heading2"/>
      </w:pPr>
      <w:bookmarkStart w:id="354" w:name="_Toc7446105"/>
      <w:r>
        <w:lastRenderedPageBreak/>
        <w:t>Version 0.4</w:t>
      </w:r>
      <w:bookmarkEnd w:id="353"/>
      <w:bookmarkEnd w:id="354"/>
    </w:p>
    <w:p w:rsidR="00565A6F" w:rsidRDefault="00565A6F" w:rsidP="00565A6F">
      <w:pPr>
        <w:pStyle w:val="Heading3"/>
      </w:pPr>
      <w:bookmarkStart w:id="355" w:name="_Toc404787154"/>
      <w:bookmarkStart w:id="356" w:name="_Toc7446106"/>
      <w:r>
        <w:t>Changes in Version 0.4</w:t>
      </w:r>
      <w:bookmarkEnd w:id="355"/>
      <w:bookmarkEnd w:id="356"/>
    </w:p>
    <w:p w:rsidR="00565A6F" w:rsidRPr="00516E5C" w:rsidRDefault="00565A6F" w:rsidP="00565A6F">
      <w:pPr>
        <w:rPr>
          <w:lang w:val="en-GB"/>
        </w:rPr>
      </w:pPr>
      <w:r>
        <w:rPr>
          <w:lang w:val="en-GB"/>
        </w:rPr>
        <w:t>Both CLI and DLL have been updated to 0.4 in this release.</w:t>
      </w:r>
    </w:p>
    <w:p w:rsidR="00565A6F" w:rsidRPr="00516E5C" w:rsidRDefault="00565A6F" w:rsidP="00565A6F">
      <w:pPr>
        <w:pStyle w:val="Heading3"/>
      </w:pPr>
      <w:bookmarkStart w:id="357" w:name="_Toc404787155"/>
      <w:bookmarkStart w:id="358" w:name="_Toc7446107"/>
      <w:r>
        <w:t>Changes &amp; Bug Fixes in CLI</w:t>
      </w:r>
      <w:bookmarkEnd w:id="357"/>
      <w:bookmarkEnd w:id="358"/>
    </w:p>
    <w:p w:rsidR="00565A6F" w:rsidRDefault="00565A6F" w:rsidP="00EF68ED">
      <w:pPr>
        <w:numPr>
          <w:ilvl w:val="0"/>
          <w:numId w:val="3"/>
        </w:numPr>
      </w:pPr>
      <w:r>
        <w:t>Hub index selection was not available if several MCHP hubs are connected. This is fixed in this release.</w:t>
      </w:r>
    </w:p>
    <w:p w:rsidR="00565A6F" w:rsidRDefault="00565A6F" w:rsidP="00EF68ED">
      <w:pPr>
        <w:pStyle w:val="ListParagraph"/>
        <w:numPr>
          <w:ilvl w:val="0"/>
          <w:numId w:val="3"/>
        </w:numPr>
      </w:pPr>
      <w:r>
        <w:t>The tool assumed that only one Microchip hub is present in the system and programs the Hub at index 0. This is fixed in this release by having a tree view and hub index that needs to be provided for identifying the device that has to be programmed.</w:t>
      </w:r>
    </w:p>
    <w:p w:rsidR="00565A6F" w:rsidRDefault="00565A6F" w:rsidP="00EF68ED">
      <w:pPr>
        <w:pStyle w:val="ListParagraph"/>
        <w:numPr>
          <w:ilvl w:val="0"/>
          <w:numId w:val="3"/>
        </w:numPr>
      </w:pPr>
      <w:r>
        <w:t>Added support to verify hub configuration parameters like VID, PID &amp; Strings.</w:t>
      </w:r>
    </w:p>
    <w:p w:rsidR="00565A6F" w:rsidRDefault="00565A6F" w:rsidP="00EF68ED">
      <w:pPr>
        <w:pStyle w:val="ListParagraph"/>
        <w:numPr>
          <w:ilvl w:val="0"/>
          <w:numId w:val="3"/>
        </w:numPr>
      </w:pPr>
      <w:r>
        <w:t>Device specific VSM driver will be installed only if “/iv” command line argument is present.</w:t>
      </w:r>
    </w:p>
    <w:p w:rsidR="00565A6F" w:rsidRDefault="00565A6F" w:rsidP="00EF68ED">
      <w:pPr>
        <w:pStyle w:val="ListParagraph"/>
        <w:numPr>
          <w:ilvl w:val="0"/>
          <w:numId w:val="3"/>
        </w:numPr>
      </w:pPr>
      <w:r>
        <w:t>Serial number programming support is added.</w:t>
      </w:r>
    </w:p>
    <w:p w:rsidR="00565A6F" w:rsidRDefault="00565A6F" w:rsidP="00EF68ED">
      <w:pPr>
        <w:pStyle w:val="ListParagraph"/>
        <w:numPr>
          <w:ilvl w:val="0"/>
          <w:numId w:val="3"/>
        </w:numPr>
      </w:pPr>
      <w:r>
        <w:t>All command formats are changed to short formats like beginning with “/”.</w:t>
      </w:r>
    </w:p>
    <w:p w:rsidR="00565A6F" w:rsidRDefault="00565A6F" w:rsidP="00EF68ED">
      <w:pPr>
        <w:pStyle w:val="ListParagraph"/>
        <w:numPr>
          <w:ilvl w:val="0"/>
          <w:numId w:val="3"/>
        </w:numPr>
      </w:pPr>
      <w:r>
        <w:t>Added support to read the SPI Flash.</w:t>
      </w:r>
    </w:p>
    <w:p w:rsidR="00565A6F" w:rsidRDefault="00565A6F" w:rsidP="00565A6F">
      <w:pPr>
        <w:pStyle w:val="Heading3"/>
      </w:pPr>
      <w:bookmarkStart w:id="359" w:name="_Toc404787156"/>
      <w:bookmarkStart w:id="360" w:name="_Toc7446108"/>
      <w:r>
        <w:t>Changes &amp; Bug Fixes in DLL</w:t>
      </w:r>
      <w:bookmarkEnd w:id="359"/>
      <w:bookmarkEnd w:id="360"/>
    </w:p>
    <w:p w:rsidR="00565A6F" w:rsidRDefault="00565A6F" w:rsidP="00EF68ED">
      <w:pPr>
        <w:pStyle w:val="ListParagraph"/>
        <w:numPr>
          <w:ilvl w:val="0"/>
          <w:numId w:val="3"/>
        </w:numPr>
      </w:pPr>
      <w:r w:rsidRPr="006C7990">
        <w:t>MchpUsbGetAllHubs</w:t>
      </w:r>
      <w:r>
        <w:t xml:space="preserve"> API is modified to find out the tree view and hub index that needs to be provided for identifying the device that has to be programmed.</w:t>
      </w:r>
    </w:p>
    <w:p w:rsidR="00565A6F" w:rsidRPr="00E12D50" w:rsidRDefault="00565A6F" w:rsidP="00EF68ED">
      <w:pPr>
        <w:pStyle w:val="ListParagraph"/>
        <w:numPr>
          <w:ilvl w:val="0"/>
          <w:numId w:val="3"/>
        </w:numPr>
        <w:autoSpaceDE w:val="0"/>
        <w:autoSpaceDN w:val="0"/>
        <w:adjustRightInd w:val="0"/>
      </w:pPr>
      <w:r w:rsidRPr="00E12D50">
        <w:t>MchpVerifyWidgetValues</w:t>
      </w:r>
      <w:r>
        <w:t xml:space="preserve"> API is added to verify hub configuration parameters.</w:t>
      </w:r>
    </w:p>
    <w:p w:rsidR="00565A6F" w:rsidRDefault="00565A6F" w:rsidP="00565A6F">
      <w:pPr>
        <w:pStyle w:val="Heading3"/>
      </w:pPr>
      <w:bookmarkStart w:id="361" w:name="_Toc404787157"/>
      <w:bookmarkStart w:id="362" w:name="_Toc7446109"/>
      <w:r>
        <w:t>Known Limitations</w:t>
      </w:r>
      <w:bookmarkEnd w:id="361"/>
      <w:bookmarkEnd w:id="362"/>
    </w:p>
    <w:p w:rsidR="00565A6F" w:rsidRDefault="00565A6F" w:rsidP="00EF68ED">
      <w:pPr>
        <w:pStyle w:val="ListParagraph"/>
        <w:numPr>
          <w:ilvl w:val="0"/>
          <w:numId w:val="3"/>
        </w:numPr>
      </w:pPr>
      <w:r w:rsidRPr="00254A60">
        <w:t xml:space="preserve">The tool supports programming </w:t>
      </w:r>
      <w:r>
        <w:t xml:space="preserve">of only </w:t>
      </w:r>
      <w:r w:rsidRPr="00254A60">
        <w:t xml:space="preserve">one </w:t>
      </w:r>
      <w:r>
        <w:t xml:space="preserve">Microchip </w:t>
      </w:r>
      <w:r w:rsidRPr="00254A60">
        <w:t>device at a time</w:t>
      </w:r>
      <w:r>
        <w:t>.</w:t>
      </w:r>
    </w:p>
    <w:p w:rsidR="00565A6F" w:rsidRDefault="00565A6F" w:rsidP="00EF68ED">
      <w:pPr>
        <w:pStyle w:val="ListParagraph"/>
        <w:numPr>
          <w:ilvl w:val="0"/>
          <w:numId w:val="3"/>
        </w:numPr>
      </w:pPr>
      <w:r>
        <w:t xml:space="preserve">Admin privilege is required for running the tool. </w:t>
      </w:r>
      <w:r w:rsidRPr="00C60F0B">
        <w:rPr>
          <w:b/>
        </w:rPr>
        <w:t>“Run as administrator”</w:t>
      </w:r>
      <w:r>
        <w:t xml:space="preserve"> needs to be done for running the tool.</w:t>
      </w:r>
    </w:p>
    <w:p w:rsidR="00565A6F" w:rsidRDefault="00565A6F" w:rsidP="00EF68ED">
      <w:pPr>
        <w:pStyle w:val="ListParagraph"/>
        <w:numPr>
          <w:ilvl w:val="0"/>
          <w:numId w:val="3"/>
        </w:numPr>
      </w:pPr>
      <w:r>
        <w:t>GUI is not available. Only command line version is available.</w:t>
      </w:r>
    </w:p>
    <w:p w:rsidR="00565A6F" w:rsidRDefault="00565A6F" w:rsidP="00EF68ED">
      <w:pPr>
        <w:pStyle w:val="ListParagraph"/>
        <w:numPr>
          <w:ilvl w:val="0"/>
          <w:numId w:val="3"/>
        </w:numPr>
      </w:pPr>
      <w:r>
        <w:t>Hub has to be connected before launching the application</w:t>
      </w:r>
    </w:p>
    <w:p w:rsidR="00565A6F" w:rsidRDefault="00565A6F" w:rsidP="00EF68ED">
      <w:pPr>
        <w:numPr>
          <w:ilvl w:val="0"/>
          <w:numId w:val="3"/>
        </w:numPr>
      </w:pPr>
      <w:r>
        <w:t>Only 1 configuration file can be programmed on each device at one time.</w:t>
      </w:r>
    </w:p>
    <w:p w:rsidR="00565A6F" w:rsidRDefault="00565A6F" w:rsidP="00EF68ED">
      <w:pPr>
        <w:numPr>
          <w:ilvl w:val="0"/>
          <w:numId w:val="3"/>
        </w:numPr>
      </w:pPr>
      <w:r>
        <w:t>The internal HCE device VID and PID should not be changed.</w:t>
      </w:r>
    </w:p>
    <w:p w:rsidR="00565A6F" w:rsidRPr="00D736CC" w:rsidRDefault="00565A6F" w:rsidP="00EF68ED">
      <w:pPr>
        <w:numPr>
          <w:ilvl w:val="0"/>
          <w:numId w:val="3"/>
        </w:numPr>
        <w:rPr>
          <w:b/>
        </w:rPr>
      </w:pPr>
      <w:r w:rsidRPr="00D736CC">
        <w:rPr>
          <w:b/>
        </w:rPr>
        <w:t>If the MCHP device is connected to a XHCI - USB 3.0 controller</w:t>
      </w:r>
      <w:r>
        <w:rPr>
          <w:b/>
        </w:rPr>
        <w:t xml:space="preserve"> or the controller which supports hub to sleep</w:t>
      </w:r>
      <w:r w:rsidRPr="00D736CC">
        <w:rPr>
          <w:b/>
        </w:rPr>
        <w:t>, please connect a pen drive to the MCHP hub to avoid the controller from putting the hub to sleep</w:t>
      </w:r>
      <w:r>
        <w:rPr>
          <w:b/>
        </w:rPr>
        <w:t>.</w:t>
      </w:r>
    </w:p>
    <w:p w:rsidR="00742BCA" w:rsidRDefault="00742BCA">
      <w:pPr>
        <w:rPr>
          <w:rFonts w:ascii="Arial" w:hAnsi="Arial" w:cs="Arial"/>
          <w:b/>
          <w:bCs/>
          <w:i/>
          <w:iCs/>
          <w:sz w:val="28"/>
          <w:szCs w:val="28"/>
          <w:lang w:val="en-GB"/>
        </w:rPr>
      </w:pPr>
      <w:bookmarkStart w:id="363" w:name="_Toc404787158"/>
      <w:r>
        <w:br w:type="page"/>
      </w:r>
    </w:p>
    <w:p w:rsidR="00565A6F" w:rsidRDefault="00565A6F" w:rsidP="00565A6F">
      <w:pPr>
        <w:pStyle w:val="Heading2"/>
      </w:pPr>
      <w:bookmarkStart w:id="364" w:name="_Toc7446110"/>
      <w:r>
        <w:lastRenderedPageBreak/>
        <w:t>Version 0.3</w:t>
      </w:r>
      <w:bookmarkEnd w:id="363"/>
      <w:bookmarkEnd w:id="364"/>
    </w:p>
    <w:p w:rsidR="00565A6F" w:rsidRDefault="00565A6F" w:rsidP="00565A6F">
      <w:pPr>
        <w:pStyle w:val="Heading3"/>
      </w:pPr>
      <w:bookmarkStart w:id="365" w:name="_Toc404787159"/>
      <w:bookmarkStart w:id="366" w:name="_Toc7446111"/>
      <w:r>
        <w:t>Changes in Version 0.3</w:t>
      </w:r>
      <w:bookmarkEnd w:id="365"/>
      <w:bookmarkEnd w:id="366"/>
    </w:p>
    <w:p w:rsidR="00565A6F" w:rsidRPr="00516E5C" w:rsidRDefault="00565A6F" w:rsidP="00565A6F">
      <w:pPr>
        <w:rPr>
          <w:lang w:val="en-GB"/>
        </w:rPr>
      </w:pPr>
      <w:r>
        <w:rPr>
          <w:lang w:val="en-GB"/>
        </w:rPr>
        <w:t>Only the DLL has been updated to V 0.3. The CLI in this release is still at V0.2 – Please refer to Section 8.2 for details on the CLI.</w:t>
      </w:r>
    </w:p>
    <w:p w:rsidR="00565A6F" w:rsidRPr="00516E5C" w:rsidRDefault="00565A6F" w:rsidP="00565A6F">
      <w:pPr>
        <w:pStyle w:val="Heading3"/>
      </w:pPr>
      <w:bookmarkStart w:id="367" w:name="_Toc404787160"/>
      <w:bookmarkStart w:id="368" w:name="_Toc7446112"/>
      <w:r>
        <w:t>Bug Fixes in DLL</w:t>
      </w:r>
      <w:bookmarkEnd w:id="367"/>
      <w:bookmarkEnd w:id="368"/>
    </w:p>
    <w:p w:rsidR="00565A6F" w:rsidRDefault="00565A6F" w:rsidP="00EF68ED">
      <w:pPr>
        <w:numPr>
          <w:ilvl w:val="0"/>
          <w:numId w:val="3"/>
        </w:numPr>
      </w:pPr>
      <w:r>
        <w:t>Hub index selection was not available if several MCHP hubs are connected. This is fixed in this release.</w:t>
      </w:r>
    </w:p>
    <w:p w:rsidR="00565A6F" w:rsidRDefault="00565A6F" w:rsidP="00EF68ED">
      <w:pPr>
        <w:pStyle w:val="ListParagraph"/>
        <w:numPr>
          <w:ilvl w:val="0"/>
          <w:numId w:val="3"/>
        </w:numPr>
      </w:pPr>
      <w:r>
        <w:t>The tool assumed that only one Microchip hub is present in the system and programs the Hub at index 0. This is fixed in this release by having a tree view and hub index that needs to be provided for identifying the device that has to be programmed.</w:t>
      </w:r>
    </w:p>
    <w:p w:rsidR="00565A6F" w:rsidRDefault="00565A6F" w:rsidP="00565A6F">
      <w:pPr>
        <w:pStyle w:val="Heading3"/>
      </w:pPr>
      <w:bookmarkStart w:id="369" w:name="_Toc404787161"/>
      <w:bookmarkStart w:id="370" w:name="_Toc7446113"/>
      <w:r>
        <w:t>Known Limitations</w:t>
      </w:r>
      <w:bookmarkEnd w:id="369"/>
      <w:bookmarkEnd w:id="370"/>
    </w:p>
    <w:p w:rsidR="00565A6F" w:rsidRDefault="00565A6F" w:rsidP="00EF68ED">
      <w:pPr>
        <w:pStyle w:val="ListParagraph"/>
        <w:numPr>
          <w:ilvl w:val="0"/>
          <w:numId w:val="3"/>
        </w:numPr>
      </w:pPr>
      <w:r w:rsidRPr="00254A60">
        <w:t xml:space="preserve">The tool supports programming </w:t>
      </w:r>
      <w:r>
        <w:t xml:space="preserve">of only </w:t>
      </w:r>
      <w:r w:rsidRPr="00254A60">
        <w:t xml:space="preserve">one </w:t>
      </w:r>
      <w:r>
        <w:t xml:space="preserve">Microchip </w:t>
      </w:r>
      <w:r w:rsidRPr="00254A60">
        <w:t>device at a time</w:t>
      </w:r>
      <w:r>
        <w:t>.</w:t>
      </w:r>
    </w:p>
    <w:p w:rsidR="00565A6F" w:rsidRDefault="00565A6F" w:rsidP="00EF68ED">
      <w:pPr>
        <w:pStyle w:val="ListParagraph"/>
        <w:numPr>
          <w:ilvl w:val="0"/>
          <w:numId w:val="3"/>
        </w:numPr>
      </w:pPr>
      <w:r>
        <w:t xml:space="preserve">Admin privilege is required for running the tool. </w:t>
      </w:r>
      <w:r w:rsidRPr="00C60F0B">
        <w:rPr>
          <w:b/>
        </w:rPr>
        <w:t>“Run as administrator”</w:t>
      </w:r>
      <w:r>
        <w:t xml:space="preserve"> needs to be done for running the tool.</w:t>
      </w:r>
    </w:p>
    <w:p w:rsidR="00565A6F" w:rsidRDefault="00565A6F" w:rsidP="00EF68ED">
      <w:pPr>
        <w:pStyle w:val="ListParagraph"/>
        <w:numPr>
          <w:ilvl w:val="0"/>
          <w:numId w:val="3"/>
        </w:numPr>
      </w:pPr>
      <w:r>
        <w:t>GUI is not available. Only command line version is available.</w:t>
      </w:r>
    </w:p>
    <w:p w:rsidR="00565A6F" w:rsidRDefault="00565A6F" w:rsidP="00EF68ED">
      <w:pPr>
        <w:pStyle w:val="ListParagraph"/>
        <w:numPr>
          <w:ilvl w:val="0"/>
          <w:numId w:val="3"/>
        </w:numPr>
      </w:pPr>
      <w:r>
        <w:t>Hub has to be connected before launching the application</w:t>
      </w:r>
    </w:p>
    <w:p w:rsidR="00565A6F" w:rsidRDefault="00565A6F" w:rsidP="00EF68ED">
      <w:pPr>
        <w:pStyle w:val="ListParagraph"/>
        <w:numPr>
          <w:ilvl w:val="0"/>
          <w:numId w:val="3"/>
        </w:numPr>
      </w:pPr>
      <w:r>
        <w:t>Verification of parameters like VID, PID has not been added yet. Only DID verification after programming is supported</w:t>
      </w:r>
    </w:p>
    <w:p w:rsidR="00565A6F" w:rsidRDefault="00565A6F" w:rsidP="00EF68ED">
      <w:pPr>
        <w:numPr>
          <w:ilvl w:val="0"/>
          <w:numId w:val="3"/>
        </w:numPr>
      </w:pPr>
      <w:r>
        <w:t>Only 1 configuration file can be programmed on each device at one time.</w:t>
      </w:r>
    </w:p>
    <w:p w:rsidR="00565A6F" w:rsidRDefault="00565A6F" w:rsidP="00EF68ED">
      <w:pPr>
        <w:numPr>
          <w:ilvl w:val="0"/>
          <w:numId w:val="3"/>
        </w:numPr>
      </w:pPr>
      <w:r>
        <w:t>The internal HCE device VID and PID should not be changed.</w:t>
      </w:r>
    </w:p>
    <w:p w:rsidR="00565A6F" w:rsidRPr="00D736CC" w:rsidRDefault="00565A6F" w:rsidP="00EF68ED">
      <w:pPr>
        <w:numPr>
          <w:ilvl w:val="0"/>
          <w:numId w:val="3"/>
        </w:numPr>
        <w:rPr>
          <w:b/>
        </w:rPr>
      </w:pPr>
      <w:r w:rsidRPr="00D736CC">
        <w:rPr>
          <w:b/>
        </w:rPr>
        <w:t>If the MCHP device is connected to a XHCI - USB 3.0 controller</w:t>
      </w:r>
      <w:r>
        <w:rPr>
          <w:b/>
        </w:rPr>
        <w:t xml:space="preserve"> or the controller which supports hub to sleep</w:t>
      </w:r>
      <w:r w:rsidRPr="00D736CC">
        <w:rPr>
          <w:b/>
        </w:rPr>
        <w:t xml:space="preserve"> , please connect a pen drive to the MCHP hub to avoid the controller from putting the hub to sleep</w:t>
      </w:r>
      <w:r>
        <w:rPr>
          <w:b/>
        </w:rPr>
        <w:t>.</w:t>
      </w:r>
    </w:p>
    <w:p w:rsidR="00565A6F" w:rsidRDefault="00565A6F" w:rsidP="00EF68ED">
      <w:pPr>
        <w:numPr>
          <w:ilvl w:val="0"/>
          <w:numId w:val="3"/>
        </w:numPr>
      </w:pPr>
      <w:r>
        <w:t>MCHP Hub should be disconnected when installing and uninstalling winusb driver.</w:t>
      </w:r>
      <w:r w:rsidRPr="00A9267B">
        <w:t xml:space="preserve"> </w:t>
      </w:r>
      <w:r>
        <w:t>This will be addressed in the next release.</w:t>
      </w:r>
    </w:p>
    <w:p w:rsidR="00565A6F" w:rsidRDefault="00565A6F" w:rsidP="00EF68ED">
      <w:pPr>
        <w:pStyle w:val="ListParagraph"/>
        <w:numPr>
          <w:ilvl w:val="0"/>
          <w:numId w:val="3"/>
        </w:numPr>
      </w:pPr>
      <w:r>
        <w:t>DLL API will be added to find out the tree view and hub index that needs to be provided for identifying the device that has to be programmed.</w:t>
      </w:r>
    </w:p>
    <w:p w:rsidR="00565A6F" w:rsidRDefault="00565A6F" w:rsidP="00565A6F">
      <w:pPr>
        <w:pStyle w:val="ListParagraph"/>
      </w:pPr>
    </w:p>
    <w:p w:rsidR="00742BCA" w:rsidRDefault="00742BCA">
      <w:pPr>
        <w:rPr>
          <w:rFonts w:ascii="Arial" w:hAnsi="Arial" w:cs="Arial"/>
          <w:b/>
          <w:bCs/>
          <w:i/>
          <w:iCs/>
          <w:sz w:val="28"/>
          <w:szCs w:val="28"/>
          <w:lang w:val="en-GB"/>
        </w:rPr>
      </w:pPr>
      <w:bookmarkStart w:id="371" w:name="_Toc404787162"/>
      <w:r>
        <w:br w:type="page"/>
      </w:r>
    </w:p>
    <w:p w:rsidR="00565A6F" w:rsidRDefault="00565A6F" w:rsidP="00565A6F">
      <w:pPr>
        <w:pStyle w:val="Heading2"/>
      </w:pPr>
      <w:bookmarkStart w:id="372" w:name="_Toc7446114"/>
      <w:r>
        <w:lastRenderedPageBreak/>
        <w:t>Version 0.2</w:t>
      </w:r>
      <w:bookmarkEnd w:id="371"/>
      <w:bookmarkEnd w:id="372"/>
    </w:p>
    <w:p w:rsidR="00565A6F" w:rsidRDefault="00565A6F" w:rsidP="00565A6F">
      <w:pPr>
        <w:pStyle w:val="Heading3"/>
      </w:pPr>
      <w:bookmarkStart w:id="373" w:name="_Toc404787163"/>
      <w:bookmarkStart w:id="374" w:name="_Toc7446115"/>
      <w:r>
        <w:t>Changes in Version 0.2</w:t>
      </w:r>
      <w:bookmarkEnd w:id="373"/>
      <w:bookmarkEnd w:id="374"/>
    </w:p>
    <w:p w:rsidR="00565A6F" w:rsidRPr="00F170C2" w:rsidRDefault="00301F84" w:rsidP="00EF68ED">
      <w:pPr>
        <w:pStyle w:val="ListParagraph"/>
        <w:numPr>
          <w:ilvl w:val="0"/>
          <w:numId w:val="2"/>
        </w:numPr>
      </w:pPr>
      <w:r>
        <w:t xml:space="preserve">CLI: </w:t>
      </w:r>
      <w:r w:rsidR="00565A6F">
        <w:t>Alpha</w:t>
      </w:r>
      <w:r w:rsidR="00565A6F" w:rsidRPr="00F170C2">
        <w:t xml:space="preserve"> </w:t>
      </w:r>
      <w:r w:rsidR="00565A6F">
        <w:t>release for PT2 programming support.</w:t>
      </w:r>
    </w:p>
    <w:p w:rsidR="00565A6F" w:rsidRDefault="00565A6F" w:rsidP="00565A6F">
      <w:pPr>
        <w:pStyle w:val="Heading3"/>
      </w:pPr>
      <w:bookmarkStart w:id="375" w:name="_Toc404787164"/>
      <w:bookmarkStart w:id="376" w:name="_Toc7446116"/>
      <w:r>
        <w:t>Known Limitations</w:t>
      </w:r>
      <w:bookmarkEnd w:id="375"/>
      <w:bookmarkEnd w:id="376"/>
    </w:p>
    <w:p w:rsidR="00565A6F" w:rsidRDefault="00565A6F" w:rsidP="00EF68ED">
      <w:pPr>
        <w:pStyle w:val="ListParagraph"/>
        <w:numPr>
          <w:ilvl w:val="0"/>
          <w:numId w:val="3"/>
        </w:numPr>
      </w:pPr>
      <w:r w:rsidRPr="00254A60">
        <w:t xml:space="preserve">The tool supports programming </w:t>
      </w:r>
      <w:r>
        <w:t xml:space="preserve">of only </w:t>
      </w:r>
      <w:r w:rsidRPr="00254A60">
        <w:t xml:space="preserve">one </w:t>
      </w:r>
      <w:r>
        <w:t xml:space="preserve">Microchip </w:t>
      </w:r>
      <w:r w:rsidRPr="00254A60">
        <w:t>device at a time</w:t>
      </w:r>
      <w:r>
        <w:t>.</w:t>
      </w:r>
    </w:p>
    <w:p w:rsidR="00565A6F" w:rsidRDefault="00565A6F" w:rsidP="00EF68ED">
      <w:pPr>
        <w:pStyle w:val="ListParagraph"/>
        <w:numPr>
          <w:ilvl w:val="0"/>
          <w:numId w:val="3"/>
        </w:numPr>
      </w:pPr>
      <w:r>
        <w:t xml:space="preserve">Admin privilege is required for running the tool. </w:t>
      </w:r>
      <w:r w:rsidRPr="00C60F0B">
        <w:rPr>
          <w:b/>
        </w:rPr>
        <w:t>“Run as administrator”</w:t>
      </w:r>
      <w:r>
        <w:t xml:space="preserve"> needs to be done for running the tool.</w:t>
      </w:r>
    </w:p>
    <w:p w:rsidR="00565A6F" w:rsidRDefault="00565A6F" w:rsidP="00EF68ED">
      <w:pPr>
        <w:pStyle w:val="ListParagraph"/>
        <w:numPr>
          <w:ilvl w:val="0"/>
          <w:numId w:val="3"/>
        </w:numPr>
      </w:pPr>
      <w:r>
        <w:t>GUI is not available. Only command line version is available.</w:t>
      </w:r>
    </w:p>
    <w:p w:rsidR="00565A6F" w:rsidRDefault="00565A6F" w:rsidP="00EF68ED">
      <w:pPr>
        <w:pStyle w:val="ListParagraph"/>
        <w:numPr>
          <w:ilvl w:val="0"/>
          <w:numId w:val="3"/>
        </w:numPr>
      </w:pPr>
      <w:r>
        <w:t>Hub has to be connected before launching the application</w:t>
      </w:r>
    </w:p>
    <w:p w:rsidR="00565A6F" w:rsidRDefault="00565A6F" w:rsidP="00EF68ED">
      <w:pPr>
        <w:pStyle w:val="ListParagraph"/>
        <w:numPr>
          <w:ilvl w:val="0"/>
          <w:numId w:val="3"/>
        </w:numPr>
      </w:pPr>
      <w:r>
        <w:t>Verification of parameters like VID, PID has not been added yet. Only DID verification after programming is supported</w:t>
      </w:r>
    </w:p>
    <w:p w:rsidR="00565A6F" w:rsidRDefault="00565A6F" w:rsidP="00EF68ED">
      <w:pPr>
        <w:numPr>
          <w:ilvl w:val="0"/>
          <w:numId w:val="3"/>
        </w:numPr>
      </w:pPr>
      <w:r>
        <w:t>Only 1 configuration file can be programmed on each device at one time.</w:t>
      </w:r>
    </w:p>
    <w:p w:rsidR="00565A6F" w:rsidRDefault="00565A6F" w:rsidP="00EF68ED">
      <w:pPr>
        <w:numPr>
          <w:ilvl w:val="0"/>
          <w:numId w:val="3"/>
        </w:numPr>
      </w:pPr>
      <w:r>
        <w:t>If the VID of the device is changed in the config file , then after programming device will be reset , the hub may not be at index 0 ; if –verify option is provided then that command will fail. This will be addressed in the next release.</w:t>
      </w:r>
    </w:p>
    <w:p w:rsidR="00565A6F" w:rsidRDefault="00565A6F" w:rsidP="00EF68ED">
      <w:pPr>
        <w:numPr>
          <w:ilvl w:val="0"/>
          <w:numId w:val="3"/>
        </w:numPr>
      </w:pPr>
      <w:r>
        <w:t>The internal UCH device VID and PID should not be changed.</w:t>
      </w:r>
    </w:p>
    <w:p w:rsidR="00565A6F" w:rsidRPr="00D736CC" w:rsidRDefault="00565A6F" w:rsidP="00EF68ED">
      <w:pPr>
        <w:numPr>
          <w:ilvl w:val="0"/>
          <w:numId w:val="3"/>
        </w:numPr>
        <w:rPr>
          <w:b/>
        </w:rPr>
      </w:pPr>
      <w:r w:rsidRPr="00D736CC">
        <w:rPr>
          <w:b/>
        </w:rPr>
        <w:t>If the MCHP device is connected to a XHCI - USB 3.0 controller , please connect a pen drive to the MCHP hub to avoid the controller from putting the hub to sleep</w:t>
      </w:r>
    </w:p>
    <w:p w:rsidR="00565A6F" w:rsidRDefault="00565A6F" w:rsidP="00EF68ED">
      <w:pPr>
        <w:numPr>
          <w:ilvl w:val="0"/>
          <w:numId w:val="3"/>
        </w:numPr>
      </w:pPr>
      <w:r>
        <w:t>MCHP Hub should be disconnected when installing and uninstalling winusb driver.</w:t>
      </w:r>
      <w:r w:rsidRPr="00A9267B">
        <w:t xml:space="preserve"> </w:t>
      </w:r>
      <w:r w:rsidRPr="007A748F">
        <w:rPr>
          <w:noProof/>
        </w:rPr>
        <w:t>This will be addressed</w:t>
      </w:r>
      <w:r>
        <w:t xml:space="preserve"> in the next release.</w:t>
      </w:r>
    </w:p>
    <w:p w:rsidR="00565A6F" w:rsidRDefault="00565A6F" w:rsidP="00EF68ED">
      <w:pPr>
        <w:numPr>
          <w:ilvl w:val="0"/>
          <w:numId w:val="3"/>
        </w:numPr>
      </w:pPr>
      <w:r>
        <w:t>Hub index selection is not available if several MCHP hubs are connected.</w:t>
      </w:r>
      <w:r w:rsidRPr="00A9267B">
        <w:t xml:space="preserve"> </w:t>
      </w:r>
      <w:r w:rsidRPr="007A748F">
        <w:rPr>
          <w:noProof/>
        </w:rPr>
        <w:t>This will be addressed</w:t>
      </w:r>
      <w:r>
        <w:t xml:space="preserve"> in the next release.</w:t>
      </w:r>
    </w:p>
    <w:p w:rsidR="00565A6F" w:rsidRDefault="00565A6F" w:rsidP="00EF68ED">
      <w:pPr>
        <w:pStyle w:val="ListParagraph"/>
        <w:numPr>
          <w:ilvl w:val="0"/>
          <w:numId w:val="3"/>
        </w:numPr>
      </w:pPr>
      <w:r>
        <w:t xml:space="preserve">The tool assumes that only one Microchip hub is present in the system and programs the Hub at index 0. </w:t>
      </w:r>
      <w:r w:rsidRPr="007A748F">
        <w:rPr>
          <w:noProof/>
        </w:rPr>
        <w:t>This will be addressed</w:t>
      </w:r>
      <w:r>
        <w:t xml:space="preserve"> in the next release by having a tree view and hub index that needs to </w:t>
      </w:r>
      <w:r w:rsidRPr="007A748F">
        <w:rPr>
          <w:noProof/>
        </w:rPr>
        <w:t>be provided</w:t>
      </w:r>
      <w:r>
        <w:t xml:space="preserve"> for identifying the device that has to be programmed.</w:t>
      </w:r>
    </w:p>
    <w:p w:rsidR="007A748F" w:rsidRDefault="007A748F">
      <w:pPr>
        <w:rPr>
          <w:rFonts w:ascii="Arial" w:hAnsi="Arial" w:cs="Arial"/>
          <w:b/>
          <w:bCs/>
          <w:kern w:val="32"/>
          <w:sz w:val="32"/>
          <w:szCs w:val="32"/>
          <w:lang w:val="en-GB"/>
        </w:rPr>
      </w:pPr>
      <w:r>
        <w:br w:type="page"/>
      </w:r>
    </w:p>
    <w:p w:rsidR="00FC6E02" w:rsidRDefault="00FC6E02">
      <w:pPr>
        <w:pStyle w:val="Heading1"/>
      </w:pPr>
      <w:bookmarkStart w:id="377" w:name="_Appendix_I_-"/>
      <w:bookmarkStart w:id="378" w:name="_Toc7446117"/>
      <w:bookmarkEnd w:id="377"/>
      <w:r>
        <w:lastRenderedPageBreak/>
        <w:t>Appendix I - SPI flash</w:t>
      </w:r>
      <w:r w:rsidR="007A748F">
        <w:t xml:space="preserve"> memory</w:t>
      </w:r>
      <w:bookmarkEnd w:id="378"/>
    </w:p>
    <w:p w:rsidR="00FC6E02" w:rsidRDefault="007A748F" w:rsidP="00FC6E02">
      <w:r>
        <w:t xml:space="preserve">Following are the </w:t>
      </w:r>
      <w:r w:rsidR="00FC6E02">
        <w:t xml:space="preserve">tested SPI flash </w:t>
      </w:r>
      <w:r>
        <w:t xml:space="preserve">memories </w:t>
      </w:r>
      <w:r w:rsidR="00FC6E02">
        <w:t>with different family of</w:t>
      </w:r>
      <w:r>
        <w:t xml:space="preserve"> Microchip</w:t>
      </w:r>
      <w:r w:rsidR="00FC6E02">
        <w:t xml:space="preserve"> hubs</w:t>
      </w:r>
      <w:r>
        <w:t xml:space="preserve">. </w:t>
      </w:r>
    </w:p>
    <w:p w:rsidR="007A748F" w:rsidRDefault="00FC6E02" w:rsidP="007A748F">
      <w:pPr>
        <w:pStyle w:val="Heading2"/>
      </w:pPr>
      <w:bookmarkStart w:id="379" w:name="_Toc7446118"/>
      <w:r w:rsidRPr="007A748F">
        <w:t>USB253x/(8)4604/</w:t>
      </w:r>
      <w:r w:rsidR="007A748F">
        <w:t>USB</w:t>
      </w:r>
      <w:r w:rsidR="00013CC8">
        <w:t>57x</w:t>
      </w:r>
      <w:r w:rsidRPr="007A748F">
        <w:t>4</w:t>
      </w:r>
      <w:bookmarkEnd w:id="379"/>
      <w:r>
        <w:t xml:space="preserve"> </w:t>
      </w:r>
    </w:p>
    <w:p w:rsidR="007A748F" w:rsidRDefault="007A748F" w:rsidP="007A748F">
      <w:pPr>
        <w:pStyle w:val="ListParagraph"/>
        <w:numPr>
          <w:ilvl w:val="0"/>
          <w:numId w:val="36"/>
        </w:numPr>
      </w:pPr>
      <w:r>
        <w:t>SST26F016B</w:t>
      </w:r>
    </w:p>
    <w:p w:rsidR="007A748F" w:rsidRDefault="007A748F" w:rsidP="007A748F">
      <w:pPr>
        <w:pStyle w:val="ListParagraph"/>
        <w:numPr>
          <w:ilvl w:val="0"/>
          <w:numId w:val="36"/>
        </w:numPr>
      </w:pPr>
      <w:r>
        <w:t>SST26F032B</w:t>
      </w:r>
    </w:p>
    <w:p w:rsidR="007A748F" w:rsidRDefault="007A748F" w:rsidP="007A748F">
      <w:pPr>
        <w:pStyle w:val="ListParagraph"/>
        <w:numPr>
          <w:ilvl w:val="0"/>
          <w:numId w:val="36"/>
        </w:numPr>
      </w:pPr>
      <w:r>
        <w:t>SST26VF064B</w:t>
      </w:r>
    </w:p>
    <w:p w:rsidR="007A748F" w:rsidRDefault="007A748F" w:rsidP="007A748F">
      <w:pPr>
        <w:pStyle w:val="ListParagraph"/>
        <w:numPr>
          <w:ilvl w:val="0"/>
          <w:numId w:val="36"/>
        </w:numPr>
      </w:pPr>
      <w:r>
        <w:t>SST25VF064C</w:t>
      </w:r>
    </w:p>
    <w:p w:rsidR="007A748F" w:rsidRDefault="007A748F" w:rsidP="007A748F">
      <w:pPr>
        <w:pStyle w:val="ListParagraph"/>
        <w:numPr>
          <w:ilvl w:val="0"/>
          <w:numId w:val="36"/>
        </w:numPr>
      </w:pPr>
      <w:r>
        <w:t>SST25VF040C</w:t>
      </w:r>
    </w:p>
    <w:p w:rsidR="007A748F" w:rsidRDefault="00FC6E02" w:rsidP="007A748F">
      <w:pPr>
        <w:pStyle w:val="ListParagraph"/>
        <w:numPr>
          <w:ilvl w:val="0"/>
          <w:numId w:val="36"/>
        </w:numPr>
      </w:pPr>
      <w:r w:rsidRPr="00FC6E02">
        <w:t>SST</w:t>
      </w:r>
      <w:r w:rsidR="007A748F">
        <w:t>25VF040B</w:t>
      </w:r>
    </w:p>
    <w:p w:rsidR="007A748F" w:rsidRDefault="007A748F" w:rsidP="007A748F">
      <w:pPr>
        <w:pStyle w:val="ListParagraph"/>
        <w:numPr>
          <w:ilvl w:val="0"/>
          <w:numId w:val="36"/>
        </w:numPr>
      </w:pPr>
      <w:r>
        <w:t>SST25VF020B</w:t>
      </w:r>
    </w:p>
    <w:p w:rsidR="00FC6E02" w:rsidRDefault="007A748F" w:rsidP="007A748F">
      <w:pPr>
        <w:pStyle w:val="ListParagraph"/>
        <w:numPr>
          <w:ilvl w:val="0"/>
          <w:numId w:val="36"/>
        </w:numPr>
      </w:pPr>
      <w:r>
        <w:t>SST25VF080B</w:t>
      </w:r>
    </w:p>
    <w:p w:rsidR="007A748F" w:rsidRPr="00FC6E02" w:rsidRDefault="007A748F" w:rsidP="007A748F">
      <w:pPr>
        <w:pStyle w:val="ListParagraph"/>
      </w:pPr>
    </w:p>
    <w:p w:rsidR="007A748F" w:rsidRDefault="00013CC8" w:rsidP="007A748F">
      <w:pPr>
        <w:pStyle w:val="Heading2"/>
      </w:pPr>
      <w:bookmarkStart w:id="380" w:name="_Toc7446119"/>
      <w:r>
        <w:t>USB58xx</w:t>
      </w:r>
      <w:r w:rsidR="00FC6E02" w:rsidRPr="007A748F">
        <w:t>/USB59</w:t>
      </w:r>
      <w:r>
        <w:t>xx</w:t>
      </w:r>
      <w:bookmarkEnd w:id="380"/>
    </w:p>
    <w:p w:rsidR="007A748F" w:rsidRDefault="007A748F" w:rsidP="007A748F">
      <w:pPr>
        <w:pStyle w:val="ListParagraph"/>
        <w:numPr>
          <w:ilvl w:val="0"/>
          <w:numId w:val="37"/>
        </w:numPr>
      </w:pPr>
      <w:r>
        <w:t>SST26VF064B</w:t>
      </w:r>
    </w:p>
    <w:p w:rsidR="00FC6E02" w:rsidRPr="00FC6E02" w:rsidRDefault="00FC6E02" w:rsidP="007A748F">
      <w:pPr>
        <w:pStyle w:val="ListParagraph"/>
        <w:numPr>
          <w:ilvl w:val="0"/>
          <w:numId w:val="37"/>
        </w:numPr>
      </w:pPr>
      <w:r w:rsidRPr="00FC6E02">
        <w:t>SST25VF064C</w:t>
      </w:r>
    </w:p>
    <w:p w:rsidR="004C5626" w:rsidRDefault="004C5626">
      <w:pPr>
        <w:pStyle w:val="Heading2"/>
      </w:pPr>
      <w:bookmarkStart w:id="381" w:name="_Toc7446120"/>
      <w:r>
        <w:t>USB49xx/USB4715</w:t>
      </w:r>
      <w:bookmarkEnd w:id="381"/>
    </w:p>
    <w:p w:rsidR="004C5626" w:rsidRDefault="004C5626" w:rsidP="004C5626">
      <w:pPr>
        <w:pStyle w:val="ListParagraph"/>
        <w:numPr>
          <w:ilvl w:val="0"/>
          <w:numId w:val="38"/>
        </w:numPr>
      </w:pPr>
      <w:r>
        <w:t>SST26VF016B</w:t>
      </w:r>
    </w:p>
    <w:p w:rsidR="00757B37" w:rsidRDefault="00757B37" w:rsidP="004C5626">
      <w:pPr>
        <w:pStyle w:val="ListParagraph"/>
        <w:numPr>
          <w:ilvl w:val="0"/>
          <w:numId w:val="38"/>
        </w:numPr>
      </w:pPr>
      <w:r>
        <w:t>SST26VF016</w:t>
      </w:r>
    </w:p>
    <w:p w:rsidR="00837B76" w:rsidRDefault="00837B76" w:rsidP="004C5626">
      <w:pPr>
        <w:pStyle w:val="ListParagraph"/>
        <w:numPr>
          <w:ilvl w:val="0"/>
          <w:numId w:val="38"/>
        </w:numPr>
      </w:pPr>
      <w:r>
        <w:t>SST26VF032B</w:t>
      </w:r>
    </w:p>
    <w:p w:rsidR="00837B76" w:rsidRDefault="00EE0A98" w:rsidP="004C5626">
      <w:pPr>
        <w:pStyle w:val="ListParagraph"/>
        <w:numPr>
          <w:ilvl w:val="0"/>
          <w:numId w:val="38"/>
        </w:numPr>
      </w:pPr>
      <w:r>
        <w:t>SST</w:t>
      </w:r>
      <w:r w:rsidR="00837B76">
        <w:t>26VF064B</w:t>
      </w:r>
    </w:p>
    <w:p w:rsidR="00641675" w:rsidRDefault="00641675" w:rsidP="004C5626">
      <w:pPr>
        <w:pStyle w:val="ListParagraph"/>
        <w:numPr>
          <w:ilvl w:val="0"/>
          <w:numId w:val="38"/>
        </w:numPr>
      </w:pPr>
      <w:r>
        <w:t>SST26VF016</w:t>
      </w:r>
    </w:p>
    <w:p w:rsidR="007F2E10" w:rsidRDefault="007F2E10" w:rsidP="004C5626">
      <w:pPr>
        <w:pStyle w:val="ListParagraph"/>
        <w:numPr>
          <w:ilvl w:val="0"/>
          <w:numId w:val="38"/>
        </w:numPr>
      </w:pPr>
      <w:r>
        <w:t>SST26VF020B</w:t>
      </w:r>
    </w:p>
    <w:p w:rsidR="00731371" w:rsidRDefault="00731371" w:rsidP="004C5626">
      <w:pPr>
        <w:pStyle w:val="ListParagraph"/>
        <w:numPr>
          <w:ilvl w:val="0"/>
          <w:numId w:val="38"/>
        </w:numPr>
      </w:pPr>
      <w:r>
        <w:t>SST25VF040B</w:t>
      </w:r>
    </w:p>
    <w:p w:rsidR="00731371" w:rsidRDefault="00731371" w:rsidP="004C5626">
      <w:pPr>
        <w:pStyle w:val="ListParagraph"/>
        <w:numPr>
          <w:ilvl w:val="0"/>
          <w:numId w:val="38"/>
        </w:numPr>
      </w:pPr>
      <w:r>
        <w:t>SST25VF080B</w:t>
      </w:r>
    </w:p>
    <w:p w:rsidR="008143ED" w:rsidRDefault="008143ED" w:rsidP="004C5626">
      <w:pPr>
        <w:pStyle w:val="ListParagraph"/>
        <w:numPr>
          <w:ilvl w:val="0"/>
          <w:numId w:val="38"/>
        </w:numPr>
      </w:pPr>
      <w:r>
        <w:t>SST25VF040C</w:t>
      </w:r>
    </w:p>
    <w:p w:rsidR="00CD33EA" w:rsidRDefault="00CD33EA" w:rsidP="004C5626">
      <w:pPr>
        <w:pStyle w:val="ListParagraph"/>
        <w:numPr>
          <w:ilvl w:val="0"/>
          <w:numId w:val="38"/>
        </w:numPr>
      </w:pPr>
      <w:r>
        <w:t>SST25VF064C</w:t>
      </w:r>
    </w:p>
    <w:p w:rsidR="004C5626" w:rsidRDefault="00F26893" w:rsidP="00F26893">
      <w:pPr>
        <w:pStyle w:val="ListParagraph"/>
        <w:numPr>
          <w:ilvl w:val="0"/>
          <w:numId w:val="38"/>
        </w:numPr>
      </w:pPr>
      <w:r w:rsidRPr="00F26893">
        <w:t>W25X30</w:t>
      </w:r>
    </w:p>
    <w:p w:rsidR="00DE60B6" w:rsidRDefault="00DE60B6" w:rsidP="00F26893">
      <w:pPr>
        <w:pStyle w:val="ListParagraph"/>
        <w:numPr>
          <w:ilvl w:val="0"/>
          <w:numId w:val="38"/>
        </w:numPr>
      </w:pPr>
      <w:r>
        <w:t>AT25</w:t>
      </w:r>
      <w:r w:rsidR="004858A7">
        <w:t>SF041</w:t>
      </w:r>
    </w:p>
    <w:p w:rsidR="001C144E" w:rsidRDefault="001C144E" w:rsidP="00F27A1B"/>
    <w:p w:rsidR="00F27A1B" w:rsidRDefault="00F27A1B" w:rsidP="00F27A1B">
      <w:pPr>
        <w:pStyle w:val="Heading2"/>
      </w:pPr>
      <w:bookmarkStart w:id="382" w:name="_Toc504147976"/>
      <w:bookmarkStart w:id="383" w:name="_Toc7446121"/>
      <w:r>
        <w:t>USB70xx</w:t>
      </w:r>
      <w:bookmarkEnd w:id="382"/>
      <w:bookmarkEnd w:id="383"/>
    </w:p>
    <w:p w:rsidR="00F27A1B" w:rsidRDefault="00F27A1B" w:rsidP="00F27A1B">
      <w:pPr>
        <w:pStyle w:val="ListParagraph"/>
        <w:numPr>
          <w:ilvl w:val="0"/>
          <w:numId w:val="43"/>
        </w:numPr>
      </w:pPr>
      <w:r>
        <w:t>SST26VF016B</w:t>
      </w:r>
    </w:p>
    <w:p w:rsidR="008D7BE4" w:rsidRDefault="008D7BE4" w:rsidP="008D7BE4">
      <w:pPr>
        <w:pStyle w:val="ListParagraph"/>
        <w:numPr>
          <w:ilvl w:val="0"/>
          <w:numId w:val="43"/>
        </w:numPr>
      </w:pPr>
      <w:r>
        <w:t>SST26VF032B</w:t>
      </w:r>
    </w:p>
    <w:p w:rsidR="008C5594" w:rsidRDefault="008C5594" w:rsidP="00BB5D8A">
      <w:pPr>
        <w:pStyle w:val="ListParagraph"/>
        <w:numPr>
          <w:ilvl w:val="0"/>
          <w:numId w:val="43"/>
        </w:numPr>
      </w:pPr>
      <w:r>
        <w:t>SST26VF064B</w:t>
      </w:r>
    </w:p>
    <w:p w:rsidR="000F6FA4" w:rsidRDefault="008D7BE4" w:rsidP="000F6FA4">
      <w:pPr>
        <w:pStyle w:val="ListParagraph"/>
        <w:numPr>
          <w:ilvl w:val="0"/>
          <w:numId w:val="43"/>
        </w:numPr>
      </w:pPr>
      <w:r>
        <w:t>SST25VF064C</w:t>
      </w:r>
    </w:p>
    <w:p w:rsidR="000F6FA4" w:rsidRDefault="000F6FA4" w:rsidP="000F6FA4">
      <w:pPr>
        <w:pStyle w:val="ListParagraph"/>
        <w:numPr>
          <w:ilvl w:val="0"/>
          <w:numId w:val="43"/>
        </w:numPr>
      </w:pPr>
      <w:r w:rsidRPr="00985BED">
        <w:t>AT25SF041</w:t>
      </w:r>
    </w:p>
    <w:p w:rsidR="00EE0A98" w:rsidRDefault="001360A2" w:rsidP="001360A2">
      <w:pPr>
        <w:pStyle w:val="ListParagraph"/>
        <w:numPr>
          <w:ilvl w:val="0"/>
          <w:numId w:val="43"/>
        </w:numPr>
      </w:pPr>
      <w:r>
        <w:t>AT26DF081</w:t>
      </w:r>
    </w:p>
    <w:p w:rsidR="00F27A1B" w:rsidRDefault="00F27A1B" w:rsidP="00F27A1B"/>
    <w:p w:rsidR="00DD426D" w:rsidRDefault="00DD426D" w:rsidP="00DD426D">
      <w:pPr>
        <w:pStyle w:val="Heading2"/>
      </w:pPr>
      <w:bookmarkStart w:id="384" w:name="_Toc7446122"/>
      <w:r>
        <w:lastRenderedPageBreak/>
        <w:t>USB72xx</w:t>
      </w:r>
      <w:bookmarkEnd w:id="384"/>
    </w:p>
    <w:p w:rsidR="00DD426D" w:rsidRDefault="00DD426D" w:rsidP="00DD426D">
      <w:pPr>
        <w:pStyle w:val="ListParagraph"/>
        <w:numPr>
          <w:ilvl w:val="0"/>
          <w:numId w:val="43"/>
        </w:numPr>
      </w:pPr>
      <w:r>
        <w:t>SST26VF016B</w:t>
      </w:r>
    </w:p>
    <w:p w:rsidR="00DD426D" w:rsidRDefault="00DD426D" w:rsidP="00DD426D">
      <w:pPr>
        <w:pStyle w:val="ListParagraph"/>
        <w:numPr>
          <w:ilvl w:val="0"/>
          <w:numId w:val="43"/>
        </w:numPr>
      </w:pPr>
      <w:r>
        <w:t>SST26VF032B</w:t>
      </w:r>
    </w:p>
    <w:p w:rsidR="00DD426D" w:rsidRDefault="00DD426D" w:rsidP="00DD426D">
      <w:pPr>
        <w:pStyle w:val="ListParagraph"/>
        <w:numPr>
          <w:ilvl w:val="0"/>
          <w:numId w:val="43"/>
        </w:numPr>
      </w:pPr>
      <w:r>
        <w:t>SST26VF064B</w:t>
      </w:r>
    </w:p>
    <w:p w:rsidR="00DD426D" w:rsidRDefault="00DD426D" w:rsidP="00DD426D">
      <w:pPr>
        <w:pStyle w:val="ListParagraph"/>
        <w:numPr>
          <w:ilvl w:val="0"/>
          <w:numId w:val="43"/>
        </w:numPr>
      </w:pPr>
      <w:r>
        <w:t>SST25VF064C</w:t>
      </w:r>
    </w:p>
    <w:p w:rsidR="00DD426D" w:rsidRDefault="00DD426D" w:rsidP="00DD426D">
      <w:pPr>
        <w:pStyle w:val="ListParagraph"/>
        <w:numPr>
          <w:ilvl w:val="0"/>
          <w:numId w:val="43"/>
        </w:numPr>
      </w:pPr>
      <w:r w:rsidRPr="00985BED">
        <w:t>AT25SF041</w:t>
      </w:r>
    </w:p>
    <w:p w:rsidR="00DD426D" w:rsidRDefault="00DD426D" w:rsidP="00DD426D">
      <w:pPr>
        <w:pStyle w:val="ListParagraph"/>
        <w:numPr>
          <w:ilvl w:val="0"/>
          <w:numId w:val="43"/>
        </w:numPr>
      </w:pPr>
      <w:r>
        <w:t>AT26DF081</w:t>
      </w:r>
    </w:p>
    <w:p w:rsidR="00DD426D" w:rsidRDefault="00DD426D" w:rsidP="00DD426D"/>
    <w:p w:rsidR="00DD426D" w:rsidRDefault="00DD426D" w:rsidP="00F27A1B"/>
    <w:p w:rsidR="00F27A1B" w:rsidRPr="004C5626" w:rsidRDefault="00F27A1B" w:rsidP="00F27A1B">
      <w:pPr>
        <w:pStyle w:val="ListParagraph"/>
      </w:pPr>
      <w:r>
        <w:t>The other SPI flash may work with Microchip hubs</w:t>
      </w:r>
    </w:p>
    <w:p w:rsidR="001C144E" w:rsidRPr="004C5626" w:rsidRDefault="001C144E" w:rsidP="00F27A1B">
      <w:pPr>
        <w:pStyle w:val="ListParagraph"/>
      </w:pPr>
    </w:p>
    <w:sectPr w:rsidR="001C144E" w:rsidRPr="004C5626" w:rsidSect="008E7492">
      <w:headerReference w:type="default" r:id="rId20"/>
      <w:footerReference w:type="default" r:id="rId21"/>
      <w:pgSz w:w="12240" w:h="15840"/>
      <w:pgMar w:top="1440" w:right="1800" w:bottom="1440" w:left="216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585C" w:rsidRDefault="0031585C" w:rsidP="006E2A82">
      <w:r>
        <w:separator/>
      </w:r>
    </w:p>
  </w:endnote>
  <w:endnote w:type="continuationSeparator" w:id="0">
    <w:p w:rsidR="0031585C" w:rsidRDefault="0031585C" w:rsidP="006E2A82">
      <w:r>
        <w:continuationSeparator/>
      </w:r>
    </w:p>
  </w:endnote>
  <w:endnote w:type="continuationNotice" w:id="1">
    <w:p w:rsidR="0031585C" w:rsidRDefault="0031585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hollaSansRegular">
    <w:altName w:val="Arial Narrow"/>
    <w:charset w:val="00"/>
    <w:family w:val="auto"/>
    <w:pitch w:val="variable"/>
    <w:sig w:usb0="800000A7" w:usb1="00000040" w:usb2="00000000" w:usb3="00000000" w:csb0="00000009" w:csb1="00000000"/>
  </w:font>
  <w:font w:name="Gill Sans MT">
    <w:panose1 w:val="020B0502020104020203"/>
    <w:charset w:val="00"/>
    <w:family w:val="swiss"/>
    <w:pitch w:val="variable"/>
    <w:sig w:usb0="00000007" w:usb1="00000000" w:usb2="00000000" w:usb3="00000000" w:csb0="00000003" w:csb1="00000000"/>
  </w:font>
  <w:font w:name="Gill Sans MT Light">
    <w:altName w:val="Century Gothic"/>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E1000AEF"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Latha">
    <w:panose1 w:val="02000400000000000000"/>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Helvetica">
    <w:panose1 w:val="020B0504020202020204"/>
    <w:charset w:val="00"/>
    <w:family w:val="swiss"/>
    <w:pitch w:val="variable"/>
    <w:sig w:usb0="00000000"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95"/>
      <w:gridCol w:w="3085"/>
    </w:tblGrid>
    <w:tr w:rsidR="00F36554" w:rsidTr="00FC1F7A">
      <w:tc>
        <w:tcPr>
          <w:tcW w:w="5328" w:type="dxa"/>
        </w:tcPr>
        <w:p w:rsidR="00F36554" w:rsidRDefault="00F36554" w:rsidP="00FC1F7A">
          <w:pPr>
            <w:pStyle w:val="Footer"/>
          </w:pPr>
          <w:r>
            <w:sym w:font="Symbol" w:char="F0E3"/>
          </w:r>
          <w:r>
            <w:t xml:space="preserve"> 2018 Microchip Technology Inc</w:t>
          </w:r>
        </w:p>
      </w:tc>
      <w:tc>
        <w:tcPr>
          <w:tcW w:w="3168" w:type="dxa"/>
        </w:tcPr>
        <w:p w:rsidR="00F36554" w:rsidRDefault="00F36554" w:rsidP="00FC1F7A">
          <w:pPr>
            <w:pStyle w:val="Footer"/>
            <w:jc w:val="right"/>
          </w:pPr>
          <w:r>
            <w:t xml:space="preserve">Page </w:t>
          </w:r>
          <w:r>
            <w:fldChar w:fldCharType="begin"/>
          </w:r>
          <w:r>
            <w:instrText xml:space="preserve"> PAGE  \* Arabic  \* MERGEFORMAT </w:instrText>
          </w:r>
          <w:r>
            <w:fldChar w:fldCharType="separate"/>
          </w:r>
          <w:r>
            <w:rPr>
              <w:noProof/>
            </w:rPr>
            <w:t>9</w:t>
          </w:r>
          <w:r>
            <w:fldChar w:fldCharType="end"/>
          </w:r>
        </w:p>
      </w:tc>
    </w:tr>
  </w:tbl>
  <w:p w:rsidR="00F36554" w:rsidRDefault="00F36554" w:rsidP="00FC1F7A">
    <w:pPr>
      <w:pStyle w:val="Footer"/>
    </w:pPr>
  </w:p>
  <w:p w:rsidR="00F36554" w:rsidRDefault="00F365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585C" w:rsidRDefault="0031585C" w:rsidP="006E2A82">
      <w:r>
        <w:separator/>
      </w:r>
    </w:p>
  </w:footnote>
  <w:footnote w:type="continuationSeparator" w:id="0">
    <w:p w:rsidR="0031585C" w:rsidRDefault="0031585C" w:rsidP="006E2A82">
      <w:r>
        <w:continuationSeparator/>
      </w:r>
    </w:p>
  </w:footnote>
  <w:footnote w:type="continuationNotice" w:id="1">
    <w:p w:rsidR="0031585C" w:rsidRDefault="0031585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6554" w:rsidRDefault="00F36554">
    <w:pPr>
      <w:pStyle w:val="Header"/>
    </w:pPr>
    <w:r>
      <w:t>MPLAB</w:t>
    </w:r>
    <w:r w:rsidRPr="00664791">
      <w:rPr>
        <w:vertAlign w:val="superscript"/>
      </w:rPr>
      <w:t>®</w:t>
    </w:r>
    <w:r>
      <w:t xml:space="preserve"> Connect Configurator Release Notes</w:t>
    </w:r>
  </w:p>
  <w:p w:rsidR="00F36554" w:rsidRDefault="00F36554">
    <w:pPr>
      <w:pStyle w:val="Header"/>
    </w:pPr>
    <w:r>
      <w:rPr>
        <w:noProof/>
      </w:rPr>
      <mc:AlternateContent>
        <mc:Choice Requires="wps">
          <w:drawing>
            <wp:anchor distT="4294967295" distB="4294967295" distL="114300" distR="114300" simplePos="0" relativeHeight="251659264" behindDoc="0" locked="0" layoutInCell="1" allowOverlap="1" wp14:anchorId="637E2F00" wp14:editId="7ADE0BC8">
              <wp:simplePos x="0" y="0"/>
              <wp:positionH relativeFrom="column">
                <wp:posOffset>9525</wp:posOffset>
              </wp:positionH>
              <wp:positionV relativeFrom="paragraph">
                <wp:posOffset>110489</wp:posOffset>
              </wp:positionV>
              <wp:extent cx="524827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248275" cy="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72DE685"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5pt,8.7pt" to="41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" strokecolor="#d8d8d8 [2732]">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95249"/>
    <w:multiLevelType w:val="hybridMultilevel"/>
    <w:tmpl w:val="15641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BC324B"/>
    <w:multiLevelType w:val="hybridMultilevel"/>
    <w:tmpl w:val="6D584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20607D"/>
    <w:multiLevelType w:val="hybridMultilevel"/>
    <w:tmpl w:val="FD66F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D25F9"/>
    <w:multiLevelType w:val="hybridMultilevel"/>
    <w:tmpl w:val="D3A26C3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3E85E03"/>
    <w:multiLevelType w:val="hybridMultilevel"/>
    <w:tmpl w:val="86E6C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6029FF"/>
    <w:multiLevelType w:val="hybridMultilevel"/>
    <w:tmpl w:val="B4ACC3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987206"/>
    <w:multiLevelType w:val="hybridMultilevel"/>
    <w:tmpl w:val="41163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5F2DEF"/>
    <w:multiLevelType w:val="hybridMultilevel"/>
    <w:tmpl w:val="53820F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B57C7A"/>
    <w:multiLevelType w:val="hybridMultilevel"/>
    <w:tmpl w:val="3BBAD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CB17F4"/>
    <w:multiLevelType w:val="hybridMultilevel"/>
    <w:tmpl w:val="1F742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8B4CAD"/>
    <w:multiLevelType w:val="hybridMultilevel"/>
    <w:tmpl w:val="12E2E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7936C44"/>
    <w:multiLevelType w:val="hybridMultilevel"/>
    <w:tmpl w:val="A0C4F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8C61EF"/>
    <w:multiLevelType w:val="hybridMultilevel"/>
    <w:tmpl w:val="93521B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FDF298B"/>
    <w:multiLevelType w:val="hybridMultilevel"/>
    <w:tmpl w:val="F1A04AA2"/>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B30C6348">
      <w:start w:val="1"/>
      <w:numFmt w:val="bullet"/>
      <w:lvlText w:val="-"/>
      <w:lvlJc w:val="left"/>
      <w:pPr>
        <w:ind w:left="1530" w:hanging="360"/>
      </w:pPr>
      <w:rPr>
        <w:rFonts w:ascii="Times New Roman" w:eastAsia="Times New Roman" w:hAnsi="Times New Roman" w:cs="Times New Roman"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30421B3C"/>
    <w:multiLevelType w:val="hybridMultilevel"/>
    <w:tmpl w:val="EACE66A4"/>
    <w:lvl w:ilvl="0" w:tplc="0409000F">
      <w:start w:val="1"/>
      <w:numFmt w:val="decimal"/>
      <w:lvlText w:val="%1."/>
      <w:lvlJc w:val="lef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15" w15:restartNumberingAfterBreak="0">
    <w:nsid w:val="35007993"/>
    <w:multiLevelType w:val="hybridMultilevel"/>
    <w:tmpl w:val="B0425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E528F8"/>
    <w:multiLevelType w:val="hybridMultilevel"/>
    <w:tmpl w:val="4BDED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C95F19"/>
    <w:multiLevelType w:val="hybridMultilevel"/>
    <w:tmpl w:val="B6E87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30E3142"/>
    <w:multiLevelType w:val="hybridMultilevel"/>
    <w:tmpl w:val="D884D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7030917"/>
    <w:multiLevelType w:val="hybridMultilevel"/>
    <w:tmpl w:val="E904C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0F13E5"/>
    <w:multiLevelType w:val="hybridMultilevel"/>
    <w:tmpl w:val="9A66DE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D5612C3"/>
    <w:multiLevelType w:val="hybridMultilevel"/>
    <w:tmpl w:val="262A8B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E4F022A"/>
    <w:multiLevelType w:val="hybridMultilevel"/>
    <w:tmpl w:val="68A84BF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3" w15:restartNumberingAfterBreak="0">
    <w:nsid w:val="4E851143"/>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4" w15:restartNumberingAfterBreak="0">
    <w:nsid w:val="56997971"/>
    <w:multiLevelType w:val="hybridMultilevel"/>
    <w:tmpl w:val="CC5C5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307765"/>
    <w:multiLevelType w:val="hybridMultilevel"/>
    <w:tmpl w:val="72C215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599C7F13"/>
    <w:multiLevelType w:val="hybridMultilevel"/>
    <w:tmpl w:val="2F564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A763895"/>
    <w:multiLevelType w:val="hybridMultilevel"/>
    <w:tmpl w:val="31A2A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C04557E"/>
    <w:multiLevelType w:val="hybridMultilevel"/>
    <w:tmpl w:val="F1FAA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2B45540"/>
    <w:multiLevelType w:val="hybridMultilevel"/>
    <w:tmpl w:val="88D870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702C88"/>
    <w:multiLevelType w:val="hybridMultilevel"/>
    <w:tmpl w:val="40CEA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8DF0199"/>
    <w:multiLevelType w:val="hybridMultilevel"/>
    <w:tmpl w:val="E68C2410"/>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2" w15:restartNumberingAfterBreak="0">
    <w:nsid w:val="6BBC485E"/>
    <w:multiLevelType w:val="hybridMultilevel"/>
    <w:tmpl w:val="E6C84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59469B"/>
    <w:multiLevelType w:val="hybridMultilevel"/>
    <w:tmpl w:val="08CA85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00361C3"/>
    <w:multiLevelType w:val="multilevel"/>
    <w:tmpl w:val="E6A252CA"/>
    <w:lvl w:ilvl="0">
      <w:start w:val="1"/>
      <w:numFmt w:val="decimal"/>
      <w:pStyle w:val="Heading1"/>
      <w:lvlText w:val="%1"/>
      <w:lvlJc w:val="left"/>
      <w:pPr>
        <w:ind w:left="432" w:hanging="432"/>
      </w:pPr>
    </w:lvl>
    <w:lvl w:ilvl="1">
      <w:start w:val="1"/>
      <w:numFmt w:val="decimal"/>
      <w:pStyle w:val="Heading2"/>
      <w:lvlText w:val="%1.%2"/>
      <w:lvlJc w:val="left"/>
      <w:pPr>
        <w:ind w:left="576" w:hanging="576"/>
      </w:pPr>
      <w:rPr>
        <w:i w: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434"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5" w15:restartNumberingAfterBreak="0">
    <w:nsid w:val="717C6EC4"/>
    <w:multiLevelType w:val="hybridMultilevel"/>
    <w:tmpl w:val="FFC4C1CE"/>
    <w:lvl w:ilvl="0" w:tplc="BA643A90">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6" w15:restartNumberingAfterBreak="0">
    <w:nsid w:val="7A027C1E"/>
    <w:multiLevelType w:val="hybridMultilevel"/>
    <w:tmpl w:val="D30E68D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F292588"/>
    <w:multiLevelType w:val="hybridMultilevel"/>
    <w:tmpl w:val="FD2E7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1"/>
  </w:num>
  <w:num w:numId="3">
    <w:abstractNumId w:val="7"/>
  </w:num>
  <w:num w:numId="4">
    <w:abstractNumId w:val="13"/>
  </w:num>
  <w:num w:numId="5">
    <w:abstractNumId w:val="17"/>
  </w:num>
  <w:num w:numId="6">
    <w:abstractNumId w:val="33"/>
  </w:num>
  <w:num w:numId="7">
    <w:abstractNumId w:val="18"/>
  </w:num>
  <w:num w:numId="8">
    <w:abstractNumId w:val="29"/>
  </w:num>
  <w:num w:numId="9">
    <w:abstractNumId w:val="11"/>
  </w:num>
  <w:num w:numId="10">
    <w:abstractNumId w:val="23"/>
  </w:num>
  <w:num w:numId="11">
    <w:abstractNumId w:val="37"/>
  </w:num>
  <w:num w:numId="12">
    <w:abstractNumId w:val="27"/>
  </w:num>
  <w:num w:numId="13">
    <w:abstractNumId w:val="16"/>
  </w:num>
  <w:num w:numId="14">
    <w:abstractNumId w:val="2"/>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7"/>
  </w:num>
  <w:num w:numId="18">
    <w:abstractNumId w:val="16"/>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19"/>
  </w:num>
  <w:num w:numId="22">
    <w:abstractNumId w:val="26"/>
  </w:num>
  <w:num w:numId="23">
    <w:abstractNumId w:val="9"/>
  </w:num>
  <w:num w:numId="24">
    <w:abstractNumId w:val="32"/>
  </w:num>
  <w:num w:numId="25">
    <w:abstractNumId w:val="4"/>
  </w:num>
  <w:num w:numId="26">
    <w:abstractNumId w:val="5"/>
  </w:num>
  <w:num w:numId="27">
    <w:abstractNumId w:val="15"/>
  </w:num>
  <w:num w:numId="28">
    <w:abstractNumId w:val="14"/>
  </w:num>
  <w:num w:numId="29">
    <w:abstractNumId w:val="24"/>
  </w:num>
  <w:num w:numId="30">
    <w:abstractNumId w:val="13"/>
  </w:num>
  <w:num w:numId="31">
    <w:abstractNumId w:val="18"/>
  </w:num>
  <w:num w:numId="32">
    <w:abstractNumId w:val="21"/>
  </w:num>
  <w:num w:numId="33">
    <w:abstractNumId w:val="30"/>
  </w:num>
  <w:num w:numId="34">
    <w:abstractNumId w:val="20"/>
  </w:num>
  <w:num w:numId="35">
    <w:abstractNumId w:val="22"/>
  </w:num>
  <w:num w:numId="36">
    <w:abstractNumId w:val="25"/>
  </w:num>
  <w:num w:numId="37">
    <w:abstractNumId w:val="3"/>
  </w:num>
  <w:num w:numId="38">
    <w:abstractNumId w:val="0"/>
  </w:num>
  <w:num w:numId="39">
    <w:abstractNumId w:val="20"/>
  </w:num>
  <w:num w:numId="40">
    <w:abstractNumId w:val="37"/>
  </w:num>
  <w:num w:numId="41">
    <w:abstractNumId w:val="20"/>
  </w:num>
  <w:num w:numId="42">
    <w:abstractNumId w:val="36"/>
  </w:num>
  <w:num w:numId="43">
    <w:abstractNumId w:val="8"/>
  </w:num>
  <w:num w:numId="44">
    <w:abstractNumId w:val="37"/>
  </w:num>
  <w:num w:numId="45">
    <w:abstractNumId w:val="12"/>
  </w:num>
  <w:num w:numId="46">
    <w:abstractNumId w:val="6"/>
  </w:num>
  <w:num w:numId="47">
    <w:abstractNumId w:val="20"/>
  </w:num>
  <w:num w:numId="48">
    <w:abstractNumId w:val="7"/>
  </w:num>
  <w:num w:numId="49">
    <w:abstractNumId w:val="3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attachedTemplate r:id="rId1"/>
  <w:defaultTabStop w:val="72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LAwsjA3NTIyMjczMjVW0lEKTi0uzszPAykwrgUAKxzW2ywAAAA="/>
  </w:docVars>
  <w:rsids>
    <w:rsidRoot w:val="00807045"/>
    <w:rsid w:val="0000032F"/>
    <w:rsid w:val="0000143D"/>
    <w:rsid w:val="000026FD"/>
    <w:rsid w:val="00004904"/>
    <w:rsid w:val="00004C35"/>
    <w:rsid w:val="00004F0F"/>
    <w:rsid w:val="00005B83"/>
    <w:rsid w:val="0000668C"/>
    <w:rsid w:val="000067D8"/>
    <w:rsid w:val="00007C35"/>
    <w:rsid w:val="0001075D"/>
    <w:rsid w:val="000116B4"/>
    <w:rsid w:val="00012E62"/>
    <w:rsid w:val="00012FEF"/>
    <w:rsid w:val="00013030"/>
    <w:rsid w:val="00013247"/>
    <w:rsid w:val="00013317"/>
    <w:rsid w:val="00013484"/>
    <w:rsid w:val="0001372F"/>
    <w:rsid w:val="00013783"/>
    <w:rsid w:val="000138C8"/>
    <w:rsid w:val="00013CC8"/>
    <w:rsid w:val="00013D85"/>
    <w:rsid w:val="00014553"/>
    <w:rsid w:val="00015452"/>
    <w:rsid w:val="0001583C"/>
    <w:rsid w:val="000166FE"/>
    <w:rsid w:val="000179B5"/>
    <w:rsid w:val="000200DF"/>
    <w:rsid w:val="00020B03"/>
    <w:rsid w:val="00020B43"/>
    <w:rsid w:val="0002123A"/>
    <w:rsid w:val="0002130A"/>
    <w:rsid w:val="000224E8"/>
    <w:rsid w:val="00022BAB"/>
    <w:rsid w:val="00024314"/>
    <w:rsid w:val="00025C35"/>
    <w:rsid w:val="0002673C"/>
    <w:rsid w:val="00027304"/>
    <w:rsid w:val="0002741F"/>
    <w:rsid w:val="000276EA"/>
    <w:rsid w:val="00030562"/>
    <w:rsid w:val="00031B07"/>
    <w:rsid w:val="00031BEB"/>
    <w:rsid w:val="00032149"/>
    <w:rsid w:val="000322D6"/>
    <w:rsid w:val="000328E7"/>
    <w:rsid w:val="000338D6"/>
    <w:rsid w:val="000344D9"/>
    <w:rsid w:val="000349F9"/>
    <w:rsid w:val="00034DAC"/>
    <w:rsid w:val="00034DDE"/>
    <w:rsid w:val="00034E86"/>
    <w:rsid w:val="000359B8"/>
    <w:rsid w:val="000371C5"/>
    <w:rsid w:val="00037C39"/>
    <w:rsid w:val="00041416"/>
    <w:rsid w:val="0004355E"/>
    <w:rsid w:val="0004463F"/>
    <w:rsid w:val="00044AAC"/>
    <w:rsid w:val="00045622"/>
    <w:rsid w:val="00045F10"/>
    <w:rsid w:val="000466E0"/>
    <w:rsid w:val="00046888"/>
    <w:rsid w:val="00046CAE"/>
    <w:rsid w:val="00047A7E"/>
    <w:rsid w:val="0005025C"/>
    <w:rsid w:val="00050347"/>
    <w:rsid w:val="00050B21"/>
    <w:rsid w:val="00051766"/>
    <w:rsid w:val="0005217F"/>
    <w:rsid w:val="00052931"/>
    <w:rsid w:val="00052984"/>
    <w:rsid w:val="00052A20"/>
    <w:rsid w:val="00054C82"/>
    <w:rsid w:val="00055C86"/>
    <w:rsid w:val="00056A09"/>
    <w:rsid w:val="00056DA8"/>
    <w:rsid w:val="00056F9F"/>
    <w:rsid w:val="00057842"/>
    <w:rsid w:val="00060A9C"/>
    <w:rsid w:val="00060BFE"/>
    <w:rsid w:val="00060F5D"/>
    <w:rsid w:val="0006106F"/>
    <w:rsid w:val="000623C4"/>
    <w:rsid w:val="00063492"/>
    <w:rsid w:val="00064067"/>
    <w:rsid w:val="00064312"/>
    <w:rsid w:val="000646E9"/>
    <w:rsid w:val="0006494C"/>
    <w:rsid w:val="000651C1"/>
    <w:rsid w:val="000652F3"/>
    <w:rsid w:val="00065347"/>
    <w:rsid w:val="0006576F"/>
    <w:rsid w:val="000662C3"/>
    <w:rsid w:val="000663CB"/>
    <w:rsid w:val="00067034"/>
    <w:rsid w:val="000700BF"/>
    <w:rsid w:val="00070B4B"/>
    <w:rsid w:val="00070FFF"/>
    <w:rsid w:val="000714EA"/>
    <w:rsid w:val="0007158B"/>
    <w:rsid w:val="00071675"/>
    <w:rsid w:val="00071CCE"/>
    <w:rsid w:val="000721DF"/>
    <w:rsid w:val="00073668"/>
    <w:rsid w:val="000736EE"/>
    <w:rsid w:val="000737A2"/>
    <w:rsid w:val="000737E8"/>
    <w:rsid w:val="000738FF"/>
    <w:rsid w:val="000745C0"/>
    <w:rsid w:val="00075631"/>
    <w:rsid w:val="000758F5"/>
    <w:rsid w:val="00075F9B"/>
    <w:rsid w:val="00076168"/>
    <w:rsid w:val="00076AEA"/>
    <w:rsid w:val="00080897"/>
    <w:rsid w:val="00081B21"/>
    <w:rsid w:val="00081F6A"/>
    <w:rsid w:val="0008248B"/>
    <w:rsid w:val="000837BE"/>
    <w:rsid w:val="00084AB1"/>
    <w:rsid w:val="00084FF2"/>
    <w:rsid w:val="000853B3"/>
    <w:rsid w:val="00087099"/>
    <w:rsid w:val="00090BB5"/>
    <w:rsid w:val="00090C10"/>
    <w:rsid w:val="0009127E"/>
    <w:rsid w:val="000916D6"/>
    <w:rsid w:val="00091EFA"/>
    <w:rsid w:val="00092C4A"/>
    <w:rsid w:val="000934D0"/>
    <w:rsid w:val="00093981"/>
    <w:rsid w:val="00093E07"/>
    <w:rsid w:val="00094013"/>
    <w:rsid w:val="0009483C"/>
    <w:rsid w:val="00095077"/>
    <w:rsid w:val="00095688"/>
    <w:rsid w:val="00095F4A"/>
    <w:rsid w:val="00096B2B"/>
    <w:rsid w:val="00096F38"/>
    <w:rsid w:val="000A04A5"/>
    <w:rsid w:val="000A061F"/>
    <w:rsid w:val="000A1142"/>
    <w:rsid w:val="000A137B"/>
    <w:rsid w:val="000A290B"/>
    <w:rsid w:val="000A331D"/>
    <w:rsid w:val="000A3D85"/>
    <w:rsid w:val="000A4DE3"/>
    <w:rsid w:val="000A527C"/>
    <w:rsid w:val="000A5CEB"/>
    <w:rsid w:val="000A6104"/>
    <w:rsid w:val="000A628B"/>
    <w:rsid w:val="000A6AAE"/>
    <w:rsid w:val="000A7FD8"/>
    <w:rsid w:val="000B0318"/>
    <w:rsid w:val="000B17EC"/>
    <w:rsid w:val="000B3579"/>
    <w:rsid w:val="000B4573"/>
    <w:rsid w:val="000B52E9"/>
    <w:rsid w:val="000B5702"/>
    <w:rsid w:val="000B5A3F"/>
    <w:rsid w:val="000B5C39"/>
    <w:rsid w:val="000B6A37"/>
    <w:rsid w:val="000C1074"/>
    <w:rsid w:val="000C2F76"/>
    <w:rsid w:val="000C30E3"/>
    <w:rsid w:val="000C3196"/>
    <w:rsid w:val="000C3406"/>
    <w:rsid w:val="000C3BB7"/>
    <w:rsid w:val="000C3BBE"/>
    <w:rsid w:val="000C3F83"/>
    <w:rsid w:val="000C4221"/>
    <w:rsid w:val="000C440C"/>
    <w:rsid w:val="000C4999"/>
    <w:rsid w:val="000C5C38"/>
    <w:rsid w:val="000C5D29"/>
    <w:rsid w:val="000C65A9"/>
    <w:rsid w:val="000C676D"/>
    <w:rsid w:val="000C6C1D"/>
    <w:rsid w:val="000D019D"/>
    <w:rsid w:val="000D1B2A"/>
    <w:rsid w:val="000D24FB"/>
    <w:rsid w:val="000D2600"/>
    <w:rsid w:val="000D2B48"/>
    <w:rsid w:val="000D456B"/>
    <w:rsid w:val="000D4E1B"/>
    <w:rsid w:val="000D565A"/>
    <w:rsid w:val="000D5AB7"/>
    <w:rsid w:val="000D614F"/>
    <w:rsid w:val="000D63F4"/>
    <w:rsid w:val="000D68AC"/>
    <w:rsid w:val="000D6F29"/>
    <w:rsid w:val="000D6F9C"/>
    <w:rsid w:val="000E041F"/>
    <w:rsid w:val="000E088B"/>
    <w:rsid w:val="000E0C7E"/>
    <w:rsid w:val="000E25B7"/>
    <w:rsid w:val="000E373F"/>
    <w:rsid w:val="000E4157"/>
    <w:rsid w:val="000E4225"/>
    <w:rsid w:val="000E56AA"/>
    <w:rsid w:val="000E645F"/>
    <w:rsid w:val="000E6B5D"/>
    <w:rsid w:val="000E73D2"/>
    <w:rsid w:val="000F07D1"/>
    <w:rsid w:val="000F0FE1"/>
    <w:rsid w:val="000F10CC"/>
    <w:rsid w:val="000F164D"/>
    <w:rsid w:val="000F1E32"/>
    <w:rsid w:val="000F2281"/>
    <w:rsid w:val="000F2561"/>
    <w:rsid w:val="000F3E4A"/>
    <w:rsid w:val="000F46F5"/>
    <w:rsid w:val="000F4CA8"/>
    <w:rsid w:val="000F5F29"/>
    <w:rsid w:val="000F5FFC"/>
    <w:rsid w:val="000F620B"/>
    <w:rsid w:val="000F6FA4"/>
    <w:rsid w:val="000F7142"/>
    <w:rsid w:val="000F73DA"/>
    <w:rsid w:val="000F7A51"/>
    <w:rsid w:val="001003B0"/>
    <w:rsid w:val="00100A6B"/>
    <w:rsid w:val="00101881"/>
    <w:rsid w:val="00102A9A"/>
    <w:rsid w:val="001030F2"/>
    <w:rsid w:val="0010464C"/>
    <w:rsid w:val="001046CF"/>
    <w:rsid w:val="00104E3D"/>
    <w:rsid w:val="001053AD"/>
    <w:rsid w:val="001056E4"/>
    <w:rsid w:val="00105D7C"/>
    <w:rsid w:val="00106AB5"/>
    <w:rsid w:val="001074F6"/>
    <w:rsid w:val="001104A3"/>
    <w:rsid w:val="00111208"/>
    <w:rsid w:val="001113AA"/>
    <w:rsid w:val="00111BCF"/>
    <w:rsid w:val="00112DE7"/>
    <w:rsid w:val="00113789"/>
    <w:rsid w:val="0011378C"/>
    <w:rsid w:val="0011403B"/>
    <w:rsid w:val="001148F4"/>
    <w:rsid w:val="00115117"/>
    <w:rsid w:val="001156C0"/>
    <w:rsid w:val="00115748"/>
    <w:rsid w:val="00115B0F"/>
    <w:rsid w:val="00115BEC"/>
    <w:rsid w:val="00116667"/>
    <w:rsid w:val="00116F6A"/>
    <w:rsid w:val="001172C4"/>
    <w:rsid w:val="00117FFA"/>
    <w:rsid w:val="0012191B"/>
    <w:rsid w:val="001219D9"/>
    <w:rsid w:val="00122879"/>
    <w:rsid w:val="00122A18"/>
    <w:rsid w:val="001231AC"/>
    <w:rsid w:val="001232BD"/>
    <w:rsid w:val="0012365C"/>
    <w:rsid w:val="00123991"/>
    <w:rsid w:val="00124EDB"/>
    <w:rsid w:val="001250EB"/>
    <w:rsid w:val="001253C8"/>
    <w:rsid w:val="00125CA5"/>
    <w:rsid w:val="0012643A"/>
    <w:rsid w:val="0012701A"/>
    <w:rsid w:val="00127ADA"/>
    <w:rsid w:val="00127B16"/>
    <w:rsid w:val="00130AA7"/>
    <w:rsid w:val="00131296"/>
    <w:rsid w:val="00131F51"/>
    <w:rsid w:val="00134C0F"/>
    <w:rsid w:val="001354DA"/>
    <w:rsid w:val="001360A2"/>
    <w:rsid w:val="00136FE5"/>
    <w:rsid w:val="00137744"/>
    <w:rsid w:val="00137802"/>
    <w:rsid w:val="00140238"/>
    <w:rsid w:val="0014170D"/>
    <w:rsid w:val="00143481"/>
    <w:rsid w:val="00143CAC"/>
    <w:rsid w:val="00143EF4"/>
    <w:rsid w:val="00144080"/>
    <w:rsid w:val="00147483"/>
    <w:rsid w:val="001516F3"/>
    <w:rsid w:val="001519BE"/>
    <w:rsid w:val="00151CC4"/>
    <w:rsid w:val="001523B5"/>
    <w:rsid w:val="001527AB"/>
    <w:rsid w:val="00152DF8"/>
    <w:rsid w:val="0015366E"/>
    <w:rsid w:val="001552E1"/>
    <w:rsid w:val="00155352"/>
    <w:rsid w:val="00156F80"/>
    <w:rsid w:val="00157103"/>
    <w:rsid w:val="00157C3E"/>
    <w:rsid w:val="001600D8"/>
    <w:rsid w:val="00160A8E"/>
    <w:rsid w:val="00160CC2"/>
    <w:rsid w:val="00162578"/>
    <w:rsid w:val="001652A8"/>
    <w:rsid w:val="001657D3"/>
    <w:rsid w:val="00165BC6"/>
    <w:rsid w:val="00167577"/>
    <w:rsid w:val="001707C4"/>
    <w:rsid w:val="00170993"/>
    <w:rsid w:val="00171474"/>
    <w:rsid w:val="00171C2E"/>
    <w:rsid w:val="00171F0E"/>
    <w:rsid w:val="0017210D"/>
    <w:rsid w:val="001728E5"/>
    <w:rsid w:val="00172FCF"/>
    <w:rsid w:val="00174280"/>
    <w:rsid w:val="00175719"/>
    <w:rsid w:val="0017584D"/>
    <w:rsid w:val="001767B0"/>
    <w:rsid w:val="001768A4"/>
    <w:rsid w:val="00176D57"/>
    <w:rsid w:val="001776B0"/>
    <w:rsid w:val="00180CEA"/>
    <w:rsid w:val="00180FFD"/>
    <w:rsid w:val="001816B9"/>
    <w:rsid w:val="001818F8"/>
    <w:rsid w:val="00182F30"/>
    <w:rsid w:val="001840BD"/>
    <w:rsid w:val="00184256"/>
    <w:rsid w:val="0018528D"/>
    <w:rsid w:val="001858D0"/>
    <w:rsid w:val="001859DE"/>
    <w:rsid w:val="0018604D"/>
    <w:rsid w:val="001861FB"/>
    <w:rsid w:val="00186AD2"/>
    <w:rsid w:val="001879CD"/>
    <w:rsid w:val="00190BAA"/>
    <w:rsid w:val="00190E44"/>
    <w:rsid w:val="00194040"/>
    <w:rsid w:val="0019547C"/>
    <w:rsid w:val="0019583F"/>
    <w:rsid w:val="00195C4C"/>
    <w:rsid w:val="00195D1B"/>
    <w:rsid w:val="0019700D"/>
    <w:rsid w:val="0019794F"/>
    <w:rsid w:val="001A139A"/>
    <w:rsid w:val="001A1A2B"/>
    <w:rsid w:val="001A1B48"/>
    <w:rsid w:val="001A1E81"/>
    <w:rsid w:val="001A2435"/>
    <w:rsid w:val="001A303C"/>
    <w:rsid w:val="001A3695"/>
    <w:rsid w:val="001A3FF3"/>
    <w:rsid w:val="001A4525"/>
    <w:rsid w:val="001A5575"/>
    <w:rsid w:val="001A71F6"/>
    <w:rsid w:val="001A7456"/>
    <w:rsid w:val="001A7A1F"/>
    <w:rsid w:val="001A7B55"/>
    <w:rsid w:val="001B1186"/>
    <w:rsid w:val="001B341E"/>
    <w:rsid w:val="001B35DC"/>
    <w:rsid w:val="001B3C0E"/>
    <w:rsid w:val="001B43D6"/>
    <w:rsid w:val="001B45A6"/>
    <w:rsid w:val="001B46D7"/>
    <w:rsid w:val="001B4A0B"/>
    <w:rsid w:val="001B4C62"/>
    <w:rsid w:val="001B500A"/>
    <w:rsid w:val="001B5E04"/>
    <w:rsid w:val="001B5E89"/>
    <w:rsid w:val="001B6804"/>
    <w:rsid w:val="001B6BED"/>
    <w:rsid w:val="001B6D38"/>
    <w:rsid w:val="001B7A67"/>
    <w:rsid w:val="001B7F0F"/>
    <w:rsid w:val="001C0387"/>
    <w:rsid w:val="001C144E"/>
    <w:rsid w:val="001C48C5"/>
    <w:rsid w:val="001C4D44"/>
    <w:rsid w:val="001C4E79"/>
    <w:rsid w:val="001C5CBA"/>
    <w:rsid w:val="001C62BC"/>
    <w:rsid w:val="001C6839"/>
    <w:rsid w:val="001C6DFC"/>
    <w:rsid w:val="001D1009"/>
    <w:rsid w:val="001D2691"/>
    <w:rsid w:val="001D373E"/>
    <w:rsid w:val="001D40B7"/>
    <w:rsid w:val="001D417F"/>
    <w:rsid w:val="001D4A7D"/>
    <w:rsid w:val="001D4E20"/>
    <w:rsid w:val="001D586E"/>
    <w:rsid w:val="001D62F4"/>
    <w:rsid w:val="001D78B9"/>
    <w:rsid w:val="001D7E92"/>
    <w:rsid w:val="001E04E0"/>
    <w:rsid w:val="001E0710"/>
    <w:rsid w:val="001E10CF"/>
    <w:rsid w:val="001E19AE"/>
    <w:rsid w:val="001E2617"/>
    <w:rsid w:val="001E3371"/>
    <w:rsid w:val="001E3877"/>
    <w:rsid w:val="001E3AAF"/>
    <w:rsid w:val="001E4C54"/>
    <w:rsid w:val="001E70C3"/>
    <w:rsid w:val="001E7C9A"/>
    <w:rsid w:val="001E7F52"/>
    <w:rsid w:val="001F031D"/>
    <w:rsid w:val="001F1B93"/>
    <w:rsid w:val="001F25A5"/>
    <w:rsid w:val="001F30A1"/>
    <w:rsid w:val="001F3733"/>
    <w:rsid w:val="001F4B79"/>
    <w:rsid w:val="001F59A3"/>
    <w:rsid w:val="001F62AC"/>
    <w:rsid w:val="001F66E5"/>
    <w:rsid w:val="001F7227"/>
    <w:rsid w:val="001F744A"/>
    <w:rsid w:val="001F74F3"/>
    <w:rsid w:val="00200174"/>
    <w:rsid w:val="0020119B"/>
    <w:rsid w:val="00202115"/>
    <w:rsid w:val="0020219B"/>
    <w:rsid w:val="0020317C"/>
    <w:rsid w:val="002037AE"/>
    <w:rsid w:val="00203E6D"/>
    <w:rsid w:val="00205508"/>
    <w:rsid w:val="00205A43"/>
    <w:rsid w:val="00205A6B"/>
    <w:rsid w:val="00205D56"/>
    <w:rsid w:val="0020642F"/>
    <w:rsid w:val="00206636"/>
    <w:rsid w:val="0020797E"/>
    <w:rsid w:val="0021060C"/>
    <w:rsid w:val="00210EC9"/>
    <w:rsid w:val="00210F81"/>
    <w:rsid w:val="002112FC"/>
    <w:rsid w:val="002117F8"/>
    <w:rsid w:val="00213A51"/>
    <w:rsid w:val="00213AE9"/>
    <w:rsid w:val="00214BF1"/>
    <w:rsid w:val="00214C95"/>
    <w:rsid w:val="002154B2"/>
    <w:rsid w:val="00215FCC"/>
    <w:rsid w:val="00216372"/>
    <w:rsid w:val="00216585"/>
    <w:rsid w:val="00216ED7"/>
    <w:rsid w:val="002170BA"/>
    <w:rsid w:val="00217334"/>
    <w:rsid w:val="0021770D"/>
    <w:rsid w:val="00217C82"/>
    <w:rsid w:val="002200FF"/>
    <w:rsid w:val="00221D45"/>
    <w:rsid w:val="00222BB2"/>
    <w:rsid w:val="002236F8"/>
    <w:rsid w:val="00224024"/>
    <w:rsid w:val="00225886"/>
    <w:rsid w:val="00225AF9"/>
    <w:rsid w:val="00226728"/>
    <w:rsid w:val="002272F2"/>
    <w:rsid w:val="002277A1"/>
    <w:rsid w:val="0022785E"/>
    <w:rsid w:val="00227D4F"/>
    <w:rsid w:val="002302B7"/>
    <w:rsid w:val="002305A9"/>
    <w:rsid w:val="00232A4F"/>
    <w:rsid w:val="00232FC0"/>
    <w:rsid w:val="002335C5"/>
    <w:rsid w:val="00233CF1"/>
    <w:rsid w:val="00233D08"/>
    <w:rsid w:val="00233EA0"/>
    <w:rsid w:val="002343E8"/>
    <w:rsid w:val="00234851"/>
    <w:rsid w:val="0023530D"/>
    <w:rsid w:val="0023584A"/>
    <w:rsid w:val="00235E2F"/>
    <w:rsid w:val="00236576"/>
    <w:rsid w:val="002377E6"/>
    <w:rsid w:val="0023789F"/>
    <w:rsid w:val="00240EF4"/>
    <w:rsid w:val="00242248"/>
    <w:rsid w:val="00242484"/>
    <w:rsid w:val="00242645"/>
    <w:rsid w:val="00242BE2"/>
    <w:rsid w:val="002434D4"/>
    <w:rsid w:val="00243ACA"/>
    <w:rsid w:val="002442E2"/>
    <w:rsid w:val="00246E7E"/>
    <w:rsid w:val="00246F19"/>
    <w:rsid w:val="00247B86"/>
    <w:rsid w:val="00247BD4"/>
    <w:rsid w:val="00250034"/>
    <w:rsid w:val="00253AAD"/>
    <w:rsid w:val="002549EA"/>
    <w:rsid w:val="00255016"/>
    <w:rsid w:val="00255393"/>
    <w:rsid w:val="00255F65"/>
    <w:rsid w:val="0025612C"/>
    <w:rsid w:val="0025665A"/>
    <w:rsid w:val="002566F9"/>
    <w:rsid w:val="002571E3"/>
    <w:rsid w:val="0025760C"/>
    <w:rsid w:val="00257A02"/>
    <w:rsid w:val="00261373"/>
    <w:rsid w:val="00261FA8"/>
    <w:rsid w:val="00263CA6"/>
    <w:rsid w:val="00263E86"/>
    <w:rsid w:val="0026409D"/>
    <w:rsid w:val="002643E6"/>
    <w:rsid w:val="002646A1"/>
    <w:rsid w:val="002646E6"/>
    <w:rsid w:val="00264718"/>
    <w:rsid w:val="002661D1"/>
    <w:rsid w:val="00266E14"/>
    <w:rsid w:val="0026704B"/>
    <w:rsid w:val="00267674"/>
    <w:rsid w:val="00270DFF"/>
    <w:rsid w:val="00271E2B"/>
    <w:rsid w:val="00273F22"/>
    <w:rsid w:val="00274690"/>
    <w:rsid w:val="00274D5C"/>
    <w:rsid w:val="00275BE6"/>
    <w:rsid w:val="00275F5C"/>
    <w:rsid w:val="00276021"/>
    <w:rsid w:val="00276B78"/>
    <w:rsid w:val="002770AD"/>
    <w:rsid w:val="002773A1"/>
    <w:rsid w:val="002776AF"/>
    <w:rsid w:val="00280292"/>
    <w:rsid w:val="00281B2F"/>
    <w:rsid w:val="002830E7"/>
    <w:rsid w:val="00283597"/>
    <w:rsid w:val="0028457E"/>
    <w:rsid w:val="00285045"/>
    <w:rsid w:val="00285540"/>
    <w:rsid w:val="00285590"/>
    <w:rsid w:val="00286625"/>
    <w:rsid w:val="00287166"/>
    <w:rsid w:val="00290C62"/>
    <w:rsid w:val="00290DAC"/>
    <w:rsid w:val="002932EC"/>
    <w:rsid w:val="002934D2"/>
    <w:rsid w:val="00293636"/>
    <w:rsid w:val="00293BB9"/>
    <w:rsid w:val="00293D49"/>
    <w:rsid w:val="00293E70"/>
    <w:rsid w:val="00295CC6"/>
    <w:rsid w:val="00296711"/>
    <w:rsid w:val="00296B05"/>
    <w:rsid w:val="00296CC2"/>
    <w:rsid w:val="00297050"/>
    <w:rsid w:val="00297E02"/>
    <w:rsid w:val="00297F28"/>
    <w:rsid w:val="002A0798"/>
    <w:rsid w:val="002A18CC"/>
    <w:rsid w:val="002A235C"/>
    <w:rsid w:val="002A238F"/>
    <w:rsid w:val="002A23A0"/>
    <w:rsid w:val="002A240D"/>
    <w:rsid w:val="002A2945"/>
    <w:rsid w:val="002A2F07"/>
    <w:rsid w:val="002A35CB"/>
    <w:rsid w:val="002A3A14"/>
    <w:rsid w:val="002A3B7A"/>
    <w:rsid w:val="002A3D06"/>
    <w:rsid w:val="002A4412"/>
    <w:rsid w:val="002A4EBE"/>
    <w:rsid w:val="002A5A4D"/>
    <w:rsid w:val="002A7195"/>
    <w:rsid w:val="002A77AD"/>
    <w:rsid w:val="002A787C"/>
    <w:rsid w:val="002A7C24"/>
    <w:rsid w:val="002A7E21"/>
    <w:rsid w:val="002B01E0"/>
    <w:rsid w:val="002B0C97"/>
    <w:rsid w:val="002B1904"/>
    <w:rsid w:val="002B1C0F"/>
    <w:rsid w:val="002B21A2"/>
    <w:rsid w:val="002B29FE"/>
    <w:rsid w:val="002B4509"/>
    <w:rsid w:val="002B46CE"/>
    <w:rsid w:val="002B4A7A"/>
    <w:rsid w:val="002B71C1"/>
    <w:rsid w:val="002B7C76"/>
    <w:rsid w:val="002C0008"/>
    <w:rsid w:val="002C05DB"/>
    <w:rsid w:val="002C0604"/>
    <w:rsid w:val="002C08A2"/>
    <w:rsid w:val="002C182C"/>
    <w:rsid w:val="002C1C89"/>
    <w:rsid w:val="002C30CF"/>
    <w:rsid w:val="002C356A"/>
    <w:rsid w:val="002C4AAC"/>
    <w:rsid w:val="002C6D76"/>
    <w:rsid w:val="002C6EBB"/>
    <w:rsid w:val="002C7D81"/>
    <w:rsid w:val="002C7D8D"/>
    <w:rsid w:val="002D1B1C"/>
    <w:rsid w:val="002D4040"/>
    <w:rsid w:val="002D4902"/>
    <w:rsid w:val="002D4AAF"/>
    <w:rsid w:val="002D5BC5"/>
    <w:rsid w:val="002D6936"/>
    <w:rsid w:val="002D6E8C"/>
    <w:rsid w:val="002D75D0"/>
    <w:rsid w:val="002D7733"/>
    <w:rsid w:val="002D7796"/>
    <w:rsid w:val="002D7A50"/>
    <w:rsid w:val="002E13F5"/>
    <w:rsid w:val="002E1B49"/>
    <w:rsid w:val="002E2EDE"/>
    <w:rsid w:val="002E3B93"/>
    <w:rsid w:val="002E4A1E"/>
    <w:rsid w:val="002E593C"/>
    <w:rsid w:val="002E64EC"/>
    <w:rsid w:val="002E7B2A"/>
    <w:rsid w:val="002F092A"/>
    <w:rsid w:val="002F09B8"/>
    <w:rsid w:val="002F13FF"/>
    <w:rsid w:val="002F201B"/>
    <w:rsid w:val="002F2336"/>
    <w:rsid w:val="002F240A"/>
    <w:rsid w:val="002F2681"/>
    <w:rsid w:val="002F26E0"/>
    <w:rsid w:val="002F37DC"/>
    <w:rsid w:val="002F4B35"/>
    <w:rsid w:val="002F4E2D"/>
    <w:rsid w:val="002F5239"/>
    <w:rsid w:val="002F7033"/>
    <w:rsid w:val="002F7D3A"/>
    <w:rsid w:val="002F7E75"/>
    <w:rsid w:val="003004A0"/>
    <w:rsid w:val="0030121B"/>
    <w:rsid w:val="0030180D"/>
    <w:rsid w:val="0030181C"/>
    <w:rsid w:val="00301B5A"/>
    <w:rsid w:val="00301F84"/>
    <w:rsid w:val="00302E5D"/>
    <w:rsid w:val="003036E5"/>
    <w:rsid w:val="00303802"/>
    <w:rsid w:val="0030387E"/>
    <w:rsid w:val="00304144"/>
    <w:rsid w:val="00305D4C"/>
    <w:rsid w:val="00310BA1"/>
    <w:rsid w:val="00312471"/>
    <w:rsid w:val="003129B8"/>
    <w:rsid w:val="0031300D"/>
    <w:rsid w:val="0031367C"/>
    <w:rsid w:val="0031466E"/>
    <w:rsid w:val="0031585C"/>
    <w:rsid w:val="00315BB9"/>
    <w:rsid w:val="00316382"/>
    <w:rsid w:val="00316B7A"/>
    <w:rsid w:val="00316BB6"/>
    <w:rsid w:val="00316C69"/>
    <w:rsid w:val="003178B9"/>
    <w:rsid w:val="00317C5C"/>
    <w:rsid w:val="003218B9"/>
    <w:rsid w:val="003223DE"/>
    <w:rsid w:val="00322431"/>
    <w:rsid w:val="00322571"/>
    <w:rsid w:val="0032393B"/>
    <w:rsid w:val="0032574A"/>
    <w:rsid w:val="00325AC1"/>
    <w:rsid w:val="00325EFF"/>
    <w:rsid w:val="003270A1"/>
    <w:rsid w:val="003307AD"/>
    <w:rsid w:val="00331197"/>
    <w:rsid w:val="00331564"/>
    <w:rsid w:val="0033228D"/>
    <w:rsid w:val="003324CA"/>
    <w:rsid w:val="00332655"/>
    <w:rsid w:val="003327E7"/>
    <w:rsid w:val="00332FB5"/>
    <w:rsid w:val="00334278"/>
    <w:rsid w:val="00334565"/>
    <w:rsid w:val="00334A02"/>
    <w:rsid w:val="0033534B"/>
    <w:rsid w:val="0033619B"/>
    <w:rsid w:val="0033677A"/>
    <w:rsid w:val="00336DE9"/>
    <w:rsid w:val="0034240B"/>
    <w:rsid w:val="003425E6"/>
    <w:rsid w:val="00345177"/>
    <w:rsid w:val="00345FF8"/>
    <w:rsid w:val="0034662F"/>
    <w:rsid w:val="0034678B"/>
    <w:rsid w:val="00347339"/>
    <w:rsid w:val="00347368"/>
    <w:rsid w:val="00347FEF"/>
    <w:rsid w:val="00350792"/>
    <w:rsid w:val="00350F25"/>
    <w:rsid w:val="0035246C"/>
    <w:rsid w:val="00353309"/>
    <w:rsid w:val="00353614"/>
    <w:rsid w:val="0035408B"/>
    <w:rsid w:val="003541DF"/>
    <w:rsid w:val="00354347"/>
    <w:rsid w:val="00354A04"/>
    <w:rsid w:val="00355930"/>
    <w:rsid w:val="00355A65"/>
    <w:rsid w:val="00357204"/>
    <w:rsid w:val="0035767D"/>
    <w:rsid w:val="00357F8F"/>
    <w:rsid w:val="003609B3"/>
    <w:rsid w:val="00361686"/>
    <w:rsid w:val="00361A58"/>
    <w:rsid w:val="0036259A"/>
    <w:rsid w:val="00362A2E"/>
    <w:rsid w:val="0036304F"/>
    <w:rsid w:val="003637E2"/>
    <w:rsid w:val="00365286"/>
    <w:rsid w:val="0036605E"/>
    <w:rsid w:val="00366DDF"/>
    <w:rsid w:val="003702B7"/>
    <w:rsid w:val="003705EC"/>
    <w:rsid w:val="00370769"/>
    <w:rsid w:val="00370C53"/>
    <w:rsid w:val="00371167"/>
    <w:rsid w:val="00371FE7"/>
    <w:rsid w:val="0037335B"/>
    <w:rsid w:val="0037478C"/>
    <w:rsid w:val="00375134"/>
    <w:rsid w:val="003758B7"/>
    <w:rsid w:val="00377D3D"/>
    <w:rsid w:val="003801A5"/>
    <w:rsid w:val="003805F3"/>
    <w:rsid w:val="0038126D"/>
    <w:rsid w:val="0038143E"/>
    <w:rsid w:val="00381592"/>
    <w:rsid w:val="00382734"/>
    <w:rsid w:val="003835BC"/>
    <w:rsid w:val="00383C9B"/>
    <w:rsid w:val="00384F1A"/>
    <w:rsid w:val="00386A39"/>
    <w:rsid w:val="00386EA1"/>
    <w:rsid w:val="00387993"/>
    <w:rsid w:val="0039097F"/>
    <w:rsid w:val="003912A9"/>
    <w:rsid w:val="003922AA"/>
    <w:rsid w:val="00392429"/>
    <w:rsid w:val="00392621"/>
    <w:rsid w:val="00392737"/>
    <w:rsid w:val="00392CF1"/>
    <w:rsid w:val="00392EF6"/>
    <w:rsid w:val="00393103"/>
    <w:rsid w:val="003939FE"/>
    <w:rsid w:val="00393B99"/>
    <w:rsid w:val="00394240"/>
    <w:rsid w:val="00394457"/>
    <w:rsid w:val="003944C5"/>
    <w:rsid w:val="003947C8"/>
    <w:rsid w:val="00394ABE"/>
    <w:rsid w:val="00395A9E"/>
    <w:rsid w:val="0039646D"/>
    <w:rsid w:val="00396EFC"/>
    <w:rsid w:val="003974C5"/>
    <w:rsid w:val="003976AC"/>
    <w:rsid w:val="003A0AFD"/>
    <w:rsid w:val="003A13F5"/>
    <w:rsid w:val="003A15A9"/>
    <w:rsid w:val="003A20AE"/>
    <w:rsid w:val="003A25F8"/>
    <w:rsid w:val="003A3105"/>
    <w:rsid w:val="003A4794"/>
    <w:rsid w:val="003A4BAA"/>
    <w:rsid w:val="003A60A8"/>
    <w:rsid w:val="003A65E5"/>
    <w:rsid w:val="003A66D7"/>
    <w:rsid w:val="003A74DC"/>
    <w:rsid w:val="003A7DDB"/>
    <w:rsid w:val="003B00E8"/>
    <w:rsid w:val="003B01F4"/>
    <w:rsid w:val="003B0385"/>
    <w:rsid w:val="003B1120"/>
    <w:rsid w:val="003B1AAE"/>
    <w:rsid w:val="003B22DA"/>
    <w:rsid w:val="003B3D0C"/>
    <w:rsid w:val="003B460C"/>
    <w:rsid w:val="003B46B5"/>
    <w:rsid w:val="003B59C6"/>
    <w:rsid w:val="003B5AD5"/>
    <w:rsid w:val="003B5B09"/>
    <w:rsid w:val="003B6224"/>
    <w:rsid w:val="003B6B35"/>
    <w:rsid w:val="003B752D"/>
    <w:rsid w:val="003C0018"/>
    <w:rsid w:val="003C0665"/>
    <w:rsid w:val="003C20CD"/>
    <w:rsid w:val="003C23B1"/>
    <w:rsid w:val="003C2AF2"/>
    <w:rsid w:val="003C3CBD"/>
    <w:rsid w:val="003C5547"/>
    <w:rsid w:val="003C5F50"/>
    <w:rsid w:val="003C6757"/>
    <w:rsid w:val="003C72FD"/>
    <w:rsid w:val="003D0EB4"/>
    <w:rsid w:val="003D133F"/>
    <w:rsid w:val="003D2334"/>
    <w:rsid w:val="003D2D8E"/>
    <w:rsid w:val="003D36C8"/>
    <w:rsid w:val="003D3915"/>
    <w:rsid w:val="003D4A52"/>
    <w:rsid w:val="003D6109"/>
    <w:rsid w:val="003D714F"/>
    <w:rsid w:val="003D7E8F"/>
    <w:rsid w:val="003E0072"/>
    <w:rsid w:val="003E0BF2"/>
    <w:rsid w:val="003E1717"/>
    <w:rsid w:val="003E1F76"/>
    <w:rsid w:val="003E2ABB"/>
    <w:rsid w:val="003E35D0"/>
    <w:rsid w:val="003E4049"/>
    <w:rsid w:val="003E6112"/>
    <w:rsid w:val="003E66E3"/>
    <w:rsid w:val="003E7875"/>
    <w:rsid w:val="003E7AB5"/>
    <w:rsid w:val="003F08FB"/>
    <w:rsid w:val="003F1A54"/>
    <w:rsid w:val="003F21AE"/>
    <w:rsid w:val="003F2557"/>
    <w:rsid w:val="003F2D3D"/>
    <w:rsid w:val="003F5A4A"/>
    <w:rsid w:val="003F66B4"/>
    <w:rsid w:val="003F6760"/>
    <w:rsid w:val="003F6CEB"/>
    <w:rsid w:val="003F782C"/>
    <w:rsid w:val="004005BC"/>
    <w:rsid w:val="00401222"/>
    <w:rsid w:val="00401325"/>
    <w:rsid w:val="004029EE"/>
    <w:rsid w:val="00402DB7"/>
    <w:rsid w:val="00402E21"/>
    <w:rsid w:val="00402EB5"/>
    <w:rsid w:val="004040D6"/>
    <w:rsid w:val="00404339"/>
    <w:rsid w:val="00405A98"/>
    <w:rsid w:val="004068A6"/>
    <w:rsid w:val="00406C5C"/>
    <w:rsid w:val="00407BCB"/>
    <w:rsid w:val="00407E0C"/>
    <w:rsid w:val="00410039"/>
    <w:rsid w:val="0041037E"/>
    <w:rsid w:val="004103DF"/>
    <w:rsid w:val="00410D26"/>
    <w:rsid w:val="004117CB"/>
    <w:rsid w:val="004118BF"/>
    <w:rsid w:val="00412B51"/>
    <w:rsid w:val="00412C17"/>
    <w:rsid w:val="00413803"/>
    <w:rsid w:val="00414246"/>
    <w:rsid w:val="00414304"/>
    <w:rsid w:val="00414CBC"/>
    <w:rsid w:val="00415F63"/>
    <w:rsid w:val="00416CD4"/>
    <w:rsid w:val="00416EB7"/>
    <w:rsid w:val="00417D78"/>
    <w:rsid w:val="00417FD5"/>
    <w:rsid w:val="00420127"/>
    <w:rsid w:val="004208B8"/>
    <w:rsid w:val="00420A06"/>
    <w:rsid w:val="0042266F"/>
    <w:rsid w:val="00422B36"/>
    <w:rsid w:val="0042393B"/>
    <w:rsid w:val="00423E82"/>
    <w:rsid w:val="004265A7"/>
    <w:rsid w:val="00426A8B"/>
    <w:rsid w:val="00426D39"/>
    <w:rsid w:val="00430522"/>
    <w:rsid w:val="0043061D"/>
    <w:rsid w:val="00430CE4"/>
    <w:rsid w:val="0043236D"/>
    <w:rsid w:val="00432FBE"/>
    <w:rsid w:val="00434B3E"/>
    <w:rsid w:val="00435323"/>
    <w:rsid w:val="004362A0"/>
    <w:rsid w:val="0043776B"/>
    <w:rsid w:val="00441B28"/>
    <w:rsid w:val="0044261F"/>
    <w:rsid w:val="00442E86"/>
    <w:rsid w:val="0044394E"/>
    <w:rsid w:val="00444CEF"/>
    <w:rsid w:val="004456F4"/>
    <w:rsid w:val="0044698E"/>
    <w:rsid w:val="00447B41"/>
    <w:rsid w:val="00447F54"/>
    <w:rsid w:val="00450025"/>
    <w:rsid w:val="0045039A"/>
    <w:rsid w:val="00450BCC"/>
    <w:rsid w:val="00452C15"/>
    <w:rsid w:val="00453078"/>
    <w:rsid w:val="00454099"/>
    <w:rsid w:val="00454363"/>
    <w:rsid w:val="00455920"/>
    <w:rsid w:val="0045599C"/>
    <w:rsid w:val="00456BBB"/>
    <w:rsid w:val="00456EDC"/>
    <w:rsid w:val="004604F0"/>
    <w:rsid w:val="00460C6E"/>
    <w:rsid w:val="00461941"/>
    <w:rsid w:val="00462943"/>
    <w:rsid w:val="00462BDF"/>
    <w:rsid w:val="00462EB6"/>
    <w:rsid w:val="0046497D"/>
    <w:rsid w:val="00464EF9"/>
    <w:rsid w:val="004651ED"/>
    <w:rsid w:val="00465E77"/>
    <w:rsid w:val="00466131"/>
    <w:rsid w:val="00466D5C"/>
    <w:rsid w:val="00467317"/>
    <w:rsid w:val="0046786C"/>
    <w:rsid w:val="00467D1E"/>
    <w:rsid w:val="004706AE"/>
    <w:rsid w:val="00470AF9"/>
    <w:rsid w:val="00471CD6"/>
    <w:rsid w:val="00472126"/>
    <w:rsid w:val="0047254A"/>
    <w:rsid w:val="004725CA"/>
    <w:rsid w:val="00472FDE"/>
    <w:rsid w:val="00473402"/>
    <w:rsid w:val="00473B25"/>
    <w:rsid w:val="00473BB2"/>
    <w:rsid w:val="00473D1B"/>
    <w:rsid w:val="00474ECA"/>
    <w:rsid w:val="00475662"/>
    <w:rsid w:val="00475B31"/>
    <w:rsid w:val="00475F17"/>
    <w:rsid w:val="004760D6"/>
    <w:rsid w:val="00476BF1"/>
    <w:rsid w:val="00477079"/>
    <w:rsid w:val="004770A6"/>
    <w:rsid w:val="00477744"/>
    <w:rsid w:val="0048071F"/>
    <w:rsid w:val="00481A3A"/>
    <w:rsid w:val="00481D4F"/>
    <w:rsid w:val="00482084"/>
    <w:rsid w:val="004824FB"/>
    <w:rsid w:val="004830AE"/>
    <w:rsid w:val="004832BA"/>
    <w:rsid w:val="00484B73"/>
    <w:rsid w:val="004858A7"/>
    <w:rsid w:val="004860E1"/>
    <w:rsid w:val="00486D5F"/>
    <w:rsid w:val="004879DB"/>
    <w:rsid w:val="00487D8A"/>
    <w:rsid w:val="00487FCB"/>
    <w:rsid w:val="004912B1"/>
    <w:rsid w:val="00491913"/>
    <w:rsid w:val="004934BF"/>
    <w:rsid w:val="004936A2"/>
    <w:rsid w:val="00495131"/>
    <w:rsid w:val="004956E8"/>
    <w:rsid w:val="00496403"/>
    <w:rsid w:val="00497DA1"/>
    <w:rsid w:val="004A0968"/>
    <w:rsid w:val="004A1CF2"/>
    <w:rsid w:val="004A2150"/>
    <w:rsid w:val="004A2304"/>
    <w:rsid w:val="004A2A05"/>
    <w:rsid w:val="004A33EF"/>
    <w:rsid w:val="004A3548"/>
    <w:rsid w:val="004A3D98"/>
    <w:rsid w:val="004A401B"/>
    <w:rsid w:val="004A475A"/>
    <w:rsid w:val="004A5805"/>
    <w:rsid w:val="004A75CE"/>
    <w:rsid w:val="004B0035"/>
    <w:rsid w:val="004B02DD"/>
    <w:rsid w:val="004B0584"/>
    <w:rsid w:val="004B0C71"/>
    <w:rsid w:val="004B2763"/>
    <w:rsid w:val="004B52DC"/>
    <w:rsid w:val="004B5EC0"/>
    <w:rsid w:val="004B60D2"/>
    <w:rsid w:val="004B63DB"/>
    <w:rsid w:val="004B794B"/>
    <w:rsid w:val="004C0737"/>
    <w:rsid w:val="004C17C5"/>
    <w:rsid w:val="004C1F7D"/>
    <w:rsid w:val="004C3225"/>
    <w:rsid w:val="004C3788"/>
    <w:rsid w:val="004C3C9C"/>
    <w:rsid w:val="004C4ECC"/>
    <w:rsid w:val="004C52EE"/>
    <w:rsid w:val="004C5342"/>
    <w:rsid w:val="004C5369"/>
    <w:rsid w:val="004C53A9"/>
    <w:rsid w:val="004C5626"/>
    <w:rsid w:val="004C5A95"/>
    <w:rsid w:val="004C5C71"/>
    <w:rsid w:val="004C6E50"/>
    <w:rsid w:val="004C77E7"/>
    <w:rsid w:val="004C7F6C"/>
    <w:rsid w:val="004D00EC"/>
    <w:rsid w:val="004D172B"/>
    <w:rsid w:val="004D29EC"/>
    <w:rsid w:val="004D3CC3"/>
    <w:rsid w:val="004D461F"/>
    <w:rsid w:val="004D53E8"/>
    <w:rsid w:val="004D5D88"/>
    <w:rsid w:val="004D7550"/>
    <w:rsid w:val="004E06EB"/>
    <w:rsid w:val="004E2A3B"/>
    <w:rsid w:val="004E35A2"/>
    <w:rsid w:val="004E3F0D"/>
    <w:rsid w:val="004E4013"/>
    <w:rsid w:val="004E4787"/>
    <w:rsid w:val="004E4B5E"/>
    <w:rsid w:val="004E4D5C"/>
    <w:rsid w:val="004E5033"/>
    <w:rsid w:val="004E571D"/>
    <w:rsid w:val="004E58CC"/>
    <w:rsid w:val="004E5F6F"/>
    <w:rsid w:val="004E606A"/>
    <w:rsid w:val="004E6261"/>
    <w:rsid w:val="004E6689"/>
    <w:rsid w:val="004E6A54"/>
    <w:rsid w:val="004E7C50"/>
    <w:rsid w:val="004F20A8"/>
    <w:rsid w:val="004F2E26"/>
    <w:rsid w:val="004F3BCB"/>
    <w:rsid w:val="004F45D4"/>
    <w:rsid w:val="004F4BF1"/>
    <w:rsid w:val="004F5EEE"/>
    <w:rsid w:val="0050041C"/>
    <w:rsid w:val="0050061E"/>
    <w:rsid w:val="005013A6"/>
    <w:rsid w:val="005015F3"/>
    <w:rsid w:val="0050221F"/>
    <w:rsid w:val="00502828"/>
    <w:rsid w:val="00502A42"/>
    <w:rsid w:val="00502D85"/>
    <w:rsid w:val="00502F5C"/>
    <w:rsid w:val="005039F3"/>
    <w:rsid w:val="00503ACF"/>
    <w:rsid w:val="0050417B"/>
    <w:rsid w:val="00504244"/>
    <w:rsid w:val="00507EAB"/>
    <w:rsid w:val="00511187"/>
    <w:rsid w:val="00512A7C"/>
    <w:rsid w:val="0051301B"/>
    <w:rsid w:val="00513748"/>
    <w:rsid w:val="00515254"/>
    <w:rsid w:val="0051625A"/>
    <w:rsid w:val="00516581"/>
    <w:rsid w:val="00516C6C"/>
    <w:rsid w:val="00516E5C"/>
    <w:rsid w:val="0051783B"/>
    <w:rsid w:val="005209CA"/>
    <w:rsid w:val="0052122A"/>
    <w:rsid w:val="0052151F"/>
    <w:rsid w:val="005217CA"/>
    <w:rsid w:val="00522816"/>
    <w:rsid w:val="00522A14"/>
    <w:rsid w:val="00524AE8"/>
    <w:rsid w:val="00525A6C"/>
    <w:rsid w:val="00526BE8"/>
    <w:rsid w:val="0052749E"/>
    <w:rsid w:val="00527C0A"/>
    <w:rsid w:val="0053130B"/>
    <w:rsid w:val="0053156E"/>
    <w:rsid w:val="00531671"/>
    <w:rsid w:val="00531903"/>
    <w:rsid w:val="0053244E"/>
    <w:rsid w:val="005328C0"/>
    <w:rsid w:val="00533553"/>
    <w:rsid w:val="0053390B"/>
    <w:rsid w:val="005339A0"/>
    <w:rsid w:val="00533D1E"/>
    <w:rsid w:val="00534CF2"/>
    <w:rsid w:val="0053664C"/>
    <w:rsid w:val="005374E4"/>
    <w:rsid w:val="00537B8E"/>
    <w:rsid w:val="005402E7"/>
    <w:rsid w:val="005405FF"/>
    <w:rsid w:val="0054127C"/>
    <w:rsid w:val="00541E4B"/>
    <w:rsid w:val="005428AC"/>
    <w:rsid w:val="00542D28"/>
    <w:rsid w:val="00544BAC"/>
    <w:rsid w:val="00546074"/>
    <w:rsid w:val="0054780B"/>
    <w:rsid w:val="00550408"/>
    <w:rsid w:val="00550C67"/>
    <w:rsid w:val="00550D8A"/>
    <w:rsid w:val="00550F16"/>
    <w:rsid w:val="0055174A"/>
    <w:rsid w:val="00553862"/>
    <w:rsid w:val="00553D98"/>
    <w:rsid w:val="00555702"/>
    <w:rsid w:val="00555AB6"/>
    <w:rsid w:val="00555ABD"/>
    <w:rsid w:val="00555EF0"/>
    <w:rsid w:val="00556643"/>
    <w:rsid w:val="005604E3"/>
    <w:rsid w:val="005607D3"/>
    <w:rsid w:val="00561274"/>
    <w:rsid w:val="00561685"/>
    <w:rsid w:val="00561DFD"/>
    <w:rsid w:val="00562A7D"/>
    <w:rsid w:val="00564904"/>
    <w:rsid w:val="00565076"/>
    <w:rsid w:val="00565846"/>
    <w:rsid w:val="00565A6F"/>
    <w:rsid w:val="00566337"/>
    <w:rsid w:val="00567289"/>
    <w:rsid w:val="00570B01"/>
    <w:rsid w:val="00571006"/>
    <w:rsid w:val="00571FD4"/>
    <w:rsid w:val="00573545"/>
    <w:rsid w:val="00573AF7"/>
    <w:rsid w:val="00573D16"/>
    <w:rsid w:val="0057492F"/>
    <w:rsid w:val="00574D25"/>
    <w:rsid w:val="00575460"/>
    <w:rsid w:val="0057639F"/>
    <w:rsid w:val="0058060F"/>
    <w:rsid w:val="00581CAA"/>
    <w:rsid w:val="00582DFC"/>
    <w:rsid w:val="005836B3"/>
    <w:rsid w:val="00583DF1"/>
    <w:rsid w:val="005840C2"/>
    <w:rsid w:val="0058499A"/>
    <w:rsid w:val="005850DE"/>
    <w:rsid w:val="00585661"/>
    <w:rsid w:val="00585AEE"/>
    <w:rsid w:val="005874B8"/>
    <w:rsid w:val="005874E0"/>
    <w:rsid w:val="0059079E"/>
    <w:rsid w:val="00591529"/>
    <w:rsid w:val="0059259D"/>
    <w:rsid w:val="00592E00"/>
    <w:rsid w:val="00592FD5"/>
    <w:rsid w:val="005931C2"/>
    <w:rsid w:val="00593434"/>
    <w:rsid w:val="005934D3"/>
    <w:rsid w:val="00593BF6"/>
    <w:rsid w:val="0059573E"/>
    <w:rsid w:val="00596D51"/>
    <w:rsid w:val="00596F4D"/>
    <w:rsid w:val="005A0645"/>
    <w:rsid w:val="005A1051"/>
    <w:rsid w:val="005A1944"/>
    <w:rsid w:val="005A1970"/>
    <w:rsid w:val="005A1CAC"/>
    <w:rsid w:val="005A2A76"/>
    <w:rsid w:val="005A2C17"/>
    <w:rsid w:val="005A2EA0"/>
    <w:rsid w:val="005A36D0"/>
    <w:rsid w:val="005A3A41"/>
    <w:rsid w:val="005A3A83"/>
    <w:rsid w:val="005A3A91"/>
    <w:rsid w:val="005A475F"/>
    <w:rsid w:val="005A4773"/>
    <w:rsid w:val="005A57EF"/>
    <w:rsid w:val="005A61C6"/>
    <w:rsid w:val="005A6586"/>
    <w:rsid w:val="005A796C"/>
    <w:rsid w:val="005B0439"/>
    <w:rsid w:val="005B05B9"/>
    <w:rsid w:val="005B0A9B"/>
    <w:rsid w:val="005B1A0D"/>
    <w:rsid w:val="005B216B"/>
    <w:rsid w:val="005B23A5"/>
    <w:rsid w:val="005B38F6"/>
    <w:rsid w:val="005B3BCF"/>
    <w:rsid w:val="005B428F"/>
    <w:rsid w:val="005B5A03"/>
    <w:rsid w:val="005B65D9"/>
    <w:rsid w:val="005B6BFF"/>
    <w:rsid w:val="005B72DC"/>
    <w:rsid w:val="005B75DD"/>
    <w:rsid w:val="005C02D1"/>
    <w:rsid w:val="005C19F3"/>
    <w:rsid w:val="005C3146"/>
    <w:rsid w:val="005C354B"/>
    <w:rsid w:val="005C3981"/>
    <w:rsid w:val="005C56F6"/>
    <w:rsid w:val="005C5A5C"/>
    <w:rsid w:val="005C6609"/>
    <w:rsid w:val="005C73E1"/>
    <w:rsid w:val="005C799D"/>
    <w:rsid w:val="005C7DA2"/>
    <w:rsid w:val="005D00A3"/>
    <w:rsid w:val="005D00CB"/>
    <w:rsid w:val="005D0400"/>
    <w:rsid w:val="005D056C"/>
    <w:rsid w:val="005D06FE"/>
    <w:rsid w:val="005D072F"/>
    <w:rsid w:val="005D0C8B"/>
    <w:rsid w:val="005D0EC3"/>
    <w:rsid w:val="005D1480"/>
    <w:rsid w:val="005D1489"/>
    <w:rsid w:val="005D209B"/>
    <w:rsid w:val="005D21D0"/>
    <w:rsid w:val="005D26E1"/>
    <w:rsid w:val="005D2B38"/>
    <w:rsid w:val="005D34C2"/>
    <w:rsid w:val="005D3EBD"/>
    <w:rsid w:val="005D4A19"/>
    <w:rsid w:val="005D4BA9"/>
    <w:rsid w:val="005D4D9A"/>
    <w:rsid w:val="005D5F56"/>
    <w:rsid w:val="005D6506"/>
    <w:rsid w:val="005D6AD8"/>
    <w:rsid w:val="005D790B"/>
    <w:rsid w:val="005E06E7"/>
    <w:rsid w:val="005E0C26"/>
    <w:rsid w:val="005E1582"/>
    <w:rsid w:val="005E3535"/>
    <w:rsid w:val="005E36FA"/>
    <w:rsid w:val="005E5169"/>
    <w:rsid w:val="005E79C3"/>
    <w:rsid w:val="005F09B7"/>
    <w:rsid w:val="005F2171"/>
    <w:rsid w:val="005F3015"/>
    <w:rsid w:val="005F3303"/>
    <w:rsid w:val="005F465F"/>
    <w:rsid w:val="005F4F04"/>
    <w:rsid w:val="005F6211"/>
    <w:rsid w:val="005F6E27"/>
    <w:rsid w:val="0060102B"/>
    <w:rsid w:val="00601380"/>
    <w:rsid w:val="00602E28"/>
    <w:rsid w:val="006037E4"/>
    <w:rsid w:val="00603C5C"/>
    <w:rsid w:val="006042DD"/>
    <w:rsid w:val="00604C44"/>
    <w:rsid w:val="00604F3E"/>
    <w:rsid w:val="006051DC"/>
    <w:rsid w:val="00605552"/>
    <w:rsid w:val="006055D5"/>
    <w:rsid w:val="006076A2"/>
    <w:rsid w:val="00607D98"/>
    <w:rsid w:val="006100C5"/>
    <w:rsid w:val="0061167F"/>
    <w:rsid w:val="00612F66"/>
    <w:rsid w:val="00614FB0"/>
    <w:rsid w:val="0061615A"/>
    <w:rsid w:val="00616F46"/>
    <w:rsid w:val="006178ED"/>
    <w:rsid w:val="00617BB6"/>
    <w:rsid w:val="006200DA"/>
    <w:rsid w:val="0062057B"/>
    <w:rsid w:val="00621231"/>
    <w:rsid w:val="00621E90"/>
    <w:rsid w:val="0062222C"/>
    <w:rsid w:val="00622357"/>
    <w:rsid w:val="0062275E"/>
    <w:rsid w:val="006229A9"/>
    <w:rsid w:val="00623115"/>
    <w:rsid w:val="00623240"/>
    <w:rsid w:val="00623455"/>
    <w:rsid w:val="00623496"/>
    <w:rsid w:val="00623C48"/>
    <w:rsid w:val="00623DF4"/>
    <w:rsid w:val="006244F5"/>
    <w:rsid w:val="00624B26"/>
    <w:rsid w:val="00625352"/>
    <w:rsid w:val="00625829"/>
    <w:rsid w:val="00625CC0"/>
    <w:rsid w:val="00625EF7"/>
    <w:rsid w:val="00627A08"/>
    <w:rsid w:val="00627CA4"/>
    <w:rsid w:val="00630148"/>
    <w:rsid w:val="00630E05"/>
    <w:rsid w:val="00631A00"/>
    <w:rsid w:val="00631B47"/>
    <w:rsid w:val="006325F0"/>
    <w:rsid w:val="00633798"/>
    <w:rsid w:val="00633B36"/>
    <w:rsid w:val="00633E98"/>
    <w:rsid w:val="00636C69"/>
    <w:rsid w:val="00640178"/>
    <w:rsid w:val="00641675"/>
    <w:rsid w:val="00641C65"/>
    <w:rsid w:val="00641C9D"/>
    <w:rsid w:val="00641D0E"/>
    <w:rsid w:val="006426FB"/>
    <w:rsid w:val="006429FB"/>
    <w:rsid w:val="00643776"/>
    <w:rsid w:val="00643D8A"/>
    <w:rsid w:val="00643F84"/>
    <w:rsid w:val="00644A15"/>
    <w:rsid w:val="00645715"/>
    <w:rsid w:val="00645E4A"/>
    <w:rsid w:val="0064675D"/>
    <w:rsid w:val="0065230A"/>
    <w:rsid w:val="00654E46"/>
    <w:rsid w:val="0065525C"/>
    <w:rsid w:val="00655B18"/>
    <w:rsid w:val="00656055"/>
    <w:rsid w:val="0065605A"/>
    <w:rsid w:val="00656F2F"/>
    <w:rsid w:val="006576CD"/>
    <w:rsid w:val="006601D4"/>
    <w:rsid w:val="00660356"/>
    <w:rsid w:val="006606D5"/>
    <w:rsid w:val="00661D67"/>
    <w:rsid w:val="0066223C"/>
    <w:rsid w:val="006626EF"/>
    <w:rsid w:val="00663CAB"/>
    <w:rsid w:val="00664791"/>
    <w:rsid w:val="00664D60"/>
    <w:rsid w:val="00665D88"/>
    <w:rsid w:val="00665DC5"/>
    <w:rsid w:val="00666F94"/>
    <w:rsid w:val="00667DEA"/>
    <w:rsid w:val="006702A9"/>
    <w:rsid w:val="006702B4"/>
    <w:rsid w:val="006704EB"/>
    <w:rsid w:val="006706B7"/>
    <w:rsid w:val="00670718"/>
    <w:rsid w:val="00670BCA"/>
    <w:rsid w:val="006710FD"/>
    <w:rsid w:val="006718E6"/>
    <w:rsid w:val="00671B22"/>
    <w:rsid w:val="006721DD"/>
    <w:rsid w:val="006734F5"/>
    <w:rsid w:val="00673B2F"/>
    <w:rsid w:val="00673B34"/>
    <w:rsid w:val="00673DCC"/>
    <w:rsid w:val="00673FC7"/>
    <w:rsid w:val="00675A79"/>
    <w:rsid w:val="00680F57"/>
    <w:rsid w:val="0068187C"/>
    <w:rsid w:val="00682051"/>
    <w:rsid w:val="0068286A"/>
    <w:rsid w:val="00683E58"/>
    <w:rsid w:val="006843DC"/>
    <w:rsid w:val="00684D35"/>
    <w:rsid w:val="006866A8"/>
    <w:rsid w:val="006872B0"/>
    <w:rsid w:val="00687B84"/>
    <w:rsid w:val="00690313"/>
    <w:rsid w:val="0069039C"/>
    <w:rsid w:val="0069122A"/>
    <w:rsid w:val="00691C6C"/>
    <w:rsid w:val="0069217F"/>
    <w:rsid w:val="006923DA"/>
    <w:rsid w:val="0069566F"/>
    <w:rsid w:val="00695697"/>
    <w:rsid w:val="006966B2"/>
    <w:rsid w:val="00696E68"/>
    <w:rsid w:val="00697199"/>
    <w:rsid w:val="00697E2B"/>
    <w:rsid w:val="006A0387"/>
    <w:rsid w:val="006A0E0E"/>
    <w:rsid w:val="006A0EEB"/>
    <w:rsid w:val="006A0F96"/>
    <w:rsid w:val="006A1A25"/>
    <w:rsid w:val="006A25CC"/>
    <w:rsid w:val="006A2BBE"/>
    <w:rsid w:val="006A41CC"/>
    <w:rsid w:val="006A4795"/>
    <w:rsid w:val="006A592C"/>
    <w:rsid w:val="006A654C"/>
    <w:rsid w:val="006B0E37"/>
    <w:rsid w:val="006B10DA"/>
    <w:rsid w:val="006B1681"/>
    <w:rsid w:val="006B1C8E"/>
    <w:rsid w:val="006B1FFD"/>
    <w:rsid w:val="006B35A5"/>
    <w:rsid w:val="006B363C"/>
    <w:rsid w:val="006B5569"/>
    <w:rsid w:val="006B6F55"/>
    <w:rsid w:val="006B744C"/>
    <w:rsid w:val="006C0C9B"/>
    <w:rsid w:val="006C0E89"/>
    <w:rsid w:val="006C1938"/>
    <w:rsid w:val="006C2DEA"/>
    <w:rsid w:val="006C33F6"/>
    <w:rsid w:val="006C3D17"/>
    <w:rsid w:val="006C4079"/>
    <w:rsid w:val="006C6FC3"/>
    <w:rsid w:val="006C6FC8"/>
    <w:rsid w:val="006C7990"/>
    <w:rsid w:val="006D096D"/>
    <w:rsid w:val="006D0C66"/>
    <w:rsid w:val="006D1AC8"/>
    <w:rsid w:val="006D1E04"/>
    <w:rsid w:val="006D1F03"/>
    <w:rsid w:val="006D35CC"/>
    <w:rsid w:val="006D458D"/>
    <w:rsid w:val="006D54B4"/>
    <w:rsid w:val="006D54CF"/>
    <w:rsid w:val="006D57F6"/>
    <w:rsid w:val="006D5BC9"/>
    <w:rsid w:val="006D6FFC"/>
    <w:rsid w:val="006D7C19"/>
    <w:rsid w:val="006D7D64"/>
    <w:rsid w:val="006D7E55"/>
    <w:rsid w:val="006E028A"/>
    <w:rsid w:val="006E10D9"/>
    <w:rsid w:val="006E14AC"/>
    <w:rsid w:val="006E160B"/>
    <w:rsid w:val="006E18B0"/>
    <w:rsid w:val="006E2A82"/>
    <w:rsid w:val="006E4798"/>
    <w:rsid w:val="006E47BF"/>
    <w:rsid w:val="006E4F92"/>
    <w:rsid w:val="006E4FCE"/>
    <w:rsid w:val="006E5AC3"/>
    <w:rsid w:val="006E63CB"/>
    <w:rsid w:val="006E7518"/>
    <w:rsid w:val="006F086C"/>
    <w:rsid w:val="006F0EB3"/>
    <w:rsid w:val="006F1F38"/>
    <w:rsid w:val="006F2903"/>
    <w:rsid w:val="006F2C08"/>
    <w:rsid w:val="006F4814"/>
    <w:rsid w:val="006F5A44"/>
    <w:rsid w:val="006F6185"/>
    <w:rsid w:val="006F6C05"/>
    <w:rsid w:val="006F6FA0"/>
    <w:rsid w:val="006F708F"/>
    <w:rsid w:val="006F741C"/>
    <w:rsid w:val="006F7428"/>
    <w:rsid w:val="00700732"/>
    <w:rsid w:val="00701FAE"/>
    <w:rsid w:val="0070259E"/>
    <w:rsid w:val="00704A11"/>
    <w:rsid w:val="00705519"/>
    <w:rsid w:val="007066AE"/>
    <w:rsid w:val="00706E7D"/>
    <w:rsid w:val="007074D6"/>
    <w:rsid w:val="00707931"/>
    <w:rsid w:val="007120E8"/>
    <w:rsid w:val="00712292"/>
    <w:rsid w:val="00712CE3"/>
    <w:rsid w:val="00712FC0"/>
    <w:rsid w:val="00714D8C"/>
    <w:rsid w:val="00714F0E"/>
    <w:rsid w:val="00716836"/>
    <w:rsid w:val="0071795E"/>
    <w:rsid w:val="0072214B"/>
    <w:rsid w:val="00722261"/>
    <w:rsid w:val="00723612"/>
    <w:rsid w:val="00723BB7"/>
    <w:rsid w:val="00723EAE"/>
    <w:rsid w:val="007260DA"/>
    <w:rsid w:val="007261E8"/>
    <w:rsid w:val="00726399"/>
    <w:rsid w:val="0072658B"/>
    <w:rsid w:val="00727840"/>
    <w:rsid w:val="00730A8F"/>
    <w:rsid w:val="00731371"/>
    <w:rsid w:val="00731718"/>
    <w:rsid w:val="0073193B"/>
    <w:rsid w:val="00731EA8"/>
    <w:rsid w:val="007338D8"/>
    <w:rsid w:val="00733B37"/>
    <w:rsid w:val="00733B99"/>
    <w:rsid w:val="00734011"/>
    <w:rsid w:val="0073443B"/>
    <w:rsid w:val="00734BEE"/>
    <w:rsid w:val="00735282"/>
    <w:rsid w:val="007353AE"/>
    <w:rsid w:val="007358C5"/>
    <w:rsid w:val="007368C7"/>
    <w:rsid w:val="00736DDE"/>
    <w:rsid w:val="007371D5"/>
    <w:rsid w:val="0073720F"/>
    <w:rsid w:val="0073756F"/>
    <w:rsid w:val="00737575"/>
    <w:rsid w:val="007376F7"/>
    <w:rsid w:val="00740218"/>
    <w:rsid w:val="00742856"/>
    <w:rsid w:val="00742BCA"/>
    <w:rsid w:val="0074339C"/>
    <w:rsid w:val="00744CC3"/>
    <w:rsid w:val="0074501D"/>
    <w:rsid w:val="007455EC"/>
    <w:rsid w:val="00745712"/>
    <w:rsid w:val="00747FEB"/>
    <w:rsid w:val="0075005B"/>
    <w:rsid w:val="007503A2"/>
    <w:rsid w:val="00750D50"/>
    <w:rsid w:val="0075331F"/>
    <w:rsid w:val="00753A66"/>
    <w:rsid w:val="00756B89"/>
    <w:rsid w:val="00757B37"/>
    <w:rsid w:val="0076132C"/>
    <w:rsid w:val="0076318D"/>
    <w:rsid w:val="00764959"/>
    <w:rsid w:val="00764A17"/>
    <w:rsid w:val="00766417"/>
    <w:rsid w:val="00766544"/>
    <w:rsid w:val="00766DF3"/>
    <w:rsid w:val="0076731D"/>
    <w:rsid w:val="00767977"/>
    <w:rsid w:val="00767B53"/>
    <w:rsid w:val="0077385F"/>
    <w:rsid w:val="00773B5C"/>
    <w:rsid w:val="007745A9"/>
    <w:rsid w:val="00774C2C"/>
    <w:rsid w:val="00774EBB"/>
    <w:rsid w:val="00775528"/>
    <w:rsid w:val="0077652F"/>
    <w:rsid w:val="007765F2"/>
    <w:rsid w:val="007772F7"/>
    <w:rsid w:val="007772FB"/>
    <w:rsid w:val="00777332"/>
    <w:rsid w:val="0078052D"/>
    <w:rsid w:val="00780B8D"/>
    <w:rsid w:val="00781DCF"/>
    <w:rsid w:val="00782CFA"/>
    <w:rsid w:val="00784658"/>
    <w:rsid w:val="007849CE"/>
    <w:rsid w:val="00784FEF"/>
    <w:rsid w:val="00785B88"/>
    <w:rsid w:val="007861EA"/>
    <w:rsid w:val="00786633"/>
    <w:rsid w:val="0078664F"/>
    <w:rsid w:val="00786702"/>
    <w:rsid w:val="00786736"/>
    <w:rsid w:val="00787B20"/>
    <w:rsid w:val="0079023E"/>
    <w:rsid w:val="00790662"/>
    <w:rsid w:val="0079123F"/>
    <w:rsid w:val="00791FEE"/>
    <w:rsid w:val="00792D4A"/>
    <w:rsid w:val="007950B6"/>
    <w:rsid w:val="00796D77"/>
    <w:rsid w:val="007A06D7"/>
    <w:rsid w:val="007A1303"/>
    <w:rsid w:val="007A2029"/>
    <w:rsid w:val="007A2334"/>
    <w:rsid w:val="007A23C0"/>
    <w:rsid w:val="007A2DC7"/>
    <w:rsid w:val="007A32CC"/>
    <w:rsid w:val="007A336A"/>
    <w:rsid w:val="007A4A9B"/>
    <w:rsid w:val="007A4C48"/>
    <w:rsid w:val="007A4F31"/>
    <w:rsid w:val="007A5600"/>
    <w:rsid w:val="007A658A"/>
    <w:rsid w:val="007A6DB8"/>
    <w:rsid w:val="007A71C1"/>
    <w:rsid w:val="007A748F"/>
    <w:rsid w:val="007A7911"/>
    <w:rsid w:val="007B0DEA"/>
    <w:rsid w:val="007B0EAE"/>
    <w:rsid w:val="007B1461"/>
    <w:rsid w:val="007B1D61"/>
    <w:rsid w:val="007B21BB"/>
    <w:rsid w:val="007B4B1F"/>
    <w:rsid w:val="007B5106"/>
    <w:rsid w:val="007B684D"/>
    <w:rsid w:val="007B75CF"/>
    <w:rsid w:val="007C000D"/>
    <w:rsid w:val="007C114D"/>
    <w:rsid w:val="007C1CA1"/>
    <w:rsid w:val="007C3E02"/>
    <w:rsid w:val="007C3F84"/>
    <w:rsid w:val="007C49E2"/>
    <w:rsid w:val="007C4A8D"/>
    <w:rsid w:val="007C4F52"/>
    <w:rsid w:val="007C5275"/>
    <w:rsid w:val="007C5A93"/>
    <w:rsid w:val="007C5C54"/>
    <w:rsid w:val="007D0E2D"/>
    <w:rsid w:val="007D318A"/>
    <w:rsid w:val="007D36AE"/>
    <w:rsid w:val="007D3EEA"/>
    <w:rsid w:val="007D3FD9"/>
    <w:rsid w:val="007D40C0"/>
    <w:rsid w:val="007D4C1E"/>
    <w:rsid w:val="007D543D"/>
    <w:rsid w:val="007D5625"/>
    <w:rsid w:val="007E1E39"/>
    <w:rsid w:val="007E2ACF"/>
    <w:rsid w:val="007E435E"/>
    <w:rsid w:val="007E46D8"/>
    <w:rsid w:val="007E48CD"/>
    <w:rsid w:val="007E54A3"/>
    <w:rsid w:val="007E5947"/>
    <w:rsid w:val="007E64F5"/>
    <w:rsid w:val="007E6B7C"/>
    <w:rsid w:val="007F0159"/>
    <w:rsid w:val="007F0BEB"/>
    <w:rsid w:val="007F1999"/>
    <w:rsid w:val="007F2372"/>
    <w:rsid w:val="007F2E10"/>
    <w:rsid w:val="007F4E42"/>
    <w:rsid w:val="007F7629"/>
    <w:rsid w:val="007F7EDD"/>
    <w:rsid w:val="00800921"/>
    <w:rsid w:val="008017BD"/>
    <w:rsid w:val="0080211A"/>
    <w:rsid w:val="00802CA0"/>
    <w:rsid w:val="00802CA4"/>
    <w:rsid w:val="00805160"/>
    <w:rsid w:val="00805435"/>
    <w:rsid w:val="00805A60"/>
    <w:rsid w:val="008067FE"/>
    <w:rsid w:val="00806CEE"/>
    <w:rsid w:val="00806D10"/>
    <w:rsid w:val="00807045"/>
    <w:rsid w:val="0080732A"/>
    <w:rsid w:val="00807398"/>
    <w:rsid w:val="00807C58"/>
    <w:rsid w:val="00807F63"/>
    <w:rsid w:val="00810BA5"/>
    <w:rsid w:val="00811D34"/>
    <w:rsid w:val="0081245F"/>
    <w:rsid w:val="00812DCC"/>
    <w:rsid w:val="0081398C"/>
    <w:rsid w:val="008143ED"/>
    <w:rsid w:val="00814493"/>
    <w:rsid w:val="0081452E"/>
    <w:rsid w:val="008145E4"/>
    <w:rsid w:val="00814C80"/>
    <w:rsid w:val="00814E33"/>
    <w:rsid w:val="00816055"/>
    <w:rsid w:val="008164AB"/>
    <w:rsid w:val="008168F1"/>
    <w:rsid w:val="00816CF6"/>
    <w:rsid w:val="00816ED1"/>
    <w:rsid w:val="00817C20"/>
    <w:rsid w:val="00817CA4"/>
    <w:rsid w:val="00820AE2"/>
    <w:rsid w:val="00821ABE"/>
    <w:rsid w:val="0082231D"/>
    <w:rsid w:val="008227BA"/>
    <w:rsid w:val="00822A27"/>
    <w:rsid w:val="008245F5"/>
    <w:rsid w:val="008263C0"/>
    <w:rsid w:val="00826FD4"/>
    <w:rsid w:val="00830643"/>
    <w:rsid w:val="0083080B"/>
    <w:rsid w:val="00830AF9"/>
    <w:rsid w:val="00830C3B"/>
    <w:rsid w:val="008322EB"/>
    <w:rsid w:val="008329C4"/>
    <w:rsid w:val="00832BE8"/>
    <w:rsid w:val="0083341C"/>
    <w:rsid w:val="0083348A"/>
    <w:rsid w:val="00833AF0"/>
    <w:rsid w:val="008377FE"/>
    <w:rsid w:val="008378AF"/>
    <w:rsid w:val="00837B76"/>
    <w:rsid w:val="00837EEB"/>
    <w:rsid w:val="0084144F"/>
    <w:rsid w:val="0084200D"/>
    <w:rsid w:val="008423AD"/>
    <w:rsid w:val="00842826"/>
    <w:rsid w:val="008459D4"/>
    <w:rsid w:val="00845E43"/>
    <w:rsid w:val="00846C08"/>
    <w:rsid w:val="00846E76"/>
    <w:rsid w:val="00846ECF"/>
    <w:rsid w:val="00850ADE"/>
    <w:rsid w:val="00851485"/>
    <w:rsid w:val="00851DFB"/>
    <w:rsid w:val="00852350"/>
    <w:rsid w:val="00853B09"/>
    <w:rsid w:val="0085402E"/>
    <w:rsid w:val="008541E2"/>
    <w:rsid w:val="008545E2"/>
    <w:rsid w:val="00854EDC"/>
    <w:rsid w:val="0085510D"/>
    <w:rsid w:val="008551C1"/>
    <w:rsid w:val="00856D66"/>
    <w:rsid w:val="00861272"/>
    <w:rsid w:val="00861ED3"/>
    <w:rsid w:val="00863CA6"/>
    <w:rsid w:val="00864441"/>
    <w:rsid w:val="0086510A"/>
    <w:rsid w:val="00865148"/>
    <w:rsid w:val="00865696"/>
    <w:rsid w:val="008656B4"/>
    <w:rsid w:val="00865AB0"/>
    <w:rsid w:val="0086606B"/>
    <w:rsid w:val="00866884"/>
    <w:rsid w:val="00870211"/>
    <w:rsid w:val="008709BE"/>
    <w:rsid w:val="00872223"/>
    <w:rsid w:val="008737C5"/>
    <w:rsid w:val="0087435E"/>
    <w:rsid w:val="00875AB0"/>
    <w:rsid w:val="00877510"/>
    <w:rsid w:val="008776E9"/>
    <w:rsid w:val="00877E17"/>
    <w:rsid w:val="00877F25"/>
    <w:rsid w:val="00880D51"/>
    <w:rsid w:val="008819B9"/>
    <w:rsid w:val="00881E17"/>
    <w:rsid w:val="0088207F"/>
    <w:rsid w:val="008828DE"/>
    <w:rsid w:val="00882967"/>
    <w:rsid w:val="008836CD"/>
    <w:rsid w:val="008844EB"/>
    <w:rsid w:val="0088455B"/>
    <w:rsid w:val="00884AAF"/>
    <w:rsid w:val="0088591A"/>
    <w:rsid w:val="00885E68"/>
    <w:rsid w:val="008860D9"/>
    <w:rsid w:val="00886500"/>
    <w:rsid w:val="00887812"/>
    <w:rsid w:val="00887C16"/>
    <w:rsid w:val="00890631"/>
    <w:rsid w:val="00891C3A"/>
    <w:rsid w:val="00891E3C"/>
    <w:rsid w:val="00893DD0"/>
    <w:rsid w:val="008943EB"/>
    <w:rsid w:val="00894A1D"/>
    <w:rsid w:val="008962D0"/>
    <w:rsid w:val="00896DC0"/>
    <w:rsid w:val="00896F7D"/>
    <w:rsid w:val="00896FF6"/>
    <w:rsid w:val="008A0A75"/>
    <w:rsid w:val="008A1DCC"/>
    <w:rsid w:val="008A2212"/>
    <w:rsid w:val="008A34DA"/>
    <w:rsid w:val="008A54D2"/>
    <w:rsid w:val="008A5EDA"/>
    <w:rsid w:val="008A60B8"/>
    <w:rsid w:val="008A718C"/>
    <w:rsid w:val="008A7632"/>
    <w:rsid w:val="008A7B98"/>
    <w:rsid w:val="008A7EA2"/>
    <w:rsid w:val="008A7F2A"/>
    <w:rsid w:val="008B017C"/>
    <w:rsid w:val="008B0E2A"/>
    <w:rsid w:val="008B17DC"/>
    <w:rsid w:val="008B2209"/>
    <w:rsid w:val="008B22A1"/>
    <w:rsid w:val="008B2BCF"/>
    <w:rsid w:val="008B2DDF"/>
    <w:rsid w:val="008B3D60"/>
    <w:rsid w:val="008B43F6"/>
    <w:rsid w:val="008B5BCA"/>
    <w:rsid w:val="008B606B"/>
    <w:rsid w:val="008B68BF"/>
    <w:rsid w:val="008B6FB3"/>
    <w:rsid w:val="008B72D3"/>
    <w:rsid w:val="008B7946"/>
    <w:rsid w:val="008B7ADD"/>
    <w:rsid w:val="008C0009"/>
    <w:rsid w:val="008C024E"/>
    <w:rsid w:val="008C1542"/>
    <w:rsid w:val="008C165E"/>
    <w:rsid w:val="008C16ED"/>
    <w:rsid w:val="008C2066"/>
    <w:rsid w:val="008C2353"/>
    <w:rsid w:val="008C2920"/>
    <w:rsid w:val="008C2A1E"/>
    <w:rsid w:val="008C2DB8"/>
    <w:rsid w:val="008C36B9"/>
    <w:rsid w:val="008C49A8"/>
    <w:rsid w:val="008C49F4"/>
    <w:rsid w:val="008C5594"/>
    <w:rsid w:val="008C59F4"/>
    <w:rsid w:val="008C61F9"/>
    <w:rsid w:val="008C6F4C"/>
    <w:rsid w:val="008C7026"/>
    <w:rsid w:val="008C7AF1"/>
    <w:rsid w:val="008D0514"/>
    <w:rsid w:val="008D1A21"/>
    <w:rsid w:val="008D2AA1"/>
    <w:rsid w:val="008D2B00"/>
    <w:rsid w:val="008D34C7"/>
    <w:rsid w:val="008D4496"/>
    <w:rsid w:val="008D557F"/>
    <w:rsid w:val="008D5E48"/>
    <w:rsid w:val="008D784B"/>
    <w:rsid w:val="008D7A67"/>
    <w:rsid w:val="008D7A82"/>
    <w:rsid w:val="008D7BE4"/>
    <w:rsid w:val="008E03CE"/>
    <w:rsid w:val="008E0B33"/>
    <w:rsid w:val="008E0E49"/>
    <w:rsid w:val="008E0F62"/>
    <w:rsid w:val="008E1EB4"/>
    <w:rsid w:val="008E24D5"/>
    <w:rsid w:val="008E2513"/>
    <w:rsid w:val="008E3CF3"/>
    <w:rsid w:val="008E3E8D"/>
    <w:rsid w:val="008E52C5"/>
    <w:rsid w:val="008E533F"/>
    <w:rsid w:val="008E5DC4"/>
    <w:rsid w:val="008E6C2D"/>
    <w:rsid w:val="008E7492"/>
    <w:rsid w:val="008E7CC3"/>
    <w:rsid w:val="008F0511"/>
    <w:rsid w:val="008F0E67"/>
    <w:rsid w:val="008F2439"/>
    <w:rsid w:val="008F2D61"/>
    <w:rsid w:val="008F2E19"/>
    <w:rsid w:val="008F42C7"/>
    <w:rsid w:val="008F491A"/>
    <w:rsid w:val="008F597E"/>
    <w:rsid w:val="008F59E6"/>
    <w:rsid w:val="008F6E8E"/>
    <w:rsid w:val="008F71C6"/>
    <w:rsid w:val="008F72D0"/>
    <w:rsid w:val="008F7A4D"/>
    <w:rsid w:val="00900B84"/>
    <w:rsid w:val="00900E67"/>
    <w:rsid w:val="009015DC"/>
    <w:rsid w:val="00901B92"/>
    <w:rsid w:val="00902B18"/>
    <w:rsid w:val="00902E8F"/>
    <w:rsid w:val="00904288"/>
    <w:rsid w:val="00904A1C"/>
    <w:rsid w:val="00905B10"/>
    <w:rsid w:val="009065A9"/>
    <w:rsid w:val="00906AE9"/>
    <w:rsid w:val="009071CA"/>
    <w:rsid w:val="00907464"/>
    <w:rsid w:val="00907D5D"/>
    <w:rsid w:val="00907F33"/>
    <w:rsid w:val="00910087"/>
    <w:rsid w:val="009102DA"/>
    <w:rsid w:val="009105BA"/>
    <w:rsid w:val="0091078F"/>
    <w:rsid w:val="0091123A"/>
    <w:rsid w:val="00911EA5"/>
    <w:rsid w:val="00912AD4"/>
    <w:rsid w:val="00912EA2"/>
    <w:rsid w:val="00913247"/>
    <w:rsid w:val="0091423D"/>
    <w:rsid w:val="00915A81"/>
    <w:rsid w:val="00916145"/>
    <w:rsid w:val="0091626F"/>
    <w:rsid w:val="009164C1"/>
    <w:rsid w:val="00916FA9"/>
    <w:rsid w:val="00916FD6"/>
    <w:rsid w:val="00917285"/>
    <w:rsid w:val="00917912"/>
    <w:rsid w:val="00922C8D"/>
    <w:rsid w:val="009239DF"/>
    <w:rsid w:val="00923A9E"/>
    <w:rsid w:val="009241E8"/>
    <w:rsid w:val="009242C8"/>
    <w:rsid w:val="009269C9"/>
    <w:rsid w:val="00927B24"/>
    <w:rsid w:val="00927F9A"/>
    <w:rsid w:val="00930C54"/>
    <w:rsid w:val="00931E2F"/>
    <w:rsid w:val="00935108"/>
    <w:rsid w:val="00935135"/>
    <w:rsid w:val="00936768"/>
    <w:rsid w:val="00936CA9"/>
    <w:rsid w:val="00941272"/>
    <w:rsid w:val="009413D4"/>
    <w:rsid w:val="009419F3"/>
    <w:rsid w:val="009426D3"/>
    <w:rsid w:val="009433FC"/>
    <w:rsid w:val="00943C41"/>
    <w:rsid w:val="009442CD"/>
    <w:rsid w:val="00944DBF"/>
    <w:rsid w:val="00945221"/>
    <w:rsid w:val="009457FD"/>
    <w:rsid w:val="00945A08"/>
    <w:rsid w:val="00947884"/>
    <w:rsid w:val="00947E2D"/>
    <w:rsid w:val="009520B1"/>
    <w:rsid w:val="00953489"/>
    <w:rsid w:val="00954EF4"/>
    <w:rsid w:val="00954F30"/>
    <w:rsid w:val="00956C7C"/>
    <w:rsid w:val="00957AFF"/>
    <w:rsid w:val="0096132A"/>
    <w:rsid w:val="00961C62"/>
    <w:rsid w:val="00961E35"/>
    <w:rsid w:val="00962362"/>
    <w:rsid w:val="00962ABF"/>
    <w:rsid w:val="00962CE7"/>
    <w:rsid w:val="0096443C"/>
    <w:rsid w:val="00964808"/>
    <w:rsid w:val="00964D63"/>
    <w:rsid w:val="00964EA1"/>
    <w:rsid w:val="0096514E"/>
    <w:rsid w:val="00965A3B"/>
    <w:rsid w:val="00965A9B"/>
    <w:rsid w:val="009701A0"/>
    <w:rsid w:val="00970269"/>
    <w:rsid w:val="00970EDF"/>
    <w:rsid w:val="00971F53"/>
    <w:rsid w:val="00972181"/>
    <w:rsid w:val="00972C12"/>
    <w:rsid w:val="00973577"/>
    <w:rsid w:val="009748AE"/>
    <w:rsid w:val="00974B0F"/>
    <w:rsid w:val="00974C4A"/>
    <w:rsid w:val="009756AC"/>
    <w:rsid w:val="00975783"/>
    <w:rsid w:val="00976213"/>
    <w:rsid w:val="00976406"/>
    <w:rsid w:val="00976630"/>
    <w:rsid w:val="00976698"/>
    <w:rsid w:val="00980091"/>
    <w:rsid w:val="00981756"/>
    <w:rsid w:val="0098182A"/>
    <w:rsid w:val="00981972"/>
    <w:rsid w:val="0098260B"/>
    <w:rsid w:val="0098353E"/>
    <w:rsid w:val="0098411F"/>
    <w:rsid w:val="00984C4A"/>
    <w:rsid w:val="0098511C"/>
    <w:rsid w:val="00985261"/>
    <w:rsid w:val="009854D1"/>
    <w:rsid w:val="00986243"/>
    <w:rsid w:val="0098692D"/>
    <w:rsid w:val="00990A3C"/>
    <w:rsid w:val="00990AD6"/>
    <w:rsid w:val="00991CA1"/>
    <w:rsid w:val="009920C4"/>
    <w:rsid w:val="009934D4"/>
    <w:rsid w:val="00993A3E"/>
    <w:rsid w:val="00994155"/>
    <w:rsid w:val="00995A33"/>
    <w:rsid w:val="00995AD3"/>
    <w:rsid w:val="009A013E"/>
    <w:rsid w:val="009A0642"/>
    <w:rsid w:val="009A0E93"/>
    <w:rsid w:val="009A3049"/>
    <w:rsid w:val="009A4367"/>
    <w:rsid w:val="009A53FD"/>
    <w:rsid w:val="009A57AE"/>
    <w:rsid w:val="009A5D64"/>
    <w:rsid w:val="009A6AD8"/>
    <w:rsid w:val="009A6D45"/>
    <w:rsid w:val="009A782D"/>
    <w:rsid w:val="009B0760"/>
    <w:rsid w:val="009B0D14"/>
    <w:rsid w:val="009B1538"/>
    <w:rsid w:val="009B2453"/>
    <w:rsid w:val="009B30B6"/>
    <w:rsid w:val="009B30EF"/>
    <w:rsid w:val="009B3158"/>
    <w:rsid w:val="009B3713"/>
    <w:rsid w:val="009B3F90"/>
    <w:rsid w:val="009B4D3C"/>
    <w:rsid w:val="009B53A1"/>
    <w:rsid w:val="009B59AE"/>
    <w:rsid w:val="009B6B06"/>
    <w:rsid w:val="009B7957"/>
    <w:rsid w:val="009C068A"/>
    <w:rsid w:val="009C07DC"/>
    <w:rsid w:val="009C0D05"/>
    <w:rsid w:val="009C1A4C"/>
    <w:rsid w:val="009C1ED0"/>
    <w:rsid w:val="009C202E"/>
    <w:rsid w:val="009C26DB"/>
    <w:rsid w:val="009C36DD"/>
    <w:rsid w:val="009C4189"/>
    <w:rsid w:val="009C4609"/>
    <w:rsid w:val="009C50EA"/>
    <w:rsid w:val="009C5E0E"/>
    <w:rsid w:val="009C6281"/>
    <w:rsid w:val="009C6536"/>
    <w:rsid w:val="009C70A4"/>
    <w:rsid w:val="009C7E62"/>
    <w:rsid w:val="009D0ECC"/>
    <w:rsid w:val="009D0FA1"/>
    <w:rsid w:val="009D0FE6"/>
    <w:rsid w:val="009D1F95"/>
    <w:rsid w:val="009D2032"/>
    <w:rsid w:val="009D32E8"/>
    <w:rsid w:val="009D355E"/>
    <w:rsid w:val="009D3B94"/>
    <w:rsid w:val="009D480C"/>
    <w:rsid w:val="009D4FE7"/>
    <w:rsid w:val="009D55E3"/>
    <w:rsid w:val="009D688F"/>
    <w:rsid w:val="009E0051"/>
    <w:rsid w:val="009E0ACB"/>
    <w:rsid w:val="009E19F6"/>
    <w:rsid w:val="009E1E1D"/>
    <w:rsid w:val="009E213F"/>
    <w:rsid w:val="009E29A3"/>
    <w:rsid w:val="009E2CE9"/>
    <w:rsid w:val="009E30F4"/>
    <w:rsid w:val="009E335E"/>
    <w:rsid w:val="009E3C25"/>
    <w:rsid w:val="009E46B8"/>
    <w:rsid w:val="009E4A52"/>
    <w:rsid w:val="009E6062"/>
    <w:rsid w:val="009E7F1D"/>
    <w:rsid w:val="009F1294"/>
    <w:rsid w:val="009F1306"/>
    <w:rsid w:val="009F2B11"/>
    <w:rsid w:val="009F39C1"/>
    <w:rsid w:val="009F4567"/>
    <w:rsid w:val="009F4C58"/>
    <w:rsid w:val="009F61FA"/>
    <w:rsid w:val="009F67DC"/>
    <w:rsid w:val="009F74B9"/>
    <w:rsid w:val="009F7DA8"/>
    <w:rsid w:val="00A03FC9"/>
    <w:rsid w:val="00A0472C"/>
    <w:rsid w:val="00A04A7F"/>
    <w:rsid w:val="00A05917"/>
    <w:rsid w:val="00A0624B"/>
    <w:rsid w:val="00A06CB5"/>
    <w:rsid w:val="00A07431"/>
    <w:rsid w:val="00A07BAD"/>
    <w:rsid w:val="00A10028"/>
    <w:rsid w:val="00A1064D"/>
    <w:rsid w:val="00A11C05"/>
    <w:rsid w:val="00A11CAC"/>
    <w:rsid w:val="00A11D20"/>
    <w:rsid w:val="00A12751"/>
    <w:rsid w:val="00A136FD"/>
    <w:rsid w:val="00A15136"/>
    <w:rsid w:val="00A151E7"/>
    <w:rsid w:val="00A15529"/>
    <w:rsid w:val="00A155D6"/>
    <w:rsid w:val="00A15641"/>
    <w:rsid w:val="00A15EBA"/>
    <w:rsid w:val="00A16168"/>
    <w:rsid w:val="00A16540"/>
    <w:rsid w:val="00A166F9"/>
    <w:rsid w:val="00A17B47"/>
    <w:rsid w:val="00A20740"/>
    <w:rsid w:val="00A20DA2"/>
    <w:rsid w:val="00A215CE"/>
    <w:rsid w:val="00A220C0"/>
    <w:rsid w:val="00A23C0B"/>
    <w:rsid w:val="00A2407B"/>
    <w:rsid w:val="00A25C2A"/>
    <w:rsid w:val="00A25F3E"/>
    <w:rsid w:val="00A300BA"/>
    <w:rsid w:val="00A3038C"/>
    <w:rsid w:val="00A3085E"/>
    <w:rsid w:val="00A32653"/>
    <w:rsid w:val="00A32E04"/>
    <w:rsid w:val="00A337E9"/>
    <w:rsid w:val="00A33D2B"/>
    <w:rsid w:val="00A33DC5"/>
    <w:rsid w:val="00A341C2"/>
    <w:rsid w:val="00A34D7B"/>
    <w:rsid w:val="00A34E02"/>
    <w:rsid w:val="00A36339"/>
    <w:rsid w:val="00A373BA"/>
    <w:rsid w:val="00A37AC8"/>
    <w:rsid w:val="00A37B26"/>
    <w:rsid w:val="00A40D06"/>
    <w:rsid w:val="00A40EAF"/>
    <w:rsid w:val="00A40FFE"/>
    <w:rsid w:val="00A41AE4"/>
    <w:rsid w:val="00A4201B"/>
    <w:rsid w:val="00A42D70"/>
    <w:rsid w:val="00A43887"/>
    <w:rsid w:val="00A4551F"/>
    <w:rsid w:val="00A45E81"/>
    <w:rsid w:val="00A46BD1"/>
    <w:rsid w:val="00A46E9B"/>
    <w:rsid w:val="00A46FC9"/>
    <w:rsid w:val="00A50080"/>
    <w:rsid w:val="00A50F84"/>
    <w:rsid w:val="00A51D46"/>
    <w:rsid w:val="00A51EAD"/>
    <w:rsid w:val="00A51F5F"/>
    <w:rsid w:val="00A520E5"/>
    <w:rsid w:val="00A52BDC"/>
    <w:rsid w:val="00A530E0"/>
    <w:rsid w:val="00A54032"/>
    <w:rsid w:val="00A544BD"/>
    <w:rsid w:val="00A5451B"/>
    <w:rsid w:val="00A55706"/>
    <w:rsid w:val="00A56117"/>
    <w:rsid w:val="00A56D2F"/>
    <w:rsid w:val="00A56D4F"/>
    <w:rsid w:val="00A570D0"/>
    <w:rsid w:val="00A57BB5"/>
    <w:rsid w:val="00A60513"/>
    <w:rsid w:val="00A607CD"/>
    <w:rsid w:val="00A609ED"/>
    <w:rsid w:val="00A60D5F"/>
    <w:rsid w:val="00A61270"/>
    <w:rsid w:val="00A61E54"/>
    <w:rsid w:val="00A629E1"/>
    <w:rsid w:val="00A64360"/>
    <w:rsid w:val="00A64A74"/>
    <w:rsid w:val="00A65D13"/>
    <w:rsid w:val="00A66E1F"/>
    <w:rsid w:val="00A70661"/>
    <w:rsid w:val="00A70F2E"/>
    <w:rsid w:val="00A71161"/>
    <w:rsid w:val="00A7130D"/>
    <w:rsid w:val="00A718FB"/>
    <w:rsid w:val="00A73A90"/>
    <w:rsid w:val="00A746C5"/>
    <w:rsid w:val="00A7485F"/>
    <w:rsid w:val="00A75DF5"/>
    <w:rsid w:val="00A80695"/>
    <w:rsid w:val="00A80916"/>
    <w:rsid w:val="00A812CF"/>
    <w:rsid w:val="00A82A8D"/>
    <w:rsid w:val="00A83129"/>
    <w:rsid w:val="00A837E1"/>
    <w:rsid w:val="00A84251"/>
    <w:rsid w:val="00A8636C"/>
    <w:rsid w:val="00A86EDC"/>
    <w:rsid w:val="00A90864"/>
    <w:rsid w:val="00A90EDE"/>
    <w:rsid w:val="00A9150E"/>
    <w:rsid w:val="00A92459"/>
    <w:rsid w:val="00A9267B"/>
    <w:rsid w:val="00A9291A"/>
    <w:rsid w:val="00A93437"/>
    <w:rsid w:val="00A9343A"/>
    <w:rsid w:val="00A9364A"/>
    <w:rsid w:val="00A93AA1"/>
    <w:rsid w:val="00A953A6"/>
    <w:rsid w:val="00A95537"/>
    <w:rsid w:val="00A95C9B"/>
    <w:rsid w:val="00A9747C"/>
    <w:rsid w:val="00A975EB"/>
    <w:rsid w:val="00A9782C"/>
    <w:rsid w:val="00AA0937"/>
    <w:rsid w:val="00AA1168"/>
    <w:rsid w:val="00AA1FEC"/>
    <w:rsid w:val="00AA2B05"/>
    <w:rsid w:val="00AA311A"/>
    <w:rsid w:val="00AA3976"/>
    <w:rsid w:val="00AA468B"/>
    <w:rsid w:val="00AA65D3"/>
    <w:rsid w:val="00AA6C3D"/>
    <w:rsid w:val="00AB0372"/>
    <w:rsid w:val="00AB0739"/>
    <w:rsid w:val="00AB07FD"/>
    <w:rsid w:val="00AB0C50"/>
    <w:rsid w:val="00AB0E7B"/>
    <w:rsid w:val="00AB15D1"/>
    <w:rsid w:val="00AB2380"/>
    <w:rsid w:val="00AB3907"/>
    <w:rsid w:val="00AB462C"/>
    <w:rsid w:val="00AB4BB5"/>
    <w:rsid w:val="00AB5C80"/>
    <w:rsid w:val="00AB6112"/>
    <w:rsid w:val="00AB66F5"/>
    <w:rsid w:val="00AB6DCD"/>
    <w:rsid w:val="00AB751C"/>
    <w:rsid w:val="00AB78D4"/>
    <w:rsid w:val="00AB799F"/>
    <w:rsid w:val="00AB7E60"/>
    <w:rsid w:val="00AC0035"/>
    <w:rsid w:val="00AC1B27"/>
    <w:rsid w:val="00AC2C27"/>
    <w:rsid w:val="00AC2F6F"/>
    <w:rsid w:val="00AC3B37"/>
    <w:rsid w:val="00AC3ECE"/>
    <w:rsid w:val="00AC434F"/>
    <w:rsid w:val="00AC4644"/>
    <w:rsid w:val="00AC503F"/>
    <w:rsid w:val="00AC543C"/>
    <w:rsid w:val="00AC5D52"/>
    <w:rsid w:val="00AC6565"/>
    <w:rsid w:val="00AC6797"/>
    <w:rsid w:val="00AC6A08"/>
    <w:rsid w:val="00AC6DDE"/>
    <w:rsid w:val="00AC7023"/>
    <w:rsid w:val="00AC762D"/>
    <w:rsid w:val="00AC792B"/>
    <w:rsid w:val="00AD02D9"/>
    <w:rsid w:val="00AD10DF"/>
    <w:rsid w:val="00AD16E1"/>
    <w:rsid w:val="00AD17D6"/>
    <w:rsid w:val="00AD1D09"/>
    <w:rsid w:val="00AD2126"/>
    <w:rsid w:val="00AD2439"/>
    <w:rsid w:val="00AD2B67"/>
    <w:rsid w:val="00AD2D2A"/>
    <w:rsid w:val="00AD2F48"/>
    <w:rsid w:val="00AD323B"/>
    <w:rsid w:val="00AD55FC"/>
    <w:rsid w:val="00AD6AA5"/>
    <w:rsid w:val="00AD7026"/>
    <w:rsid w:val="00AD7158"/>
    <w:rsid w:val="00AD74E9"/>
    <w:rsid w:val="00AD7921"/>
    <w:rsid w:val="00AD796F"/>
    <w:rsid w:val="00AD7ADE"/>
    <w:rsid w:val="00AE03F2"/>
    <w:rsid w:val="00AE1323"/>
    <w:rsid w:val="00AE178A"/>
    <w:rsid w:val="00AE2B1F"/>
    <w:rsid w:val="00AE38B9"/>
    <w:rsid w:val="00AE3AE0"/>
    <w:rsid w:val="00AE40FA"/>
    <w:rsid w:val="00AE439E"/>
    <w:rsid w:val="00AE4F0C"/>
    <w:rsid w:val="00AE776A"/>
    <w:rsid w:val="00AF05F8"/>
    <w:rsid w:val="00AF068F"/>
    <w:rsid w:val="00AF09C6"/>
    <w:rsid w:val="00AF177B"/>
    <w:rsid w:val="00AF24C7"/>
    <w:rsid w:val="00AF2CF9"/>
    <w:rsid w:val="00AF36B0"/>
    <w:rsid w:val="00AF3F33"/>
    <w:rsid w:val="00AF4F1D"/>
    <w:rsid w:val="00AF5691"/>
    <w:rsid w:val="00AF611E"/>
    <w:rsid w:val="00B00175"/>
    <w:rsid w:val="00B01941"/>
    <w:rsid w:val="00B0209C"/>
    <w:rsid w:val="00B029C5"/>
    <w:rsid w:val="00B03432"/>
    <w:rsid w:val="00B03772"/>
    <w:rsid w:val="00B04195"/>
    <w:rsid w:val="00B04D32"/>
    <w:rsid w:val="00B06038"/>
    <w:rsid w:val="00B06871"/>
    <w:rsid w:val="00B071E7"/>
    <w:rsid w:val="00B0728A"/>
    <w:rsid w:val="00B07368"/>
    <w:rsid w:val="00B078A6"/>
    <w:rsid w:val="00B079CB"/>
    <w:rsid w:val="00B07E5C"/>
    <w:rsid w:val="00B07F9A"/>
    <w:rsid w:val="00B1204E"/>
    <w:rsid w:val="00B1243D"/>
    <w:rsid w:val="00B145D8"/>
    <w:rsid w:val="00B17626"/>
    <w:rsid w:val="00B2137B"/>
    <w:rsid w:val="00B214E5"/>
    <w:rsid w:val="00B21AAF"/>
    <w:rsid w:val="00B22A37"/>
    <w:rsid w:val="00B233AF"/>
    <w:rsid w:val="00B23854"/>
    <w:rsid w:val="00B25223"/>
    <w:rsid w:val="00B2656F"/>
    <w:rsid w:val="00B26612"/>
    <w:rsid w:val="00B26D2A"/>
    <w:rsid w:val="00B27144"/>
    <w:rsid w:val="00B3025E"/>
    <w:rsid w:val="00B30550"/>
    <w:rsid w:val="00B3104B"/>
    <w:rsid w:val="00B314F0"/>
    <w:rsid w:val="00B31B7A"/>
    <w:rsid w:val="00B322F4"/>
    <w:rsid w:val="00B32870"/>
    <w:rsid w:val="00B32A91"/>
    <w:rsid w:val="00B33179"/>
    <w:rsid w:val="00B33EBA"/>
    <w:rsid w:val="00B3402D"/>
    <w:rsid w:val="00B3583B"/>
    <w:rsid w:val="00B36909"/>
    <w:rsid w:val="00B37AF4"/>
    <w:rsid w:val="00B37BE2"/>
    <w:rsid w:val="00B4009C"/>
    <w:rsid w:val="00B406A1"/>
    <w:rsid w:val="00B412F8"/>
    <w:rsid w:val="00B41C1B"/>
    <w:rsid w:val="00B41C21"/>
    <w:rsid w:val="00B45DF5"/>
    <w:rsid w:val="00B46606"/>
    <w:rsid w:val="00B46914"/>
    <w:rsid w:val="00B46B83"/>
    <w:rsid w:val="00B46C68"/>
    <w:rsid w:val="00B47468"/>
    <w:rsid w:val="00B50028"/>
    <w:rsid w:val="00B50F14"/>
    <w:rsid w:val="00B51B56"/>
    <w:rsid w:val="00B5229D"/>
    <w:rsid w:val="00B533F9"/>
    <w:rsid w:val="00B536BC"/>
    <w:rsid w:val="00B537D2"/>
    <w:rsid w:val="00B53E68"/>
    <w:rsid w:val="00B55014"/>
    <w:rsid w:val="00B56230"/>
    <w:rsid w:val="00B5708B"/>
    <w:rsid w:val="00B571BB"/>
    <w:rsid w:val="00B5720A"/>
    <w:rsid w:val="00B57848"/>
    <w:rsid w:val="00B57F33"/>
    <w:rsid w:val="00B57F4D"/>
    <w:rsid w:val="00B60083"/>
    <w:rsid w:val="00B62D20"/>
    <w:rsid w:val="00B63DB1"/>
    <w:rsid w:val="00B65765"/>
    <w:rsid w:val="00B67280"/>
    <w:rsid w:val="00B672A3"/>
    <w:rsid w:val="00B67602"/>
    <w:rsid w:val="00B676DB"/>
    <w:rsid w:val="00B677D2"/>
    <w:rsid w:val="00B70DC3"/>
    <w:rsid w:val="00B718CC"/>
    <w:rsid w:val="00B71D58"/>
    <w:rsid w:val="00B72528"/>
    <w:rsid w:val="00B7273E"/>
    <w:rsid w:val="00B72D3C"/>
    <w:rsid w:val="00B732A9"/>
    <w:rsid w:val="00B73F5B"/>
    <w:rsid w:val="00B750B6"/>
    <w:rsid w:val="00B75715"/>
    <w:rsid w:val="00B7606C"/>
    <w:rsid w:val="00B76AA0"/>
    <w:rsid w:val="00B77091"/>
    <w:rsid w:val="00B80ABE"/>
    <w:rsid w:val="00B80BB3"/>
    <w:rsid w:val="00B811E5"/>
    <w:rsid w:val="00B81802"/>
    <w:rsid w:val="00B82721"/>
    <w:rsid w:val="00B831FE"/>
    <w:rsid w:val="00B8331C"/>
    <w:rsid w:val="00B83E97"/>
    <w:rsid w:val="00B84076"/>
    <w:rsid w:val="00B85117"/>
    <w:rsid w:val="00B85B49"/>
    <w:rsid w:val="00B86109"/>
    <w:rsid w:val="00B86C9B"/>
    <w:rsid w:val="00B86D5A"/>
    <w:rsid w:val="00B87C6A"/>
    <w:rsid w:val="00B87C91"/>
    <w:rsid w:val="00B90473"/>
    <w:rsid w:val="00B904B5"/>
    <w:rsid w:val="00B9064B"/>
    <w:rsid w:val="00B928DD"/>
    <w:rsid w:val="00B9295D"/>
    <w:rsid w:val="00B92B76"/>
    <w:rsid w:val="00B94DD5"/>
    <w:rsid w:val="00B950A9"/>
    <w:rsid w:val="00B95460"/>
    <w:rsid w:val="00B95CE8"/>
    <w:rsid w:val="00B964D4"/>
    <w:rsid w:val="00B96AFB"/>
    <w:rsid w:val="00B96C34"/>
    <w:rsid w:val="00B97E67"/>
    <w:rsid w:val="00BA07CE"/>
    <w:rsid w:val="00BA1F36"/>
    <w:rsid w:val="00BA2544"/>
    <w:rsid w:val="00BA3966"/>
    <w:rsid w:val="00BA4F37"/>
    <w:rsid w:val="00BA580F"/>
    <w:rsid w:val="00BA7492"/>
    <w:rsid w:val="00BB02E5"/>
    <w:rsid w:val="00BB0534"/>
    <w:rsid w:val="00BB12C5"/>
    <w:rsid w:val="00BB25AE"/>
    <w:rsid w:val="00BB2F53"/>
    <w:rsid w:val="00BB4BF3"/>
    <w:rsid w:val="00BB5B51"/>
    <w:rsid w:val="00BB5CD7"/>
    <w:rsid w:val="00BB5D8A"/>
    <w:rsid w:val="00BB5DF0"/>
    <w:rsid w:val="00BB6180"/>
    <w:rsid w:val="00BB6FF8"/>
    <w:rsid w:val="00BC01FB"/>
    <w:rsid w:val="00BC18C4"/>
    <w:rsid w:val="00BC2163"/>
    <w:rsid w:val="00BC2242"/>
    <w:rsid w:val="00BC2A7F"/>
    <w:rsid w:val="00BC47E1"/>
    <w:rsid w:val="00BC4BA6"/>
    <w:rsid w:val="00BC534B"/>
    <w:rsid w:val="00BC5A7F"/>
    <w:rsid w:val="00BC69D9"/>
    <w:rsid w:val="00BC6D60"/>
    <w:rsid w:val="00BC6F60"/>
    <w:rsid w:val="00BD0420"/>
    <w:rsid w:val="00BD0C69"/>
    <w:rsid w:val="00BD3D74"/>
    <w:rsid w:val="00BD401A"/>
    <w:rsid w:val="00BD53B6"/>
    <w:rsid w:val="00BD58D5"/>
    <w:rsid w:val="00BD5D50"/>
    <w:rsid w:val="00BD64D1"/>
    <w:rsid w:val="00BD6761"/>
    <w:rsid w:val="00BD6A88"/>
    <w:rsid w:val="00BD77DF"/>
    <w:rsid w:val="00BE0377"/>
    <w:rsid w:val="00BE1904"/>
    <w:rsid w:val="00BE2ABE"/>
    <w:rsid w:val="00BE3073"/>
    <w:rsid w:val="00BE49A7"/>
    <w:rsid w:val="00BE4F34"/>
    <w:rsid w:val="00BE54E9"/>
    <w:rsid w:val="00BE5AF7"/>
    <w:rsid w:val="00BE6427"/>
    <w:rsid w:val="00BE6690"/>
    <w:rsid w:val="00BE6981"/>
    <w:rsid w:val="00BE7311"/>
    <w:rsid w:val="00BE7417"/>
    <w:rsid w:val="00BE751C"/>
    <w:rsid w:val="00BF106C"/>
    <w:rsid w:val="00BF2262"/>
    <w:rsid w:val="00BF2FAC"/>
    <w:rsid w:val="00BF30FF"/>
    <w:rsid w:val="00BF3781"/>
    <w:rsid w:val="00BF4B4D"/>
    <w:rsid w:val="00BF63B3"/>
    <w:rsid w:val="00BF66C6"/>
    <w:rsid w:val="00BF69D4"/>
    <w:rsid w:val="00BF7262"/>
    <w:rsid w:val="00C00602"/>
    <w:rsid w:val="00C00793"/>
    <w:rsid w:val="00C013E4"/>
    <w:rsid w:val="00C01A01"/>
    <w:rsid w:val="00C01FBE"/>
    <w:rsid w:val="00C0240D"/>
    <w:rsid w:val="00C0243E"/>
    <w:rsid w:val="00C03D91"/>
    <w:rsid w:val="00C0489A"/>
    <w:rsid w:val="00C04D43"/>
    <w:rsid w:val="00C050B0"/>
    <w:rsid w:val="00C052DC"/>
    <w:rsid w:val="00C05B46"/>
    <w:rsid w:val="00C06CAD"/>
    <w:rsid w:val="00C07423"/>
    <w:rsid w:val="00C07CA2"/>
    <w:rsid w:val="00C10ED3"/>
    <w:rsid w:val="00C1280F"/>
    <w:rsid w:val="00C12C9D"/>
    <w:rsid w:val="00C13B8C"/>
    <w:rsid w:val="00C154A8"/>
    <w:rsid w:val="00C15B27"/>
    <w:rsid w:val="00C16440"/>
    <w:rsid w:val="00C16761"/>
    <w:rsid w:val="00C16F36"/>
    <w:rsid w:val="00C171DD"/>
    <w:rsid w:val="00C17D83"/>
    <w:rsid w:val="00C2086C"/>
    <w:rsid w:val="00C20F41"/>
    <w:rsid w:val="00C212DC"/>
    <w:rsid w:val="00C21905"/>
    <w:rsid w:val="00C21B7C"/>
    <w:rsid w:val="00C22D15"/>
    <w:rsid w:val="00C23103"/>
    <w:rsid w:val="00C24652"/>
    <w:rsid w:val="00C256A2"/>
    <w:rsid w:val="00C26443"/>
    <w:rsid w:val="00C26E58"/>
    <w:rsid w:val="00C31106"/>
    <w:rsid w:val="00C31473"/>
    <w:rsid w:val="00C32529"/>
    <w:rsid w:val="00C328A5"/>
    <w:rsid w:val="00C3372F"/>
    <w:rsid w:val="00C33C17"/>
    <w:rsid w:val="00C34A5A"/>
    <w:rsid w:val="00C40A00"/>
    <w:rsid w:val="00C44621"/>
    <w:rsid w:val="00C446D5"/>
    <w:rsid w:val="00C44CE4"/>
    <w:rsid w:val="00C450B6"/>
    <w:rsid w:val="00C45C14"/>
    <w:rsid w:val="00C47262"/>
    <w:rsid w:val="00C501B0"/>
    <w:rsid w:val="00C5046C"/>
    <w:rsid w:val="00C5080D"/>
    <w:rsid w:val="00C51D0C"/>
    <w:rsid w:val="00C530BE"/>
    <w:rsid w:val="00C530E4"/>
    <w:rsid w:val="00C535A8"/>
    <w:rsid w:val="00C545ED"/>
    <w:rsid w:val="00C554ED"/>
    <w:rsid w:val="00C558A5"/>
    <w:rsid w:val="00C55C3E"/>
    <w:rsid w:val="00C5638E"/>
    <w:rsid w:val="00C5650D"/>
    <w:rsid w:val="00C570C0"/>
    <w:rsid w:val="00C57862"/>
    <w:rsid w:val="00C57C56"/>
    <w:rsid w:val="00C60F0B"/>
    <w:rsid w:val="00C618FC"/>
    <w:rsid w:val="00C6296A"/>
    <w:rsid w:val="00C64B22"/>
    <w:rsid w:val="00C662C8"/>
    <w:rsid w:val="00C670F7"/>
    <w:rsid w:val="00C674F7"/>
    <w:rsid w:val="00C67DA4"/>
    <w:rsid w:val="00C67E0F"/>
    <w:rsid w:val="00C7007F"/>
    <w:rsid w:val="00C70B7A"/>
    <w:rsid w:val="00C72883"/>
    <w:rsid w:val="00C72C42"/>
    <w:rsid w:val="00C7454A"/>
    <w:rsid w:val="00C74836"/>
    <w:rsid w:val="00C74B97"/>
    <w:rsid w:val="00C75875"/>
    <w:rsid w:val="00C75A1B"/>
    <w:rsid w:val="00C75CE6"/>
    <w:rsid w:val="00C76D88"/>
    <w:rsid w:val="00C77066"/>
    <w:rsid w:val="00C81346"/>
    <w:rsid w:val="00C8153B"/>
    <w:rsid w:val="00C8259A"/>
    <w:rsid w:val="00C82FD8"/>
    <w:rsid w:val="00C831FA"/>
    <w:rsid w:val="00C83297"/>
    <w:rsid w:val="00C8345F"/>
    <w:rsid w:val="00C83EF4"/>
    <w:rsid w:val="00C845F1"/>
    <w:rsid w:val="00C85DAA"/>
    <w:rsid w:val="00C87A6D"/>
    <w:rsid w:val="00C87D6A"/>
    <w:rsid w:val="00C87D85"/>
    <w:rsid w:val="00C87E4C"/>
    <w:rsid w:val="00C87EA5"/>
    <w:rsid w:val="00C87FF8"/>
    <w:rsid w:val="00C9005E"/>
    <w:rsid w:val="00C90F3B"/>
    <w:rsid w:val="00C92663"/>
    <w:rsid w:val="00C931A8"/>
    <w:rsid w:val="00C93C2C"/>
    <w:rsid w:val="00C93F3B"/>
    <w:rsid w:val="00C9468B"/>
    <w:rsid w:val="00CA014F"/>
    <w:rsid w:val="00CA1FCA"/>
    <w:rsid w:val="00CA258D"/>
    <w:rsid w:val="00CA2EFC"/>
    <w:rsid w:val="00CA3BA2"/>
    <w:rsid w:val="00CA4846"/>
    <w:rsid w:val="00CA498F"/>
    <w:rsid w:val="00CA5653"/>
    <w:rsid w:val="00CA5FD3"/>
    <w:rsid w:val="00CB00A2"/>
    <w:rsid w:val="00CB1429"/>
    <w:rsid w:val="00CB2241"/>
    <w:rsid w:val="00CB26DD"/>
    <w:rsid w:val="00CB2D9A"/>
    <w:rsid w:val="00CB3432"/>
    <w:rsid w:val="00CB3F1A"/>
    <w:rsid w:val="00CB4CC7"/>
    <w:rsid w:val="00CB4F5F"/>
    <w:rsid w:val="00CB593C"/>
    <w:rsid w:val="00CC033E"/>
    <w:rsid w:val="00CC0526"/>
    <w:rsid w:val="00CC247E"/>
    <w:rsid w:val="00CC38F3"/>
    <w:rsid w:val="00CC4DB3"/>
    <w:rsid w:val="00CC4E0F"/>
    <w:rsid w:val="00CC505F"/>
    <w:rsid w:val="00CC5E08"/>
    <w:rsid w:val="00CC76F0"/>
    <w:rsid w:val="00CD05F3"/>
    <w:rsid w:val="00CD06FB"/>
    <w:rsid w:val="00CD0F0F"/>
    <w:rsid w:val="00CD1D31"/>
    <w:rsid w:val="00CD33EA"/>
    <w:rsid w:val="00CD37EA"/>
    <w:rsid w:val="00CD3DC5"/>
    <w:rsid w:val="00CD4310"/>
    <w:rsid w:val="00CD5326"/>
    <w:rsid w:val="00CD55D0"/>
    <w:rsid w:val="00CD62F3"/>
    <w:rsid w:val="00CE073E"/>
    <w:rsid w:val="00CE0F91"/>
    <w:rsid w:val="00CE154B"/>
    <w:rsid w:val="00CE1672"/>
    <w:rsid w:val="00CE2133"/>
    <w:rsid w:val="00CE26B5"/>
    <w:rsid w:val="00CE2C0D"/>
    <w:rsid w:val="00CE35D5"/>
    <w:rsid w:val="00CE3726"/>
    <w:rsid w:val="00CE3975"/>
    <w:rsid w:val="00CE60C0"/>
    <w:rsid w:val="00CE63F6"/>
    <w:rsid w:val="00CF170D"/>
    <w:rsid w:val="00CF2A0B"/>
    <w:rsid w:val="00CF3D31"/>
    <w:rsid w:val="00CF4B28"/>
    <w:rsid w:val="00CF6BC7"/>
    <w:rsid w:val="00CF6ECD"/>
    <w:rsid w:val="00CF768F"/>
    <w:rsid w:val="00D0002C"/>
    <w:rsid w:val="00D005CC"/>
    <w:rsid w:val="00D010EE"/>
    <w:rsid w:val="00D01167"/>
    <w:rsid w:val="00D01481"/>
    <w:rsid w:val="00D01BD9"/>
    <w:rsid w:val="00D027F1"/>
    <w:rsid w:val="00D04FF8"/>
    <w:rsid w:val="00D0544A"/>
    <w:rsid w:val="00D071E1"/>
    <w:rsid w:val="00D07ABB"/>
    <w:rsid w:val="00D07E1D"/>
    <w:rsid w:val="00D07F91"/>
    <w:rsid w:val="00D10179"/>
    <w:rsid w:val="00D108E7"/>
    <w:rsid w:val="00D10AF7"/>
    <w:rsid w:val="00D1203A"/>
    <w:rsid w:val="00D1223F"/>
    <w:rsid w:val="00D13C6D"/>
    <w:rsid w:val="00D14551"/>
    <w:rsid w:val="00D1476A"/>
    <w:rsid w:val="00D14C58"/>
    <w:rsid w:val="00D15A5B"/>
    <w:rsid w:val="00D161A1"/>
    <w:rsid w:val="00D16812"/>
    <w:rsid w:val="00D16A66"/>
    <w:rsid w:val="00D178AE"/>
    <w:rsid w:val="00D20064"/>
    <w:rsid w:val="00D20C1F"/>
    <w:rsid w:val="00D216A8"/>
    <w:rsid w:val="00D22137"/>
    <w:rsid w:val="00D227F6"/>
    <w:rsid w:val="00D22F16"/>
    <w:rsid w:val="00D237D0"/>
    <w:rsid w:val="00D2380E"/>
    <w:rsid w:val="00D23935"/>
    <w:rsid w:val="00D24278"/>
    <w:rsid w:val="00D2580D"/>
    <w:rsid w:val="00D26652"/>
    <w:rsid w:val="00D272D6"/>
    <w:rsid w:val="00D2797C"/>
    <w:rsid w:val="00D27F06"/>
    <w:rsid w:val="00D304D1"/>
    <w:rsid w:val="00D32781"/>
    <w:rsid w:val="00D32A02"/>
    <w:rsid w:val="00D32CDE"/>
    <w:rsid w:val="00D335B6"/>
    <w:rsid w:val="00D33D43"/>
    <w:rsid w:val="00D34B8F"/>
    <w:rsid w:val="00D34CE7"/>
    <w:rsid w:val="00D356D1"/>
    <w:rsid w:val="00D35FCF"/>
    <w:rsid w:val="00D36875"/>
    <w:rsid w:val="00D36E9A"/>
    <w:rsid w:val="00D373FF"/>
    <w:rsid w:val="00D37C9E"/>
    <w:rsid w:val="00D40A8B"/>
    <w:rsid w:val="00D42040"/>
    <w:rsid w:val="00D42DEE"/>
    <w:rsid w:val="00D43812"/>
    <w:rsid w:val="00D4415C"/>
    <w:rsid w:val="00D44946"/>
    <w:rsid w:val="00D450D2"/>
    <w:rsid w:val="00D4528B"/>
    <w:rsid w:val="00D45301"/>
    <w:rsid w:val="00D46C3B"/>
    <w:rsid w:val="00D46E49"/>
    <w:rsid w:val="00D46F59"/>
    <w:rsid w:val="00D4712C"/>
    <w:rsid w:val="00D4724A"/>
    <w:rsid w:val="00D50C9A"/>
    <w:rsid w:val="00D510CA"/>
    <w:rsid w:val="00D51AF7"/>
    <w:rsid w:val="00D521A2"/>
    <w:rsid w:val="00D5229E"/>
    <w:rsid w:val="00D52C2B"/>
    <w:rsid w:val="00D536ED"/>
    <w:rsid w:val="00D5474E"/>
    <w:rsid w:val="00D54BA9"/>
    <w:rsid w:val="00D55B66"/>
    <w:rsid w:val="00D55DE9"/>
    <w:rsid w:val="00D56CFA"/>
    <w:rsid w:val="00D571C4"/>
    <w:rsid w:val="00D610FC"/>
    <w:rsid w:val="00D6113F"/>
    <w:rsid w:val="00D614F8"/>
    <w:rsid w:val="00D617E7"/>
    <w:rsid w:val="00D622B6"/>
    <w:rsid w:val="00D6241A"/>
    <w:rsid w:val="00D6412D"/>
    <w:rsid w:val="00D64A31"/>
    <w:rsid w:val="00D653E5"/>
    <w:rsid w:val="00D664CE"/>
    <w:rsid w:val="00D70063"/>
    <w:rsid w:val="00D71C85"/>
    <w:rsid w:val="00D7245D"/>
    <w:rsid w:val="00D7332F"/>
    <w:rsid w:val="00D735A6"/>
    <w:rsid w:val="00D736CC"/>
    <w:rsid w:val="00D73979"/>
    <w:rsid w:val="00D73EAE"/>
    <w:rsid w:val="00D73FBE"/>
    <w:rsid w:val="00D741EE"/>
    <w:rsid w:val="00D74D1F"/>
    <w:rsid w:val="00D761F4"/>
    <w:rsid w:val="00D764CB"/>
    <w:rsid w:val="00D767DD"/>
    <w:rsid w:val="00D7689B"/>
    <w:rsid w:val="00D77DB1"/>
    <w:rsid w:val="00D77DE7"/>
    <w:rsid w:val="00D77EF6"/>
    <w:rsid w:val="00D80C9C"/>
    <w:rsid w:val="00D80DFB"/>
    <w:rsid w:val="00D8106C"/>
    <w:rsid w:val="00D81133"/>
    <w:rsid w:val="00D8158B"/>
    <w:rsid w:val="00D8183A"/>
    <w:rsid w:val="00D81858"/>
    <w:rsid w:val="00D81B1F"/>
    <w:rsid w:val="00D83409"/>
    <w:rsid w:val="00D836FC"/>
    <w:rsid w:val="00D83B83"/>
    <w:rsid w:val="00D84CC9"/>
    <w:rsid w:val="00D853AD"/>
    <w:rsid w:val="00D85E14"/>
    <w:rsid w:val="00D863D0"/>
    <w:rsid w:val="00D87430"/>
    <w:rsid w:val="00D87D85"/>
    <w:rsid w:val="00D911CE"/>
    <w:rsid w:val="00D914D2"/>
    <w:rsid w:val="00D92928"/>
    <w:rsid w:val="00D9385A"/>
    <w:rsid w:val="00D93ABB"/>
    <w:rsid w:val="00D93FA7"/>
    <w:rsid w:val="00D94669"/>
    <w:rsid w:val="00D94BC8"/>
    <w:rsid w:val="00D951FF"/>
    <w:rsid w:val="00D953D4"/>
    <w:rsid w:val="00D95E76"/>
    <w:rsid w:val="00D96068"/>
    <w:rsid w:val="00D9609F"/>
    <w:rsid w:val="00D964B9"/>
    <w:rsid w:val="00D9794C"/>
    <w:rsid w:val="00D97968"/>
    <w:rsid w:val="00D97A14"/>
    <w:rsid w:val="00D97F76"/>
    <w:rsid w:val="00DA016B"/>
    <w:rsid w:val="00DA0A6B"/>
    <w:rsid w:val="00DA1BB2"/>
    <w:rsid w:val="00DA1CC6"/>
    <w:rsid w:val="00DA2322"/>
    <w:rsid w:val="00DA2F05"/>
    <w:rsid w:val="00DA3495"/>
    <w:rsid w:val="00DA3496"/>
    <w:rsid w:val="00DA35B1"/>
    <w:rsid w:val="00DA3DEE"/>
    <w:rsid w:val="00DA43B0"/>
    <w:rsid w:val="00DA46C9"/>
    <w:rsid w:val="00DA6B7A"/>
    <w:rsid w:val="00DA7384"/>
    <w:rsid w:val="00DA738C"/>
    <w:rsid w:val="00DB02E0"/>
    <w:rsid w:val="00DB0967"/>
    <w:rsid w:val="00DB1D9E"/>
    <w:rsid w:val="00DB2144"/>
    <w:rsid w:val="00DB320F"/>
    <w:rsid w:val="00DB5580"/>
    <w:rsid w:val="00DB63A5"/>
    <w:rsid w:val="00DB6570"/>
    <w:rsid w:val="00DB66FD"/>
    <w:rsid w:val="00DB74EF"/>
    <w:rsid w:val="00DB7F06"/>
    <w:rsid w:val="00DC0564"/>
    <w:rsid w:val="00DC090C"/>
    <w:rsid w:val="00DC0C54"/>
    <w:rsid w:val="00DC2268"/>
    <w:rsid w:val="00DC344A"/>
    <w:rsid w:val="00DC43DF"/>
    <w:rsid w:val="00DC5D3C"/>
    <w:rsid w:val="00DC5E56"/>
    <w:rsid w:val="00DC62C9"/>
    <w:rsid w:val="00DC65C4"/>
    <w:rsid w:val="00DC69DE"/>
    <w:rsid w:val="00DC6AC1"/>
    <w:rsid w:val="00DC703A"/>
    <w:rsid w:val="00DC75E9"/>
    <w:rsid w:val="00DC7B98"/>
    <w:rsid w:val="00DD0476"/>
    <w:rsid w:val="00DD05A4"/>
    <w:rsid w:val="00DD0BD0"/>
    <w:rsid w:val="00DD25F4"/>
    <w:rsid w:val="00DD3167"/>
    <w:rsid w:val="00DD363C"/>
    <w:rsid w:val="00DD4116"/>
    <w:rsid w:val="00DD41AB"/>
    <w:rsid w:val="00DD426D"/>
    <w:rsid w:val="00DD470F"/>
    <w:rsid w:val="00DD5704"/>
    <w:rsid w:val="00DD615F"/>
    <w:rsid w:val="00DE086D"/>
    <w:rsid w:val="00DE1197"/>
    <w:rsid w:val="00DE1635"/>
    <w:rsid w:val="00DE31FC"/>
    <w:rsid w:val="00DE3669"/>
    <w:rsid w:val="00DE3B1A"/>
    <w:rsid w:val="00DE47B7"/>
    <w:rsid w:val="00DE4FB5"/>
    <w:rsid w:val="00DE50EA"/>
    <w:rsid w:val="00DE5436"/>
    <w:rsid w:val="00DE553B"/>
    <w:rsid w:val="00DE60B6"/>
    <w:rsid w:val="00DE7053"/>
    <w:rsid w:val="00DF196F"/>
    <w:rsid w:val="00DF1D37"/>
    <w:rsid w:val="00DF1F4F"/>
    <w:rsid w:val="00DF233C"/>
    <w:rsid w:val="00DF2CC1"/>
    <w:rsid w:val="00DF5B94"/>
    <w:rsid w:val="00DF5CD2"/>
    <w:rsid w:val="00DF63A2"/>
    <w:rsid w:val="00DF7439"/>
    <w:rsid w:val="00E0005C"/>
    <w:rsid w:val="00E006E3"/>
    <w:rsid w:val="00E00775"/>
    <w:rsid w:val="00E012E4"/>
    <w:rsid w:val="00E01A80"/>
    <w:rsid w:val="00E02A32"/>
    <w:rsid w:val="00E03C90"/>
    <w:rsid w:val="00E03D53"/>
    <w:rsid w:val="00E03E02"/>
    <w:rsid w:val="00E04484"/>
    <w:rsid w:val="00E052BE"/>
    <w:rsid w:val="00E05A18"/>
    <w:rsid w:val="00E05FC0"/>
    <w:rsid w:val="00E0684F"/>
    <w:rsid w:val="00E06CF1"/>
    <w:rsid w:val="00E075A1"/>
    <w:rsid w:val="00E07CC7"/>
    <w:rsid w:val="00E10D21"/>
    <w:rsid w:val="00E117FC"/>
    <w:rsid w:val="00E122D6"/>
    <w:rsid w:val="00E12469"/>
    <w:rsid w:val="00E124F9"/>
    <w:rsid w:val="00E12627"/>
    <w:rsid w:val="00E1265C"/>
    <w:rsid w:val="00E12D50"/>
    <w:rsid w:val="00E130BC"/>
    <w:rsid w:val="00E1489E"/>
    <w:rsid w:val="00E14CED"/>
    <w:rsid w:val="00E15F93"/>
    <w:rsid w:val="00E160E1"/>
    <w:rsid w:val="00E160E6"/>
    <w:rsid w:val="00E1648C"/>
    <w:rsid w:val="00E16FD8"/>
    <w:rsid w:val="00E174F8"/>
    <w:rsid w:val="00E177A0"/>
    <w:rsid w:val="00E17F0C"/>
    <w:rsid w:val="00E20319"/>
    <w:rsid w:val="00E20C80"/>
    <w:rsid w:val="00E20C9D"/>
    <w:rsid w:val="00E211BE"/>
    <w:rsid w:val="00E21C76"/>
    <w:rsid w:val="00E22618"/>
    <w:rsid w:val="00E22B4C"/>
    <w:rsid w:val="00E22DED"/>
    <w:rsid w:val="00E22F8D"/>
    <w:rsid w:val="00E24016"/>
    <w:rsid w:val="00E24326"/>
    <w:rsid w:val="00E244D4"/>
    <w:rsid w:val="00E24665"/>
    <w:rsid w:val="00E24775"/>
    <w:rsid w:val="00E256DD"/>
    <w:rsid w:val="00E26C68"/>
    <w:rsid w:val="00E26FC5"/>
    <w:rsid w:val="00E279AD"/>
    <w:rsid w:val="00E300DB"/>
    <w:rsid w:val="00E30175"/>
    <w:rsid w:val="00E302C3"/>
    <w:rsid w:val="00E304A6"/>
    <w:rsid w:val="00E30CF5"/>
    <w:rsid w:val="00E327C1"/>
    <w:rsid w:val="00E32E11"/>
    <w:rsid w:val="00E3305C"/>
    <w:rsid w:val="00E33F78"/>
    <w:rsid w:val="00E352EC"/>
    <w:rsid w:val="00E355EC"/>
    <w:rsid w:val="00E35EEC"/>
    <w:rsid w:val="00E362B7"/>
    <w:rsid w:val="00E3736F"/>
    <w:rsid w:val="00E40548"/>
    <w:rsid w:val="00E40A05"/>
    <w:rsid w:val="00E40C00"/>
    <w:rsid w:val="00E41ED9"/>
    <w:rsid w:val="00E430C0"/>
    <w:rsid w:val="00E441C8"/>
    <w:rsid w:val="00E448E3"/>
    <w:rsid w:val="00E44B39"/>
    <w:rsid w:val="00E452DC"/>
    <w:rsid w:val="00E45366"/>
    <w:rsid w:val="00E45EDA"/>
    <w:rsid w:val="00E473E7"/>
    <w:rsid w:val="00E47A81"/>
    <w:rsid w:val="00E47ADB"/>
    <w:rsid w:val="00E506F7"/>
    <w:rsid w:val="00E50FCD"/>
    <w:rsid w:val="00E51213"/>
    <w:rsid w:val="00E519CB"/>
    <w:rsid w:val="00E52DEA"/>
    <w:rsid w:val="00E530A9"/>
    <w:rsid w:val="00E53395"/>
    <w:rsid w:val="00E5387F"/>
    <w:rsid w:val="00E5440F"/>
    <w:rsid w:val="00E54D08"/>
    <w:rsid w:val="00E55343"/>
    <w:rsid w:val="00E55E4D"/>
    <w:rsid w:val="00E56C7C"/>
    <w:rsid w:val="00E577B4"/>
    <w:rsid w:val="00E57A96"/>
    <w:rsid w:val="00E600B3"/>
    <w:rsid w:val="00E61144"/>
    <w:rsid w:val="00E61959"/>
    <w:rsid w:val="00E62099"/>
    <w:rsid w:val="00E623CD"/>
    <w:rsid w:val="00E6265B"/>
    <w:rsid w:val="00E6299E"/>
    <w:rsid w:val="00E62D7B"/>
    <w:rsid w:val="00E63517"/>
    <w:rsid w:val="00E646A6"/>
    <w:rsid w:val="00E655BF"/>
    <w:rsid w:val="00E66FE7"/>
    <w:rsid w:val="00E67163"/>
    <w:rsid w:val="00E71546"/>
    <w:rsid w:val="00E7195A"/>
    <w:rsid w:val="00E7302B"/>
    <w:rsid w:val="00E7388D"/>
    <w:rsid w:val="00E73E17"/>
    <w:rsid w:val="00E744FA"/>
    <w:rsid w:val="00E76BA3"/>
    <w:rsid w:val="00E770EE"/>
    <w:rsid w:val="00E808E1"/>
    <w:rsid w:val="00E8095A"/>
    <w:rsid w:val="00E80A09"/>
    <w:rsid w:val="00E81492"/>
    <w:rsid w:val="00E81B31"/>
    <w:rsid w:val="00E81B5F"/>
    <w:rsid w:val="00E81B6D"/>
    <w:rsid w:val="00E822A3"/>
    <w:rsid w:val="00E8268C"/>
    <w:rsid w:val="00E82B18"/>
    <w:rsid w:val="00E82C43"/>
    <w:rsid w:val="00E831E8"/>
    <w:rsid w:val="00E83430"/>
    <w:rsid w:val="00E83CDC"/>
    <w:rsid w:val="00E8459C"/>
    <w:rsid w:val="00E8579B"/>
    <w:rsid w:val="00E865D9"/>
    <w:rsid w:val="00E86C98"/>
    <w:rsid w:val="00E87647"/>
    <w:rsid w:val="00E87A66"/>
    <w:rsid w:val="00E9097A"/>
    <w:rsid w:val="00E90A06"/>
    <w:rsid w:val="00E922C5"/>
    <w:rsid w:val="00E926DF"/>
    <w:rsid w:val="00E93153"/>
    <w:rsid w:val="00E93D47"/>
    <w:rsid w:val="00E95896"/>
    <w:rsid w:val="00E96216"/>
    <w:rsid w:val="00E9786E"/>
    <w:rsid w:val="00EA04DF"/>
    <w:rsid w:val="00EA0B3B"/>
    <w:rsid w:val="00EA158B"/>
    <w:rsid w:val="00EA201A"/>
    <w:rsid w:val="00EA25DB"/>
    <w:rsid w:val="00EA30B1"/>
    <w:rsid w:val="00EA37A8"/>
    <w:rsid w:val="00EA383A"/>
    <w:rsid w:val="00EA38C2"/>
    <w:rsid w:val="00EA44FF"/>
    <w:rsid w:val="00EA59C2"/>
    <w:rsid w:val="00EA5E21"/>
    <w:rsid w:val="00EA5FB6"/>
    <w:rsid w:val="00EA669F"/>
    <w:rsid w:val="00EA66D3"/>
    <w:rsid w:val="00EA66E5"/>
    <w:rsid w:val="00EA7DFB"/>
    <w:rsid w:val="00EB08ED"/>
    <w:rsid w:val="00EB1734"/>
    <w:rsid w:val="00EB2E8A"/>
    <w:rsid w:val="00EB3F3D"/>
    <w:rsid w:val="00EB4577"/>
    <w:rsid w:val="00EB49D8"/>
    <w:rsid w:val="00EB518B"/>
    <w:rsid w:val="00EB5CCD"/>
    <w:rsid w:val="00EC0923"/>
    <w:rsid w:val="00EC0A0B"/>
    <w:rsid w:val="00EC1424"/>
    <w:rsid w:val="00EC1D04"/>
    <w:rsid w:val="00EC1E13"/>
    <w:rsid w:val="00EC2496"/>
    <w:rsid w:val="00EC61A4"/>
    <w:rsid w:val="00EC64B0"/>
    <w:rsid w:val="00EC683D"/>
    <w:rsid w:val="00EC72F6"/>
    <w:rsid w:val="00EC7E98"/>
    <w:rsid w:val="00ED0768"/>
    <w:rsid w:val="00ED1661"/>
    <w:rsid w:val="00ED2246"/>
    <w:rsid w:val="00ED3C03"/>
    <w:rsid w:val="00ED3DE1"/>
    <w:rsid w:val="00ED3EB6"/>
    <w:rsid w:val="00ED5039"/>
    <w:rsid w:val="00ED6E08"/>
    <w:rsid w:val="00ED77F9"/>
    <w:rsid w:val="00EE07C7"/>
    <w:rsid w:val="00EE0A98"/>
    <w:rsid w:val="00EE0C52"/>
    <w:rsid w:val="00EE1918"/>
    <w:rsid w:val="00EE1ACC"/>
    <w:rsid w:val="00EE284E"/>
    <w:rsid w:val="00EE34AE"/>
    <w:rsid w:val="00EE3581"/>
    <w:rsid w:val="00EE35A0"/>
    <w:rsid w:val="00EE3CE7"/>
    <w:rsid w:val="00EE44FA"/>
    <w:rsid w:val="00EE4B07"/>
    <w:rsid w:val="00EE50B5"/>
    <w:rsid w:val="00EE6618"/>
    <w:rsid w:val="00EE6B15"/>
    <w:rsid w:val="00EE72A2"/>
    <w:rsid w:val="00EE7A90"/>
    <w:rsid w:val="00EF09CC"/>
    <w:rsid w:val="00EF0B88"/>
    <w:rsid w:val="00EF1022"/>
    <w:rsid w:val="00EF14FD"/>
    <w:rsid w:val="00EF32C5"/>
    <w:rsid w:val="00EF3360"/>
    <w:rsid w:val="00EF346C"/>
    <w:rsid w:val="00EF3768"/>
    <w:rsid w:val="00EF4281"/>
    <w:rsid w:val="00EF447D"/>
    <w:rsid w:val="00EF48EB"/>
    <w:rsid w:val="00EF547B"/>
    <w:rsid w:val="00EF6811"/>
    <w:rsid w:val="00EF68ED"/>
    <w:rsid w:val="00F01292"/>
    <w:rsid w:val="00F02415"/>
    <w:rsid w:val="00F02EF1"/>
    <w:rsid w:val="00F03A62"/>
    <w:rsid w:val="00F03F98"/>
    <w:rsid w:val="00F0559F"/>
    <w:rsid w:val="00F05F39"/>
    <w:rsid w:val="00F1004D"/>
    <w:rsid w:val="00F108D5"/>
    <w:rsid w:val="00F108FC"/>
    <w:rsid w:val="00F10D8B"/>
    <w:rsid w:val="00F10D90"/>
    <w:rsid w:val="00F118BF"/>
    <w:rsid w:val="00F11BE1"/>
    <w:rsid w:val="00F126E6"/>
    <w:rsid w:val="00F13425"/>
    <w:rsid w:val="00F14EBF"/>
    <w:rsid w:val="00F15FC3"/>
    <w:rsid w:val="00F166F9"/>
    <w:rsid w:val="00F16974"/>
    <w:rsid w:val="00F170C2"/>
    <w:rsid w:val="00F17549"/>
    <w:rsid w:val="00F177B0"/>
    <w:rsid w:val="00F17E97"/>
    <w:rsid w:val="00F200A1"/>
    <w:rsid w:val="00F20801"/>
    <w:rsid w:val="00F20864"/>
    <w:rsid w:val="00F21243"/>
    <w:rsid w:val="00F22619"/>
    <w:rsid w:val="00F22EC7"/>
    <w:rsid w:val="00F230C1"/>
    <w:rsid w:val="00F23155"/>
    <w:rsid w:val="00F239CB"/>
    <w:rsid w:val="00F23FC3"/>
    <w:rsid w:val="00F257B2"/>
    <w:rsid w:val="00F25AC3"/>
    <w:rsid w:val="00F2635D"/>
    <w:rsid w:val="00F267AD"/>
    <w:rsid w:val="00F26893"/>
    <w:rsid w:val="00F26FD2"/>
    <w:rsid w:val="00F279FA"/>
    <w:rsid w:val="00F27A1B"/>
    <w:rsid w:val="00F303AD"/>
    <w:rsid w:val="00F30798"/>
    <w:rsid w:val="00F3111A"/>
    <w:rsid w:val="00F32803"/>
    <w:rsid w:val="00F335CC"/>
    <w:rsid w:val="00F339BE"/>
    <w:rsid w:val="00F33E7E"/>
    <w:rsid w:val="00F35784"/>
    <w:rsid w:val="00F35961"/>
    <w:rsid w:val="00F36554"/>
    <w:rsid w:val="00F36666"/>
    <w:rsid w:val="00F36A21"/>
    <w:rsid w:val="00F36E0B"/>
    <w:rsid w:val="00F37CD5"/>
    <w:rsid w:val="00F4011E"/>
    <w:rsid w:val="00F40ECB"/>
    <w:rsid w:val="00F42145"/>
    <w:rsid w:val="00F4342C"/>
    <w:rsid w:val="00F43B76"/>
    <w:rsid w:val="00F44BD8"/>
    <w:rsid w:val="00F44D57"/>
    <w:rsid w:val="00F46782"/>
    <w:rsid w:val="00F46F02"/>
    <w:rsid w:val="00F475E5"/>
    <w:rsid w:val="00F47FAD"/>
    <w:rsid w:val="00F47FE9"/>
    <w:rsid w:val="00F505C0"/>
    <w:rsid w:val="00F51812"/>
    <w:rsid w:val="00F52663"/>
    <w:rsid w:val="00F52AA8"/>
    <w:rsid w:val="00F52FD1"/>
    <w:rsid w:val="00F53122"/>
    <w:rsid w:val="00F537DA"/>
    <w:rsid w:val="00F53A52"/>
    <w:rsid w:val="00F5462E"/>
    <w:rsid w:val="00F54981"/>
    <w:rsid w:val="00F54A6F"/>
    <w:rsid w:val="00F55218"/>
    <w:rsid w:val="00F55330"/>
    <w:rsid w:val="00F574A7"/>
    <w:rsid w:val="00F577BC"/>
    <w:rsid w:val="00F57FA8"/>
    <w:rsid w:val="00F604A6"/>
    <w:rsid w:val="00F60799"/>
    <w:rsid w:val="00F60851"/>
    <w:rsid w:val="00F61977"/>
    <w:rsid w:val="00F6223A"/>
    <w:rsid w:val="00F629A7"/>
    <w:rsid w:val="00F6325D"/>
    <w:rsid w:val="00F659A7"/>
    <w:rsid w:val="00F66FBC"/>
    <w:rsid w:val="00F670A9"/>
    <w:rsid w:val="00F7101C"/>
    <w:rsid w:val="00F74BFD"/>
    <w:rsid w:val="00F75815"/>
    <w:rsid w:val="00F75B57"/>
    <w:rsid w:val="00F76D0B"/>
    <w:rsid w:val="00F7717B"/>
    <w:rsid w:val="00F800B0"/>
    <w:rsid w:val="00F80EC7"/>
    <w:rsid w:val="00F8151C"/>
    <w:rsid w:val="00F81B0F"/>
    <w:rsid w:val="00F81E84"/>
    <w:rsid w:val="00F82ADD"/>
    <w:rsid w:val="00F8367B"/>
    <w:rsid w:val="00F84266"/>
    <w:rsid w:val="00F84A9F"/>
    <w:rsid w:val="00F84D1C"/>
    <w:rsid w:val="00F84F2D"/>
    <w:rsid w:val="00F862DE"/>
    <w:rsid w:val="00F903E7"/>
    <w:rsid w:val="00F928DF"/>
    <w:rsid w:val="00F932B8"/>
    <w:rsid w:val="00F93783"/>
    <w:rsid w:val="00F93D11"/>
    <w:rsid w:val="00F953FF"/>
    <w:rsid w:val="00F961DF"/>
    <w:rsid w:val="00F96A1C"/>
    <w:rsid w:val="00F9755A"/>
    <w:rsid w:val="00FA0926"/>
    <w:rsid w:val="00FA1588"/>
    <w:rsid w:val="00FA19AB"/>
    <w:rsid w:val="00FA1A72"/>
    <w:rsid w:val="00FA29B5"/>
    <w:rsid w:val="00FA2D95"/>
    <w:rsid w:val="00FA4025"/>
    <w:rsid w:val="00FA45AA"/>
    <w:rsid w:val="00FA487B"/>
    <w:rsid w:val="00FA48D4"/>
    <w:rsid w:val="00FA4B29"/>
    <w:rsid w:val="00FA4D24"/>
    <w:rsid w:val="00FA508F"/>
    <w:rsid w:val="00FA5638"/>
    <w:rsid w:val="00FA60EB"/>
    <w:rsid w:val="00FA6FC3"/>
    <w:rsid w:val="00FA7605"/>
    <w:rsid w:val="00FB0AE8"/>
    <w:rsid w:val="00FB1B19"/>
    <w:rsid w:val="00FB2183"/>
    <w:rsid w:val="00FB2C4C"/>
    <w:rsid w:val="00FB3AF0"/>
    <w:rsid w:val="00FB5234"/>
    <w:rsid w:val="00FB5DD1"/>
    <w:rsid w:val="00FB60A8"/>
    <w:rsid w:val="00FB7B5B"/>
    <w:rsid w:val="00FC0C7D"/>
    <w:rsid w:val="00FC1968"/>
    <w:rsid w:val="00FC1F7A"/>
    <w:rsid w:val="00FC2148"/>
    <w:rsid w:val="00FC2431"/>
    <w:rsid w:val="00FC2E25"/>
    <w:rsid w:val="00FC32F0"/>
    <w:rsid w:val="00FC37E0"/>
    <w:rsid w:val="00FC4506"/>
    <w:rsid w:val="00FC55A6"/>
    <w:rsid w:val="00FC56A7"/>
    <w:rsid w:val="00FC60B4"/>
    <w:rsid w:val="00FC6483"/>
    <w:rsid w:val="00FC6498"/>
    <w:rsid w:val="00FC6508"/>
    <w:rsid w:val="00FC6B45"/>
    <w:rsid w:val="00FC6D1A"/>
    <w:rsid w:val="00FC6E02"/>
    <w:rsid w:val="00FC7662"/>
    <w:rsid w:val="00FC79D2"/>
    <w:rsid w:val="00FD333F"/>
    <w:rsid w:val="00FD3756"/>
    <w:rsid w:val="00FD495B"/>
    <w:rsid w:val="00FD50BB"/>
    <w:rsid w:val="00FD55A6"/>
    <w:rsid w:val="00FD5887"/>
    <w:rsid w:val="00FD661A"/>
    <w:rsid w:val="00FD69A9"/>
    <w:rsid w:val="00FD771C"/>
    <w:rsid w:val="00FE0ED1"/>
    <w:rsid w:val="00FE1B2B"/>
    <w:rsid w:val="00FE1C68"/>
    <w:rsid w:val="00FE2423"/>
    <w:rsid w:val="00FE310A"/>
    <w:rsid w:val="00FE38DD"/>
    <w:rsid w:val="00FE399E"/>
    <w:rsid w:val="00FE3D9D"/>
    <w:rsid w:val="00FE3F1A"/>
    <w:rsid w:val="00FE4B31"/>
    <w:rsid w:val="00FE4C87"/>
    <w:rsid w:val="00FE5860"/>
    <w:rsid w:val="00FE5E81"/>
    <w:rsid w:val="00FE61DD"/>
    <w:rsid w:val="00FE6498"/>
    <w:rsid w:val="00FE6D9B"/>
    <w:rsid w:val="00FE7771"/>
    <w:rsid w:val="00FF0C20"/>
    <w:rsid w:val="00FF129A"/>
    <w:rsid w:val="00FF1346"/>
    <w:rsid w:val="00FF3114"/>
    <w:rsid w:val="00FF31D7"/>
    <w:rsid w:val="00FF3E64"/>
    <w:rsid w:val="00FF5953"/>
    <w:rsid w:val="00FF5A3A"/>
    <w:rsid w:val="00FF5AC1"/>
    <w:rsid w:val="00FF61CB"/>
    <w:rsid w:val="00FF6821"/>
    <w:rsid w:val="00FF68DE"/>
    <w:rsid w:val="00FF6A76"/>
    <w:rsid w:val="00FF711E"/>
    <w:rsid w:val="00FF7BA8"/>
    <w:rsid w:val="00FF7C59"/>
    <w:rsid w:val="00FF7F4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E871614"/>
  <w15:docId w15:val="{3911F70E-8873-4433-8C4B-DD79E9124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paragraph" w:styleId="Heading1">
    <w:name w:val="heading 1"/>
    <w:basedOn w:val="Normal"/>
    <w:next w:val="Normal"/>
    <w:link w:val="Heading1Char"/>
    <w:qFormat/>
    <w:rsid w:val="000067D8"/>
    <w:pPr>
      <w:keepNext/>
      <w:numPr>
        <w:numId w:val="1"/>
      </w:numPr>
      <w:spacing w:before="240" w:after="60"/>
      <w:outlineLvl w:val="0"/>
    </w:pPr>
    <w:rPr>
      <w:rFonts w:ascii="Arial" w:hAnsi="Arial" w:cs="Arial"/>
      <w:b/>
      <w:bCs/>
      <w:kern w:val="32"/>
      <w:sz w:val="32"/>
      <w:szCs w:val="32"/>
      <w:lang w:val="en-GB"/>
    </w:rPr>
  </w:style>
  <w:style w:type="paragraph" w:styleId="Heading2">
    <w:name w:val="heading 2"/>
    <w:basedOn w:val="Normal"/>
    <w:next w:val="Normal"/>
    <w:link w:val="Heading2Char"/>
    <w:qFormat/>
    <w:rsid w:val="000067D8"/>
    <w:pPr>
      <w:keepNext/>
      <w:numPr>
        <w:ilvl w:val="1"/>
        <w:numId w:val="1"/>
      </w:numPr>
      <w:spacing w:before="240" w:after="60"/>
      <w:outlineLvl w:val="1"/>
    </w:pPr>
    <w:rPr>
      <w:rFonts w:ascii="Arial" w:hAnsi="Arial" w:cs="Arial"/>
      <w:b/>
      <w:bCs/>
      <w:i/>
      <w:iCs/>
      <w:sz w:val="28"/>
      <w:szCs w:val="28"/>
      <w:lang w:val="en-GB"/>
    </w:rPr>
  </w:style>
  <w:style w:type="paragraph" w:styleId="Heading3">
    <w:name w:val="heading 3"/>
    <w:basedOn w:val="Normal"/>
    <w:next w:val="Normal"/>
    <w:link w:val="Heading3Char"/>
    <w:qFormat/>
    <w:rsid w:val="000067D8"/>
    <w:pPr>
      <w:keepNext/>
      <w:numPr>
        <w:ilvl w:val="2"/>
        <w:numId w:val="1"/>
      </w:numPr>
      <w:spacing w:before="240" w:after="60"/>
      <w:outlineLvl w:val="2"/>
    </w:pPr>
    <w:rPr>
      <w:rFonts w:ascii="Arial" w:hAnsi="Arial" w:cs="Arial"/>
      <w:b/>
      <w:bCs/>
      <w:sz w:val="26"/>
      <w:szCs w:val="26"/>
      <w:lang w:val="en-GB"/>
    </w:rPr>
  </w:style>
  <w:style w:type="paragraph" w:styleId="Heading4">
    <w:name w:val="heading 4"/>
    <w:basedOn w:val="Normal"/>
    <w:next w:val="Normal"/>
    <w:link w:val="Heading4Char"/>
    <w:autoRedefine/>
    <w:qFormat/>
    <w:rsid w:val="00C44CE4"/>
    <w:pPr>
      <w:keepNext/>
      <w:numPr>
        <w:ilvl w:val="3"/>
        <w:numId w:val="1"/>
      </w:numPr>
      <w:spacing w:before="240" w:after="60"/>
      <w:outlineLvl w:val="3"/>
    </w:pPr>
    <w:rPr>
      <w:b/>
      <w:bCs/>
      <w:szCs w:val="28"/>
      <w:lang w:val="en-GB"/>
    </w:rPr>
  </w:style>
  <w:style w:type="paragraph" w:styleId="Heading5">
    <w:name w:val="heading 5"/>
    <w:basedOn w:val="Normal"/>
    <w:next w:val="Normal"/>
    <w:link w:val="Heading5Char"/>
    <w:autoRedefine/>
    <w:qFormat/>
    <w:rsid w:val="000067D8"/>
    <w:pPr>
      <w:numPr>
        <w:ilvl w:val="4"/>
        <w:numId w:val="1"/>
      </w:numPr>
      <w:spacing w:before="240" w:after="60"/>
      <w:outlineLvl w:val="4"/>
    </w:pPr>
    <w:rPr>
      <w:b/>
      <w:bCs/>
      <w:i/>
      <w:iCs/>
      <w:szCs w:val="26"/>
      <w:lang w:val="en-GB"/>
    </w:rPr>
  </w:style>
  <w:style w:type="paragraph" w:styleId="Heading6">
    <w:name w:val="heading 6"/>
    <w:basedOn w:val="Normal"/>
    <w:next w:val="Normal"/>
    <w:link w:val="Heading6Char"/>
    <w:qFormat/>
    <w:rsid w:val="000067D8"/>
    <w:pPr>
      <w:numPr>
        <w:ilvl w:val="5"/>
        <w:numId w:val="1"/>
      </w:numPr>
      <w:spacing w:before="240" w:after="60"/>
      <w:outlineLvl w:val="5"/>
    </w:pPr>
    <w:rPr>
      <w:b/>
      <w:bCs/>
      <w:sz w:val="22"/>
      <w:szCs w:val="22"/>
      <w:lang w:val="en-GB"/>
    </w:rPr>
  </w:style>
  <w:style w:type="paragraph" w:styleId="Heading7">
    <w:name w:val="heading 7"/>
    <w:basedOn w:val="Normal"/>
    <w:next w:val="Normal"/>
    <w:link w:val="Heading7Char"/>
    <w:qFormat/>
    <w:rsid w:val="000067D8"/>
    <w:pPr>
      <w:numPr>
        <w:ilvl w:val="6"/>
        <w:numId w:val="1"/>
      </w:numPr>
      <w:spacing w:before="240" w:after="60"/>
      <w:outlineLvl w:val="6"/>
    </w:pPr>
    <w:rPr>
      <w:lang w:val="en-GB"/>
    </w:rPr>
  </w:style>
  <w:style w:type="paragraph" w:styleId="Heading8">
    <w:name w:val="heading 8"/>
    <w:basedOn w:val="Normal"/>
    <w:next w:val="Normal"/>
    <w:link w:val="Heading8Char"/>
    <w:qFormat/>
    <w:rsid w:val="000067D8"/>
    <w:pPr>
      <w:numPr>
        <w:ilvl w:val="7"/>
        <w:numId w:val="1"/>
      </w:numPr>
      <w:spacing w:before="240" w:after="60"/>
      <w:outlineLvl w:val="7"/>
    </w:pPr>
    <w:rPr>
      <w:i/>
      <w:iCs/>
      <w:lang w:val="en-GB"/>
    </w:rPr>
  </w:style>
  <w:style w:type="paragraph" w:styleId="Heading9">
    <w:name w:val="heading 9"/>
    <w:basedOn w:val="Normal"/>
    <w:next w:val="Normal"/>
    <w:link w:val="Heading9Char"/>
    <w:qFormat/>
    <w:rsid w:val="000067D8"/>
    <w:pPr>
      <w:numPr>
        <w:ilvl w:val="8"/>
        <w:numId w:val="1"/>
      </w:numPr>
      <w:spacing w:before="240" w:after="60"/>
      <w:outlineLvl w:val="8"/>
    </w:pPr>
    <w:rPr>
      <w:rFonts w:ascii="Arial" w:hAnsi="Arial" w:cs="Arial"/>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067D8"/>
    <w:rPr>
      <w:rFonts w:ascii="Arial" w:hAnsi="Arial" w:cs="Arial"/>
      <w:b/>
      <w:bCs/>
      <w:kern w:val="32"/>
      <w:sz w:val="32"/>
      <w:szCs w:val="32"/>
      <w:lang w:val="en-GB"/>
    </w:rPr>
  </w:style>
  <w:style w:type="character" w:customStyle="1" w:styleId="Heading2Char">
    <w:name w:val="Heading 2 Char"/>
    <w:basedOn w:val="DefaultParagraphFont"/>
    <w:link w:val="Heading2"/>
    <w:rsid w:val="000067D8"/>
    <w:rPr>
      <w:rFonts w:ascii="Arial" w:hAnsi="Arial" w:cs="Arial"/>
      <w:b/>
      <w:bCs/>
      <w:i/>
      <w:iCs/>
      <w:sz w:val="28"/>
      <w:szCs w:val="28"/>
      <w:lang w:val="en-GB"/>
    </w:rPr>
  </w:style>
  <w:style w:type="character" w:customStyle="1" w:styleId="Heading3Char">
    <w:name w:val="Heading 3 Char"/>
    <w:basedOn w:val="DefaultParagraphFont"/>
    <w:link w:val="Heading3"/>
    <w:rsid w:val="000067D8"/>
    <w:rPr>
      <w:rFonts w:ascii="Arial" w:hAnsi="Arial" w:cs="Arial"/>
      <w:b/>
      <w:bCs/>
      <w:sz w:val="26"/>
      <w:szCs w:val="26"/>
      <w:lang w:val="en-GB"/>
    </w:rPr>
  </w:style>
  <w:style w:type="character" w:customStyle="1" w:styleId="Heading4Char">
    <w:name w:val="Heading 4 Char"/>
    <w:basedOn w:val="DefaultParagraphFont"/>
    <w:link w:val="Heading4"/>
    <w:rsid w:val="00C44CE4"/>
    <w:rPr>
      <w:b/>
      <w:bCs/>
      <w:sz w:val="24"/>
      <w:szCs w:val="28"/>
      <w:lang w:val="en-GB"/>
    </w:rPr>
  </w:style>
  <w:style w:type="character" w:customStyle="1" w:styleId="Heading5Char">
    <w:name w:val="Heading 5 Char"/>
    <w:basedOn w:val="DefaultParagraphFont"/>
    <w:link w:val="Heading5"/>
    <w:rsid w:val="000067D8"/>
    <w:rPr>
      <w:b/>
      <w:bCs/>
      <w:i/>
      <w:iCs/>
      <w:sz w:val="24"/>
      <w:szCs w:val="26"/>
      <w:lang w:val="en-GB"/>
    </w:rPr>
  </w:style>
  <w:style w:type="character" w:customStyle="1" w:styleId="Heading6Char">
    <w:name w:val="Heading 6 Char"/>
    <w:basedOn w:val="DefaultParagraphFont"/>
    <w:link w:val="Heading6"/>
    <w:rsid w:val="000067D8"/>
    <w:rPr>
      <w:b/>
      <w:bCs/>
      <w:sz w:val="22"/>
      <w:szCs w:val="22"/>
      <w:lang w:val="en-GB"/>
    </w:rPr>
  </w:style>
  <w:style w:type="character" w:customStyle="1" w:styleId="Heading7Char">
    <w:name w:val="Heading 7 Char"/>
    <w:basedOn w:val="DefaultParagraphFont"/>
    <w:link w:val="Heading7"/>
    <w:rsid w:val="000067D8"/>
    <w:rPr>
      <w:sz w:val="24"/>
      <w:szCs w:val="24"/>
      <w:lang w:val="en-GB"/>
    </w:rPr>
  </w:style>
  <w:style w:type="character" w:customStyle="1" w:styleId="Heading8Char">
    <w:name w:val="Heading 8 Char"/>
    <w:basedOn w:val="DefaultParagraphFont"/>
    <w:link w:val="Heading8"/>
    <w:rsid w:val="000067D8"/>
    <w:rPr>
      <w:i/>
      <w:iCs/>
      <w:sz w:val="24"/>
      <w:szCs w:val="24"/>
      <w:lang w:val="en-GB"/>
    </w:rPr>
  </w:style>
  <w:style w:type="character" w:customStyle="1" w:styleId="Heading9Char">
    <w:name w:val="Heading 9 Char"/>
    <w:basedOn w:val="DefaultParagraphFont"/>
    <w:link w:val="Heading9"/>
    <w:rsid w:val="000067D8"/>
    <w:rPr>
      <w:rFonts w:ascii="Arial" w:hAnsi="Arial" w:cs="Arial"/>
      <w:sz w:val="22"/>
      <w:szCs w:val="22"/>
      <w:lang w:val="en-GB"/>
    </w:rPr>
  </w:style>
  <w:style w:type="character" w:styleId="Strong">
    <w:name w:val="Strong"/>
    <w:basedOn w:val="DefaultParagraphFont"/>
    <w:qFormat/>
    <w:rsid w:val="000067D8"/>
    <w:rPr>
      <w:b/>
      <w:bCs/>
    </w:rPr>
  </w:style>
  <w:style w:type="paragraph" w:styleId="TOC1">
    <w:name w:val="toc 1"/>
    <w:basedOn w:val="Normal"/>
    <w:next w:val="Normal"/>
    <w:autoRedefine/>
    <w:uiPriority w:val="39"/>
    <w:rsid w:val="000067D8"/>
    <w:pPr>
      <w:tabs>
        <w:tab w:val="right" w:leader="dot" w:pos="8296"/>
      </w:tabs>
    </w:pPr>
    <w:rPr>
      <w:lang w:val="en-GB"/>
    </w:rPr>
  </w:style>
  <w:style w:type="paragraph" w:styleId="TOC2">
    <w:name w:val="toc 2"/>
    <w:basedOn w:val="Normal"/>
    <w:next w:val="Normal"/>
    <w:autoRedefine/>
    <w:uiPriority w:val="39"/>
    <w:rsid w:val="000067D8"/>
    <w:pPr>
      <w:ind w:left="240"/>
    </w:pPr>
    <w:rPr>
      <w:lang w:val="en-GB"/>
    </w:rPr>
  </w:style>
  <w:style w:type="paragraph" w:styleId="TOC3">
    <w:name w:val="toc 3"/>
    <w:basedOn w:val="Normal"/>
    <w:next w:val="Normal"/>
    <w:autoRedefine/>
    <w:uiPriority w:val="39"/>
    <w:rsid w:val="000067D8"/>
    <w:pPr>
      <w:ind w:left="480"/>
    </w:pPr>
    <w:rPr>
      <w:lang w:val="en-GB"/>
    </w:rPr>
  </w:style>
  <w:style w:type="paragraph" w:styleId="TOC4">
    <w:name w:val="toc 4"/>
    <w:basedOn w:val="Normal"/>
    <w:next w:val="Normal"/>
    <w:autoRedefine/>
    <w:uiPriority w:val="39"/>
    <w:rsid w:val="000067D8"/>
    <w:pPr>
      <w:ind w:left="720"/>
    </w:pPr>
    <w:rPr>
      <w:lang w:val="en-GB"/>
    </w:rPr>
  </w:style>
  <w:style w:type="character" w:styleId="Hyperlink">
    <w:name w:val="Hyperlink"/>
    <w:basedOn w:val="DefaultParagraphFont"/>
    <w:uiPriority w:val="99"/>
    <w:rsid w:val="000067D8"/>
    <w:rPr>
      <w:color w:val="0000FF"/>
      <w:u w:val="single"/>
    </w:rPr>
  </w:style>
  <w:style w:type="paragraph" w:customStyle="1" w:styleId="Maintitle">
    <w:name w:val="Main title"/>
    <w:basedOn w:val="Normal"/>
    <w:next w:val="Normal"/>
    <w:rsid w:val="000067D8"/>
    <w:rPr>
      <w:rFonts w:ascii="ChollaSansRegular" w:hAnsi="ChollaSansRegular"/>
      <w:sz w:val="80"/>
      <w:szCs w:val="20"/>
      <w:lang w:val="en-GB"/>
    </w:rPr>
  </w:style>
  <w:style w:type="paragraph" w:customStyle="1" w:styleId="GeneralTitle">
    <w:name w:val="General Title"/>
    <w:basedOn w:val="Normal"/>
    <w:next w:val="Normal"/>
    <w:rsid w:val="000067D8"/>
    <w:pPr>
      <w:jc w:val="center"/>
    </w:pPr>
    <w:rPr>
      <w:rFonts w:ascii="Gill Sans MT" w:hAnsi="Gill Sans MT"/>
      <w:b/>
      <w:szCs w:val="20"/>
      <w:lang w:val="en-GB"/>
    </w:rPr>
  </w:style>
  <w:style w:type="paragraph" w:styleId="TableofFigures">
    <w:name w:val="table of figures"/>
    <w:basedOn w:val="Normal"/>
    <w:next w:val="Normal"/>
    <w:semiHidden/>
    <w:rsid w:val="000067D8"/>
    <w:rPr>
      <w:rFonts w:ascii="Gill Sans MT Light" w:hAnsi="Gill Sans MT Light"/>
      <w:sz w:val="20"/>
      <w:szCs w:val="20"/>
      <w:lang w:val="en-GB"/>
    </w:rPr>
  </w:style>
  <w:style w:type="paragraph" w:styleId="BalloonText">
    <w:name w:val="Balloon Text"/>
    <w:basedOn w:val="Normal"/>
    <w:link w:val="BalloonTextChar"/>
    <w:semiHidden/>
    <w:rsid w:val="000067D8"/>
    <w:rPr>
      <w:rFonts w:ascii="Tahoma" w:hAnsi="Tahoma" w:cs="Tahoma"/>
      <w:sz w:val="16"/>
      <w:szCs w:val="16"/>
      <w:lang w:val="en-GB"/>
    </w:rPr>
  </w:style>
  <w:style w:type="character" w:customStyle="1" w:styleId="BalloonTextChar">
    <w:name w:val="Balloon Text Char"/>
    <w:basedOn w:val="DefaultParagraphFont"/>
    <w:link w:val="BalloonText"/>
    <w:semiHidden/>
    <w:rsid w:val="000067D8"/>
    <w:rPr>
      <w:rFonts w:ascii="Tahoma" w:hAnsi="Tahoma" w:cs="Tahoma"/>
      <w:sz w:val="16"/>
      <w:szCs w:val="16"/>
      <w:lang w:val="en-GB"/>
    </w:rPr>
  </w:style>
  <w:style w:type="paragraph" w:styleId="BodyText">
    <w:name w:val="Body Text"/>
    <w:basedOn w:val="Normal"/>
    <w:link w:val="BodyTextChar"/>
    <w:semiHidden/>
    <w:rsid w:val="009F4C58"/>
    <w:pPr>
      <w:jc w:val="both"/>
    </w:pPr>
    <w:rPr>
      <w:lang w:val="en-GB"/>
    </w:rPr>
  </w:style>
  <w:style w:type="character" w:customStyle="1" w:styleId="BodyTextChar">
    <w:name w:val="Body Text Char"/>
    <w:basedOn w:val="DefaultParagraphFont"/>
    <w:link w:val="BodyText"/>
    <w:semiHidden/>
    <w:rsid w:val="009F4C58"/>
    <w:rPr>
      <w:sz w:val="24"/>
      <w:szCs w:val="24"/>
      <w:lang w:val="en-GB"/>
    </w:rPr>
  </w:style>
  <w:style w:type="paragraph" w:styleId="BodyText2">
    <w:name w:val="Body Text 2"/>
    <w:basedOn w:val="Normal"/>
    <w:link w:val="BodyText2Char"/>
    <w:semiHidden/>
    <w:rsid w:val="009F4C58"/>
    <w:rPr>
      <w:rFonts w:ascii="Arial" w:hAnsi="Arial" w:cs="Arial"/>
      <w:sz w:val="18"/>
      <w:lang w:val="en-GB"/>
    </w:rPr>
  </w:style>
  <w:style w:type="character" w:customStyle="1" w:styleId="BodyText2Char">
    <w:name w:val="Body Text 2 Char"/>
    <w:basedOn w:val="DefaultParagraphFont"/>
    <w:link w:val="BodyText2"/>
    <w:semiHidden/>
    <w:rsid w:val="009F4C58"/>
    <w:rPr>
      <w:rFonts w:ascii="Arial" w:hAnsi="Arial" w:cs="Arial"/>
      <w:sz w:val="18"/>
      <w:szCs w:val="24"/>
      <w:lang w:val="en-GB"/>
    </w:rPr>
  </w:style>
  <w:style w:type="paragraph" w:customStyle="1" w:styleId="111Heading3">
    <w:name w:val="1.1.1 Heading 3"/>
    <w:basedOn w:val="Heading2"/>
    <w:rsid w:val="009F4C58"/>
    <w:pPr>
      <w:numPr>
        <w:ilvl w:val="0"/>
        <w:numId w:val="0"/>
      </w:numPr>
      <w:tabs>
        <w:tab w:val="num" w:pos="720"/>
      </w:tabs>
      <w:ind w:left="720" w:hanging="720"/>
    </w:pPr>
    <w:rPr>
      <w:i w:val="0"/>
      <w:sz w:val="26"/>
    </w:rPr>
  </w:style>
  <w:style w:type="paragraph" w:styleId="ListParagraph">
    <w:name w:val="List Paragraph"/>
    <w:basedOn w:val="Normal"/>
    <w:uiPriority w:val="34"/>
    <w:qFormat/>
    <w:rsid w:val="00426D39"/>
    <w:pPr>
      <w:ind w:left="720"/>
    </w:pPr>
    <w:rPr>
      <w:lang w:val="en-GB"/>
    </w:rPr>
  </w:style>
  <w:style w:type="paragraph" w:styleId="DocumentMap">
    <w:name w:val="Document Map"/>
    <w:basedOn w:val="Normal"/>
    <w:link w:val="DocumentMapChar"/>
    <w:uiPriority w:val="99"/>
    <w:semiHidden/>
    <w:unhideWhenUsed/>
    <w:rsid w:val="00C558A5"/>
    <w:rPr>
      <w:rFonts w:ascii="Lucida Grande" w:hAnsi="Lucida Grande" w:cs="Lucida Grande"/>
    </w:rPr>
  </w:style>
  <w:style w:type="character" w:customStyle="1" w:styleId="DocumentMapChar">
    <w:name w:val="Document Map Char"/>
    <w:basedOn w:val="DefaultParagraphFont"/>
    <w:link w:val="DocumentMap"/>
    <w:uiPriority w:val="99"/>
    <w:semiHidden/>
    <w:rsid w:val="00C558A5"/>
    <w:rPr>
      <w:rFonts w:ascii="Lucida Grande" w:hAnsi="Lucida Grande" w:cs="Lucida Grande"/>
      <w:sz w:val="24"/>
      <w:szCs w:val="24"/>
    </w:rPr>
  </w:style>
  <w:style w:type="paragraph" w:styleId="NormalWeb">
    <w:name w:val="Normal (Web)"/>
    <w:basedOn w:val="Normal"/>
    <w:uiPriority w:val="99"/>
    <w:unhideWhenUsed/>
    <w:rsid w:val="00377D3D"/>
    <w:pPr>
      <w:spacing w:before="100" w:beforeAutospacing="1" w:after="100" w:afterAutospacing="1"/>
    </w:pPr>
    <w:rPr>
      <w:rFonts w:ascii="Times" w:hAnsi="Times"/>
      <w:sz w:val="20"/>
      <w:szCs w:val="20"/>
    </w:rPr>
  </w:style>
  <w:style w:type="character" w:customStyle="1" w:styleId="apple-converted-space">
    <w:name w:val="apple-converted-space"/>
    <w:basedOn w:val="DefaultParagraphFont"/>
    <w:rsid w:val="00E02A32"/>
  </w:style>
  <w:style w:type="table" w:styleId="LightList-Accent3">
    <w:name w:val="Light List Accent 3"/>
    <w:basedOn w:val="TableNormal"/>
    <w:uiPriority w:val="61"/>
    <w:rsid w:val="00BD77D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MediumShading1-Accent3">
    <w:name w:val="Medium Shading 1 Accent 3"/>
    <w:basedOn w:val="TableNormal"/>
    <w:uiPriority w:val="63"/>
    <w:rsid w:val="00BD77DF"/>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TableGrid">
    <w:name w:val="Table Grid"/>
    <w:basedOn w:val="TableNormal"/>
    <w:uiPriority w:val="59"/>
    <w:rsid w:val="00EA20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Grid-Accent3">
    <w:name w:val="Light Grid Accent 3"/>
    <w:basedOn w:val="TableNormal"/>
    <w:uiPriority w:val="62"/>
    <w:rsid w:val="00EA201A"/>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styleId="TOC5">
    <w:name w:val="toc 5"/>
    <w:basedOn w:val="Normal"/>
    <w:next w:val="Normal"/>
    <w:autoRedefine/>
    <w:uiPriority w:val="39"/>
    <w:unhideWhenUsed/>
    <w:rsid w:val="00E04484"/>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E04484"/>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E04484"/>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E04484"/>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E04484"/>
    <w:pPr>
      <w:spacing w:after="100" w:line="276" w:lineRule="auto"/>
      <w:ind w:left="1760"/>
    </w:pPr>
    <w:rPr>
      <w:rFonts w:asciiTheme="minorHAnsi" w:eastAsiaTheme="minorEastAsia" w:hAnsiTheme="minorHAnsi" w:cstheme="minorBidi"/>
      <w:sz w:val="22"/>
      <w:szCs w:val="22"/>
    </w:rPr>
  </w:style>
  <w:style w:type="paragraph" w:styleId="Header">
    <w:name w:val="header"/>
    <w:basedOn w:val="Normal"/>
    <w:link w:val="HeaderChar"/>
    <w:uiPriority w:val="99"/>
    <w:unhideWhenUsed/>
    <w:rsid w:val="006E2A82"/>
    <w:pPr>
      <w:tabs>
        <w:tab w:val="center" w:pos="4680"/>
        <w:tab w:val="right" w:pos="9360"/>
      </w:tabs>
    </w:pPr>
  </w:style>
  <w:style w:type="character" w:customStyle="1" w:styleId="HeaderChar">
    <w:name w:val="Header Char"/>
    <w:basedOn w:val="DefaultParagraphFont"/>
    <w:link w:val="Header"/>
    <w:uiPriority w:val="99"/>
    <w:rsid w:val="006E2A82"/>
    <w:rPr>
      <w:sz w:val="24"/>
      <w:szCs w:val="24"/>
    </w:rPr>
  </w:style>
  <w:style w:type="paragraph" w:styleId="Footer">
    <w:name w:val="footer"/>
    <w:basedOn w:val="Normal"/>
    <w:link w:val="FooterChar"/>
    <w:uiPriority w:val="99"/>
    <w:unhideWhenUsed/>
    <w:rsid w:val="006E2A82"/>
    <w:pPr>
      <w:tabs>
        <w:tab w:val="center" w:pos="4680"/>
        <w:tab w:val="right" w:pos="9360"/>
      </w:tabs>
    </w:pPr>
  </w:style>
  <w:style w:type="character" w:customStyle="1" w:styleId="FooterChar">
    <w:name w:val="Footer Char"/>
    <w:basedOn w:val="DefaultParagraphFont"/>
    <w:link w:val="Footer"/>
    <w:uiPriority w:val="99"/>
    <w:rsid w:val="006E2A82"/>
    <w:rPr>
      <w:sz w:val="24"/>
      <w:szCs w:val="24"/>
    </w:rPr>
  </w:style>
  <w:style w:type="paragraph" w:customStyle="1" w:styleId="prepend-top">
    <w:name w:val="prepend-top"/>
    <w:basedOn w:val="Normal"/>
    <w:rsid w:val="003801A5"/>
    <w:pPr>
      <w:spacing w:before="240" w:after="240"/>
    </w:pPr>
  </w:style>
  <w:style w:type="character" w:customStyle="1" w:styleId="keyword">
    <w:name w:val="keyword"/>
    <w:basedOn w:val="DefaultParagraphFont"/>
    <w:rsid w:val="009D0FA1"/>
  </w:style>
  <w:style w:type="character" w:customStyle="1" w:styleId="lineno">
    <w:name w:val="lineno"/>
    <w:basedOn w:val="DefaultParagraphFont"/>
    <w:rsid w:val="009D0FA1"/>
  </w:style>
  <w:style w:type="paragraph" w:styleId="Caption">
    <w:name w:val="caption"/>
    <w:basedOn w:val="Normal"/>
    <w:next w:val="Normal"/>
    <w:uiPriority w:val="35"/>
    <w:unhideWhenUsed/>
    <w:qFormat/>
    <w:rsid w:val="00AC762D"/>
    <w:pPr>
      <w:spacing w:after="200"/>
    </w:pPr>
    <w:rPr>
      <w:b/>
      <w:bCs/>
      <w:color w:val="4F81BD" w:themeColor="accent1"/>
      <w:sz w:val="18"/>
      <w:szCs w:val="18"/>
    </w:rPr>
  </w:style>
  <w:style w:type="character" w:styleId="FollowedHyperlink">
    <w:name w:val="FollowedHyperlink"/>
    <w:basedOn w:val="DefaultParagraphFont"/>
    <w:uiPriority w:val="99"/>
    <w:semiHidden/>
    <w:unhideWhenUsed/>
    <w:rsid w:val="00684D35"/>
    <w:rPr>
      <w:color w:val="800080" w:themeColor="followedHyperlink"/>
      <w:u w:val="single"/>
    </w:rPr>
  </w:style>
  <w:style w:type="paragraph" w:styleId="EndnoteText">
    <w:name w:val="endnote text"/>
    <w:basedOn w:val="Normal"/>
    <w:link w:val="EndnoteTextChar"/>
    <w:semiHidden/>
    <w:unhideWhenUsed/>
    <w:rsid w:val="00C60F0B"/>
    <w:rPr>
      <w:rFonts w:ascii="Helvetica" w:hAnsi="Helvetica"/>
      <w:sz w:val="20"/>
      <w:szCs w:val="20"/>
    </w:rPr>
  </w:style>
  <w:style w:type="character" w:customStyle="1" w:styleId="EndnoteTextChar">
    <w:name w:val="Endnote Text Char"/>
    <w:basedOn w:val="DefaultParagraphFont"/>
    <w:link w:val="EndnoteText"/>
    <w:semiHidden/>
    <w:rsid w:val="00C60F0B"/>
    <w:rPr>
      <w:rFonts w:ascii="Helvetica" w:hAnsi="Helvetica"/>
    </w:rPr>
  </w:style>
  <w:style w:type="paragraph" w:customStyle="1" w:styleId="Doc1">
    <w:name w:val="Doc1"/>
    <w:aliases w:val="d1"/>
    <w:basedOn w:val="Normal"/>
    <w:rsid w:val="00C60F0B"/>
    <w:pPr>
      <w:pageBreakBefore/>
      <w:suppressLineNumbers/>
      <w:suppressAutoHyphens/>
      <w:spacing w:before="240"/>
    </w:pPr>
    <w:rPr>
      <w:rFonts w:ascii="Arial" w:hAnsi="Arial"/>
      <w:szCs w:val="20"/>
    </w:rPr>
  </w:style>
  <w:style w:type="paragraph" w:customStyle="1" w:styleId="Table1">
    <w:name w:val="Table1"/>
    <w:basedOn w:val="Normal"/>
    <w:rsid w:val="00C60F0B"/>
    <w:pPr>
      <w:spacing w:before="80"/>
    </w:pPr>
    <w:rPr>
      <w:rFonts w:ascii="Helvetica" w:hAnsi="Helvetica"/>
      <w:sz w:val="20"/>
      <w:szCs w:val="20"/>
    </w:rPr>
  </w:style>
  <w:style w:type="paragraph" w:styleId="HTMLPreformatted">
    <w:name w:val="HTML Preformatted"/>
    <w:basedOn w:val="Normal"/>
    <w:link w:val="HTMLPreformattedChar"/>
    <w:uiPriority w:val="99"/>
    <w:semiHidden/>
    <w:unhideWhenUsed/>
    <w:rsid w:val="00A04A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A04A7F"/>
    <w:rPr>
      <w:rFonts w:ascii="Courier New" w:hAnsi="Courier New" w:cs="Courier New"/>
    </w:rPr>
  </w:style>
  <w:style w:type="character" w:customStyle="1" w:styleId="UnresolvedMention1">
    <w:name w:val="Unresolved Mention1"/>
    <w:basedOn w:val="DefaultParagraphFont"/>
    <w:uiPriority w:val="99"/>
    <w:semiHidden/>
    <w:unhideWhenUsed/>
    <w:rsid w:val="006200DA"/>
    <w:rPr>
      <w:color w:val="808080"/>
      <w:shd w:val="clear" w:color="auto" w:fill="E6E6E6"/>
    </w:rPr>
  </w:style>
  <w:style w:type="character" w:customStyle="1" w:styleId="UnresolvedMention2">
    <w:name w:val="Unresolved Mention2"/>
    <w:basedOn w:val="DefaultParagraphFont"/>
    <w:uiPriority w:val="99"/>
    <w:semiHidden/>
    <w:unhideWhenUsed/>
    <w:rsid w:val="004725CA"/>
    <w:rPr>
      <w:color w:val="808080"/>
      <w:shd w:val="clear" w:color="auto" w:fill="E6E6E6"/>
    </w:rPr>
  </w:style>
  <w:style w:type="character" w:styleId="UnresolvedMention">
    <w:name w:val="Unresolved Mention"/>
    <w:basedOn w:val="DefaultParagraphFont"/>
    <w:uiPriority w:val="99"/>
    <w:semiHidden/>
    <w:unhideWhenUsed/>
    <w:rsid w:val="004C073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165023">
      <w:bodyDiv w:val="1"/>
      <w:marLeft w:val="0"/>
      <w:marRight w:val="0"/>
      <w:marTop w:val="0"/>
      <w:marBottom w:val="0"/>
      <w:divBdr>
        <w:top w:val="none" w:sz="0" w:space="0" w:color="auto"/>
        <w:left w:val="none" w:sz="0" w:space="0" w:color="auto"/>
        <w:bottom w:val="none" w:sz="0" w:space="0" w:color="auto"/>
        <w:right w:val="none" w:sz="0" w:space="0" w:color="auto"/>
      </w:divBdr>
    </w:div>
    <w:div w:id="150873288">
      <w:bodyDiv w:val="1"/>
      <w:marLeft w:val="0"/>
      <w:marRight w:val="0"/>
      <w:marTop w:val="0"/>
      <w:marBottom w:val="0"/>
      <w:divBdr>
        <w:top w:val="none" w:sz="0" w:space="0" w:color="auto"/>
        <w:left w:val="none" w:sz="0" w:space="0" w:color="auto"/>
        <w:bottom w:val="none" w:sz="0" w:space="0" w:color="auto"/>
        <w:right w:val="none" w:sz="0" w:space="0" w:color="auto"/>
      </w:divBdr>
    </w:div>
    <w:div w:id="155344491">
      <w:bodyDiv w:val="1"/>
      <w:marLeft w:val="0"/>
      <w:marRight w:val="0"/>
      <w:marTop w:val="0"/>
      <w:marBottom w:val="0"/>
      <w:divBdr>
        <w:top w:val="none" w:sz="0" w:space="0" w:color="auto"/>
        <w:left w:val="none" w:sz="0" w:space="0" w:color="auto"/>
        <w:bottom w:val="none" w:sz="0" w:space="0" w:color="auto"/>
        <w:right w:val="none" w:sz="0" w:space="0" w:color="auto"/>
      </w:divBdr>
    </w:div>
    <w:div w:id="230821046">
      <w:bodyDiv w:val="1"/>
      <w:marLeft w:val="0"/>
      <w:marRight w:val="0"/>
      <w:marTop w:val="0"/>
      <w:marBottom w:val="0"/>
      <w:divBdr>
        <w:top w:val="none" w:sz="0" w:space="0" w:color="auto"/>
        <w:left w:val="none" w:sz="0" w:space="0" w:color="auto"/>
        <w:bottom w:val="none" w:sz="0" w:space="0" w:color="auto"/>
        <w:right w:val="none" w:sz="0" w:space="0" w:color="auto"/>
      </w:divBdr>
    </w:div>
    <w:div w:id="254368486">
      <w:bodyDiv w:val="1"/>
      <w:marLeft w:val="0"/>
      <w:marRight w:val="0"/>
      <w:marTop w:val="0"/>
      <w:marBottom w:val="0"/>
      <w:divBdr>
        <w:top w:val="none" w:sz="0" w:space="0" w:color="auto"/>
        <w:left w:val="none" w:sz="0" w:space="0" w:color="auto"/>
        <w:bottom w:val="none" w:sz="0" w:space="0" w:color="auto"/>
        <w:right w:val="none" w:sz="0" w:space="0" w:color="auto"/>
      </w:divBdr>
    </w:div>
    <w:div w:id="309944950">
      <w:bodyDiv w:val="1"/>
      <w:marLeft w:val="0"/>
      <w:marRight w:val="0"/>
      <w:marTop w:val="0"/>
      <w:marBottom w:val="0"/>
      <w:divBdr>
        <w:top w:val="none" w:sz="0" w:space="0" w:color="auto"/>
        <w:left w:val="none" w:sz="0" w:space="0" w:color="auto"/>
        <w:bottom w:val="none" w:sz="0" w:space="0" w:color="auto"/>
        <w:right w:val="none" w:sz="0" w:space="0" w:color="auto"/>
      </w:divBdr>
    </w:div>
    <w:div w:id="325938888">
      <w:bodyDiv w:val="1"/>
      <w:marLeft w:val="0"/>
      <w:marRight w:val="0"/>
      <w:marTop w:val="0"/>
      <w:marBottom w:val="0"/>
      <w:divBdr>
        <w:top w:val="none" w:sz="0" w:space="0" w:color="auto"/>
        <w:left w:val="none" w:sz="0" w:space="0" w:color="auto"/>
        <w:bottom w:val="none" w:sz="0" w:space="0" w:color="auto"/>
        <w:right w:val="none" w:sz="0" w:space="0" w:color="auto"/>
      </w:divBdr>
    </w:div>
    <w:div w:id="369691536">
      <w:bodyDiv w:val="1"/>
      <w:marLeft w:val="0"/>
      <w:marRight w:val="0"/>
      <w:marTop w:val="0"/>
      <w:marBottom w:val="0"/>
      <w:divBdr>
        <w:top w:val="none" w:sz="0" w:space="0" w:color="auto"/>
        <w:left w:val="none" w:sz="0" w:space="0" w:color="auto"/>
        <w:bottom w:val="none" w:sz="0" w:space="0" w:color="auto"/>
        <w:right w:val="none" w:sz="0" w:space="0" w:color="auto"/>
      </w:divBdr>
    </w:div>
    <w:div w:id="414011735">
      <w:bodyDiv w:val="1"/>
      <w:marLeft w:val="0"/>
      <w:marRight w:val="0"/>
      <w:marTop w:val="0"/>
      <w:marBottom w:val="0"/>
      <w:divBdr>
        <w:top w:val="none" w:sz="0" w:space="0" w:color="auto"/>
        <w:left w:val="none" w:sz="0" w:space="0" w:color="auto"/>
        <w:bottom w:val="none" w:sz="0" w:space="0" w:color="auto"/>
        <w:right w:val="none" w:sz="0" w:space="0" w:color="auto"/>
      </w:divBdr>
    </w:div>
    <w:div w:id="486634374">
      <w:bodyDiv w:val="1"/>
      <w:marLeft w:val="0"/>
      <w:marRight w:val="0"/>
      <w:marTop w:val="0"/>
      <w:marBottom w:val="0"/>
      <w:divBdr>
        <w:top w:val="none" w:sz="0" w:space="0" w:color="auto"/>
        <w:left w:val="none" w:sz="0" w:space="0" w:color="auto"/>
        <w:bottom w:val="none" w:sz="0" w:space="0" w:color="auto"/>
        <w:right w:val="none" w:sz="0" w:space="0" w:color="auto"/>
      </w:divBdr>
    </w:div>
    <w:div w:id="589393735">
      <w:bodyDiv w:val="1"/>
      <w:marLeft w:val="0"/>
      <w:marRight w:val="0"/>
      <w:marTop w:val="0"/>
      <w:marBottom w:val="0"/>
      <w:divBdr>
        <w:top w:val="none" w:sz="0" w:space="0" w:color="auto"/>
        <w:left w:val="none" w:sz="0" w:space="0" w:color="auto"/>
        <w:bottom w:val="none" w:sz="0" w:space="0" w:color="auto"/>
        <w:right w:val="none" w:sz="0" w:space="0" w:color="auto"/>
      </w:divBdr>
    </w:div>
    <w:div w:id="592980037">
      <w:bodyDiv w:val="1"/>
      <w:marLeft w:val="0"/>
      <w:marRight w:val="0"/>
      <w:marTop w:val="0"/>
      <w:marBottom w:val="0"/>
      <w:divBdr>
        <w:top w:val="none" w:sz="0" w:space="0" w:color="auto"/>
        <w:left w:val="none" w:sz="0" w:space="0" w:color="auto"/>
        <w:bottom w:val="none" w:sz="0" w:space="0" w:color="auto"/>
        <w:right w:val="none" w:sz="0" w:space="0" w:color="auto"/>
      </w:divBdr>
    </w:div>
    <w:div w:id="669143499">
      <w:bodyDiv w:val="1"/>
      <w:marLeft w:val="0"/>
      <w:marRight w:val="0"/>
      <w:marTop w:val="0"/>
      <w:marBottom w:val="0"/>
      <w:divBdr>
        <w:top w:val="none" w:sz="0" w:space="0" w:color="auto"/>
        <w:left w:val="none" w:sz="0" w:space="0" w:color="auto"/>
        <w:bottom w:val="none" w:sz="0" w:space="0" w:color="auto"/>
        <w:right w:val="none" w:sz="0" w:space="0" w:color="auto"/>
      </w:divBdr>
    </w:div>
    <w:div w:id="672995488">
      <w:bodyDiv w:val="1"/>
      <w:marLeft w:val="0"/>
      <w:marRight w:val="0"/>
      <w:marTop w:val="0"/>
      <w:marBottom w:val="0"/>
      <w:divBdr>
        <w:top w:val="none" w:sz="0" w:space="0" w:color="auto"/>
        <w:left w:val="none" w:sz="0" w:space="0" w:color="auto"/>
        <w:bottom w:val="none" w:sz="0" w:space="0" w:color="auto"/>
        <w:right w:val="none" w:sz="0" w:space="0" w:color="auto"/>
      </w:divBdr>
    </w:div>
    <w:div w:id="676225511">
      <w:bodyDiv w:val="1"/>
      <w:marLeft w:val="0"/>
      <w:marRight w:val="0"/>
      <w:marTop w:val="0"/>
      <w:marBottom w:val="0"/>
      <w:divBdr>
        <w:top w:val="none" w:sz="0" w:space="0" w:color="auto"/>
        <w:left w:val="none" w:sz="0" w:space="0" w:color="auto"/>
        <w:bottom w:val="none" w:sz="0" w:space="0" w:color="auto"/>
        <w:right w:val="none" w:sz="0" w:space="0" w:color="auto"/>
      </w:divBdr>
    </w:div>
    <w:div w:id="690299843">
      <w:bodyDiv w:val="1"/>
      <w:marLeft w:val="0"/>
      <w:marRight w:val="0"/>
      <w:marTop w:val="0"/>
      <w:marBottom w:val="0"/>
      <w:divBdr>
        <w:top w:val="none" w:sz="0" w:space="0" w:color="auto"/>
        <w:left w:val="none" w:sz="0" w:space="0" w:color="auto"/>
        <w:bottom w:val="none" w:sz="0" w:space="0" w:color="auto"/>
        <w:right w:val="none" w:sz="0" w:space="0" w:color="auto"/>
      </w:divBdr>
    </w:div>
    <w:div w:id="750322316">
      <w:bodyDiv w:val="1"/>
      <w:marLeft w:val="0"/>
      <w:marRight w:val="0"/>
      <w:marTop w:val="0"/>
      <w:marBottom w:val="0"/>
      <w:divBdr>
        <w:top w:val="none" w:sz="0" w:space="0" w:color="auto"/>
        <w:left w:val="none" w:sz="0" w:space="0" w:color="auto"/>
        <w:bottom w:val="none" w:sz="0" w:space="0" w:color="auto"/>
        <w:right w:val="none" w:sz="0" w:space="0" w:color="auto"/>
      </w:divBdr>
    </w:div>
    <w:div w:id="779571442">
      <w:bodyDiv w:val="1"/>
      <w:marLeft w:val="30"/>
      <w:marRight w:val="30"/>
      <w:marTop w:val="0"/>
      <w:marBottom w:val="0"/>
      <w:divBdr>
        <w:top w:val="none" w:sz="0" w:space="0" w:color="auto"/>
        <w:left w:val="none" w:sz="0" w:space="0" w:color="auto"/>
        <w:bottom w:val="none" w:sz="0" w:space="0" w:color="auto"/>
        <w:right w:val="none" w:sz="0" w:space="0" w:color="auto"/>
      </w:divBdr>
      <w:divsChild>
        <w:div w:id="1344745226">
          <w:marLeft w:val="0"/>
          <w:marRight w:val="0"/>
          <w:marTop w:val="0"/>
          <w:marBottom w:val="0"/>
          <w:divBdr>
            <w:top w:val="none" w:sz="0" w:space="0" w:color="auto"/>
            <w:left w:val="none" w:sz="0" w:space="0" w:color="auto"/>
            <w:bottom w:val="none" w:sz="0" w:space="0" w:color="auto"/>
            <w:right w:val="none" w:sz="0" w:space="0" w:color="auto"/>
          </w:divBdr>
          <w:divsChild>
            <w:div w:id="302778681">
              <w:marLeft w:val="0"/>
              <w:marRight w:val="0"/>
              <w:marTop w:val="0"/>
              <w:marBottom w:val="0"/>
              <w:divBdr>
                <w:top w:val="none" w:sz="0" w:space="0" w:color="auto"/>
                <w:left w:val="none" w:sz="0" w:space="0" w:color="auto"/>
                <w:bottom w:val="none" w:sz="0" w:space="0" w:color="auto"/>
                <w:right w:val="none" w:sz="0" w:space="0" w:color="auto"/>
              </w:divBdr>
              <w:divsChild>
                <w:div w:id="160656018">
                  <w:marLeft w:val="180"/>
                  <w:marRight w:val="0"/>
                  <w:marTop w:val="0"/>
                  <w:marBottom w:val="0"/>
                  <w:divBdr>
                    <w:top w:val="none" w:sz="0" w:space="0" w:color="auto"/>
                    <w:left w:val="none" w:sz="0" w:space="0" w:color="auto"/>
                    <w:bottom w:val="none" w:sz="0" w:space="0" w:color="auto"/>
                    <w:right w:val="none" w:sz="0" w:space="0" w:color="auto"/>
                  </w:divBdr>
                  <w:divsChild>
                    <w:div w:id="1129860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015867">
      <w:bodyDiv w:val="1"/>
      <w:marLeft w:val="0"/>
      <w:marRight w:val="0"/>
      <w:marTop w:val="0"/>
      <w:marBottom w:val="0"/>
      <w:divBdr>
        <w:top w:val="none" w:sz="0" w:space="0" w:color="auto"/>
        <w:left w:val="none" w:sz="0" w:space="0" w:color="auto"/>
        <w:bottom w:val="none" w:sz="0" w:space="0" w:color="auto"/>
        <w:right w:val="none" w:sz="0" w:space="0" w:color="auto"/>
      </w:divBdr>
    </w:div>
    <w:div w:id="797994148">
      <w:bodyDiv w:val="1"/>
      <w:marLeft w:val="0"/>
      <w:marRight w:val="0"/>
      <w:marTop w:val="0"/>
      <w:marBottom w:val="0"/>
      <w:divBdr>
        <w:top w:val="none" w:sz="0" w:space="0" w:color="auto"/>
        <w:left w:val="none" w:sz="0" w:space="0" w:color="auto"/>
        <w:bottom w:val="none" w:sz="0" w:space="0" w:color="auto"/>
        <w:right w:val="none" w:sz="0" w:space="0" w:color="auto"/>
      </w:divBdr>
    </w:div>
    <w:div w:id="850296399">
      <w:bodyDiv w:val="1"/>
      <w:marLeft w:val="0"/>
      <w:marRight w:val="0"/>
      <w:marTop w:val="0"/>
      <w:marBottom w:val="0"/>
      <w:divBdr>
        <w:top w:val="none" w:sz="0" w:space="0" w:color="auto"/>
        <w:left w:val="none" w:sz="0" w:space="0" w:color="auto"/>
        <w:bottom w:val="none" w:sz="0" w:space="0" w:color="auto"/>
        <w:right w:val="none" w:sz="0" w:space="0" w:color="auto"/>
      </w:divBdr>
    </w:div>
    <w:div w:id="969868926">
      <w:bodyDiv w:val="1"/>
      <w:marLeft w:val="0"/>
      <w:marRight w:val="0"/>
      <w:marTop w:val="0"/>
      <w:marBottom w:val="0"/>
      <w:divBdr>
        <w:top w:val="none" w:sz="0" w:space="0" w:color="auto"/>
        <w:left w:val="none" w:sz="0" w:space="0" w:color="auto"/>
        <w:bottom w:val="none" w:sz="0" w:space="0" w:color="auto"/>
        <w:right w:val="none" w:sz="0" w:space="0" w:color="auto"/>
      </w:divBdr>
    </w:div>
    <w:div w:id="994727041">
      <w:bodyDiv w:val="1"/>
      <w:marLeft w:val="0"/>
      <w:marRight w:val="0"/>
      <w:marTop w:val="0"/>
      <w:marBottom w:val="0"/>
      <w:divBdr>
        <w:top w:val="none" w:sz="0" w:space="0" w:color="auto"/>
        <w:left w:val="none" w:sz="0" w:space="0" w:color="auto"/>
        <w:bottom w:val="none" w:sz="0" w:space="0" w:color="auto"/>
        <w:right w:val="none" w:sz="0" w:space="0" w:color="auto"/>
      </w:divBdr>
      <w:divsChild>
        <w:div w:id="1002583558">
          <w:marLeft w:val="0"/>
          <w:marRight w:val="0"/>
          <w:marTop w:val="0"/>
          <w:marBottom w:val="0"/>
          <w:divBdr>
            <w:top w:val="none" w:sz="0" w:space="0" w:color="auto"/>
            <w:left w:val="none" w:sz="0" w:space="0" w:color="auto"/>
            <w:bottom w:val="none" w:sz="0" w:space="0" w:color="auto"/>
            <w:right w:val="none" w:sz="0" w:space="0" w:color="auto"/>
          </w:divBdr>
        </w:div>
        <w:div w:id="495725823">
          <w:marLeft w:val="0"/>
          <w:marRight w:val="0"/>
          <w:marTop w:val="0"/>
          <w:marBottom w:val="0"/>
          <w:divBdr>
            <w:top w:val="none" w:sz="0" w:space="0" w:color="auto"/>
            <w:left w:val="none" w:sz="0" w:space="0" w:color="auto"/>
            <w:bottom w:val="none" w:sz="0" w:space="0" w:color="auto"/>
            <w:right w:val="none" w:sz="0" w:space="0" w:color="auto"/>
          </w:divBdr>
        </w:div>
        <w:div w:id="1147670194">
          <w:marLeft w:val="0"/>
          <w:marRight w:val="0"/>
          <w:marTop w:val="0"/>
          <w:marBottom w:val="0"/>
          <w:divBdr>
            <w:top w:val="none" w:sz="0" w:space="0" w:color="auto"/>
            <w:left w:val="none" w:sz="0" w:space="0" w:color="auto"/>
            <w:bottom w:val="none" w:sz="0" w:space="0" w:color="auto"/>
            <w:right w:val="none" w:sz="0" w:space="0" w:color="auto"/>
          </w:divBdr>
        </w:div>
        <w:div w:id="1134177822">
          <w:marLeft w:val="0"/>
          <w:marRight w:val="0"/>
          <w:marTop w:val="0"/>
          <w:marBottom w:val="0"/>
          <w:divBdr>
            <w:top w:val="none" w:sz="0" w:space="0" w:color="auto"/>
            <w:left w:val="none" w:sz="0" w:space="0" w:color="auto"/>
            <w:bottom w:val="none" w:sz="0" w:space="0" w:color="auto"/>
            <w:right w:val="none" w:sz="0" w:space="0" w:color="auto"/>
          </w:divBdr>
        </w:div>
      </w:divsChild>
    </w:div>
    <w:div w:id="1007176234">
      <w:bodyDiv w:val="1"/>
      <w:marLeft w:val="0"/>
      <w:marRight w:val="0"/>
      <w:marTop w:val="0"/>
      <w:marBottom w:val="0"/>
      <w:divBdr>
        <w:top w:val="none" w:sz="0" w:space="0" w:color="auto"/>
        <w:left w:val="none" w:sz="0" w:space="0" w:color="auto"/>
        <w:bottom w:val="none" w:sz="0" w:space="0" w:color="auto"/>
        <w:right w:val="none" w:sz="0" w:space="0" w:color="auto"/>
      </w:divBdr>
    </w:div>
    <w:div w:id="1013193470">
      <w:bodyDiv w:val="1"/>
      <w:marLeft w:val="0"/>
      <w:marRight w:val="0"/>
      <w:marTop w:val="0"/>
      <w:marBottom w:val="0"/>
      <w:divBdr>
        <w:top w:val="none" w:sz="0" w:space="0" w:color="auto"/>
        <w:left w:val="none" w:sz="0" w:space="0" w:color="auto"/>
        <w:bottom w:val="none" w:sz="0" w:space="0" w:color="auto"/>
        <w:right w:val="none" w:sz="0" w:space="0" w:color="auto"/>
      </w:divBdr>
    </w:div>
    <w:div w:id="1013916928">
      <w:bodyDiv w:val="1"/>
      <w:marLeft w:val="0"/>
      <w:marRight w:val="0"/>
      <w:marTop w:val="0"/>
      <w:marBottom w:val="0"/>
      <w:divBdr>
        <w:top w:val="none" w:sz="0" w:space="0" w:color="auto"/>
        <w:left w:val="none" w:sz="0" w:space="0" w:color="auto"/>
        <w:bottom w:val="none" w:sz="0" w:space="0" w:color="auto"/>
        <w:right w:val="none" w:sz="0" w:space="0" w:color="auto"/>
      </w:divBdr>
    </w:div>
    <w:div w:id="1014068654">
      <w:bodyDiv w:val="1"/>
      <w:marLeft w:val="0"/>
      <w:marRight w:val="0"/>
      <w:marTop w:val="0"/>
      <w:marBottom w:val="0"/>
      <w:divBdr>
        <w:top w:val="none" w:sz="0" w:space="0" w:color="auto"/>
        <w:left w:val="none" w:sz="0" w:space="0" w:color="auto"/>
        <w:bottom w:val="none" w:sz="0" w:space="0" w:color="auto"/>
        <w:right w:val="none" w:sz="0" w:space="0" w:color="auto"/>
      </w:divBdr>
    </w:div>
    <w:div w:id="1171606579">
      <w:bodyDiv w:val="1"/>
      <w:marLeft w:val="0"/>
      <w:marRight w:val="0"/>
      <w:marTop w:val="0"/>
      <w:marBottom w:val="0"/>
      <w:divBdr>
        <w:top w:val="none" w:sz="0" w:space="0" w:color="auto"/>
        <w:left w:val="none" w:sz="0" w:space="0" w:color="auto"/>
        <w:bottom w:val="none" w:sz="0" w:space="0" w:color="auto"/>
        <w:right w:val="none" w:sz="0" w:space="0" w:color="auto"/>
      </w:divBdr>
    </w:div>
    <w:div w:id="1194001221">
      <w:bodyDiv w:val="1"/>
      <w:marLeft w:val="0"/>
      <w:marRight w:val="0"/>
      <w:marTop w:val="0"/>
      <w:marBottom w:val="0"/>
      <w:divBdr>
        <w:top w:val="none" w:sz="0" w:space="0" w:color="auto"/>
        <w:left w:val="none" w:sz="0" w:space="0" w:color="auto"/>
        <w:bottom w:val="none" w:sz="0" w:space="0" w:color="auto"/>
        <w:right w:val="none" w:sz="0" w:space="0" w:color="auto"/>
      </w:divBdr>
    </w:div>
    <w:div w:id="1197743521">
      <w:bodyDiv w:val="1"/>
      <w:marLeft w:val="30"/>
      <w:marRight w:val="30"/>
      <w:marTop w:val="0"/>
      <w:marBottom w:val="0"/>
      <w:divBdr>
        <w:top w:val="none" w:sz="0" w:space="0" w:color="auto"/>
        <w:left w:val="none" w:sz="0" w:space="0" w:color="auto"/>
        <w:bottom w:val="none" w:sz="0" w:space="0" w:color="auto"/>
        <w:right w:val="none" w:sz="0" w:space="0" w:color="auto"/>
      </w:divBdr>
      <w:divsChild>
        <w:div w:id="1824463355">
          <w:marLeft w:val="0"/>
          <w:marRight w:val="0"/>
          <w:marTop w:val="0"/>
          <w:marBottom w:val="0"/>
          <w:divBdr>
            <w:top w:val="none" w:sz="0" w:space="0" w:color="auto"/>
            <w:left w:val="none" w:sz="0" w:space="0" w:color="auto"/>
            <w:bottom w:val="none" w:sz="0" w:space="0" w:color="auto"/>
            <w:right w:val="none" w:sz="0" w:space="0" w:color="auto"/>
          </w:divBdr>
          <w:divsChild>
            <w:div w:id="926576217">
              <w:marLeft w:val="0"/>
              <w:marRight w:val="0"/>
              <w:marTop w:val="0"/>
              <w:marBottom w:val="0"/>
              <w:divBdr>
                <w:top w:val="none" w:sz="0" w:space="0" w:color="auto"/>
                <w:left w:val="none" w:sz="0" w:space="0" w:color="auto"/>
                <w:bottom w:val="none" w:sz="0" w:space="0" w:color="auto"/>
                <w:right w:val="none" w:sz="0" w:space="0" w:color="auto"/>
              </w:divBdr>
              <w:divsChild>
                <w:div w:id="236289951">
                  <w:marLeft w:val="180"/>
                  <w:marRight w:val="0"/>
                  <w:marTop w:val="0"/>
                  <w:marBottom w:val="0"/>
                  <w:divBdr>
                    <w:top w:val="none" w:sz="0" w:space="0" w:color="auto"/>
                    <w:left w:val="none" w:sz="0" w:space="0" w:color="auto"/>
                    <w:bottom w:val="none" w:sz="0" w:space="0" w:color="auto"/>
                    <w:right w:val="none" w:sz="0" w:space="0" w:color="auto"/>
                  </w:divBdr>
                  <w:divsChild>
                    <w:div w:id="1305699929">
                      <w:marLeft w:val="0"/>
                      <w:marRight w:val="0"/>
                      <w:marTop w:val="0"/>
                      <w:marBottom w:val="0"/>
                      <w:divBdr>
                        <w:top w:val="none" w:sz="0" w:space="0" w:color="auto"/>
                        <w:left w:val="none" w:sz="0" w:space="0" w:color="auto"/>
                        <w:bottom w:val="none" w:sz="0" w:space="0" w:color="auto"/>
                        <w:right w:val="none" w:sz="0" w:space="0" w:color="auto"/>
                      </w:divBdr>
                      <w:divsChild>
                        <w:div w:id="6848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2789473">
      <w:bodyDiv w:val="1"/>
      <w:marLeft w:val="0"/>
      <w:marRight w:val="0"/>
      <w:marTop w:val="0"/>
      <w:marBottom w:val="0"/>
      <w:divBdr>
        <w:top w:val="none" w:sz="0" w:space="0" w:color="auto"/>
        <w:left w:val="none" w:sz="0" w:space="0" w:color="auto"/>
        <w:bottom w:val="none" w:sz="0" w:space="0" w:color="auto"/>
        <w:right w:val="none" w:sz="0" w:space="0" w:color="auto"/>
      </w:divBdr>
    </w:div>
    <w:div w:id="1292979608">
      <w:bodyDiv w:val="1"/>
      <w:marLeft w:val="0"/>
      <w:marRight w:val="0"/>
      <w:marTop w:val="0"/>
      <w:marBottom w:val="0"/>
      <w:divBdr>
        <w:top w:val="none" w:sz="0" w:space="0" w:color="auto"/>
        <w:left w:val="none" w:sz="0" w:space="0" w:color="auto"/>
        <w:bottom w:val="none" w:sz="0" w:space="0" w:color="auto"/>
        <w:right w:val="none" w:sz="0" w:space="0" w:color="auto"/>
      </w:divBdr>
    </w:div>
    <w:div w:id="1293751510">
      <w:bodyDiv w:val="1"/>
      <w:marLeft w:val="0"/>
      <w:marRight w:val="0"/>
      <w:marTop w:val="0"/>
      <w:marBottom w:val="0"/>
      <w:divBdr>
        <w:top w:val="none" w:sz="0" w:space="0" w:color="auto"/>
        <w:left w:val="none" w:sz="0" w:space="0" w:color="auto"/>
        <w:bottom w:val="none" w:sz="0" w:space="0" w:color="auto"/>
        <w:right w:val="none" w:sz="0" w:space="0" w:color="auto"/>
      </w:divBdr>
    </w:div>
    <w:div w:id="1302425200">
      <w:bodyDiv w:val="1"/>
      <w:marLeft w:val="0"/>
      <w:marRight w:val="0"/>
      <w:marTop w:val="0"/>
      <w:marBottom w:val="0"/>
      <w:divBdr>
        <w:top w:val="none" w:sz="0" w:space="0" w:color="auto"/>
        <w:left w:val="none" w:sz="0" w:space="0" w:color="auto"/>
        <w:bottom w:val="none" w:sz="0" w:space="0" w:color="auto"/>
        <w:right w:val="none" w:sz="0" w:space="0" w:color="auto"/>
      </w:divBdr>
    </w:div>
    <w:div w:id="1376075842">
      <w:bodyDiv w:val="1"/>
      <w:marLeft w:val="0"/>
      <w:marRight w:val="0"/>
      <w:marTop w:val="0"/>
      <w:marBottom w:val="0"/>
      <w:divBdr>
        <w:top w:val="none" w:sz="0" w:space="0" w:color="auto"/>
        <w:left w:val="none" w:sz="0" w:space="0" w:color="auto"/>
        <w:bottom w:val="none" w:sz="0" w:space="0" w:color="auto"/>
        <w:right w:val="none" w:sz="0" w:space="0" w:color="auto"/>
      </w:divBdr>
      <w:divsChild>
        <w:div w:id="281764019">
          <w:marLeft w:val="0"/>
          <w:marRight w:val="0"/>
          <w:marTop w:val="0"/>
          <w:marBottom w:val="0"/>
          <w:divBdr>
            <w:top w:val="none" w:sz="0" w:space="0" w:color="auto"/>
            <w:left w:val="none" w:sz="0" w:space="0" w:color="auto"/>
            <w:bottom w:val="none" w:sz="0" w:space="0" w:color="auto"/>
            <w:right w:val="none" w:sz="0" w:space="0" w:color="auto"/>
          </w:divBdr>
          <w:divsChild>
            <w:div w:id="1813205642">
              <w:marLeft w:val="0"/>
              <w:marRight w:val="0"/>
              <w:marTop w:val="0"/>
              <w:marBottom w:val="0"/>
              <w:divBdr>
                <w:top w:val="none" w:sz="0" w:space="0" w:color="auto"/>
                <w:left w:val="none" w:sz="0" w:space="0" w:color="auto"/>
                <w:bottom w:val="none" w:sz="0" w:space="0" w:color="auto"/>
                <w:right w:val="none" w:sz="0" w:space="0" w:color="auto"/>
              </w:divBdr>
            </w:div>
          </w:divsChild>
        </w:div>
        <w:div w:id="1616518856">
          <w:marLeft w:val="600"/>
          <w:marRight w:val="0"/>
          <w:marTop w:val="0"/>
          <w:marBottom w:val="0"/>
          <w:divBdr>
            <w:top w:val="none" w:sz="0" w:space="0" w:color="auto"/>
            <w:left w:val="none" w:sz="0" w:space="0" w:color="auto"/>
            <w:bottom w:val="none" w:sz="0" w:space="0" w:color="auto"/>
            <w:right w:val="none" w:sz="0" w:space="0" w:color="auto"/>
          </w:divBdr>
        </w:div>
        <w:div w:id="1656104788">
          <w:marLeft w:val="1200"/>
          <w:marRight w:val="0"/>
          <w:marTop w:val="0"/>
          <w:marBottom w:val="0"/>
          <w:divBdr>
            <w:top w:val="none" w:sz="0" w:space="0" w:color="auto"/>
            <w:left w:val="none" w:sz="0" w:space="0" w:color="auto"/>
            <w:bottom w:val="none" w:sz="0" w:space="0" w:color="auto"/>
            <w:right w:val="none" w:sz="0" w:space="0" w:color="auto"/>
          </w:divBdr>
        </w:div>
        <w:div w:id="1369258534">
          <w:marLeft w:val="0"/>
          <w:marRight w:val="0"/>
          <w:marTop w:val="0"/>
          <w:marBottom w:val="0"/>
          <w:divBdr>
            <w:top w:val="none" w:sz="0" w:space="0" w:color="auto"/>
            <w:left w:val="none" w:sz="0" w:space="0" w:color="auto"/>
            <w:bottom w:val="none" w:sz="0" w:space="0" w:color="auto"/>
            <w:right w:val="none" w:sz="0" w:space="0" w:color="auto"/>
          </w:divBdr>
          <w:divsChild>
            <w:div w:id="1591889754">
              <w:marLeft w:val="0"/>
              <w:marRight w:val="0"/>
              <w:marTop w:val="0"/>
              <w:marBottom w:val="0"/>
              <w:divBdr>
                <w:top w:val="none" w:sz="0" w:space="0" w:color="auto"/>
                <w:left w:val="none" w:sz="0" w:space="0" w:color="auto"/>
                <w:bottom w:val="none" w:sz="0" w:space="0" w:color="auto"/>
                <w:right w:val="none" w:sz="0" w:space="0" w:color="auto"/>
              </w:divBdr>
            </w:div>
          </w:divsChild>
        </w:div>
        <w:div w:id="1833135381">
          <w:marLeft w:val="600"/>
          <w:marRight w:val="0"/>
          <w:marTop w:val="0"/>
          <w:marBottom w:val="0"/>
          <w:divBdr>
            <w:top w:val="none" w:sz="0" w:space="0" w:color="auto"/>
            <w:left w:val="none" w:sz="0" w:space="0" w:color="auto"/>
            <w:bottom w:val="none" w:sz="0" w:space="0" w:color="auto"/>
            <w:right w:val="none" w:sz="0" w:space="0" w:color="auto"/>
          </w:divBdr>
        </w:div>
        <w:div w:id="2013801219">
          <w:marLeft w:val="1200"/>
          <w:marRight w:val="0"/>
          <w:marTop w:val="0"/>
          <w:marBottom w:val="0"/>
          <w:divBdr>
            <w:top w:val="none" w:sz="0" w:space="0" w:color="auto"/>
            <w:left w:val="none" w:sz="0" w:space="0" w:color="auto"/>
            <w:bottom w:val="none" w:sz="0" w:space="0" w:color="auto"/>
            <w:right w:val="none" w:sz="0" w:space="0" w:color="auto"/>
          </w:divBdr>
        </w:div>
        <w:div w:id="734856394">
          <w:marLeft w:val="0"/>
          <w:marRight w:val="0"/>
          <w:marTop w:val="0"/>
          <w:marBottom w:val="0"/>
          <w:divBdr>
            <w:top w:val="none" w:sz="0" w:space="0" w:color="auto"/>
            <w:left w:val="none" w:sz="0" w:space="0" w:color="auto"/>
            <w:bottom w:val="none" w:sz="0" w:space="0" w:color="auto"/>
            <w:right w:val="none" w:sz="0" w:space="0" w:color="auto"/>
          </w:divBdr>
          <w:divsChild>
            <w:div w:id="771970198">
              <w:marLeft w:val="0"/>
              <w:marRight w:val="0"/>
              <w:marTop w:val="0"/>
              <w:marBottom w:val="0"/>
              <w:divBdr>
                <w:top w:val="none" w:sz="0" w:space="0" w:color="auto"/>
                <w:left w:val="none" w:sz="0" w:space="0" w:color="auto"/>
                <w:bottom w:val="none" w:sz="0" w:space="0" w:color="auto"/>
                <w:right w:val="none" w:sz="0" w:space="0" w:color="auto"/>
              </w:divBdr>
            </w:div>
          </w:divsChild>
        </w:div>
        <w:div w:id="42875349">
          <w:marLeft w:val="0"/>
          <w:marRight w:val="0"/>
          <w:marTop w:val="0"/>
          <w:marBottom w:val="0"/>
          <w:divBdr>
            <w:top w:val="none" w:sz="0" w:space="0" w:color="auto"/>
            <w:left w:val="none" w:sz="0" w:space="0" w:color="auto"/>
            <w:bottom w:val="none" w:sz="0" w:space="0" w:color="auto"/>
            <w:right w:val="none" w:sz="0" w:space="0" w:color="auto"/>
          </w:divBdr>
          <w:divsChild>
            <w:div w:id="1248539482">
              <w:marLeft w:val="0"/>
              <w:marRight w:val="0"/>
              <w:marTop w:val="0"/>
              <w:marBottom w:val="0"/>
              <w:divBdr>
                <w:top w:val="none" w:sz="0" w:space="0" w:color="auto"/>
                <w:left w:val="none" w:sz="0" w:space="0" w:color="auto"/>
                <w:bottom w:val="none" w:sz="0" w:space="0" w:color="auto"/>
                <w:right w:val="none" w:sz="0" w:space="0" w:color="auto"/>
              </w:divBdr>
            </w:div>
            <w:div w:id="529300102">
              <w:marLeft w:val="0"/>
              <w:marRight w:val="0"/>
              <w:marTop w:val="0"/>
              <w:marBottom w:val="0"/>
              <w:divBdr>
                <w:top w:val="none" w:sz="0" w:space="0" w:color="auto"/>
                <w:left w:val="none" w:sz="0" w:space="0" w:color="auto"/>
                <w:bottom w:val="none" w:sz="0" w:space="0" w:color="auto"/>
                <w:right w:val="none" w:sz="0" w:space="0" w:color="auto"/>
              </w:divBdr>
            </w:div>
          </w:divsChild>
        </w:div>
        <w:div w:id="749043354">
          <w:marLeft w:val="600"/>
          <w:marRight w:val="0"/>
          <w:marTop w:val="0"/>
          <w:marBottom w:val="0"/>
          <w:divBdr>
            <w:top w:val="none" w:sz="0" w:space="0" w:color="auto"/>
            <w:left w:val="none" w:sz="0" w:space="0" w:color="auto"/>
            <w:bottom w:val="none" w:sz="0" w:space="0" w:color="auto"/>
            <w:right w:val="none" w:sz="0" w:space="0" w:color="auto"/>
          </w:divBdr>
        </w:div>
        <w:div w:id="2070951988">
          <w:marLeft w:val="1200"/>
          <w:marRight w:val="0"/>
          <w:marTop w:val="0"/>
          <w:marBottom w:val="0"/>
          <w:divBdr>
            <w:top w:val="none" w:sz="0" w:space="0" w:color="auto"/>
            <w:left w:val="none" w:sz="0" w:space="0" w:color="auto"/>
            <w:bottom w:val="none" w:sz="0" w:space="0" w:color="auto"/>
            <w:right w:val="none" w:sz="0" w:space="0" w:color="auto"/>
          </w:divBdr>
        </w:div>
        <w:div w:id="1793134836">
          <w:marLeft w:val="0"/>
          <w:marRight w:val="0"/>
          <w:marTop w:val="0"/>
          <w:marBottom w:val="0"/>
          <w:divBdr>
            <w:top w:val="none" w:sz="0" w:space="0" w:color="auto"/>
            <w:left w:val="none" w:sz="0" w:space="0" w:color="auto"/>
            <w:bottom w:val="none" w:sz="0" w:space="0" w:color="auto"/>
            <w:right w:val="none" w:sz="0" w:space="0" w:color="auto"/>
          </w:divBdr>
          <w:divsChild>
            <w:div w:id="1207332658">
              <w:marLeft w:val="0"/>
              <w:marRight w:val="0"/>
              <w:marTop w:val="0"/>
              <w:marBottom w:val="0"/>
              <w:divBdr>
                <w:top w:val="none" w:sz="0" w:space="0" w:color="auto"/>
                <w:left w:val="none" w:sz="0" w:space="0" w:color="auto"/>
                <w:bottom w:val="none" w:sz="0" w:space="0" w:color="auto"/>
                <w:right w:val="none" w:sz="0" w:space="0" w:color="auto"/>
              </w:divBdr>
            </w:div>
          </w:divsChild>
        </w:div>
        <w:div w:id="1719089481">
          <w:marLeft w:val="600"/>
          <w:marRight w:val="0"/>
          <w:marTop w:val="0"/>
          <w:marBottom w:val="0"/>
          <w:divBdr>
            <w:top w:val="none" w:sz="0" w:space="0" w:color="auto"/>
            <w:left w:val="none" w:sz="0" w:space="0" w:color="auto"/>
            <w:bottom w:val="none" w:sz="0" w:space="0" w:color="auto"/>
            <w:right w:val="none" w:sz="0" w:space="0" w:color="auto"/>
          </w:divBdr>
        </w:div>
        <w:div w:id="1254971093">
          <w:marLeft w:val="1200"/>
          <w:marRight w:val="0"/>
          <w:marTop w:val="0"/>
          <w:marBottom w:val="0"/>
          <w:divBdr>
            <w:top w:val="none" w:sz="0" w:space="0" w:color="auto"/>
            <w:left w:val="none" w:sz="0" w:space="0" w:color="auto"/>
            <w:bottom w:val="none" w:sz="0" w:space="0" w:color="auto"/>
            <w:right w:val="none" w:sz="0" w:space="0" w:color="auto"/>
          </w:divBdr>
        </w:div>
        <w:div w:id="975915598">
          <w:marLeft w:val="600"/>
          <w:marRight w:val="0"/>
          <w:marTop w:val="0"/>
          <w:marBottom w:val="0"/>
          <w:divBdr>
            <w:top w:val="none" w:sz="0" w:space="0" w:color="auto"/>
            <w:left w:val="none" w:sz="0" w:space="0" w:color="auto"/>
            <w:bottom w:val="none" w:sz="0" w:space="0" w:color="auto"/>
            <w:right w:val="none" w:sz="0" w:space="0" w:color="auto"/>
          </w:divBdr>
        </w:div>
        <w:div w:id="497304636">
          <w:marLeft w:val="1200"/>
          <w:marRight w:val="0"/>
          <w:marTop w:val="0"/>
          <w:marBottom w:val="0"/>
          <w:divBdr>
            <w:top w:val="none" w:sz="0" w:space="0" w:color="auto"/>
            <w:left w:val="none" w:sz="0" w:space="0" w:color="auto"/>
            <w:bottom w:val="none" w:sz="0" w:space="0" w:color="auto"/>
            <w:right w:val="none" w:sz="0" w:space="0" w:color="auto"/>
          </w:divBdr>
        </w:div>
        <w:div w:id="1310400299">
          <w:marLeft w:val="600"/>
          <w:marRight w:val="0"/>
          <w:marTop w:val="0"/>
          <w:marBottom w:val="0"/>
          <w:divBdr>
            <w:top w:val="none" w:sz="0" w:space="0" w:color="auto"/>
            <w:left w:val="none" w:sz="0" w:space="0" w:color="auto"/>
            <w:bottom w:val="none" w:sz="0" w:space="0" w:color="auto"/>
            <w:right w:val="none" w:sz="0" w:space="0" w:color="auto"/>
          </w:divBdr>
        </w:div>
        <w:div w:id="1046294894">
          <w:marLeft w:val="1200"/>
          <w:marRight w:val="0"/>
          <w:marTop w:val="0"/>
          <w:marBottom w:val="0"/>
          <w:divBdr>
            <w:top w:val="none" w:sz="0" w:space="0" w:color="auto"/>
            <w:left w:val="none" w:sz="0" w:space="0" w:color="auto"/>
            <w:bottom w:val="none" w:sz="0" w:space="0" w:color="auto"/>
            <w:right w:val="none" w:sz="0" w:space="0" w:color="auto"/>
          </w:divBdr>
        </w:div>
        <w:div w:id="1698238328">
          <w:marLeft w:val="1200"/>
          <w:marRight w:val="0"/>
          <w:marTop w:val="0"/>
          <w:marBottom w:val="0"/>
          <w:divBdr>
            <w:top w:val="none" w:sz="0" w:space="0" w:color="auto"/>
            <w:left w:val="none" w:sz="0" w:space="0" w:color="auto"/>
            <w:bottom w:val="none" w:sz="0" w:space="0" w:color="auto"/>
            <w:right w:val="none" w:sz="0" w:space="0" w:color="auto"/>
          </w:divBdr>
        </w:div>
        <w:div w:id="2782772">
          <w:marLeft w:val="1200"/>
          <w:marRight w:val="0"/>
          <w:marTop w:val="0"/>
          <w:marBottom w:val="0"/>
          <w:divBdr>
            <w:top w:val="none" w:sz="0" w:space="0" w:color="auto"/>
            <w:left w:val="none" w:sz="0" w:space="0" w:color="auto"/>
            <w:bottom w:val="none" w:sz="0" w:space="0" w:color="auto"/>
            <w:right w:val="none" w:sz="0" w:space="0" w:color="auto"/>
          </w:divBdr>
        </w:div>
        <w:div w:id="1389763808">
          <w:marLeft w:val="600"/>
          <w:marRight w:val="0"/>
          <w:marTop w:val="0"/>
          <w:marBottom w:val="0"/>
          <w:divBdr>
            <w:top w:val="none" w:sz="0" w:space="0" w:color="auto"/>
            <w:left w:val="none" w:sz="0" w:space="0" w:color="auto"/>
            <w:bottom w:val="none" w:sz="0" w:space="0" w:color="auto"/>
            <w:right w:val="none" w:sz="0" w:space="0" w:color="auto"/>
          </w:divBdr>
        </w:div>
        <w:div w:id="1474375022">
          <w:marLeft w:val="1200"/>
          <w:marRight w:val="0"/>
          <w:marTop w:val="0"/>
          <w:marBottom w:val="0"/>
          <w:divBdr>
            <w:top w:val="none" w:sz="0" w:space="0" w:color="auto"/>
            <w:left w:val="none" w:sz="0" w:space="0" w:color="auto"/>
            <w:bottom w:val="none" w:sz="0" w:space="0" w:color="auto"/>
            <w:right w:val="none" w:sz="0" w:space="0" w:color="auto"/>
          </w:divBdr>
        </w:div>
        <w:div w:id="901529126">
          <w:marLeft w:val="0"/>
          <w:marRight w:val="0"/>
          <w:marTop w:val="0"/>
          <w:marBottom w:val="0"/>
          <w:divBdr>
            <w:top w:val="none" w:sz="0" w:space="0" w:color="auto"/>
            <w:left w:val="none" w:sz="0" w:space="0" w:color="auto"/>
            <w:bottom w:val="none" w:sz="0" w:space="0" w:color="auto"/>
            <w:right w:val="none" w:sz="0" w:space="0" w:color="auto"/>
          </w:divBdr>
          <w:divsChild>
            <w:div w:id="1727297342">
              <w:marLeft w:val="0"/>
              <w:marRight w:val="0"/>
              <w:marTop w:val="0"/>
              <w:marBottom w:val="0"/>
              <w:divBdr>
                <w:top w:val="none" w:sz="0" w:space="0" w:color="auto"/>
                <w:left w:val="none" w:sz="0" w:space="0" w:color="auto"/>
                <w:bottom w:val="none" w:sz="0" w:space="0" w:color="auto"/>
                <w:right w:val="none" w:sz="0" w:space="0" w:color="auto"/>
              </w:divBdr>
            </w:div>
          </w:divsChild>
        </w:div>
        <w:div w:id="1615744236">
          <w:marLeft w:val="600"/>
          <w:marRight w:val="0"/>
          <w:marTop w:val="0"/>
          <w:marBottom w:val="0"/>
          <w:divBdr>
            <w:top w:val="none" w:sz="0" w:space="0" w:color="auto"/>
            <w:left w:val="none" w:sz="0" w:space="0" w:color="auto"/>
            <w:bottom w:val="none" w:sz="0" w:space="0" w:color="auto"/>
            <w:right w:val="none" w:sz="0" w:space="0" w:color="auto"/>
          </w:divBdr>
        </w:div>
        <w:div w:id="430586873">
          <w:marLeft w:val="1200"/>
          <w:marRight w:val="0"/>
          <w:marTop w:val="0"/>
          <w:marBottom w:val="0"/>
          <w:divBdr>
            <w:top w:val="none" w:sz="0" w:space="0" w:color="auto"/>
            <w:left w:val="none" w:sz="0" w:space="0" w:color="auto"/>
            <w:bottom w:val="none" w:sz="0" w:space="0" w:color="auto"/>
            <w:right w:val="none" w:sz="0" w:space="0" w:color="auto"/>
          </w:divBdr>
        </w:div>
        <w:div w:id="1777408175">
          <w:marLeft w:val="600"/>
          <w:marRight w:val="0"/>
          <w:marTop w:val="0"/>
          <w:marBottom w:val="0"/>
          <w:divBdr>
            <w:top w:val="none" w:sz="0" w:space="0" w:color="auto"/>
            <w:left w:val="none" w:sz="0" w:space="0" w:color="auto"/>
            <w:bottom w:val="none" w:sz="0" w:space="0" w:color="auto"/>
            <w:right w:val="none" w:sz="0" w:space="0" w:color="auto"/>
          </w:divBdr>
        </w:div>
        <w:div w:id="862853">
          <w:marLeft w:val="1200"/>
          <w:marRight w:val="0"/>
          <w:marTop w:val="0"/>
          <w:marBottom w:val="0"/>
          <w:divBdr>
            <w:top w:val="none" w:sz="0" w:space="0" w:color="auto"/>
            <w:left w:val="none" w:sz="0" w:space="0" w:color="auto"/>
            <w:bottom w:val="none" w:sz="0" w:space="0" w:color="auto"/>
            <w:right w:val="none" w:sz="0" w:space="0" w:color="auto"/>
          </w:divBdr>
        </w:div>
      </w:divsChild>
    </w:div>
    <w:div w:id="1401832155">
      <w:bodyDiv w:val="1"/>
      <w:marLeft w:val="0"/>
      <w:marRight w:val="0"/>
      <w:marTop w:val="0"/>
      <w:marBottom w:val="0"/>
      <w:divBdr>
        <w:top w:val="none" w:sz="0" w:space="0" w:color="auto"/>
        <w:left w:val="none" w:sz="0" w:space="0" w:color="auto"/>
        <w:bottom w:val="none" w:sz="0" w:space="0" w:color="auto"/>
        <w:right w:val="none" w:sz="0" w:space="0" w:color="auto"/>
      </w:divBdr>
    </w:div>
    <w:div w:id="1410928799">
      <w:bodyDiv w:val="1"/>
      <w:marLeft w:val="0"/>
      <w:marRight w:val="0"/>
      <w:marTop w:val="0"/>
      <w:marBottom w:val="0"/>
      <w:divBdr>
        <w:top w:val="none" w:sz="0" w:space="0" w:color="auto"/>
        <w:left w:val="none" w:sz="0" w:space="0" w:color="auto"/>
        <w:bottom w:val="none" w:sz="0" w:space="0" w:color="auto"/>
        <w:right w:val="none" w:sz="0" w:space="0" w:color="auto"/>
      </w:divBdr>
    </w:div>
    <w:div w:id="1449813930">
      <w:bodyDiv w:val="1"/>
      <w:marLeft w:val="0"/>
      <w:marRight w:val="0"/>
      <w:marTop w:val="0"/>
      <w:marBottom w:val="0"/>
      <w:divBdr>
        <w:top w:val="none" w:sz="0" w:space="0" w:color="auto"/>
        <w:left w:val="none" w:sz="0" w:space="0" w:color="auto"/>
        <w:bottom w:val="none" w:sz="0" w:space="0" w:color="auto"/>
        <w:right w:val="none" w:sz="0" w:space="0" w:color="auto"/>
      </w:divBdr>
    </w:div>
    <w:div w:id="1462914839">
      <w:bodyDiv w:val="1"/>
      <w:marLeft w:val="0"/>
      <w:marRight w:val="0"/>
      <w:marTop w:val="0"/>
      <w:marBottom w:val="0"/>
      <w:divBdr>
        <w:top w:val="none" w:sz="0" w:space="0" w:color="auto"/>
        <w:left w:val="none" w:sz="0" w:space="0" w:color="auto"/>
        <w:bottom w:val="none" w:sz="0" w:space="0" w:color="auto"/>
        <w:right w:val="none" w:sz="0" w:space="0" w:color="auto"/>
      </w:divBdr>
      <w:divsChild>
        <w:div w:id="1852254697">
          <w:marLeft w:val="0"/>
          <w:marRight w:val="0"/>
          <w:marTop w:val="0"/>
          <w:marBottom w:val="0"/>
          <w:divBdr>
            <w:top w:val="none" w:sz="0" w:space="0" w:color="auto"/>
            <w:left w:val="none" w:sz="0" w:space="0" w:color="auto"/>
            <w:bottom w:val="none" w:sz="0" w:space="0" w:color="auto"/>
            <w:right w:val="none" w:sz="0" w:space="0" w:color="auto"/>
          </w:divBdr>
          <w:divsChild>
            <w:div w:id="186646644">
              <w:marLeft w:val="0"/>
              <w:marRight w:val="0"/>
              <w:marTop w:val="0"/>
              <w:marBottom w:val="0"/>
              <w:divBdr>
                <w:top w:val="none" w:sz="0" w:space="0" w:color="auto"/>
                <w:left w:val="none" w:sz="0" w:space="0" w:color="auto"/>
                <w:bottom w:val="none" w:sz="0" w:space="0" w:color="auto"/>
                <w:right w:val="none" w:sz="0" w:space="0" w:color="auto"/>
              </w:divBdr>
              <w:divsChild>
                <w:div w:id="565457350">
                  <w:marLeft w:val="255"/>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 w:id="1526137358">
      <w:bodyDiv w:val="1"/>
      <w:marLeft w:val="0"/>
      <w:marRight w:val="0"/>
      <w:marTop w:val="0"/>
      <w:marBottom w:val="0"/>
      <w:divBdr>
        <w:top w:val="none" w:sz="0" w:space="0" w:color="auto"/>
        <w:left w:val="none" w:sz="0" w:space="0" w:color="auto"/>
        <w:bottom w:val="none" w:sz="0" w:space="0" w:color="auto"/>
        <w:right w:val="none" w:sz="0" w:space="0" w:color="auto"/>
      </w:divBdr>
    </w:div>
    <w:div w:id="1532693081">
      <w:bodyDiv w:val="1"/>
      <w:marLeft w:val="0"/>
      <w:marRight w:val="0"/>
      <w:marTop w:val="0"/>
      <w:marBottom w:val="0"/>
      <w:divBdr>
        <w:top w:val="none" w:sz="0" w:space="0" w:color="auto"/>
        <w:left w:val="none" w:sz="0" w:space="0" w:color="auto"/>
        <w:bottom w:val="none" w:sz="0" w:space="0" w:color="auto"/>
        <w:right w:val="none" w:sz="0" w:space="0" w:color="auto"/>
      </w:divBdr>
    </w:div>
    <w:div w:id="1565145888">
      <w:bodyDiv w:val="1"/>
      <w:marLeft w:val="0"/>
      <w:marRight w:val="0"/>
      <w:marTop w:val="0"/>
      <w:marBottom w:val="0"/>
      <w:divBdr>
        <w:top w:val="none" w:sz="0" w:space="0" w:color="auto"/>
        <w:left w:val="none" w:sz="0" w:space="0" w:color="auto"/>
        <w:bottom w:val="none" w:sz="0" w:space="0" w:color="auto"/>
        <w:right w:val="none" w:sz="0" w:space="0" w:color="auto"/>
      </w:divBdr>
    </w:div>
    <w:div w:id="1571118198">
      <w:bodyDiv w:val="1"/>
      <w:marLeft w:val="0"/>
      <w:marRight w:val="0"/>
      <w:marTop w:val="0"/>
      <w:marBottom w:val="0"/>
      <w:divBdr>
        <w:top w:val="none" w:sz="0" w:space="0" w:color="auto"/>
        <w:left w:val="none" w:sz="0" w:space="0" w:color="auto"/>
        <w:bottom w:val="none" w:sz="0" w:space="0" w:color="auto"/>
        <w:right w:val="none" w:sz="0" w:space="0" w:color="auto"/>
      </w:divBdr>
    </w:div>
    <w:div w:id="1613708694">
      <w:bodyDiv w:val="1"/>
      <w:marLeft w:val="0"/>
      <w:marRight w:val="0"/>
      <w:marTop w:val="0"/>
      <w:marBottom w:val="0"/>
      <w:divBdr>
        <w:top w:val="none" w:sz="0" w:space="0" w:color="auto"/>
        <w:left w:val="none" w:sz="0" w:space="0" w:color="auto"/>
        <w:bottom w:val="none" w:sz="0" w:space="0" w:color="auto"/>
        <w:right w:val="none" w:sz="0" w:space="0" w:color="auto"/>
      </w:divBdr>
    </w:div>
    <w:div w:id="1638292245">
      <w:bodyDiv w:val="1"/>
      <w:marLeft w:val="0"/>
      <w:marRight w:val="0"/>
      <w:marTop w:val="0"/>
      <w:marBottom w:val="0"/>
      <w:divBdr>
        <w:top w:val="none" w:sz="0" w:space="0" w:color="auto"/>
        <w:left w:val="none" w:sz="0" w:space="0" w:color="auto"/>
        <w:bottom w:val="none" w:sz="0" w:space="0" w:color="auto"/>
        <w:right w:val="none" w:sz="0" w:space="0" w:color="auto"/>
      </w:divBdr>
    </w:div>
    <w:div w:id="1652558348">
      <w:bodyDiv w:val="1"/>
      <w:marLeft w:val="0"/>
      <w:marRight w:val="0"/>
      <w:marTop w:val="0"/>
      <w:marBottom w:val="0"/>
      <w:divBdr>
        <w:top w:val="none" w:sz="0" w:space="0" w:color="auto"/>
        <w:left w:val="none" w:sz="0" w:space="0" w:color="auto"/>
        <w:bottom w:val="none" w:sz="0" w:space="0" w:color="auto"/>
        <w:right w:val="none" w:sz="0" w:space="0" w:color="auto"/>
      </w:divBdr>
    </w:div>
    <w:div w:id="1658873445">
      <w:bodyDiv w:val="1"/>
      <w:marLeft w:val="0"/>
      <w:marRight w:val="0"/>
      <w:marTop w:val="0"/>
      <w:marBottom w:val="0"/>
      <w:divBdr>
        <w:top w:val="none" w:sz="0" w:space="0" w:color="auto"/>
        <w:left w:val="none" w:sz="0" w:space="0" w:color="auto"/>
        <w:bottom w:val="none" w:sz="0" w:space="0" w:color="auto"/>
        <w:right w:val="none" w:sz="0" w:space="0" w:color="auto"/>
      </w:divBdr>
    </w:div>
    <w:div w:id="1672027463">
      <w:bodyDiv w:val="1"/>
      <w:marLeft w:val="0"/>
      <w:marRight w:val="0"/>
      <w:marTop w:val="0"/>
      <w:marBottom w:val="0"/>
      <w:divBdr>
        <w:top w:val="none" w:sz="0" w:space="0" w:color="auto"/>
        <w:left w:val="none" w:sz="0" w:space="0" w:color="auto"/>
        <w:bottom w:val="none" w:sz="0" w:space="0" w:color="auto"/>
        <w:right w:val="none" w:sz="0" w:space="0" w:color="auto"/>
      </w:divBdr>
    </w:div>
    <w:div w:id="1747452410">
      <w:bodyDiv w:val="1"/>
      <w:marLeft w:val="0"/>
      <w:marRight w:val="0"/>
      <w:marTop w:val="0"/>
      <w:marBottom w:val="0"/>
      <w:divBdr>
        <w:top w:val="none" w:sz="0" w:space="0" w:color="auto"/>
        <w:left w:val="none" w:sz="0" w:space="0" w:color="auto"/>
        <w:bottom w:val="none" w:sz="0" w:space="0" w:color="auto"/>
        <w:right w:val="none" w:sz="0" w:space="0" w:color="auto"/>
      </w:divBdr>
    </w:div>
    <w:div w:id="1751538386">
      <w:bodyDiv w:val="1"/>
      <w:marLeft w:val="0"/>
      <w:marRight w:val="0"/>
      <w:marTop w:val="0"/>
      <w:marBottom w:val="0"/>
      <w:divBdr>
        <w:top w:val="none" w:sz="0" w:space="0" w:color="auto"/>
        <w:left w:val="none" w:sz="0" w:space="0" w:color="auto"/>
        <w:bottom w:val="none" w:sz="0" w:space="0" w:color="auto"/>
        <w:right w:val="none" w:sz="0" w:space="0" w:color="auto"/>
      </w:divBdr>
    </w:div>
    <w:div w:id="1857452330">
      <w:bodyDiv w:val="1"/>
      <w:marLeft w:val="0"/>
      <w:marRight w:val="0"/>
      <w:marTop w:val="0"/>
      <w:marBottom w:val="0"/>
      <w:divBdr>
        <w:top w:val="none" w:sz="0" w:space="0" w:color="auto"/>
        <w:left w:val="none" w:sz="0" w:space="0" w:color="auto"/>
        <w:bottom w:val="none" w:sz="0" w:space="0" w:color="auto"/>
        <w:right w:val="none" w:sz="0" w:space="0" w:color="auto"/>
      </w:divBdr>
    </w:div>
    <w:div w:id="1863201008">
      <w:bodyDiv w:val="1"/>
      <w:marLeft w:val="0"/>
      <w:marRight w:val="0"/>
      <w:marTop w:val="0"/>
      <w:marBottom w:val="0"/>
      <w:divBdr>
        <w:top w:val="none" w:sz="0" w:space="0" w:color="auto"/>
        <w:left w:val="none" w:sz="0" w:space="0" w:color="auto"/>
        <w:bottom w:val="none" w:sz="0" w:space="0" w:color="auto"/>
        <w:right w:val="none" w:sz="0" w:space="0" w:color="auto"/>
      </w:divBdr>
    </w:div>
    <w:div w:id="1884750260">
      <w:bodyDiv w:val="1"/>
      <w:marLeft w:val="0"/>
      <w:marRight w:val="0"/>
      <w:marTop w:val="0"/>
      <w:marBottom w:val="0"/>
      <w:divBdr>
        <w:top w:val="none" w:sz="0" w:space="0" w:color="auto"/>
        <w:left w:val="none" w:sz="0" w:space="0" w:color="auto"/>
        <w:bottom w:val="none" w:sz="0" w:space="0" w:color="auto"/>
        <w:right w:val="none" w:sz="0" w:space="0" w:color="auto"/>
      </w:divBdr>
    </w:div>
    <w:div w:id="1921864483">
      <w:bodyDiv w:val="1"/>
      <w:marLeft w:val="30"/>
      <w:marRight w:val="30"/>
      <w:marTop w:val="0"/>
      <w:marBottom w:val="0"/>
      <w:divBdr>
        <w:top w:val="none" w:sz="0" w:space="0" w:color="auto"/>
        <w:left w:val="none" w:sz="0" w:space="0" w:color="auto"/>
        <w:bottom w:val="none" w:sz="0" w:space="0" w:color="auto"/>
        <w:right w:val="none" w:sz="0" w:space="0" w:color="auto"/>
      </w:divBdr>
      <w:divsChild>
        <w:div w:id="285549206">
          <w:marLeft w:val="0"/>
          <w:marRight w:val="0"/>
          <w:marTop w:val="0"/>
          <w:marBottom w:val="0"/>
          <w:divBdr>
            <w:top w:val="none" w:sz="0" w:space="0" w:color="auto"/>
            <w:left w:val="none" w:sz="0" w:space="0" w:color="auto"/>
            <w:bottom w:val="none" w:sz="0" w:space="0" w:color="auto"/>
            <w:right w:val="none" w:sz="0" w:space="0" w:color="auto"/>
          </w:divBdr>
          <w:divsChild>
            <w:div w:id="1693874181">
              <w:marLeft w:val="0"/>
              <w:marRight w:val="0"/>
              <w:marTop w:val="0"/>
              <w:marBottom w:val="0"/>
              <w:divBdr>
                <w:top w:val="none" w:sz="0" w:space="0" w:color="auto"/>
                <w:left w:val="none" w:sz="0" w:space="0" w:color="auto"/>
                <w:bottom w:val="none" w:sz="0" w:space="0" w:color="auto"/>
                <w:right w:val="none" w:sz="0" w:space="0" w:color="auto"/>
              </w:divBdr>
              <w:divsChild>
                <w:div w:id="149520295">
                  <w:marLeft w:val="180"/>
                  <w:marRight w:val="0"/>
                  <w:marTop w:val="0"/>
                  <w:marBottom w:val="0"/>
                  <w:divBdr>
                    <w:top w:val="none" w:sz="0" w:space="0" w:color="auto"/>
                    <w:left w:val="none" w:sz="0" w:space="0" w:color="auto"/>
                    <w:bottom w:val="none" w:sz="0" w:space="0" w:color="auto"/>
                    <w:right w:val="none" w:sz="0" w:space="0" w:color="auto"/>
                  </w:divBdr>
                  <w:divsChild>
                    <w:div w:id="1431657642">
                      <w:marLeft w:val="0"/>
                      <w:marRight w:val="0"/>
                      <w:marTop w:val="0"/>
                      <w:marBottom w:val="0"/>
                      <w:divBdr>
                        <w:top w:val="none" w:sz="0" w:space="0" w:color="auto"/>
                        <w:left w:val="none" w:sz="0" w:space="0" w:color="auto"/>
                        <w:bottom w:val="none" w:sz="0" w:space="0" w:color="auto"/>
                        <w:right w:val="none" w:sz="0" w:space="0" w:color="auto"/>
                      </w:divBdr>
                      <w:divsChild>
                        <w:div w:id="192387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7818">
      <w:bodyDiv w:val="1"/>
      <w:marLeft w:val="0"/>
      <w:marRight w:val="0"/>
      <w:marTop w:val="0"/>
      <w:marBottom w:val="0"/>
      <w:divBdr>
        <w:top w:val="none" w:sz="0" w:space="0" w:color="auto"/>
        <w:left w:val="none" w:sz="0" w:space="0" w:color="auto"/>
        <w:bottom w:val="none" w:sz="0" w:space="0" w:color="auto"/>
        <w:right w:val="none" w:sz="0" w:space="0" w:color="auto"/>
      </w:divBdr>
    </w:div>
    <w:div w:id="2055538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jira.microchip.com/browse/AP-51" TargetMode="External"/><Relationship Id="rId18" Type="http://schemas.openxmlformats.org/officeDocument/2006/relationships/hyperlink" Target="https://jira.microchip.com:8443/browse/AP-50" TargetMode="External"/><Relationship Id="rId3" Type="http://schemas.openxmlformats.org/officeDocument/2006/relationships/numbering" Target="numbering.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jira.microchip.com/browse/AP-16" TargetMode="External"/><Relationship Id="rId17" Type="http://schemas.openxmlformats.org/officeDocument/2006/relationships/hyperlink" Target="https://jira.microchip.com/browse/AP-51" TargetMode="External"/><Relationship Id="rId2" Type="http://schemas.openxmlformats.org/officeDocument/2006/relationships/customXml" Target="../customXml/item2.xml"/><Relationship Id="rId16" Type="http://schemas.openxmlformats.org/officeDocument/2006/relationships/hyperlink" Target="https://jira.microchip.com/browse/AP-16"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racle.com/technetwork/java/javase/downloads/jdk8-downloads-2133151.html" TargetMode="External"/><Relationship Id="rId5" Type="http://schemas.openxmlformats.org/officeDocument/2006/relationships/settings" Target="settings.xml"/><Relationship Id="rId15" Type="http://schemas.openxmlformats.org/officeDocument/2006/relationships/hyperlink" Target="https://jira.microchip.com/browse/AP-51" TargetMode="Externa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yperlink" Target="https://jira.microchip.com:8443/browse/AP-50"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jira.microchip.com/browse/AP-16"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j\Perforce\depot_hw_athens\sw\docs\Templates\ATHENS%20Documentatio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5D5D15-AAE7-4FCA-B11B-E31E7FA04D62}">
  <ds:schemaRefs>
    <ds:schemaRef ds:uri="http://schemas.openxmlformats.org/officeDocument/2006/bibliography"/>
  </ds:schemaRefs>
</ds:datastoreItem>
</file>

<file path=customXml/itemProps2.xml><?xml version="1.0" encoding="utf-8"?>
<ds:datastoreItem xmlns:ds="http://schemas.openxmlformats.org/officeDocument/2006/customXml" ds:itemID="{B4849E89-6CCE-475E-BC3E-D43522A66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ATHENS Documentation Template</Template>
  <TotalTime>214</TotalTime>
  <Pages>62</Pages>
  <Words>12986</Words>
  <Characters>74023</Characters>
  <Application>Microsoft Office Word</Application>
  <DocSecurity>0</DocSecurity>
  <Lines>616</Lines>
  <Paragraphs>173</Paragraphs>
  <ScaleCrop>false</ScaleCrop>
  <HeadingPairs>
    <vt:vector size="2" baseType="variant">
      <vt:variant>
        <vt:lpstr>Title</vt:lpstr>
      </vt:variant>
      <vt:variant>
        <vt:i4>1</vt:i4>
      </vt:variant>
    </vt:vector>
  </HeadingPairs>
  <TitlesOfParts>
    <vt:vector size="1" baseType="lpstr">
      <vt:lpstr>Protouch2 Release Notes</vt:lpstr>
    </vt:vector>
  </TitlesOfParts>
  <Company>Microsoft</Company>
  <LinksUpToDate>false</LinksUpToDate>
  <CharactersWithSpaces>86836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Protouch2 Release Notes</dc:title>
  <dc:creator>VishnuP</dc:creator>
  <cp:lastModifiedBy>Rathika Kumar - I17043</cp:lastModifiedBy>
  <cp:revision>217</cp:revision>
  <cp:lastPrinted>2014-06-17T10:05:00Z</cp:lastPrinted>
  <dcterms:created xsi:type="dcterms:W3CDTF">2018-01-22T06:31:00Z</dcterms:created>
  <dcterms:modified xsi:type="dcterms:W3CDTF">2019-04-29T10:27:00Z</dcterms:modified>
</cp:coreProperties>
</file>